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A4E" w:rsidRDefault="000A6A4E">
      <w:pPr>
        <w:pStyle w:val="Heading1"/>
        <w:spacing w:before="71"/>
      </w:pPr>
      <w:bookmarkStart w:id="0" w:name="_GoBack"/>
      <w:bookmarkEnd w:id="0"/>
      <w:r>
        <w:t>ПРОТОКОЛ №1</w:t>
      </w:r>
    </w:p>
    <w:p w:rsidR="000A6A4E" w:rsidRDefault="000A6A4E">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pPr>
        <w:spacing w:before="5" w:line="237" w:lineRule="auto"/>
        <w:ind w:left="262" w:right="550"/>
        <w:jc w:val="center"/>
        <w:rPr>
          <w:b/>
          <w:sz w:val="24"/>
        </w:rPr>
      </w:pPr>
      <w:r>
        <w:rPr>
          <w:b/>
          <w:sz w:val="24"/>
        </w:rPr>
        <w:t>планування території та містобудування</w:t>
      </w:r>
    </w:p>
    <w:p w:rsidR="000A6A4E" w:rsidRDefault="000A6A4E">
      <w:pPr>
        <w:tabs>
          <w:tab w:val="right" w:pos="9491"/>
        </w:tabs>
        <w:spacing w:before="273"/>
        <w:ind w:left="200"/>
        <w:rPr>
          <w:i/>
          <w:sz w:val="24"/>
        </w:rPr>
      </w:pPr>
      <w:r>
        <w:rPr>
          <w:i/>
          <w:sz w:val="24"/>
        </w:rPr>
        <w:t>10 грудня</w:t>
      </w:r>
      <w:r>
        <w:rPr>
          <w:i/>
          <w:spacing w:val="3"/>
          <w:sz w:val="24"/>
        </w:rPr>
        <w:t xml:space="preserve"> </w:t>
      </w:r>
      <w:r>
        <w:rPr>
          <w:i/>
          <w:sz w:val="24"/>
        </w:rPr>
        <w:t>2020</w:t>
      </w:r>
      <w:r>
        <w:rPr>
          <w:i/>
          <w:spacing w:val="2"/>
          <w:sz w:val="24"/>
        </w:rPr>
        <w:t xml:space="preserve"> </w:t>
      </w:r>
      <w:r>
        <w:rPr>
          <w:i/>
          <w:sz w:val="24"/>
        </w:rPr>
        <w:t>року</w:t>
      </w:r>
      <w:r>
        <w:rPr>
          <w:i/>
          <w:sz w:val="24"/>
        </w:rPr>
        <w:tab/>
        <w:t>11.00</w:t>
      </w:r>
    </w:p>
    <w:p w:rsidR="000A6A4E" w:rsidRDefault="000A6A4E">
      <w:pPr>
        <w:pStyle w:val="BodyText"/>
        <w:spacing w:before="4"/>
        <w:rPr>
          <w:i/>
        </w:rPr>
      </w:pPr>
    </w:p>
    <w:p w:rsidR="000A6A4E" w:rsidRDefault="000A6A4E">
      <w:pPr>
        <w:pStyle w:val="Heading2"/>
        <w:spacing w:line="242" w:lineRule="auto"/>
        <w:ind w:right="6779"/>
      </w:pPr>
      <w:r>
        <w:t xml:space="preserve">Всього членів комісії – </w:t>
      </w:r>
      <w:r w:rsidRPr="00FA0114">
        <w:rPr>
          <w:b w:val="0"/>
          <w:i w:val="0"/>
        </w:rPr>
        <w:t>5 чол</w:t>
      </w:r>
      <w:r w:rsidRPr="00FA0114">
        <w:rPr>
          <w:b w:val="0"/>
        </w:rPr>
        <w:t>.</w:t>
      </w:r>
    </w:p>
    <w:p w:rsidR="000A6A4E" w:rsidRDefault="000A6A4E">
      <w:pPr>
        <w:pStyle w:val="BodyText"/>
        <w:spacing w:line="266" w:lineRule="exact"/>
        <w:ind w:left="200"/>
      </w:pPr>
      <w:r>
        <w:rPr>
          <w:b/>
          <w:i/>
        </w:rPr>
        <w:t xml:space="preserve">Присутні: </w:t>
      </w:r>
      <w:r>
        <w:t>Гринчук Г. П., Дудчак М.М., Фурман В.А., Тарчинський В.В.</w:t>
      </w:r>
    </w:p>
    <w:p w:rsidR="000A6A4E" w:rsidRPr="00FA0114" w:rsidRDefault="000A6A4E">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pPr>
        <w:pStyle w:val="BodyText"/>
        <w:spacing w:line="272" w:lineRule="exact"/>
        <w:ind w:left="200"/>
      </w:pPr>
      <w:r>
        <w:rPr>
          <w:b/>
          <w:i/>
        </w:rPr>
        <w:t xml:space="preserve">Запрошені: </w:t>
      </w:r>
      <w:r>
        <w:t>Р.Садлій – перший заступник Новоушицького селищного голови, В.Мищак начальник відділу комунальної власності, житлова комунального господарства, благоустрою, зовнішньої реклами, охорони навколишнього природного середовища, інфраструктури та земельних відносин</w:t>
      </w:r>
    </w:p>
    <w:p w:rsidR="000A6A4E" w:rsidRPr="00267851" w:rsidRDefault="000A6A4E">
      <w:pPr>
        <w:pStyle w:val="BodyText"/>
        <w:spacing w:before="161"/>
        <w:ind w:left="262" w:right="550"/>
        <w:jc w:val="center"/>
        <w:rPr>
          <w:b/>
        </w:rPr>
      </w:pPr>
      <w:r w:rsidRPr="00267851">
        <w:rPr>
          <w:b/>
        </w:rPr>
        <w:t>ПОРЯДОК ДЕННИЙ</w:t>
      </w:r>
    </w:p>
    <w:p w:rsidR="000A6A4E" w:rsidRDefault="000A6A4E">
      <w:pPr>
        <w:pStyle w:val="BodyText"/>
        <w:spacing w:before="11"/>
        <w:rPr>
          <w:sz w:val="23"/>
        </w:rPr>
      </w:pPr>
    </w:p>
    <w:p w:rsidR="000A6A4E" w:rsidRPr="00852092" w:rsidRDefault="000A6A4E" w:rsidP="00127B57">
      <w:pPr>
        <w:pStyle w:val="BodyText"/>
        <w:numPr>
          <w:ilvl w:val="0"/>
          <w:numId w:val="2"/>
        </w:numPr>
        <w:ind w:right="483"/>
        <w:jc w:val="both"/>
      </w:pPr>
      <w:r>
        <w:rPr>
          <w:spacing w:val="-3"/>
        </w:rPr>
        <w:t>Про</w:t>
      </w:r>
      <w:r>
        <w:rPr>
          <w:spacing w:val="1"/>
        </w:rPr>
        <w:t xml:space="preserve"> </w:t>
      </w:r>
      <w:r>
        <w:t>обрання заступника та секретаря голови постійної комісії</w:t>
      </w:r>
      <w:r w:rsidRPr="00852092">
        <w:rPr>
          <w:b/>
          <w:i/>
        </w:rPr>
        <w:t xml:space="preserve"> </w:t>
      </w:r>
      <w:r w:rsidRPr="00267851">
        <w:rPr>
          <w:b/>
        </w:rPr>
        <w:t>з</w:t>
      </w:r>
      <w:r>
        <w:rPr>
          <w:b/>
          <w:i/>
        </w:rPr>
        <w:t xml:space="preserve"> </w:t>
      </w:r>
      <w:r w:rsidRPr="00852092">
        <w:t>питань земельних відносин, охорони навколишнього природного середовища, планування територій та містобудування</w:t>
      </w:r>
    </w:p>
    <w:p w:rsidR="000A6A4E" w:rsidRDefault="000A6A4E" w:rsidP="00127B57">
      <w:pPr>
        <w:pStyle w:val="BodyText"/>
        <w:numPr>
          <w:ilvl w:val="0"/>
          <w:numId w:val="2"/>
        </w:numPr>
        <w:ind w:right="483"/>
        <w:jc w:val="both"/>
      </w:pPr>
      <w:r>
        <w:t>Про виділення земельних ділянок в натурі (на місцевості)</w:t>
      </w:r>
    </w:p>
    <w:p w:rsidR="000A6A4E" w:rsidRDefault="000A6A4E" w:rsidP="00127B57">
      <w:pPr>
        <w:pStyle w:val="BodyText"/>
        <w:numPr>
          <w:ilvl w:val="0"/>
          <w:numId w:val="2"/>
        </w:numPr>
        <w:ind w:right="483"/>
        <w:jc w:val="both"/>
      </w:pPr>
      <w:r>
        <w:t>Про проведення нормативної грошової оцінки земель населеного пункту Заміхів.</w:t>
      </w:r>
    </w:p>
    <w:p w:rsidR="000A6A4E" w:rsidRDefault="000A6A4E">
      <w:pPr>
        <w:pStyle w:val="BodyText"/>
        <w:spacing w:before="1" w:after="1"/>
        <w:rPr>
          <w:sz w:val="15"/>
        </w:rPr>
      </w:pPr>
    </w:p>
    <w:tbl>
      <w:tblPr>
        <w:tblW w:w="0" w:type="auto"/>
        <w:tblInd w:w="113" w:type="dxa"/>
        <w:tblLayout w:type="fixed"/>
        <w:tblCellMar>
          <w:left w:w="0" w:type="dxa"/>
          <w:right w:w="0" w:type="dxa"/>
        </w:tblCellMar>
        <w:tblLook w:val="01E0"/>
      </w:tblPr>
      <w:tblGrid>
        <w:gridCol w:w="2087"/>
        <w:gridCol w:w="7700"/>
      </w:tblGrid>
      <w:tr w:rsidR="000A6A4E" w:rsidTr="00AD2122">
        <w:trPr>
          <w:trHeight w:val="1347"/>
        </w:trPr>
        <w:tc>
          <w:tcPr>
            <w:tcW w:w="2087" w:type="dxa"/>
          </w:tcPr>
          <w:p w:rsidR="000A6A4E" w:rsidRPr="000D243F" w:rsidRDefault="000A6A4E" w:rsidP="000D243F">
            <w:pPr>
              <w:pStyle w:val="TableParagraph"/>
              <w:spacing w:line="262" w:lineRule="exact"/>
              <w:ind w:left="200"/>
              <w:rPr>
                <w:b/>
                <w:sz w:val="24"/>
              </w:rPr>
            </w:pPr>
            <w:r w:rsidRPr="000D243F">
              <w:rPr>
                <w:b/>
                <w:sz w:val="24"/>
              </w:rPr>
              <w:t xml:space="preserve"> </w:t>
            </w:r>
            <w:r>
              <w:rPr>
                <w:b/>
                <w:sz w:val="24"/>
              </w:rPr>
              <w:t xml:space="preserve">1. </w:t>
            </w:r>
            <w:r w:rsidRPr="000D243F">
              <w:rPr>
                <w:b/>
                <w:sz w:val="24"/>
              </w:rPr>
              <w:t>СЛУХАЛИ:</w:t>
            </w:r>
          </w:p>
          <w:p w:rsidR="000A6A4E" w:rsidRPr="000D243F" w:rsidRDefault="000A6A4E" w:rsidP="000D243F">
            <w:pPr>
              <w:pStyle w:val="TableParagraph"/>
              <w:spacing w:line="272" w:lineRule="exact"/>
              <w:ind w:left="200"/>
              <w:rPr>
                <w:sz w:val="24"/>
              </w:rPr>
            </w:pPr>
            <w:r w:rsidRPr="00AD2122">
              <w:rPr>
                <w:b/>
                <w:sz w:val="24"/>
              </w:rPr>
              <w:t xml:space="preserve">  Гринчука Г.П</w:t>
            </w:r>
            <w:r>
              <w:rPr>
                <w:sz w:val="24"/>
              </w:rPr>
              <w:t>.</w:t>
            </w:r>
          </w:p>
        </w:tc>
        <w:tc>
          <w:tcPr>
            <w:tcW w:w="7700" w:type="dxa"/>
          </w:tcPr>
          <w:p w:rsidR="000A6A4E" w:rsidRPr="00127B57" w:rsidRDefault="000A6A4E" w:rsidP="00C345B8">
            <w:pPr>
              <w:pStyle w:val="Heading2"/>
              <w:spacing w:before="8"/>
              <w:ind w:firstLine="240"/>
              <w:jc w:val="both"/>
              <w:rPr>
                <w:b w:val="0"/>
                <w:i w:val="0"/>
              </w:rPr>
            </w:pPr>
            <w:r w:rsidRPr="00127B57">
              <w:rPr>
                <w:b w:val="0"/>
                <w:i w:val="0"/>
              </w:rPr>
              <w:t>На</w:t>
            </w:r>
            <w:r w:rsidRPr="00127B57">
              <w:rPr>
                <w:b w:val="0"/>
                <w:i w:val="0"/>
                <w:spacing w:val="-18"/>
              </w:rPr>
              <w:t xml:space="preserve"> </w:t>
            </w:r>
            <w:r w:rsidRPr="00127B57">
              <w:rPr>
                <w:b w:val="0"/>
                <w:i w:val="0"/>
              </w:rPr>
              <w:t>розгляд</w:t>
            </w:r>
            <w:r w:rsidRPr="00127B57">
              <w:rPr>
                <w:b w:val="0"/>
                <w:i w:val="0"/>
                <w:spacing w:val="-17"/>
              </w:rPr>
              <w:t xml:space="preserve"> </w:t>
            </w:r>
            <w:r w:rsidRPr="00127B57">
              <w:rPr>
                <w:b w:val="0"/>
                <w:i w:val="0"/>
              </w:rPr>
              <w:t>комісії</w:t>
            </w:r>
            <w:r>
              <w:rPr>
                <w:b w:val="0"/>
                <w:i w:val="0"/>
              </w:rPr>
              <w:t xml:space="preserve"> виноситься </w:t>
            </w:r>
            <w:r w:rsidRPr="00127B57">
              <w:rPr>
                <w:b w:val="0"/>
                <w:i w:val="0"/>
                <w:spacing w:val="-19"/>
              </w:rPr>
              <w:t xml:space="preserve"> </w:t>
            </w:r>
            <w:r w:rsidRPr="00127B57">
              <w:rPr>
                <w:b w:val="0"/>
                <w:i w:val="0"/>
              </w:rPr>
              <w:t>питання щодо обрання заступника голови</w:t>
            </w:r>
            <w:r>
              <w:rPr>
                <w:b w:val="0"/>
                <w:i w:val="0"/>
              </w:rPr>
              <w:t xml:space="preserve"> постійної комісії та секретаря </w:t>
            </w:r>
            <w:r w:rsidRPr="00127B57">
              <w:rPr>
                <w:b w:val="0"/>
                <w:i w:val="0"/>
              </w:rPr>
              <w:t>постійної комісії з питань земельних відносин, охорони навколишнього природного середовища, планування територій та містобудування.</w:t>
            </w:r>
          </w:p>
          <w:p w:rsidR="000A6A4E" w:rsidRPr="000D243F" w:rsidRDefault="000A6A4E" w:rsidP="000D243F">
            <w:pPr>
              <w:pStyle w:val="TableParagraph"/>
              <w:ind w:right="200"/>
              <w:jc w:val="both"/>
              <w:rPr>
                <w:sz w:val="24"/>
              </w:rPr>
            </w:pPr>
          </w:p>
        </w:tc>
      </w:tr>
      <w:tr w:rsidR="000A6A4E" w:rsidTr="00AD2122">
        <w:trPr>
          <w:trHeight w:val="1941"/>
        </w:trPr>
        <w:tc>
          <w:tcPr>
            <w:tcW w:w="2087" w:type="dxa"/>
          </w:tcPr>
          <w:p w:rsidR="000A6A4E" w:rsidRPr="000D243F" w:rsidRDefault="000A6A4E" w:rsidP="000D243F">
            <w:pPr>
              <w:pStyle w:val="TableParagraph"/>
              <w:spacing w:before="135" w:line="275" w:lineRule="exact"/>
              <w:ind w:left="200"/>
              <w:rPr>
                <w:b/>
                <w:sz w:val="24"/>
              </w:rPr>
            </w:pPr>
            <w:r>
              <w:rPr>
                <w:b/>
                <w:sz w:val="24"/>
              </w:rPr>
              <w:t>ВИРІШИЛИ</w:t>
            </w:r>
            <w:r w:rsidRPr="000D243F">
              <w:rPr>
                <w:b/>
                <w:sz w:val="24"/>
              </w:rPr>
              <w:t>:</w:t>
            </w:r>
          </w:p>
          <w:p w:rsidR="000A6A4E" w:rsidRPr="000D243F" w:rsidRDefault="000A6A4E" w:rsidP="000D243F">
            <w:pPr>
              <w:pStyle w:val="TableParagraph"/>
              <w:ind w:left="200" w:right="52"/>
              <w:rPr>
                <w:sz w:val="24"/>
              </w:rPr>
            </w:pPr>
          </w:p>
        </w:tc>
        <w:tc>
          <w:tcPr>
            <w:tcW w:w="7700" w:type="dxa"/>
          </w:tcPr>
          <w:p w:rsidR="000A6A4E" w:rsidRPr="004E3537" w:rsidRDefault="000A6A4E" w:rsidP="00AD2122">
            <w:pPr>
              <w:pStyle w:val="Heading2"/>
              <w:spacing w:before="8"/>
              <w:ind w:left="110" w:firstLine="130"/>
              <w:jc w:val="both"/>
              <w:rPr>
                <w:b w:val="0"/>
                <w:i w:val="0"/>
              </w:rPr>
            </w:pPr>
            <w:r w:rsidRPr="004E3537">
              <w:rPr>
                <w:b w:val="0"/>
                <w:i w:val="0"/>
              </w:rPr>
              <w:t>Обра</w:t>
            </w:r>
            <w:r>
              <w:rPr>
                <w:b w:val="0"/>
                <w:i w:val="0"/>
              </w:rPr>
              <w:t>т</w:t>
            </w:r>
            <w:r w:rsidRPr="004E3537">
              <w:rPr>
                <w:b w:val="0"/>
                <w:i w:val="0"/>
              </w:rPr>
              <w:t>и заступника голови постійної комісії з питань земельних відносин, охорони навколишнього природного середовища, планування територій та містобудування Дудчака Миколу Миколайовича.</w:t>
            </w:r>
          </w:p>
          <w:p w:rsidR="000A6A4E" w:rsidRPr="004E3537" w:rsidRDefault="000A6A4E" w:rsidP="00AD2122">
            <w:pPr>
              <w:pStyle w:val="Heading2"/>
              <w:spacing w:before="8"/>
              <w:ind w:left="110" w:firstLine="130"/>
              <w:jc w:val="both"/>
              <w:rPr>
                <w:b w:val="0"/>
                <w:i w:val="0"/>
              </w:rPr>
            </w:pPr>
            <w:r w:rsidRPr="004E3537">
              <w:rPr>
                <w:b w:val="0"/>
                <w:i w:val="0"/>
              </w:rPr>
              <w:t xml:space="preserve">Обрати секретаря постійної комісії з питань земельних відносин, охорони навколишнього природного середовища, планування територій та містобудування </w:t>
            </w:r>
            <w:r>
              <w:rPr>
                <w:b w:val="0"/>
                <w:i w:val="0"/>
              </w:rPr>
              <w:t>Фурмана Віктора Антоновича.</w:t>
            </w:r>
          </w:p>
          <w:p w:rsidR="000A6A4E" w:rsidRPr="000D243F" w:rsidRDefault="000A6A4E" w:rsidP="000D243F">
            <w:pPr>
              <w:pStyle w:val="TableParagraph"/>
              <w:jc w:val="both"/>
              <w:rPr>
                <w:sz w:val="24"/>
              </w:rPr>
            </w:pPr>
          </w:p>
        </w:tc>
      </w:tr>
      <w:tr w:rsidR="000A6A4E" w:rsidTr="00AD2122">
        <w:trPr>
          <w:trHeight w:val="411"/>
        </w:trPr>
        <w:tc>
          <w:tcPr>
            <w:tcW w:w="2087" w:type="dxa"/>
          </w:tcPr>
          <w:p w:rsidR="000A6A4E" w:rsidRPr="000D243F" w:rsidRDefault="000A6A4E" w:rsidP="000D243F">
            <w:pPr>
              <w:pStyle w:val="TableParagraph"/>
              <w:spacing w:line="268" w:lineRule="exact"/>
              <w:ind w:left="200"/>
              <w:rPr>
                <w:b/>
                <w:sz w:val="24"/>
              </w:rPr>
            </w:pPr>
            <w:r w:rsidRPr="000D243F">
              <w:rPr>
                <w:b/>
                <w:sz w:val="24"/>
              </w:rPr>
              <w:t>ГОЛОСУВАЛИ:</w:t>
            </w:r>
          </w:p>
        </w:tc>
        <w:tc>
          <w:tcPr>
            <w:tcW w:w="7700" w:type="dxa"/>
          </w:tcPr>
          <w:p w:rsidR="000A6A4E" w:rsidRPr="000D243F" w:rsidRDefault="000A6A4E" w:rsidP="000D243F">
            <w:pPr>
              <w:pStyle w:val="TableParagraph"/>
              <w:spacing w:line="263" w:lineRule="exact"/>
              <w:ind w:left="359"/>
              <w:rPr>
                <w:b/>
                <w:sz w:val="24"/>
              </w:rPr>
            </w:pPr>
            <w:r w:rsidRPr="000D243F">
              <w:rPr>
                <w:sz w:val="24"/>
              </w:rPr>
              <w:t xml:space="preserve">За – </w:t>
            </w:r>
            <w:r>
              <w:rPr>
                <w:sz w:val="24"/>
              </w:rPr>
              <w:t>4</w:t>
            </w:r>
            <w:r w:rsidRPr="000D243F">
              <w:rPr>
                <w:sz w:val="24"/>
              </w:rPr>
              <w:t xml:space="preserve">, Проти – 0, Утрим. – 0, Не голос. – 0. </w:t>
            </w:r>
            <w:r w:rsidRPr="000D243F">
              <w:rPr>
                <w:b/>
                <w:sz w:val="24"/>
              </w:rPr>
              <w:t>ПРИЙНЯТО.</w:t>
            </w:r>
          </w:p>
        </w:tc>
      </w:tr>
      <w:tr w:rsidR="000A6A4E" w:rsidTr="00AD2122">
        <w:trPr>
          <w:trHeight w:val="1657"/>
        </w:trPr>
        <w:tc>
          <w:tcPr>
            <w:tcW w:w="2087" w:type="dxa"/>
          </w:tcPr>
          <w:p w:rsidR="000A6A4E" w:rsidRDefault="000A6A4E" w:rsidP="000D243F">
            <w:pPr>
              <w:pStyle w:val="TableParagraph"/>
              <w:spacing w:before="132"/>
              <w:ind w:left="200"/>
              <w:rPr>
                <w:b/>
                <w:sz w:val="24"/>
              </w:rPr>
            </w:pPr>
            <w:r>
              <w:rPr>
                <w:b/>
                <w:sz w:val="24"/>
              </w:rPr>
              <w:t>2.СЛУХАЛИ</w:t>
            </w:r>
            <w:r w:rsidRPr="000D243F">
              <w:rPr>
                <w:b/>
                <w:sz w:val="24"/>
              </w:rPr>
              <w:t>:</w:t>
            </w:r>
          </w:p>
          <w:p w:rsidR="000A6A4E" w:rsidRPr="004E3537" w:rsidRDefault="000A6A4E" w:rsidP="000D243F">
            <w:pPr>
              <w:pStyle w:val="TableParagraph"/>
              <w:spacing w:before="132"/>
              <w:ind w:left="200"/>
              <w:rPr>
                <w:b/>
                <w:sz w:val="24"/>
              </w:rPr>
            </w:pPr>
            <w:r>
              <w:rPr>
                <w:b/>
                <w:sz w:val="24"/>
              </w:rPr>
              <w:t>Мищака В.В.</w:t>
            </w:r>
          </w:p>
          <w:p w:rsidR="000A6A4E" w:rsidRPr="004E3537" w:rsidRDefault="000A6A4E" w:rsidP="000D243F">
            <w:pPr>
              <w:pStyle w:val="TableParagraph"/>
              <w:spacing w:before="132"/>
              <w:ind w:left="200"/>
              <w:rPr>
                <w:sz w:val="24"/>
              </w:rPr>
            </w:pPr>
          </w:p>
        </w:tc>
        <w:tc>
          <w:tcPr>
            <w:tcW w:w="7700" w:type="dxa"/>
          </w:tcPr>
          <w:p w:rsidR="000A6A4E" w:rsidRPr="00852092" w:rsidRDefault="000A6A4E" w:rsidP="00AD2122">
            <w:pPr>
              <w:pStyle w:val="TableParagraph"/>
              <w:spacing w:before="3" w:line="259" w:lineRule="exact"/>
              <w:ind w:left="110" w:firstLine="220"/>
              <w:jc w:val="both"/>
              <w:rPr>
                <w:sz w:val="24"/>
                <w:szCs w:val="24"/>
              </w:rPr>
            </w:pPr>
            <w:r>
              <w:rPr>
                <w:sz w:val="24"/>
                <w:szCs w:val="24"/>
              </w:rPr>
              <w:t>Н</w:t>
            </w:r>
            <w:r w:rsidRPr="00852092">
              <w:rPr>
                <w:sz w:val="24"/>
                <w:szCs w:val="24"/>
              </w:rPr>
              <w:t>ачальника відділ</w:t>
            </w:r>
            <w:r>
              <w:rPr>
                <w:sz w:val="24"/>
                <w:szCs w:val="24"/>
              </w:rPr>
              <w:t>у комунальної власності, житлово</w:t>
            </w:r>
            <w:r w:rsidRPr="00852092">
              <w:rPr>
                <w:sz w:val="24"/>
                <w:szCs w:val="24"/>
              </w:rPr>
              <w:t xml:space="preserve"> комунального господарства, благоустрою, зовнішньої реклами, охорони навколишнього природного середовища, інфраструктури та земельних відносин, який повідомив порядок щодо виділення земельних ділянок в натурі (на місцевості).</w:t>
            </w:r>
          </w:p>
        </w:tc>
      </w:tr>
      <w:tr w:rsidR="000A6A4E" w:rsidTr="00AD2122">
        <w:trPr>
          <w:trHeight w:val="1657"/>
        </w:trPr>
        <w:tc>
          <w:tcPr>
            <w:tcW w:w="2087" w:type="dxa"/>
          </w:tcPr>
          <w:p w:rsidR="000A6A4E" w:rsidRDefault="000A6A4E" w:rsidP="000D243F">
            <w:pPr>
              <w:pStyle w:val="TableParagraph"/>
              <w:spacing w:before="132"/>
              <w:ind w:left="200"/>
              <w:rPr>
                <w:b/>
                <w:sz w:val="24"/>
              </w:rPr>
            </w:pPr>
            <w:r>
              <w:rPr>
                <w:b/>
                <w:sz w:val="24"/>
              </w:rPr>
              <w:t>Вирішили:</w:t>
            </w:r>
          </w:p>
        </w:tc>
        <w:tc>
          <w:tcPr>
            <w:tcW w:w="7700" w:type="dxa"/>
          </w:tcPr>
          <w:p w:rsidR="000A6A4E" w:rsidRPr="00267851" w:rsidRDefault="000A6A4E" w:rsidP="00AD2122">
            <w:pPr>
              <w:ind w:left="110" w:firstLine="220"/>
              <w:jc w:val="both"/>
              <w:rPr>
                <w:sz w:val="24"/>
                <w:szCs w:val="24"/>
                <w:lang w:eastAsia="ru-RU"/>
              </w:rPr>
            </w:pPr>
            <w:r w:rsidRPr="00267851">
              <w:rPr>
                <w:sz w:val="24"/>
                <w:szCs w:val="24"/>
              </w:rPr>
              <w:t>Підтримати проект рішен</w:t>
            </w:r>
            <w:r>
              <w:rPr>
                <w:sz w:val="24"/>
                <w:szCs w:val="24"/>
              </w:rPr>
              <w:t>ня</w:t>
            </w:r>
            <w:r w:rsidRPr="00267851">
              <w:rPr>
                <w:sz w:val="24"/>
                <w:szCs w:val="24"/>
              </w:rPr>
              <w:t xml:space="preserve"> позачергової сесії селищної ради </w:t>
            </w:r>
            <w:r w:rsidRPr="00267851">
              <w:rPr>
                <w:color w:val="333333"/>
                <w:sz w:val="24"/>
                <w:szCs w:val="24"/>
                <w:shd w:val="clear" w:color="auto" w:fill="FFFFFF"/>
                <w:lang w:eastAsia="en-US"/>
              </w:rPr>
              <w:t>VIIІ</w:t>
            </w:r>
            <w:r>
              <w:rPr>
                <w:color w:val="333333"/>
                <w:sz w:val="24"/>
                <w:szCs w:val="24"/>
                <w:shd w:val="clear" w:color="auto" w:fill="FFFFFF"/>
                <w:lang w:eastAsia="en-US"/>
              </w:rPr>
              <w:t xml:space="preserve">              </w:t>
            </w:r>
            <w:r w:rsidRPr="00267851">
              <w:rPr>
                <w:sz w:val="24"/>
                <w:szCs w:val="24"/>
                <w:lang w:eastAsia="ru-RU"/>
              </w:rPr>
              <w:t xml:space="preserve"> </w:t>
            </w:r>
            <w:r>
              <w:rPr>
                <w:sz w:val="24"/>
                <w:szCs w:val="24"/>
                <w:lang w:eastAsia="ru-RU"/>
              </w:rPr>
              <w:t xml:space="preserve">           </w:t>
            </w:r>
            <w:r w:rsidRPr="00267851">
              <w:rPr>
                <w:sz w:val="24"/>
                <w:szCs w:val="24"/>
                <w:lang w:eastAsia="ru-RU"/>
              </w:rPr>
              <w:t>скликання від 10 грудня 2020 року а саме:</w:t>
            </w:r>
          </w:p>
          <w:p w:rsidR="000A6A4E" w:rsidRPr="00267851" w:rsidRDefault="000A6A4E" w:rsidP="00AD2122">
            <w:pPr>
              <w:pStyle w:val="BodyText"/>
              <w:ind w:left="200" w:right="483"/>
              <w:jc w:val="both"/>
            </w:pPr>
            <w:r w:rsidRPr="00267851">
              <w:t>1. Про виділення земельних ділянок в натурі (на місцевості)</w:t>
            </w:r>
          </w:p>
          <w:p w:rsidR="000A6A4E" w:rsidRPr="00852092" w:rsidRDefault="000A6A4E" w:rsidP="000D243F">
            <w:pPr>
              <w:pStyle w:val="TableParagraph"/>
              <w:spacing w:before="3" w:line="259" w:lineRule="exact"/>
              <w:ind w:left="359"/>
              <w:jc w:val="both"/>
              <w:rPr>
                <w:sz w:val="24"/>
                <w:szCs w:val="24"/>
              </w:rPr>
            </w:pPr>
          </w:p>
        </w:tc>
      </w:tr>
      <w:tr w:rsidR="000A6A4E" w:rsidTr="00AD2122">
        <w:trPr>
          <w:trHeight w:val="1657"/>
        </w:trPr>
        <w:tc>
          <w:tcPr>
            <w:tcW w:w="2087" w:type="dxa"/>
          </w:tcPr>
          <w:p w:rsidR="000A6A4E" w:rsidRPr="000D243F" w:rsidRDefault="000A6A4E" w:rsidP="0003694A">
            <w:pPr>
              <w:pStyle w:val="TableParagraph"/>
              <w:spacing w:line="268" w:lineRule="exact"/>
              <w:ind w:left="200"/>
              <w:rPr>
                <w:b/>
                <w:sz w:val="24"/>
              </w:rPr>
            </w:pPr>
            <w:r w:rsidRPr="000D243F">
              <w:rPr>
                <w:b/>
                <w:sz w:val="24"/>
              </w:rPr>
              <w:t>ГОЛОСУВАЛИ:</w:t>
            </w:r>
          </w:p>
        </w:tc>
        <w:tc>
          <w:tcPr>
            <w:tcW w:w="7700" w:type="dxa"/>
          </w:tcPr>
          <w:p w:rsidR="000A6A4E" w:rsidRPr="000D243F" w:rsidRDefault="000A6A4E" w:rsidP="0003694A">
            <w:pPr>
              <w:pStyle w:val="TableParagraph"/>
              <w:spacing w:line="263" w:lineRule="exact"/>
              <w:ind w:left="359"/>
              <w:rPr>
                <w:b/>
                <w:sz w:val="24"/>
              </w:rPr>
            </w:pPr>
            <w:r w:rsidRPr="000D243F">
              <w:rPr>
                <w:sz w:val="24"/>
              </w:rPr>
              <w:t xml:space="preserve">За – </w:t>
            </w:r>
            <w:r>
              <w:rPr>
                <w:sz w:val="24"/>
              </w:rPr>
              <w:t>4</w:t>
            </w:r>
            <w:r w:rsidRPr="000D243F">
              <w:rPr>
                <w:sz w:val="24"/>
              </w:rPr>
              <w:t xml:space="preserve">, Проти – 0, Утрим. – 0, Не голос. – 0. </w:t>
            </w:r>
            <w:r w:rsidRPr="000D243F">
              <w:rPr>
                <w:b/>
                <w:sz w:val="24"/>
              </w:rPr>
              <w:t>ПРИЙНЯТО.</w:t>
            </w:r>
          </w:p>
        </w:tc>
      </w:tr>
      <w:tr w:rsidR="000A6A4E" w:rsidTr="00AD2122">
        <w:trPr>
          <w:trHeight w:val="1657"/>
        </w:trPr>
        <w:tc>
          <w:tcPr>
            <w:tcW w:w="2087" w:type="dxa"/>
          </w:tcPr>
          <w:p w:rsidR="000A6A4E" w:rsidRDefault="000A6A4E" w:rsidP="0003694A">
            <w:pPr>
              <w:pStyle w:val="TableParagraph"/>
              <w:spacing w:line="268" w:lineRule="exact"/>
              <w:ind w:left="200"/>
              <w:rPr>
                <w:b/>
                <w:sz w:val="24"/>
              </w:rPr>
            </w:pPr>
            <w:r>
              <w:rPr>
                <w:b/>
                <w:sz w:val="24"/>
              </w:rPr>
              <w:t>3.Слухали:</w:t>
            </w:r>
          </w:p>
          <w:p w:rsidR="000A6A4E" w:rsidRPr="00CF38D4" w:rsidRDefault="000A6A4E" w:rsidP="00CF38D4">
            <w:r>
              <w:rPr>
                <w:b/>
                <w:sz w:val="24"/>
              </w:rPr>
              <w:t xml:space="preserve">    Мищака В.В</w:t>
            </w:r>
          </w:p>
        </w:tc>
        <w:tc>
          <w:tcPr>
            <w:tcW w:w="7700" w:type="dxa"/>
          </w:tcPr>
          <w:p w:rsidR="000A6A4E" w:rsidRPr="000D243F" w:rsidRDefault="000A6A4E" w:rsidP="00AD2122">
            <w:pPr>
              <w:pStyle w:val="TableParagraph"/>
              <w:spacing w:line="263" w:lineRule="exact"/>
              <w:ind w:left="110" w:firstLine="110"/>
              <w:jc w:val="both"/>
              <w:rPr>
                <w:sz w:val="24"/>
              </w:rPr>
            </w:pPr>
            <w:r>
              <w:rPr>
                <w:sz w:val="24"/>
                <w:szCs w:val="24"/>
              </w:rPr>
              <w:t>Н</w:t>
            </w:r>
            <w:r w:rsidRPr="00852092">
              <w:rPr>
                <w:sz w:val="24"/>
                <w:szCs w:val="24"/>
              </w:rPr>
              <w:t>ачальника відділу комунальної власності, житлов</w:t>
            </w:r>
            <w:r>
              <w:rPr>
                <w:sz w:val="24"/>
                <w:szCs w:val="24"/>
              </w:rPr>
              <w:t>о</w:t>
            </w:r>
            <w:r w:rsidRPr="00852092">
              <w:rPr>
                <w:sz w:val="24"/>
                <w:szCs w:val="24"/>
              </w:rPr>
              <w:t xml:space="preserve"> комунального господарства, благоустрою, зовнішньої реклами, охорони навколишнього природного середовища, інфраструктури та земельних відносин, який повідомив порядок проведення нормативно грошової оцінки земель населених пунктів</w:t>
            </w:r>
            <w:r>
              <w:rPr>
                <w:sz w:val="24"/>
                <w:szCs w:val="24"/>
              </w:rPr>
              <w:t>.</w:t>
            </w:r>
          </w:p>
        </w:tc>
      </w:tr>
      <w:tr w:rsidR="000A6A4E" w:rsidTr="00AD2122">
        <w:trPr>
          <w:trHeight w:val="1631"/>
        </w:trPr>
        <w:tc>
          <w:tcPr>
            <w:tcW w:w="2087" w:type="dxa"/>
          </w:tcPr>
          <w:p w:rsidR="000A6A4E" w:rsidRDefault="000A6A4E" w:rsidP="000D243F">
            <w:pPr>
              <w:pStyle w:val="TableParagraph"/>
              <w:spacing w:before="132"/>
              <w:ind w:left="200"/>
              <w:rPr>
                <w:b/>
                <w:sz w:val="24"/>
              </w:rPr>
            </w:pPr>
            <w:r>
              <w:rPr>
                <w:b/>
                <w:sz w:val="24"/>
              </w:rPr>
              <w:t>ВИРІШИЛИ:</w:t>
            </w:r>
          </w:p>
          <w:p w:rsidR="000A6A4E" w:rsidRDefault="000A6A4E" w:rsidP="000D243F">
            <w:pPr>
              <w:pStyle w:val="TableParagraph"/>
              <w:spacing w:before="132"/>
              <w:ind w:left="200"/>
              <w:rPr>
                <w:b/>
                <w:sz w:val="24"/>
              </w:rPr>
            </w:pPr>
          </w:p>
        </w:tc>
        <w:tc>
          <w:tcPr>
            <w:tcW w:w="7700" w:type="dxa"/>
          </w:tcPr>
          <w:p w:rsidR="000A6A4E" w:rsidRPr="00267851" w:rsidRDefault="000A6A4E" w:rsidP="00AD2122">
            <w:pPr>
              <w:ind w:left="110" w:firstLine="110"/>
              <w:jc w:val="both"/>
              <w:rPr>
                <w:sz w:val="24"/>
                <w:szCs w:val="24"/>
                <w:lang w:eastAsia="ru-RU"/>
              </w:rPr>
            </w:pPr>
            <w:r w:rsidRPr="00267851">
              <w:rPr>
                <w:sz w:val="24"/>
                <w:szCs w:val="24"/>
              </w:rPr>
              <w:t>Підтримати проект рішен</w:t>
            </w:r>
            <w:r>
              <w:rPr>
                <w:sz w:val="24"/>
                <w:szCs w:val="24"/>
              </w:rPr>
              <w:t>ня</w:t>
            </w:r>
            <w:r w:rsidRPr="00267851">
              <w:rPr>
                <w:sz w:val="24"/>
                <w:szCs w:val="24"/>
              </w:rPr>
              <w:t xml:space="preserve"> позачергової сесії селищної ради </w:t>
            </w:r>
            <w:r w:rsidRPr="00267851">
              <w:rPr>
                <w:color w:val="333333"/>
                <w:sz w:val="24"/>
                <w:szCs w:val="24"/>
                <w:shd w:val="clear" w:color="auto" w:fill="FFFFFF"/>
                <w:lang w:eastAsia="en-US"/>
              </w:rPr>
              <w:t>VIIІ</w:t>
            </w:r>
            <w:r w:rsidRPr="00267851">
              <w:rPr>
                <w:sz w:val="24"/>
                <w:szCs w:val="24"/>
                <w:lang w:eastAsia="ru-RU"/>
              </w:rPr>
              <w:t xml:space="preserve"> скликання від 10 грудня 2020 року а саме:</w:t>
            </w:r>
          </w:p>
          <w:p w:rsidR="000A6A4E" w:rsidRPr="00267851" w:rsidRDefault="000A6A4E" w:rsidP="00AD2122">
            <w:pPr>
              <w:pStyle w:val="BodyText"/>
              <w:ind w:left="110" w:right="483" w:firstLine="110"/>
              <w:jc w:val="both"/>
            </w:pPr>
            <w:r w:rsidRPr="00267851">
              <w:t>Про проведення нормативної грошової оцінки земель населеного пункту Заміхів.</w:t>
            </w:r>
          </w:p>
          <w:p w:rsidR="000A6A4E" w:rsidRDefault="000A6A4E" w:rsidP="004E3537">
            <w:pPr>
              <w:pStyle w:val="BodyText"/>
              <w:ind w:left="200" w:right="483"/>
              <w:jc w:val="both"/>
            </w:pPr>
          </w:p>
          <w:p w:rsidR="000A6A4E" w:rsidRPr="004E3537" w:rsidRDefault="000A6A4E" w:rsidP="004E3537">
            <w:pPr>
              <w:pStyle w:val="BodyText"/>
              <w:ind w:left="200" w:right="483"/>
              <w:jc w:val="both"/>
            </w:pPr>
          </w:p>
        </w:tc>
      </w:tr>
      <w:tr w:rsidR="000A6A4E" w:rsidTr="00AD2122">
        <w:trPr>
          <w:trHeight w:val="732"/>
        </w:trPr>
        <w:tc>
          <w:tcPr>
            <w:tcW w:w="2087" w:type="dxa"/>
          </w:tcPr>
          <w:p w:rsidR="000A6A4E" w:rsidRDefault="000A6A4E" w:rsidP="000D243F">
            <w:pPr>
              <w:pStyle w:val="TableParagraph"/>
              <w:spacing w:before="132"/>
              <w:ind w:left="200"/>
              <w:rPr>
                <w:b/>
                <w:sz w:val="24"/>
              </w:rPr>
            </w:pPr>
            <w:r>
              <w:rPr>
                <w:b/>
                <w:sz w:val="24"/>
              </w:rPr>
              <w:t>ГОЛОСУВАЛИ</w:t>
            </w:r>
          </w:p>
        </w:tc>
        <w:tc>
          <w:tcPr>
            <w:tcW w:w="7700" w:type="dxa"/>
          </w:tcPr>
          <w:p w:rsidR="000A6A4E" w:rsidRPr="004E3537" w:rsidRDefault="000A6A4E" w:rsidP="004E3537">
            <w:pPr>
              <w:pStyle w:val="BodyText"/>
              <w:ind w:left="200" w:right="483"/>
              <w:jc w:val="both"/>
            </w:pPr>
            <w:r w:rsidRPr="000D243F">
              <w:t xml:space="preserve">За – </w:t>
            </w:r>
            <w:r>
              <w:t>4</w:t>
            </w:r>
            <w:r w:rsidRPr="000D243F">
              <w:t xml:space="preserve">, Проти – 0, Утрим. – 0, Не голос. – 0. </w:t>
            </w:r>
            <w:r w:rsidRPr="000D243F">
              <w:rPr>
                <w:b/>
              </w:rPr>
              <w:t>ПРИЙНЯТО.</w:t>
            </w:r>
          </w:p>
        </w:tc>
      </w:tr>
    </w:tbl>
    <w:p w:rsidR="000A6A4E" w:rsidRDefault="000A6A4E">
      <w:pPr>
        <w:pStyle w:val="BodyText"/>
        <w:rPr>
          <w:sz w:val="20"/>
        </w:rPr>
      </w:pPr>
    </w:p>
    <w:p w:rsidR="000A6A4E" w:rsidRDefault="000A6A4E">
      <w:pPr>
        <w:pStyle w:val="BodyText"/>
        <w:rPr>
          <w:sz w:val="20"/>
        </w:rPr>
      </w:pPr>
    </w:p>
    <w:p w:rsidR="000A6A4E" w:rsidRDefault="000A6A4E">
      <w:pPr>
        <w:pStyle w:val="BodyText"/>
        <w:spacing w:before="11"/>
        <w:rPr>
          <w:sz w:val="23"/>
        </w:rPr>
      </w:pPr>
    </w:p>
    <w:p w:rsidR="000A6A4E" w:rsidRDefault="000A6A4E" w:rsidP="00173CBF">
      <w:pPr>
        <w:pStyle w:val="BodyText"/>
        <w:tabs>
          <w:tab w:val="left" w:pos="4708"/>
          <w:tab w:val="left" w:pos="7988"/>
        </w:tabs>
        <w:spacing w:before="90"/>
        <w:ind w:left="200"/>
      </w:pPr>
      <w:r>
        <w:t>Голова</w:t>
      </w:r>
      <w:r>
        <w:rPr>
          <w:spacing w:val="-2"/>
        </w:rPr>
        <w:t xml:space="preserve"> </w:t>
      </w:r>
      <w:r>
        <w:t>комісії</w:t>
      </w:r>
      <w:r>
        <w:tab/>
      </w:r>
      <w:r>
        <w:tab/>
        <w:t>Г. ГРИНЧУК</w:t>
      </w:r>
    </w:p>
    <w:p w:rsidR="000A6A4E" w:rsidRDefault="000A6A4E">
      <w:pPr>
        <w:pStyle w:val="BodyText"/>
        <w:rPr>
          <w:sz w:val="26"/>
        </w:rPr>
      </w:pPr>
    </w:p>
    <w:p w:rsidR="000A6A4E" w:rsidRDefault="000A6A4E">
      <w:pPr>
        <w:pStyle w:val="BodyText"/>
        <w:tabs>
          <w:tab w:val="left" w:pos="7988"/>
        </w:tabs>
        <w:ind w:left="200"/>
        <w:rPr>
          <w:sz w:val="26"/>
        </w:rPr>
      </w:pPr>
    </w:p>
    <w:p w:rsidR="000A6A4E" w:rsidRDefault="000A6A4E">
      <w:pPr>
        <w:pStyle w:val="BodyText"/>
        <w:tabs>
          <w:tab w:val="left" w:pos="7988"/>
        </w:tabs>
        <w:ind w:left="200"/>
      </w:pPr>
      <w:r>
        <w:t>Секретар</w:t>
      </w:r>
      <w:r>
        <w:rPr>
          <w:spacing w:val="-3"/>
        </w:rPr>
        <w:t xml:space="preserve"> </w:t>
      </w:r>
      <w:r>
        <w:t xml:space="preserve">комісії                                                                                                     В.ФУРМАН                      </w:t>
      </w:r>
      <w:r>
        <w:tab/>
      </w:r>
    </w:p>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Pr="00FB0ABF" w:rsidRDefault="000A6A4E" w:rsidP="00FB0ABF"/>
    <w:p w:rsidR="000A6A4E" w:rsidRDefault="000A6A4E" w:rsidP="00FB0ABF"/>
    <w:p w:rsidR="000A6A4E" w:rsidRDefault="000A6A4E" w:rsidP="00FB0ABF">
      <w:pPr>
        <w:tabs>
          <w:tab w:val="left" w:pos="4145"/>
        </w:tabs>
      </w:pPr>
      <w:r>
        <w:tab/>
      </w:r>
    </w:p>
    <w:p w:rsidR="000A6A4E" w:rsidRDefault="000A6A4E" w:rsidP="00FB0ABF">
      <w:pPr>
        <w:tabs>
          <w:tab w:val="left" w:pos="4145"/>
        </w:tabs>
      </w:pPr>
    </w:p>
    <w:p w:rsidR="000A6A4E" w:rsidRDefault="000A6A4E" w:rsidP="00FB0ABF">
      <w:pPr>
        <w:tabs>
          <w:tab w:val="left" w:pos="4145"/>
        </w:tabs>
      </w:pPr>
    </w:p>
    <w:p w:rsidR="000A6A4E" w:rsidRDefault="000A6A4E" w:rsidP="00FB0ABF">
      <w:pPr>
        <w:tabs>
          <w:tab w:val="left" w:pos="4145"/>
        </w:tabs>
      </w:pPr>
    </w:p>
    <w:p w:rsidR="000A6A4E" w:rsidRDefault="000A6A4E" w:rsidP="00FB0ABF">
      <w:pPr>
        <w:tabs>
          <w:tab w:val="left" w:pos="4145"/>
        </w:tabs>
      </w:pPr>
    </w:p>
    <w:p w:rsidR="000A6A4E" w:rsidRDefault="000A6A4E" w:rsidP="00FB0ABF">
      <w:pPr>
        <w:tabs>
          <w:tab w:val="left" w:pos="4145"/>
        </w:tabs>
      </w:pPr>
    </w:p>
    <w:p w:rsidR="000A6A4E" w:rsidRDefault="000A6A4E" w:rsidP="00FB0ABF">
      <w:pPr>
        <w:tabs>
          <w:tab w:val="left" w:pos="4145"/>
        </w:tabs>
      </w:pPr>
    </w:p>
    <w:p w:rsidR="000A6A4E" w:rsidRDefault="000A6A4E" w:rsidP="00FB0ABF">
      <w:pPr>
        <w:tabs>
          <w:tab w:val="left" w:pos="4145"/>
        </w:tabs>
      </w:pPr>
    </w:p>
    <w:p w:rsidR="000A6A4E" w:rsidRDefault="000A6A4E" w:rsidP="00FB0ABF">
      <w:pPr>
        <w:tabs>
          <w:tab w:val="left" w:pos="4145"/>
        </w:tabs>
      </w:pPr>
    </w:p>
    <w:p w:rsidR="000A6A4E" w:rsidRDefault="000A6A4E" w:rsidP="00FB0ABF">
      <w:pPr>
        <w:pStyle w:val="Heading1"/>
        <w:spacing w:before="71"/>
      </w:pPr>
      <w:r>
        <w:t>ПРОТОКОЛ №2</w:t>
      </w:r>
    </w:p>
    <w:p w:rsidR="000A6A4E" w:rsidRDefault="000A6A4E" w:rsidP="00FB0ABF">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FB0ABF">
      <w:pPr>
        <w:spacing w:before="5" w:line="237" w:lineRule="auto"/>
        <w:ind w:left="262" w:right="550"/>
        <w:jc w:val="center"/>
        <w:rPr>
          <w:b/>
          <w:sz w:val="24"/>
        </w:rPr>
      </w:pPr>
      <w:r>
        <w:rPr>
          <w:b/>
          <w:sz w:val="24"/>
        </w:rPr>
        <w:t>планування території та містобудування</w:t>
      </w:r>
    </w:p>
    <w:p w:rsidR="000A6A4E" w:rsidRDefault="000A6A4E" w:rsidP="00FB0ABF">
      <w:pPr>
        <w:tabs>
          <w:tab w:val="right" w:pos="9491"/>
        </w:tabs>
        <w:spacing w:before="273"/>
        <w:ind w:left="200"/>
        <w:rPr>
          <w:i/>
          <w:sz w:val="24"/>
        </w:rPr>
      </w:pPr>
      <w:r>
        <w:rPr>
          <w:i/>
          <w:sz w:val="24"/>
        </w:rPr>
        <w:t>23 грудня</w:t>
      </w:r>
      <w:r>
        <w:rPr>
          <w:i/>
          <w:spacing w:val="3"/>
          <w:sz w:val="24"/>
        </w:rPr>
        <w:t xml:space="preserve"> </w:t>
      </w:r>
      <w:r>
        <w:rPr>
          <w:i/>
          <w:sz w:val="24"/>
        </w:rPr>
        <w:t>2020</w:t>
      </w:r>
      <w:r>
        <w:rPr>
          <w:i/>
          <w:spacing w:val="2"/>
          <w:sz w:val="24"/>
        </w:rPr>
        <w:t xml:space="preserve"> </w:t>
      </w:r>
      <w:r>
        <w:rPr>
          <w:i/>
          <w:sz w:val="24"/>
        </w:rPr>
        <w:t>року</w:t>
      </w:r>
      <w:r>
        <w:rPr>
          <w:i/>
          <w:sz w:val="24"/>
        </w:rPr>
        <w:tab/>
        <w:t>13.00</w:t>
      </w:r>
    </w:p>
    <w:p w:rsidR="000A6A4E" w:rsidRDefault="000A6A4E" w:rsidP="00FB0ABF">
      <w:pPr>
        <w:tabs>
          <w:tab w:val="right" w:pos="9491"/>
        </w:tabs>
        <w:spacing w:before="273"/>
        <w:ind w:left="200"/>
        <w:rPr>
          <w:i/>
          <w:sz w:val="24"/>
        </w:rPr>
      </w:pPr>
    </w:p>
    <w:p w:rsidR="000A6A4E" w:rsidRDefault="000A6A4E" w:rsidP="00FB0ABF">
      <w:pPr>
        <w:pStyle w:val="Heading2"/>
        <w:spacing w:line="242" w:lineRule="auto"/>
        <w:ind w:right="6779"/>
        <w:rPr>
          <w:b w:val="0"/>
        </w:rPr>
      </w:pPr>
      <w:r>
        <w:t xml:space="preserve">Всього членів комісії – </w:t>
      </w:r>
      <w:r w:rsidRPr="00FA0114">
        <w:rPr>
          <w:b w:val="0"/>
          <w:i w:val="0"/>
        </w:rPr>
        <w:t>5 чол</w:t>
      </w:r>
      <w:r w:rsidRPr="00FA0114">
        <w:rPr>
          <w:b w:val="0"/>
        </w:rPr>
        <w:t>.</w:t>
      </w:r>
    </w:p>
    <w:p w:rsidR="000A6A4E" w:rsidRDefault="000A6A4E" w:rsidP="00FB0ABF">
      <w:pPr>
        <w:pStyle w:val="Heading2"/>
        <w:spacing w:line="242" w:lineRule="auto"/>
        <w:ind w:right="6779"/>
      </w:pPr>
    </w:p>
    <w:p w:rsidR="000A6A4E" w:rsidRDefault="000A6A4E" w:rsidP="00FB0ABF">
      <w:pPr>
        <w:pStyle w:val="BodyText"/>
        <w:spacing w:line="266" w:lineRule="exact"/>
        <w:ind w:left="200"/>
      </w:pPr>
      <w:r>
        <w:rPr>
          <w:b/>
          <w:i/>
        </w:rPr>
        <w:t xml:space="preserve">Присутні: </w:t>
      </w:r>
      <w:r>
        <w:t>Гринчук Г. П., Дудчак М.М., Кищук І,І.</w:t>
      </w:r>
    </w:p>
    <w:p w:rsidR="000A6A4E" w:rsidRPr="00FA0114" w:rsidRDefault="000A6A4E" w:rsidP="00FB0ABF">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FB0ABF">
      <w:pPr>
        <w:pStyle w:val="BodyText"/>
        <w:spacing w:line="272" w:lineRule="exact"/>
        <w:ind w:left="200"/>
      </w:pPr>
      <w:r>
        <w:rPr>
          <w:b/>
          <w:i/>
        </w:rPr>
        <w:t xml:space="preserve">Запрошені: </w:t>
      </w:r>
      <w:r>
        <w:t>Р.Садлій – перший заступник Новоушицького селищного голови, В.Мищак начальник відділу комунальної власності, житлова комунального господарства, благоустрою, зовнішньої реклами, охорони навколишнього природного середовища, інфраструктури та земельних відносин</w:t>
      </w:r>
    </w:p>
    <w:p w:rsidR="000A6A4E" w:rsidRPr="00267851" w:rsidRDefault="000A6A4E" w:rsidP="00FB0ABF">
      <w:pPr>
        <w:pStyle w:val="BodyText"/>
        <w:spacing w:before="161"/>
        <w:ind w:left="262" w:right="550"/>
        <w:jc w:val="center"/>
        <w:rPr>
          <w:b/>
        </w:rPr>
      </w:pPr>
      <w:r w:rsidRPr="00267851">
        <w:rPr>
          <w:b/>
        </w:rPr>
        <w:t>ПОРЯДОК ДЕННИЙ</w:t>
      </w:r>
    </w:p>
    <w:p w:rsidR="000A6A4E" w:rsidRDefault="000A6A4E" w:rsidP="00FB0ABF">
      <w:pPr>
        <w:pStyle w:val="BodyText"/>
        <w:spacing w:before="11"/>
        <w:rPr>
          <w:sz w:val="23"/>
        </w:rPr>
      </w:pPr>
    </w:p>
    <w:p w:rsidR="000A6A4E" w:rsidRPr="00FB0ABF" w:rsidRDefault="000A6A4E" w:rsidP="00FB0ABF">
      <w:pPr>
        <w:pStyle w:val="BodyText"/>
        <w:numPr>
          <w:ilvl w:val="0"/>
          <w:numId w:val="13"/>
        </w:numPr>
        <w:ind w:right="483"/>
        <w:jc w:val="both"/>
      </w:pPr>
      <w:r w:rsidRPr="00FB0ABF">
        <w:t>П</w:t>
      </w:r>
      <w:hyperlink r:id="rId5" w:history="1">
        <w:r w:rsidRPr="00FB0ABF">
          <w:rPr>
            <w:rStyle w:val="Hyperlink"/>
            <w:color w:val="auto"/>
            <w:bdr w:val="none" w:sz="0" w:space="0" w:color="auto" w:frame="1"/>
            <w:shd w:val="clear" w:color="auto" w:fill="FFFFFF"/>
          </w:rPr>
          <w:t>ро затвердження Комплексної цільової Програми розвитку житлово-комунального господарства та благоустрою території Новоушицької селищної територіальної громади на 2021 рік;</w:t>
        </w:r>
      </w:hyperlink>
      <w:r w:rsidRPr="00FB0ABF">
        <w:rPr>
          <w:shd w:val="clear" w:color="auto" w:fill="FFFFFF"/>
        </w:rPr>
        <w:t> </w:t>
      </w:r>
      <w:r w:rsidRPr="00FB0ABF">
        <w:t xml:space="preserve"> </w:t>
      </w:r>
    </w:p>
    <w:p w:rsidR="000A6A4E" w:rsidRPr="00FB0ABF" w:rsidRDefault="000A6A4E" w:rsidP="00FB0ABF">
      <w:pPr>
        <w:pStyle w:val="BodyText"/>
        <w:numPr>
          <w:ilvl w:val="0"/>
          <w:numId w:val="13"/>
        </w:numPr>
        <w:ind w:right="483"/>
        <w:jc w:val="both"/>
      </w:pPr>
      <w:hyperlink r:id="rId6" w:history="1">
        <w:r w:rsidRPr="00FB0ABF">
          <w:rPr>
            <w:rStyle w:val="Hyperlink"/>
            <w:color w:val="auto"/>
            <w:bdr w:val="none" w:sz="0" w:space="0" w:color="auto" w:frame="1"/>
          </w:rPr>
          <w:t>Про затвердження Програми будівництва ремонту та утримання комунальних доріг Новоушицької селищної територіальної громади на 2021 рік;</w:t>
        </w:r>
      </w:hyperlink>
    </w:p>
    <w:p w:rsidR="000A6A4E" w:rsidRPr="00566C86" w:rsidRDefault="000A6A4E" w:rsidP="00FB0ABF">
      <w:pPr>
        <w:pStyle w:val="BodyText"/>
        <w:numPr>
          <w:ilvl w:val="0"/>
          <w:numId w:val="13"/>
        </w:numPr>
        <w:ind w:right="483"/>
        <w:jc w:val="both"/>
      </w:pPr>
      <w:r w:rsidRPr="00FB0ABF">
        <w:rPr>
          <w:bdr w:val="none" w:sz="0" w:space="0" w:color="auto" w:frame="1"/>
        </w:rPr>
        <w:t> Про затвердження Програми охорони навколишнього природного середовища на 2021 рік.</w:t>
      </w:r>
    </w:p>
    <w:p w:rsidR="000A6A4E" w:rsidRPr="00FB0ABF" w:rsidRDefault="000A6A4E" w:rsidP="00566C86">
      <w:pPr>
        <w:pStyle w:val="BodyText"/>
        <w:ind w:left="200" w:right="483"/>
        <w:jc w:val="both"/>
      </w:pPr>
    </w:p>
    <w:p w:rsidR="000A6A4E" w:rsidRDefault="000A6A4E" w:rsidP="00FB0ABF">
      <w:pPr>
        <w:pStyle w:val="BodyText"/>
        <w:ind w:right="483"/>
        <w:jc w:val="both"/>
        <w:rPr>
          <w:sz w:val="15"/>
        </w:rPr>
      </w:pPr>
    </w:p>
    <w:tbl>
      <w:tblPr>
        <w:tblW w:w="0" w:type="auto"/>
        <w:tblInd w:w="113" w:type="dxa"/>
        <w:tblLayout w:type="fixed"/>
        <w:tblCellMar>
          <w:left w:w="0" w:type="dxa"/>
          <w:right w:w="0" w:type="dxa"/>
        </w:tblCellMar>
        <w:tblLook w:val="01E0"/>
      </w:tblPr>
      <w:tblGrid>
        <w:gridCol w:w="2087"/>
        <w:gridCol w:w="7700"/>
      </w:tblGrid>
      <w:tr w:rsidR="000A6A4E" w:rsidTr="003B7689">
        <w:trPr>
          <w:trHeight w:val="1347"/>
        </w:trPr>
        <w:tc>
          <w:tcPr>
            <w:tcW w:w="2087" w:type="dxa"/>
          </w:tcPr>
          <w:p w:rsidR="000A6A4E" w:rsidRPr="000D243F" w:rsidRDefault="000A6A4E" w:rsidP="003B7689">
            <w:pPr>
              <w:pStyle w:val="TableParagraph"/>
              <w:spacing w:line="262" w:lineRule="exact"/>
              <w:ind w:left="200"/>
              <w:rPr>
                <w:b/>
                <w:sz w:val="24"/>
              </w:rPr>
            </w:pPr>
            <w:r w:rsidRPr="000D243F">
              <w:rPr>
                <w:b/>
                <w:sz w:val="24"/>
              </w:rPr>
              <w:t xml:space="preserve"> </w:t>
            </w:r>
            <w:r>
              <w:rPr>
                <w:b/>
                <w:sz w:val="24"/>
              </w:rPr>
              <w:t xml:space="preserve">1. </w:t>
            </w:r>
            <w:r w:rsidRPr="000D243F">
              <w:rPr>
                <w:b/>
                <w:sz w:val="24"/>
              </w:rPr>
              <w:t>СЛУХАЛИ:</w:t>
            </w:r>
          </w:p>
          <w:p w:rsidR="000A6A4E" w:rsidRPr="000D243F" w:rsidRDefault="000A6A4E" w:rsidP="003B7689">
            <w:pPr>
              <w:pStyle w:val="TableParagraph"/>
              <w:spacing w:line="272" w:lineRule="exact"/>
              <w:ind w:left="200"/>
              <w:rPr>
                <w:sz w:val="24"/>
              </w:rPr>
            </w:pPr>
            <w:r w:rsidRPr="00AD2122">
              <w:rPr>
                <w:b/>
                <w:sz w:val="24"/>
              </w:rPr>
              <w:t xml:space="preserve">  Гринчука Г.П</w:t>
            </w:r>
            <w:r>
              <w:rPr>
                <w:sz w:val="24"/>
              </w:rPr>
              <w:t>.</w:t>
            </w:r>
          </w:p>
        </w:tc>
        <w:tc>
          <w:tcPr>
            <w:tcW w:w="7700" w:type="dxa"/>
          </w:tcPr>
          <w:p w:rsidR="000A6A4E" w:rsidRPr="006438B0" w:rsidRDefault="000A6A4E" w:rsidP="006438B0">
            <w:pPr>
              <w:pStyle w:val="BodyText"/>
              <w:ind w:left="200" w:right="483"/>
              <w:jc w:val="both"/>
            </w:pPr>
            <w:r w:rsidRPr="006438B0">
              <w:t>На</w:t>
            </w:r>
            <w:r w:rsidRPr="006438B0">
              <w:rPr>
                <w:spacing w:val="-18"/>
              </w:rPr>
              <w:t xml:space="preserve"> </w:t>
            </w:r>
            <w:r w:rsidRPr="006438B0">
              <w:t>розгляд</w:t>
            </w:r>
            <w:r w:rsidRPr="006438B0">
              <w:rPr>
                <w:spacing w:val="-17"/>
              </w:rPr>
              <w:t xml:space="preserve"> </w:t>
            </w:r>
            <w:r w:rsidRPr="006438B0">
              <w:t xml:space="preserve">комісії виносяться </w:t>
            </w:r>
            <w:r w:rsidRPr="006438B0">
              <w:rPr>
                <w:spacing w:val="-19"/>
              </w:rPr>
              <w:t xml:space="preserve"> </w:t>
            </w:r>
            <w:r w:rsidRPr="006438B0">
              <w:t>питання щодо затвердження програм</w:t>
            </w:r>
            <w:r>
              <w:t>и Новоушицької селищної територіальної громади на 2021 рік:</w:t>
            </w:r>
          </w:p>
          <w:p w:rsidR="000A6A4E" w:rsidRDefault="000A6A4E" w:rsidP="006438B0">
            <w:pPr>
              <w:pStyle w:val="BodyText"/>
              <w:ind w:left="200" w:right="483"/>
              <w:jc w:val="both"/>
            </w:pPr>
            <w:r>
              <w:t>«</w:t>
            </w:r>
            <w:r w:rsidRPr="00FB0ABF">
              <w:t>П</w:t>
            </w:r>
            <w:hyperlink r:id="rId7" w:history="1">
              <w:r w:rsidRPr="00FB0ABF">
                <w:rPr>
                  <w:rStyle w:val="Hyperlink"/>
                  <w:color w:val="auto"/>
                  <w:u w:val="none"/>
                  <w:bdr w:val="none" w:sz="0" w:space="0" w:color="auto" w:frame="1"/>
                  <w:shd w:val="clear" w:color="auto" w:fill="FFFFFF"/>
                </w:rPr>
                <w:t>ро затвердження Комплексної цільової Програми розвитку житлово-комунального господарства та благоустрою території Новоушицької селищної територіальної громади на 2021 рік</w:t>
              </w:r>
              <w:r>
                <w:rPr>
                  <w:rStyle w:val="Hyperlink"/>
                  <w:color w:val="auto"/>
                  <w:u w:val="none"/>
                  <w:bdr w:val="none" w:sz="0" w:space="0" w:color="auto" w:frame="1"/>
                  <w:shd w:val="clear" w:color="auto" w:fill="FFFFFF"/>
                </w:rPr>
                <w:t>».</w:t>
              </w:r>
            </w:hyperlink>
            <w:r w:rsidRPr="00FB0ABF">
              <w:t xml:space="preserve"> </w:t>
            </w:r>
          </w:p>
          <w:p w:rsidR="000A6A4E" w:rsidRPr="00FB0ABF" w:rsidRDefault="000A6A4E" w:rsidP="00E971F9">
            <w:pPr>
              <w:pStyle w:val="BodyText"/>
              <w:ind w:left="200" w:right="483"/>
              <w:jc w:val="both"/>
            </w:pPr>
          </w:p>
        </w:tc>
      </w:tr>
      <w:tr w:rsidR="000A6A4E" w:rsidTr="003B7689">
        <w:trPr>
          <w:trHeight w:val="1941"/>
        </w:trPr>
        <w:tc>
          <w:tcPr>
            <w:tcW w:w="2087" w:type="dxa"/>
          </w:tcPr>
          <w:p w:rsidR="000A6A4E" w:rsidRDefault="000A6A4E" w:rsidP="003B7689">
            <w:pPr>
              <w:pStyle w:val="TableParagraph"/>
              <w:spacing w:before="135" w:line="275" w:lineRule="exact"/>
              <w:ind w:left="200"/>
              <w:rPr>
                <w:b/>
                <w:sz w:val="24"/>
              </w:rPr>
            </w:pPr>
            <w:r>
              <w:rPr>
                <w:b/>
                <w:sz w:val="24"/>
              </w:rPr>
              <w:t>ВИСТУПИЛИ</w:t>
            </w:r>
            <w:r w:rsidRPr="000D243F">
              <w:rPr>
                <w:b/>
                <w:sz w:val="24"/>
              </w:rPr>
              <w:t>:</w:t>
            </w:r>
          </w:p>
          <w:p w:rsidR="000A6A4E" w:rsidRPr="000D243F" w:rsidRDefault="000A6A4E" w:rsidP="003B7689">
            <w:pPr>
              <w:pStyle w:val="TableParagraph"/>
              <w:ind w:left="200" w:right="52"/>
              <w:rPr>
                <w:sz w:val="24"/>
              </w:rPr>
            </w:pPr>
            <w:r w:rsidRPr="006438B0">
              <w:rPr>
                <w:b/>
                <w:sz w:val="24"/>
              </w:rPr>
              <w:t>МИЩАК В.В</w:t>
            </w:r>
            <w:r>
              <w:rPr>
                <w:sz w:val="24"/>
              </w:rPr>
              <w:t>.</w:t>
            </w:r>
          </w:p>
        </w:tc>
        <w:tc>
          <w:tcPr>
            <w:tcW w:w="7700" w:type="dxa"/>
          </w:tcPr>
          <w:p w:rsidR="000A6A4E" w:rsidRPr="006438B0" w:rsidRDefault="000A6A4E" w:rsidP="003B7689">
            <w:pPr>
              <w:pStyle w:val="TableParagraph"/>
              <w:jc w:val="both"/>
              <w:rPr>
                <w:sz w:val="24"/>
                <w:szCs w:val="24"/>
              </w:rPr>
            </w:pPr>
            <w:r>
              <w:rPr>
                <w:sz w:val="24"/>
                <w:szCs w:val="24"/>
              </w:rPr>
              <w:t>Начальник</w:t>
            </w:r>
            <w:r w:rsidRPr="006438B0">
              <w:rPr>
                <w:sz w:val="24"/>
                <w:szCs w:val="24"/>
              </w:rPr>
              <w:t xml:space="preserve">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який надав на розгляд членів постійної комісії проект «П</w:t>
            </w:r>
            <w:hyperlink r:id="rId8" w:history="1">
              <w:r w:rsidRPr="006438B0">
                <w:rPr>
                  <w:rStyle w:val="Hyperlink"/>
                  <w:color w:val="auto"/>
                  <w:sz w:val="24"/>
                  <w:szCs w:val="24"/>
                  <w:u w:val="none"/>
                  <w:bdr w:val="none" w:sz="0" w:space="0" w:color="auto" w:frame="1"/>
                  <w:shd w:val="clear" w:color="auto" w:fill="FFFFFF"/>
                </w:rPr>
                <w:t>ро затвердження Комплексної цільової Програми розвитку житлово-комунального господарства та благоустрою території Новоушицької селищної територіальної громади на 2021 рік».</w:t>
              </w:r>
            </w:hyperlink>
          </w:p>
        </w:tc>
      </w:tr>
      <w:tr w:rsidR="000A6A4E" w:rsidTr="003B7689">
        <w:trPr>
          <w:trHeight w:val="411"/>
        </w:trPr>
        <w:tc>
          <w:tcPr>
            <w:tcW w:w="2087" w:type="dxa"/>
          </w:tcPr>
          <w:p w:rsidR="000A6A4E" w:rsidRPr="000D243F" w:rsidRDefault="000A6A4E" w:rsidP="003B7689">
            <w:pPr>
              <w:pStyle w:val="TableParagraph"/>
              <w:spacing w:line="268" w:lineRule="exact"/>
              <w:ind w:left="200"/>
              <w:rPr>
                <w:b/>
                <w:sz w:val="24"/>
              </w:rPr>
            </w:pPr>
            <w:r>
              <w:rPr>
                <w:b/>
                <w:sz w:val="24"/>
              </w:rPr>
              <w:t>ВИРІШИ</w:t>
            </w:r>
            <w:r w:rsidRPr="000D243F">
              <w:rPr>
                <w:b/>
                <w:sz w:val="24"/>
              </w:rPr>
              <w:t>ЛИ:</w:t>
            </w:r>
          </w:p>
        </w:tc>
        <w:tc>
          <w:tcPr>
            <w:tcW w:w="7700" w:type="dxa"/>
          </w:tcPr>
          <w:p w:rsidR="000A6A4E" w:rsidRPr="00267851" w:rsidRDefault="000A6A4E" w:rsidP="00CB57ED">
            <w:pPr>
              <w:ind w:left="110" w:firstLine="220"/>
              <w:rPr>
                <w:sz w:val="24"/>
                <w:szCs w:val="24"/>
                <w:lang w:eastAsia="ru-RU"/>
              </w:rPr>
            </w:pPr>
            <w:r w:rsidRPr="00267851">
              <w:rPr>
                <w:sz w:val="24"/>
                <w:szCs w:val="24"/>
              </w:rPr>
              <w:t>Підтримати проект рішен</w:t>
            </w:r>
            <w:r>
              <w:rPr>
                <w:sz w:val="24"/>
                <w:szCs w:val="24"/>
              </w:rPr>
              <w:t>ня</w:t>
            </w:r>
            <w:r w:rsidRPr="00267851">
              <w:rPr>
                <w:sz w:val="24"/>
                <w:szCs w:val="24"/>
              </w:rPr>
              <w:t xml:space="preserve"> </w:t>
            </w:r>
            <w:r>
              <w:rPr>
                <w:sz w:val="24"/>
                <w:szCs w:val="24"/>
                <w:lang w:val="en-US"/>
              </w:rPr>
              <w:t>III</w:t>
            </w:r>
            <w:r w:rsidRPr="00A11414">
              <w:rPr>
                <w:sz w:val="24"/>
                <w:szCs w:val="24"/>
                <w:lang w:val="ru-RU"/>
              </w:rPr>
              <w:t xml:space="preserve"> </w:t>
            </w:r>
            <w:r w:rsidRPr="00267851">
              <w:rPr>
                <w:sz w:val="24"/>
                <w:szCs w:val="24"/>
              </w:rPr>
              <w:t xml:space="preserve">сесії селищної ради </w:t>
            </w:r>
            <w:r w:rsidRPr="00267851">
              <w:rPr>
                <w:color w:val="333333"/>
                <w:sz w:val="24"/>
                <w:szCs w:val="24"/>
                <w:shd w:val="clear" w:color="auto" w:fill="FFFFFF"/>
                <w:lang w:eastAsia="en-US"/>
              </w:rPr>
              <w:t>VIIІ</w:t>
            </w:r>
            <w:r>
              <w:rPr>
                <w:color w:val="333333"/>
                <w:sz w:val="24"/>
                <w:szCs w:val="24"/>
                <w:shd w:val="clear" w:color="auto" w:fill="FFFFFF"/>
                <w:lang w:eastAsia="en-US"/>
              </w:rPr>
              <w:t xml:space="preserve">              </w:t>
            </w:r>
            <w:r w:rsidRPr="00267851">
              <w:rPr>
                <w:sz w:val="24"/>
                <w:szCs w:val="24"/>
                <w:lang w:eastAsia="ru-RU"/>
              </w:rPr>
              <w:t xml:space="preserve"> </w:t>
            </w:r>
            <w:r>
              <w:rPr>
                <w:sz w:val="24"/>
                <w:szCs w:val="24"/>
                <w:lang w:eastAsia="ru-RU"/>
              </w:rPr>
              <w:t xml:space="preserve">             </w:t>
            </w:r>
            <w:r w:rsidRPr="00267851">
              <w:rPr>
                <w:sz w:val="24"/>
                <w:szCs w:val="24"/>
                <w:lang w:eastAsia="ru-RU"/>
              </w:rPr>
              <w:t xml:space="preserve">скликання від </w:t>
            </w:r>
            <w:r>
              <w:rPr>
                <w:sz w:val="24"/>
                <w:szCs w:val="24"/>
                <w:lang w:eastAsia="ru-RU"/>
              </w:rPr>
              <w:t>24</w:t>
            </w:r>
            <w:r w:rsidRPr="00267851">
              <w:rPr>
                <w:sz w:val="24"/>
                <w:szCs w:val="24"/>
                <w:lang w:eastAsia="ru-RU"/>
              </w:rPr>
              <w:t xml:space="preserve"> грудня 2020 року а саме:</w:t>
            </w:r>
          </w:p>
          <w:p w:rsidR="000A6A4E" w:rsidRDefault="000A6A4E" w:rsidP="00CB57ED">
            <w:pPr>
              <w:pStyle w:val="TableParagraph"/>
              <w:spacing w:line="263" w:lineRule="exact"/>
              <w:ind w:left="359"/>
              <w:rPr>
                <w:sz w:val="24"/>
                <w:szCs w:val="24"/>
                <w:bdr w:val="none" w:sz="0" w:space="0" w:color="auto" w:frame="1"/>
                <w:shd w:val="clear" w:color="auto" w:fill="FFFFFF"/>
              </w:rPr>
            </w:pPr>
            <w:r w:rsidRPr="00FB0ABF">
              <w:rPr>
                <w:sz w:val="24"/>
                <w:szCs w:val="24"/>
              </w:rPr>
              <w:t>П</w:t>
            </w:r>
            <w:r w:rsidRPr="00CB57ED">
              <w:rPr>
                <w:sz w:val="24"/>
                <w:szCs w:val="24"/>
                <w:bdr w:val="none" w:sz="0" w:space="0" w:color="auto" w:frame="1"/>
                <w:shd w:val="clear" w:color="auto" w:fill="FFFFFF"/>
              </w:rPr>
              <w:t>ро затвердження Комплексної цільової Програми розвитку житлово-комунального господарства та благоустрою території Новоушицької селищної територіальної громади на 2021 рік</w:t>
            </w:r>
            <w:r>
              <w:rPr>
                <w:sz w:val="24"/>
                <w:szCs w:val="24"/>
                <w:bdr w:val="none" w:sz="0" w:space="0" w:color="auto" w:frame="1"/>
                <w:shd w:val="clear" w:color="auto" w:fill="FFFFFF"/>
              </w:rPr>
              <w:t>.</w:t>
            </w:r>
          </w:p>
          <w:p w:rsidR="000A6A4E" w:rsidRPr="000D243F" w:rsidRDefault="000A6A4E" w:rsidP="00CB57ED">
            <w:pPr>
              <w:pStyle w:val="TableParagraph"/>
              <w:spacing w:line="263" w:lineRule="exact"/>
              <w:ind w:left="359"/>
              <w:rPr>
                <w:b/>
                <w:sz w:val="24"/>
              </w:rPr>
            </w:pPr>
          </w:p>
        </w:tc>
      </w:tr>
      <w:tr w:rsidR="000A6A4E" w:rsidTr="003B7689">
        <w:trPr>
          <w:trHeight w:val="1657"/>
        </w:trPr>
        <w:tc>
          <w:tcPr>
            <w:tcW w:w="2087" w:type="dxa"/>
          </w:tcPr>
          <w:p w:rsidR="000A6A4E" w:rsidRDefault="000A6A4E" w:rsidP="003B7689">
            <w:pPr>
              <w:pStyle w:val="TableParagraph"/>
              <w:spacing w:before="132"/>
              <w:ind w:left="200"/>
              <w:rPr>
                <w:b/>
                <w:sz w:val="24"/>
              </w:rPr>
            </w:pPr>
          </w:p>
          <w:p w:rsidR="000A6A4E" w:rsidRDefault="000A6A4E" w:rsidP="003B7689">
            <w:pPr>
              <w:pStyle w:val="TableParagraph"/>
              <w:spacing w:before="132"/>
              <w:ind w:left="200"/>
              <w:rPr>
                <w:b/>
                <w:sz w:val="24"/>
              </w:rPr>
            </w:pPr>
            <w:r>
              <w:rPr>
                <w:b/>
                <w:sz w:val="24"/>
              </w:rPr>
              <w:t>ГОЛОСУВАЛИ:</w:t>
            </w:r>
          </w:p>
        </w:tc>
        <w:tc>
          <w:tcPr>
            <w:tcW w:w="7700" w:type="dxa"/>
          </w:tcPr>
          <w:p w:rsidR="000A6A4E" w:rsidRDefault="000A6A4E" w:rsidP="003B7689">
            <w:pPr>
              <w:pStyle w:val="BodyText"/>
              <w:ind w:left="200" w:right="483"/>
              <w:jc w:val="both"/>
            </w:pPr>
          </w:p>
          <w:p w:rsidR="000A6A4E" w:rsidRDefault="000A6A4E" w:rsidP="003B7689">
            <w:pPr>
              <w:pStyle w:val="BodyText"/>
              <w:ind w:left="200" w:right="483"/>
              <w:jc w:val="both"/>
            </w:pPr>
          </w:p>
          <w:p w:rsidR="000A6A4E" w:rsidRPr="00CB57ED" w:rsidRDefault="000A6A4E" w:rsidP="003B7689">
            <w:r w:rsidRPr="00CB57ED">
              <w:rPr>
                <w:b/>
              </w:rPr>
              <w:t>За – 3, Проти – 0, Утрим. – 0, Не голос. – 0.</w:t>
            </w:r>
            <w:r w:rsidRPr="000D243F">
              <w:t xml:space="preserve"> </w:t>
            </w:r>
            <w:r w:rsidRPr="000D243F">
              <w:rPr>
                <w:b/>
              </w:rPr>
              <w:t>ПРИЙНЯТО</w:t>
            </w:r>
          </w:p>
        </w:tc>
      </w:tr>
      <w:tr w:rsidR="000A6A4E" w:rsidTr="003B7689">
        <w:trPr>
          <w:trHeight w:val="1657"/>
        </w:trPr>
        <w:tc>
          <w:tcPr>
            <w:tcW w:w="2087" w:type="dxa"/>
          </w:tcPr>
          <w:p w:rsidR="000A6A4E" w:rsidRDefault="000A6A4E" w:rsidP="003B7689">
            <w:pPr>
              <w:pStyle w:val="TableParagraph"/>
              <w:spacing w:before="132"/>
              <w:ind w:left="200"/>
              <w:rPr>
                <w:b/>
                <w:sz w:val="24"/>
              </w:rPr>
            </w:pPr>
            <w:r>
              <w:rPr>
                <w:b/>
                <w:sz w:val="24"/>
              </w:rPr>
              <w:t>Слухали:</w:t>
            </w:r>
          </w:p>
          <w:p w:rsidR="000A6A4E" w:rsidRDefault="000A6A4E" w:rsidP="003B7689">
            <w:pPr>
              <w:pStyle w:val="TableParagraph"/>
              <w:spacing w:before="132"/>
              <w:ind w:left="200"/>
              <w:rPr>
                <w:b/>
                <w:sz w:val="24"/>
              </w:rPr>
            </w:pPr>
            <w:r w:rsidRPr="00AD2122">
              <w:rPr>
                <w:b/>
                <w:sz w:val="24"/>
              </w:rPr>
              <w:t>Гринчука Г.П</w:t>
            </w:r>
          </w:p>
        </w:tc>
        <w:tc>
          <w:tcPr>
            <w:tcW w:w="7700" w:type="dxa"/>
          </w:tcPr>
          <w:p w:rsidR="000A6A4E" w:rsidRPr="006438B0" w:rsidRDefault="000A6A4E" w:rsidP="00CB57ED">
            <w:pPr>
              <w:pStyle w:val="BodyText"/>
              <w:ind w:left="200" w:right="483"/>
              <w:jc w:val="both"/>
            </w:pPr>
            <w:r w:rsidRPr="006438B0">
              <w:t>На</w:t>
            </w:r>
            <w:r w:rsidRPr="006438B0">
              <w:rPr>
                <w:spacing w:val="-18"/>
              </w:rPr>
              <w:t xml:space="preserve"> </w:t>
            </w:r>
            <w:r w:rsidRPr="006438B0">
              <w:t>розгляд</w:t>
            </w:r>
            <w:r w:rsidRPr="006438B0">
              <w:rPr>
                <w:spacing w:val="-17"/>
              </w:rPr>
              <w:t xml:space="preserve"> </w:t>
            </w:r>
            <w:r w:rsidRPr="006438B0">
              <w:t xml:space="preserve">комісії виносяться </w:t>
            </w:r>
            <w:r w:rsidRPr="006438B0">
              <w:rPr>
                <w:spacing w:val="-19"/>
              </w:rPr>
              <w:t xml:space="preserve"> </w:t>
            </w:r>
            <w:r w:rsidRPr="006438B0">
              <w:t>питання щодо затвердження програм</w:t>
            </w:r>
            <w:r>
              <w:t>и Новоушицької селищної територіальної громади на 2021 рік:</w:t>
            </w:r>
          </w:p>
          <w:p w:rsidR="000A6A4E" w:rsidRPr="00FB0ABF" w:rsidRDefault="000A6A4E" w:rsidP="00CB57ED">
            <w:pPr>
              <w:pStyle w:val="BodyText"/>
              <w:ind w:left="200" w:right="483"/>
              <w:jc w:val="both"/>
            </w:pPr>
            <w:r>
              <w:rPr>
                <w:bdr w:val="none" w:sz="0" w:space="0" w:color="auto" w:frame="1"/>
              </w:rPr>
              <w:t>«</w:t>
            </w:r>
            <w:r w:rsidRPr="00CB57ED">
              <w:rPr>
                <w:bdr w:val="none" w:sz="0" w:space="0" w:color="auto" w:frame="1"/>
              </w:rPr>
              <w:t>Про затвердження Програми будівництва ремонту та утримання комунальних доріг Новоушицької селищної територіальної громади на 2021 рік</w:t>
            </w:r>
            <w:r>
              <w:rPr>
                <w:bdr w:val="none" w:sz="0" w:space="0" w:color="auto" w:frame="1"/>
              </w:rPr>
              <w:t>».</w:t>
            </w:r>
          </w:p>
          <w:p w:rsidR="000A6A4E" w:rsidRPr="00852092" w:rsidRDefault="000A6A4E" w:rsidP="003B7689">
            <w:pPr>
              <w:pStyle w:val="TableParagraph"/>
              <w:spacing w:before="3" w:line="259" w:lineRule="exact"/>
              <w:ind w:left="359"/>
              <w:jc w:val="both"/>
              <w:rPr>
                <w:sz w:val="24"/>
                <w:szCs w:val="24"/>
              </w:rPr>
            </w:pPr>
          </w:p>
        </w:tc>
      </w:tr>
      <w:tr w:rsidR="000A6A4E" w:rsidTr="003B7689">
        <w:trPr>
          <w:trHeight w:val="1657"/>
        </w:trPr>
        <w:tc>
          <w:tcPr>
            <w:tcW w:w="2087" w:type="dxa"/>
          </w:tcPr>
          <w:p w:rsidR="000A6A4E" w:rsidRDefault="000A6A4E" w:rsidP="003B7689">
            <w:pPr>
              <w:pStyle w:val="TableParagraph"/>
              <w:spacing w:before="135" w:line="275" w:lineRule="exact"/>
              <w:ind w:left="200"/>
              <w:rPr>
                <w:b/>
                <w:sz w:val="24"/>
              </w:rPr>
            </w:pPr>
            <w:r>
              <w:rPr>
                <w:b/>
                <w:sz w:val="24"/>
              </w:rPr>
              <w:t>ВИСТУПИЛИ</w:t>
            </w:r>
            <w:r w:rsidRPr="000D243F">
              <w:rPr>
                <w:b/>
                <w:sz w:val="24"/>
              </w:rPr>
              <w:t>:</w:t>
            </w:r>
          </w:p>
          <w:p w:rsidR="000A6A4E" w:rsidRPr="000D243F" w:rsidRDefault="000A6A4E" w:rsidP="003B7689">
            <w:pPr>
              <w:pStyle w:val="TableParagraph"/>
              <w:ind w:left="200" w:right="52"/>
              <w:rPr>
                <w:sz w:val="24"/>
              </w:rPr>
            </w:pPr>
            <w:r w:rsidRPr="006438B0">
              <w:rPr>
                <w:b/>
                <w:sz w:val="24"/>
              </w:rPr>
              <w:t>МИЩАК В.В</w:t>
            </w:r>
            <w:r>
              <w:rPr>
                <w:sz w:val="24"/>
              </w:rPr>
              <w:t>.</w:t>
            </w:r>
          </w:p>
        </w:tc>
        <w:tc>
          <w:tcPr>
            <w:tcW w:w="7700" w:type="dxa"/>
          </w:tcPr>
          <w:p w:rsidR="000A6A4E" w:rsidRPr="00FB0ABF" w:rsidRDefault="000A6A4E" w:rsidP="00CB57ED">
            <w:pPr>
              <w:pStyle w:val="BodyText"/>
              <w:ind w:left="200" w:right="483"/>
              <w:jc w:val="both"/>
            </w:pPr>
            <w:r>
              <w:t>Начальник</w:t>
            </w:r>
            <w:r w:rsidRPr="006438B0">
              <w:t xml:space="preserve">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який надав на розгляд членів постійної комісії проект «</w:t>
            </w:r>
            <w:r w:rsidRPr="00CB57ED">
              <w:rPr>
                <w:bdr w:val="none" w:sz="0" w:space="0" w:color="auto" w:frame="1"/>
              </w:rPr>
              <w:t>Про затвердження Програми будівництва ремонту та утримання комунальних доріг Новоушицької селищної територіальної громади на 2021 рік</w:t>
            </w:r>
            <w:r>
              <w:rPr>
                <w:bdr w:val="none" w:sz="0" w:space="0" w:color="auto" w:frame="1"/>
              </w:rPr>
              <w:t>».</w:t>
            </w:r>
          </w:p>
          <w:p w:rsidR="000A6A4E" w:rsidRPr="006438B0" w:rsidRDefault="000A6A4E" w:rsidP="003B7689">
            <w:pPr>
              <w:pStyle w:val="TableParagraph"/>
              <w:jc w:val="both"/>
              <w:rPr>
                <w:sz w:val="24"/>
                <w:szCs w:val="24"/>
              </w:rPr>
            </w:pPr>
          </w:p>
        </w:tc>
      </w:tr>
      <w:tr w:rsidR="000A6A4E" w:rsidTr="003B7689">
        <w:trPr>
          <w:trHeight w:val="1657"/>
        </w:trPr>
        <w:tc>
          <w:tcPr>
            <w:tcW w:w="2087" w:type="dxa"/>
          </w:tcPr>
          <w:p w:rsidR="000A6A4E" w:rsidRDefault="000A6A4E" w:rsidP="00CB57ED">
            <w:pPr>
              <w:pStyle w:val="TableParagraph"/>
              <w:spacing w:before="132"/>
              <w:ind w:left="200"/>
              <w:rPr>
                <w:b/>
                <w:sz w:val="24"/>
              </w:rPr>
            </w:pPr>
            <w:r>
              <w:rPr>
                <w:b/>
                <w:sz w:val="24"/>
              </w:rPr>
              <w:t>ВИРІШИЛИ:</w:t>
            </w:r>
          </w:p>
          <w:p w:rsidR="000A6A4E" w:rsidRPr="00CF38D4" w:rsidRDefault="000A6A4E" w:rsidP="003B7689"/>
        </w:tc>
        <w:tc>
          <w:tcPr>
            <w:tcW w:w="7700" w:type="dxa"/>
          </w:tcPr>
          <w:p w:rsidR="000A6A4E" w:rsidRPr="00267851" w:rsidRDefault="000A6A4E" w:rsidP="00CB57ED">
            <w:pPr>
              <w:ind w:left="110" w:firstLine="220"/>
              <w:rPr>
                <w:sz w:val="24"/>
                <w:szCs w:val="24"/>
                <w:lang w:eastAsia="ru-RU"/>
              </w:rPr>
            </w:pPr>
            <w:r w:rsidRPr="00267851">
              <w:rPr>
                <w:sz w:val="24"/>
                <w:szCs w:val="24"/>
              </w:rPr>
              <w:t>Підтримати проект рішен</w:t>
            </w:r>
            <w:r>
              <w:rPr>
                <w:sz w:val="24"/>
                <w:szCs w:val="24"/>
              </w:rPr>
              <w:t>ня</w:t>
            </w:r>
            <w:r w:rsidRPr="00267851">
              <w:rPr>
                <w:sz w:val="24"/>
                <w:szCs w:val="24"/>
              </w:rPr>
              <w:t xml:space="preserve"> </w:t>
            </w:r>
            <w:r>
              <w:rPr>
                <w:sz w:val="24"/>
                <w:szCs w:val="24"/>
                <w:lang w:val="en-US"/>
              </w:rPr>
              <w:t>III</w:t>
            </w:r>
            <w:r w:rsidRPr="00267851">
              <w:rPr>
                <w:sz w:val="24"/>
                <w:szCs w:val="24"/>
              </w:rPr>
              <w:t xml:space="preserve"> сесії селищної ради </w:t>
            </w:r>
            <w:r w:rsidRPr="00267851">
              <w:rPr>
                <w:color w:val="333333"/>
                <w:sz w:val="24"/>
                <w:szCs w:val="24"/>
                <w:shd w:val="clear" w:color="auto" w:fill="FFFFFF"/>
                <w:lang w:eastAsia="en-US"/>
              </w:rPr>
              <w:t>VIIІ</w:t>
            </w:r>
            <w:r>
              <w:rPr>
                <w:color w:val="333333"/>
                <w:sz w:val="24"/>
                <w:szCs w:val="24"/>
                <w:shd w:val="clear" w:color="auto" w:fill="FFFFFF"/>
                <w:lang w:eastAsia="en-US"/>
              </w:rPr>
              <w:t xml:space="preserve">              </w:t>
            </w:r>
            <w:r w:rsidRPr="00267851">
              <w:rPr>
                <w:sz w:val="24"/>
                <w:szCs w:val="24"/>
                <w:lang w:eastAsia="ru-RU"/>
              </w:rPr>
              <w:t xml:space="preserve"> </w:t>
            </w:r>
            <w:r>
              <w:rPr>
                <w:sz w:val="24"/>
                <w:szCs w:val="24"/>
                <w:lang w:eastAsia="ru-RU"/>
              </w:rPr>
              <w:t xml:space="preserve">             </w:t>
            </w:r>
            <w:r w:rsidRPr="00267851">
              <w:rPr>
                <w:sz w:val="24"/>
                <w:szCs w:val="24"/>
                <w:lang w:eastAsia="ru-RU"/>
              </w:rPr>
              <w:t xml:space="preserve">скликання від </w:t>
            </w:r>
            <w:r>
              <w:rPr>
                <w:sz w:val="24"/>
                <w:szCs w:val="24"/>
                <w:lang w:eastAsia="ru-RU"/>
              </w:rPr>
              <w:t>24</w:t>
            </w:r>
            <w:r w:rsidRPr="00267851">
              <w:rPr>
                <w:sz w:val="24"/>
                <w:szCs w:val="24"/>
                <w:lang w:eastAsia="ru-RU"/>
              </w:rPr>
              <w:t xml:space="preserve"> грудня 2020 року а саме:</w:t>
            </w:r>
          </w:p>
          <w:p w:rsidR="000A6A4E" w:rsidRPr="00FB0ABF" w:rsidRDefault="000A6A4E" w:rsidP="00CB57ED">
            <w:pPr>
              <w:pStyle w:val="BodyText"/>
              <w:ind w:left="200" w:right="483"/>
              <w:jc w:val="both"/>
            </w:pPr>
            <w:r w:rsidRPr="006438B0">
              <w:t>«</w:t>
            </w:r>
            <w:r w:rsidRPr="00CB57ED">
              <w:rPr>
                <w:bdr w:val="none" w:sz="0" w:space="0" w:color="auto" w:frame="1"/>
              </w:rPr>
              <w:t>Про затвердження Програми будівництва ремонту та утримання комунальних доріг Новоушицької селищної територіальної громади на 2021 рік</w:t>
            </w:r>
            <w:r>
              <w:rPr>
                <w:bdr w:val="none" w:sz="0" w:space="0" w:color="auto" w:frame="1"/>
              </w:rPr>
              <w:t>».</w:t>
            </w:r>
          </w:p>
          <w:p w:rsidR="000A6A4E" w:rsidRPr="000D243F" w:rsidRDefault="000A6A4E" w:rsidP="003B7689">
            <w:pPr>
              <w:pStyle w:val="TableParagraph"/>
              <w:spacing w:line="263" w:lineRule="exact"/>
              <w:ind w:left="110" w:firstLine="110"/>
              <w:jc w:val="both"/>
              <w:rPr>
                <w:sz w:val="24"/>
              </w:rPr>
            </w:pPr>
          </w:p>
        </w:tc>
      </w:tr>
      <w:tr w:rsidR="000A6A4E" w:rsidTr="003B7689">
        <w:trPr>
          <w:trHeight w:val="1631"/>
        </w:trPr>
        <w:tc>
          <w:tcPr>
            <w:tcW w:w="2087" w:type="dxa"/>
          </w:tcPr>
          <w:p w:rsidR="000A6A4E" w:rsidRDefault="000A6A4E" w:rsidP="00CB57ED">
            <w:pPr>
              <w:pStyle w:val="TableParagraph"/>
              <w:spacing w:before="132"/>
              <w:ind w:left="200"/>
              <w:rPr>
                <w:b/>
                <w:sz w:val="24"/>
              </w:rPr>
            </w:pPr>
          </w:p>
          <w:p w:rsidR="000A6A4E" w:rsidRDefault="000A6A4E" w:rsidP="00CB57ED">
            <w:pPr>
              <w:pStyle w:val="TableParagraph"/>
              <w:spacing w:before="132"/>
              <w:ind w:left="200"/>
              <w:rPr>
                <w:b/>
                <w:sz w:val="24"/>
              </w:rPr>
            </w:pPr>
            <w:r>
              <w:rPr>
                <w:b/>
                <w:sz w:val="24"/>
              </w:rPr>
              <w:t>ГОЛОСУВАЛИ:</w:t>
            </w:r>
          </w:p>
        </w:tc>
        <w:tc>
          <w:tcPr>
            <w:tcW w:w="7700" w:type="dxa"/>
          </w:tcPr>
          <w:p w:rsidR="000A6A4E" w:rsidRDefault="000A6A4E" w:rsidP="003B7689">
            <w:pPr>
              <w:pStyle w:val="BodyText"/>
              <w:ind w:left="200" w:right="483"/>
              <w:jc w:val="both"/>
            </w:pPr>
          </w:p>
          <w:p w:rsidR="000A6A4E" w:rsidRDefault="000A6A4E" w:rsidP="003B7689">
            <w:pPr>
              <w:pStyle w:val="BodyText"/>
              <w:ind w:left="200" w:right="483"/>
              <w:jc w:val="both"/>
            </w:pPr>
          </w:p>
          <w:p w:rsidR="000A6A4E" w:rsidRPr="00CB57ED" w:rsidRDefault="000A6A4E" w:rsidP="00CB57ED">
            <w:r w:rsidRPr="00CB57ED">
              <w:rPr>
                <w:b/>
              </w:rPr>
              <w:t>За – 3, Проти – 0, Утрим. – 0, Не голос. – 0.</w:t>
            </w:r>
            <w:r w:rsidRPr="000D243F">
              <w:t xml:space="preserve"> </w:t>
            </w:r>
            <w:r w:rsidRPr="000D243F">
              <w:rPr>
                <w:b/>
              </w:rPr>
              <w:t>ПРИЙНЯТО</w:t>
            </w:r>
          </w:p>
        </w:tc>
      </w:tr>
      <w:tr w:rsidR="000A6A4E" w:rsidTr="003B7689">
        <w:trPr>
          <w:trHeight w:val="732"/>
        </w:trPr>
        <w:tc>
          <w:tcPr>
            <w:tcW w:w="2087" w:type="dxa"/>
          </w:tcPr>
          <w:p w:rsidR="000A6A4E" w:rsidRDefault="000A6A4E" w:rsidP="003B7689">
            <w:pPr>
              <w:pStyle w:val="TableParagraph"/>
              <w:spacing w:before="132"/>
              <w:ind w:left="200"/>
              <w:rPr>
                <w:b/>
                <w:sz w:val="24"/>
              </w:rPr>
            </w:pPr>
            <w:r>
              <w:rPr>
                <w:b/>
                <w:sz w:val="24"/>
              </w:rPr>
              <w:t>Слухали:</w:t>
            </w:r>
          </w:p>
          <w:p w:rsidR="000A6A4E" w:rsidRDefault="000A6A4E" w:rsidP="003B7689">
            <w:pPr>
              <w:pStyle w:val="TableParagraph"/>
              <w:spacing w:before="132"/>
              <w:ind w:left="200"/>
              <w:rPr>
                <w:b/>
                <w:sz w:val="24"/>
              </w:rPr>
            </w:pPr>
            <w:r w:rsidRPr="00AD2122">
              <w:rPr>
                <w:b/>
                <w:sz w:val="24"/>
              </w:rPr>
              <w:t>Гринчука Г.П</w:t>
            </w:r>
          </w:p>
        </w:tc>
        <w:tc>
          <w:tcPr>
            <w:tcW w:w="7700" w:type="dxa"/>
          </w:tcPr>
          <w:p w:rsidR="000A6A4E" w:rsidRPr="006438B0" w:rsidRDefault="000A6A4E" w:rsidP="003B7689">
            <w:pPr>
              <w:pStyle w:val="BodyText"/>
              <w:ind w:left="200" w:right="483"/>
              <w:jc w:val="both"/>
            </w:pPr>
            <w:r w:rsidRPr="006438B0">
              <w:t>На</w:t>
            </w:r>
            <w:r w:rsidRPr="006438B0">
              <w:rPr>
                <w:spacing w:val="-18"/>
              </w:rPr>
              <w:t xml:space="preserve"> </w:t>
            </w:r>
            <w:r w:rsidRPr="006438B0">
              <w:t>розгляд</w:t>
            </w:r>
            <w:r w:rsidRPr="006438B0">
              <w:rPr>
                <w:spacing w:val="-17"/>
              </w:rPr>
              <w:t xml:space="preserve"> </w:t>
            </w:r>
            <w:r w:rsidRPr="006438B0">
              <w:t xml:space="preserve">комісії виносяться </w:t>
            </w:r>
            <w:r w:rsidRPr="006438B0">
              <w:rPr>
                <w:spacing w:val="-19"/>
              </w:rPr>
              <w:t xml:space="preserve"> </w:t>
            </w:r>
            <w:r w:rsidRPr="006438B0">
              <w:t>питання щодо затвердження програм</w:t>
            </w:r>
            <w:r>
              <w:t>и Новоушицької селищної територіальної громади на 2021 рік:</w:t>
            </w:r>
          </w:p>
          <w:p w:rsidR="000A6A4E" w:rsidRPr="00852092" w:rsidRDefault="000A6A4E" w:rsidP="00A161EA">
            <w:pPr>
              <w:pStyle w:val="TableParagraph"/>
              <w:spacing w:before="3" w:line="259" w:lineRule="exact"/>
              <w:jc w:val="both"/>
              <w:rPr>
                <w:sz w:val="24"/>
                <w:szCs w:val="24"/>
              </w:rPr>
            </w:pPr>
            <w:r>
              <w:rPr>
                <w:sz w:val="24"/>
                <w:szCs w:val="24"/>
                <w:bdr w:val="none" w:sz="0" w:space="0" w:color="auto" w:frame="1"/>
              </w:rPr>
              <w:t>«</w:t>
            </w:r>
            <w:r w:rsidRPr="00FB0ABF">
              <w:rPr>
                <w:sz w:val="24"/>
                <w:szCs w:val="24"/>
                <w:bdr w:val="none" w:sz="0" w:space="0" w:color="auto" w:frame="1"/>
              </w:rPr>
              <w:t>Про затвердження Програми охорони навколишнього природного середовища на 2021 рік</w:t>
            </w:r>
            <w:r>
              <w:rPr>
                <w:sz w:val="24"/>
                <w:szCs w:val="24"/>
                <w:bdr w:val="none" w:sz="0" w:space="0" w:color="auto" w:frame="1"/>
              </w:rPr>
              <w:t>».</w:t>
            </w:r>
          </w:p>
        </w:tc>
      </w:tr>
      <w:tr w:rsidR="000A6A4E" w:rsidTr="003B7689">
        <w:trPr>
          <w:trHeight w:val="732"/>
        </w:trPr>
        <w:tc>
          <w:tcPr>
            <w:tcW w:w="2087" w:type="dxa"/>
          </w:tcPr>
          <w:p w:rsidR="000A6A4E" w:rsidRDefault="000A6A4E" w:rsidP="003B7689">
            <w:pPr>
              <w:pStyle w:val="TableParagraph"/>
              <w:spacing w:before="135" w:line="275" w:lineRule="exact"/>
              <w:ind w:left="200"/>
              <w:rPr>
                <w:b/>
                <w:sz w:val="24"/>
              </w:rPr>
            </w:pPr>
            <w:r>
              <w:rPr>
                <w:b/>
                <w:sz w:val="24"/>
              </w:rPr>
              <w:t>ВИСТУПИЛИ</w:t>
            </w:r>
            <w:r w:rsidRPr="000D243F">
              <w:rPr>
                <w:b/>
                <w:sz w:val="24"/>
              </w:rPr>
              <w:t>:</w:t>
            </w:r>
          </w:p>
          <w:p w:rsidR="000A6A4E" w:rsidRPr="000D243F" w:rsidRDefault="000A6A4E" w:rsidP="003B7689">
            <w:pPr>
              <w:pStyle w:val="TableParagraph"/>
              <w:ind w:left="200" w:right="52"/>
              <w:rPr>
                <w:sz w:val="24"/>
              </w:rPr>
            </w:pPr>
            <w:r w:rsidRPr="006438B0">
              <w:rPr>
                <w:b/>
                <w:sz w:val="24"/>
              </w:rPr>
              <w:t>МИЩАК В.В</w:t>
            </w:r>
            <w:r>
              <w:rPr>
                <w:sz w:val="24"/>
              </w:rPr>
              <w:t>.</w:t>
            </w:r>
          </w:p>
        </w:tc>
        <w:tc>
          <w:tcPr>
            <w:tcW w:w="7700" w:type="dxa"/>
          </w:tcPr>
          <w:p w:rsidR="000A6A4E" w:rsidRPr="006438B0" w:rsidRDefault="000A6A4E" w:rsidP="003B7689">
            <w:pPr>
              <w:pStyle w:val="TableParagraph"/>
              <w:jc w:val="both"/>
              <w:rPr>
                <w:sz w:val="24"/>
                <w:szCs w:val="24"/>
              </w:rPr>
            </w:pPr>
            <w:r>
              <w:rPr>
                <w:sz w:val="24"/>
                <w:szCs w:val="24"/>
              </w:rPr>
              <w:t>Начальник</w:t>
            </w:r>
            <w:r w:rsidRPr="006438B0">
              <w:rPr>
                <w:sz w:val="24"/>
                <w:szCs w:val="24"/>
              </w:rPr>
              <w:t xml:space="preserve">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який надав на розгляд членів постійної комісії проект </w:t>
            </w:r>
            <w:r>
              <w:rPr>
                <w:sz w:val="24"/>
                <w:szCs w:val="24"/>
                <w:bdr w:val="none" w:sz="0" w:space="0" w:color="auto" w:frame="1"/>
              </w:rPr>
              <w:t>«</w:t>
            </w:r>
            <w:r w:rsidRPr="00FB0ABF">
              <w:rPr>
                <w:sz w:val="24"/>
                <w:szCs w:val="24"/>
                <w:bdr w:val="none" w:sz="0" w:space="0" w:color="auto" w:frame="1"/>
              </w:rPr>
              <w:t>Про затвердження Програми охорони навколишнього природного середовища на 2021 рік</w:t>
            </w:r>
            <w:r>
              <w:rPr>
                <w:sz w:val="24"/>
                <w:szCs w:val="24"/>
                <w:bdr w:val="none" w:sz="0" w:space="0" w:color="auto" w:frame="1"/>
              </w:rPr>
              <w:t>».</w:t>
            </w:r>
          </w:p>
        </w:tc>
      </w:tr>
      <w:tr w:rsidR="000A6A4E" w:rsidTr="003B7689">
        <w:trPr>
          <w:trHeight w:val="732"/>
        </w:trPr>
        <w:tc>
          <w:tcPr>
            <w:tcW w:w="2087" w:type="dxa"/>
          </w:tcPr>
          <w:p w:rsidR="000A6A4E" w:rsidRDefault="000A6A4E" w:rsidP="003B7689">
            <w:pPr>
              <w:pStyle w:val="TableParagraph"/>
              <w:spacing w:before="132"/>
              <w:ind w:left="200"/>
              <w:rPr>
                <w:b/>
                <w:sz w:val="24"/>
              </w:rPr>
            </w:pPr>
            <w:r>
              <w:rPr>
                <w:b/>
                <w:sz w:val="24"/>
              </w:rPr>
              <w:t>ВИРІШИЛИ:</w:t>
            </w:r>
          </w:p>
          <w:p w:rsidR="000A6A4E" w:rsidRPr="00CF38D4" w:rsidRDefault="000A6A4E" w:rsidP="003B7689"/>
        </w:tc>
        <w:tc>
          <w:tcPr>
            <w:tcW w:w="7700" w:type="dxa"/>
          </w:tcPr>
          <w:p w:rsidR="000A6A4E" w:rsidRPr="00267851" w:rsidRDefault="000A6A4E" w:rsidP="003B7689">
            <w:pPr>
              <w:ind w:left="110" w:firstLine="220"/>
              <w:rPr>
                <w:sz w:val="24"/>
                <w:szCs w:val="24"/>
                <w:lang w:eastAsia="ru-RU"/>
              </w:rPr>
            </w:pPr>
            <w:r w:rsidRPr="00267851">
              <w:rPr>
                <w:sz w:val="24"/>
                <w:szCs w:val="24"/>
              </w:rPr>
              <w:t>Підтримати проект рішен</w:t>
            </w:r>
            <w:r>
              <w:rPr>
                <w:sz w:val="24"/>
                <w:szCs w:val="24"/>
              </w:rPr>
              <w:t>ня</w:t>
            </w:r>
            <w:r w:rsidRPr="00267851">
              <w:rPr>
                <w:sz w:val="24"/>
                <w:szCs w:val="24"/>
              </w:rPr>
              <w:t xml:space="preserve"> </w:t>
            </w:r>
            <w:r>
              <w:rPr>
                <w:sz w:val="24"/>
                <w:szCs w:val="24"/>
                <w:lang w:val="en-US"/>
              </w:rPr>
              <w:t>III</w:t>
            </w:r>
            <w:r w:rsidRPr="00A11414">
              <w:rPr>
                <w:sz w:val="24"/>
                <w:szCs w:val="24"/>
                <w:lang w:val="ru-RU"/>
              </w:rPr>
              <w:t xml:space="preserve"> </w:t>
            </w:r>
            <w:r w:rsidRPr="00267851">
              <w:rPr>
                <w:sz w:val="24"/>
                <w:szCs w:val="24"/>
              </w:rPr>
              <w:t xml:space="preserve">сесії селищної ради </w:t>
            </w:r>
            <w:r w:rsidRPr="00267851">
              <w:rPr>
                <w:color w:val="333333"/>
                <w:sz w:val="24"/>
                <w:szCs w:val="24"/>
                <w:shd w:val="clear" w:color="auto" w:fill="FFFFFF"/>
                <w:lang w:eastAsia="en-US"/>
              </w:rPr>
              <w:t>VIIІ</w:t>
            </w:r>
            <w:r>
              <w:rPr>
                <w:color w:val="333333"/>
                <w:sz w:val="24"/>
                <w:szCs w:val="24"/>
                <w:shd w:val="clear" w:color="auto" w:fill="FFFFFF"/>
                <w:lang w:eastAsia="en-US"/>
              </w:rPr>
              <w:t xml:space="preserve">              </w:t>
            </w:r>
            <w:r w:rsidRPr="00267851">
              <w:rPr>
                <w:sz w:val="24"/>
                <w:szCs w:val="24"/>
                <w:lang w:eastAsia="ru-RU"/>
              </w:rPr>
              <w:t xml:space="preserve"> </w:t>
            </w:r>
            <w:r>
              <w:rPr>
                <w:sz w:val="24"/>
                <w:szCs w:val="24"/>
                <w:lang w:eastAsia="ru-RU"/>
              </w:rPr>
              <w:t xml:space="preserve">             </w:t>
            </w:r>
            <w:r w:rsidRPr="00267851">
              <w:rPr>
                <w:sz w:val="24"/>
                <w:szCs w:val="24"/>
                <w:lang w:eastAsia="ru-RU"/>
              </w:rPr>
              <w:t xml:space="preserve">скликання від </w:t>
            </w:r>
            <w:r>
              <w:rPr>
                <w:sz w:val="24"/>
                <w:szCs w:val="24"/>
                <w:lang w:eastAsia="ru-RU"/>
              </w:rPr>
              <w:t>24</w:t>
            </w:r>
            <w:r w:rsidRPr="00267851">
              <w:rPr>
                <w:sz w:val="24"/>
                <w:szCs w:val="24"/>
                <w:lang w:eastAsia="ru-RU"/>
              </w:rPr>
              <w:t xml:space="preserve"> грудня 2020 року а саме:</w:t>
            </w:r>
          </w:p>
          <w:p w:rsidR="000A6A4E" w:rsidRPr="000D243F" w:rsidRDefault="000A6A4E" w:rsidP="003B7689">
            <w:pPr>
              <w:pStyle w:val="TableParagraph"/>
              <w:spacing w:line="263" w:lineRule="exact"/>
              <w:ind w:left="110" w:firstLine="110"/>
              <w:jc w:val="both"/>
              <w:rPr>
                <w:sz w:val="24"/>
              </w:rPr>
            </w:pPr>
            <w:r>
              <w:rPr>
                <w:sz w:val="24"/>
                <w:szCs w:val="24"/>
                <w:bdr w:val="none" w:sz="0" w:space="0" w:color="auto" w:frame="1"/>
              </w:rPr>
              <w:t>«</w:t>
            </w:r>
            <w:r w:rsidRPr="00FB0ABF">
              <w:rPr>
                <w:sz w:val="24"/>
                <w:szCs w:val="24"/>
                <w:bdr w:val="none" w:sz="0" w:space="0" w:color="auto" w:frame="1"/>
              </w:rPr>
              <w:t>Про затвердження Програми охорони навколишнього природного середовища на 2021 рік</w:t>
            </w:r>
            <w:r>
              <w:rPr>
                <w:sz w:val="24"/>
                <w:szCs w:val="24"/>
                <w:bdr w:val="none" w:sz="0" w:space="0" w:color="auto" w:frame="1"/>
              </w:rPr>
              <w:t>».</w:t>
            </w:r>
          </w:p>
        </w:tc>
      </w:tr>
      <w:tr w:rsidR="000A6A4E" w:rsidTr="003B7689">
        <w:trPr>
          <w:trHeight w:val="732"/>
        </w:trPr>
        <w:tc>
          <w:tcPr>
            <w:tcW w:w="2087" w:type="dxa"/>
          </w:tcPr>
          <w:p w:rsidR="000A6A4E" w:rsidRDefault="000A6A4E" w:rsidP="003B7689">
            <w:pPr>
              <w:pStyle w:val="TableParagraph"/>
              <w:spacing w:before="132"/>
              <w:ind w:left="200"/>
              <w:rPr>
                <w:b/>
                <w:sz w:val="24"/>
              </w:rPr>
            </w:pPr>
          </w:p>
          <w:p w:rsidR="000A6A4E" w:rsidRDefault="000A6A4E" w:rsidP="003B7689">
            <w:pPr>
              <w:pStyle w:val="TableParagraph"/>
              <w:spacing w:before="132"/>
              <w:ind w:left="200"/>
              <w:rPr>
                <w:b/>
                <w:sz w:val="24"/>
              </w:rPr>
            </w:pPr>
            <w:r>
              <w:rPr>
                <w:b/>
                <w:sz w:val="24"/>
              </w:rPr>
              <w:t>ГОЛОСУВАЛИ:</w:t>
            </w:r>
          </w:p>
        </w:tc>
        <w:tc>
          <w:tcPr>
            <w:tcW w:w="7700" w:type="dxa"/>
          </w:tcPr>
          <w:p w:rsidR="000A6A4E" w:rsidRDefault="000A6A4E" w:rsidP="003B7689">
            <w:pPr>
              <w:pStyle w:val="BodyText"/>
              <w:ind w:left="200" w:right="483"/>
              <w:jc w:val="both"/>
            </w:pPr>
          </w:p>
          <w:p w:rsidR="000A6A4E" w:rsidRDefault="000A6A4E" w:rsidP="003B7689">
            <w:pPr>
              <w:pStyle w:val="BodyText"/>
              <w:ind w:left="200" w:right="483"/>
              <w:jc w:val="both"/>
            </w:pPr>
          </w:p>
          <w:p w:rsidR="000A6A4E" w:rsidRPr="00CB57ED" w:rsidRDefault="000A6A4E" w:rsidP="003B7689">
            <w:r w:rsidRPr="00CB57ED">
              <w:rPr>
                <w:b/>
              </w:rPr>
              <w:t>За – 3, Проти – 0, Утрим. – 0, Не голос. – 0.</w:t>
            </w:r>
            <w:r w:rsidRPr="000D243F">
              <w:t xml:space="preserve"> </w:t>
            </w:r>
            <w:r w:rsidRPr="000D243F">
              <w:rPr>
                <w:b/>
              </w:rPr>
              <w:t>ПРИЙНЯТО</w:t>
            </w:r>
          </w:p>
        </w:tc>
      </w:tr>
      <w:tr w:rsidR="000A6A4E" w:rsidTr="003B7689">
        <w:trPr>
          <w:trHeight w:val="732"/>
        </w:trPr>
        <w:tc>
          <w:tcPr>
            <w:tcW w:w="2087" w:type="dxa"/>
          </w:tcPr>
          <w:p w:rsidR="000A6A4E" w:rsidRDefault="000A6A4E" w:rsidP="003B7689">
            <w:pPr>
              <w:pStyle w:val="TableParagraph"/>
              <w:spacing w:before="132"/>
              <w:ind w:left="200"/>
              <w:rPr>
                <w:b/>
                <w:sz w:val="24"/>
              </w:rPr>
            </w:pPr>
            <w:r>
              <w:rPr>
                <w:b/>
                <w:sz w:val="24"/>
              </w:rPr>
              <w:t>ВИСТУПИЛИ:</w:t>
            </w:r>
          </w:p>
          <w:p w:rsidR="000A6A4E" w:rsidRDefault="000A6A4E" w:rsidP="003B7689">
            <w:pPr>
              <w:pStyle w:val="TableParagraph"/>
              <w:spacing w:before="132"/>
              <w:ind w:left="200"/>
              <w:rPr>
                <w:b/>
                <w:sz w:val="24"/>
              </w:rPr>
            </w:pPr>
            <w:r>
              <w:rPr>
                <w:b/>
                <w:sz w:val="24"/>
              </w:rPr>
              <w:t>САДЛІЙ Р.П.</w:t>
            </w:r>
          </w:p>
        </w:tc>
        <w:tc>
          <w:tcPr>
            <w:tcW w:w="7700" w:type="dxa"/>
          </w:tcPr>
          <w:p w:rsidR="000A6A4E" w:rsidRDefault="000A6A4E" w:rsidP="003B7689">
            <w:pPr>
              <w:pStyle w:val="BodyText"/>
              <w:ind w:left="200" w:right="483"/>
              <w:jc w:val="both"/>
            </w:pPr>
            <w:r>
              <w:t xml:space="preserve">Перший заступник Новоушицького селищного голови, надав пропозицію щодо винесення питання на розгляд Новоушицької селищної ради «Про затвердження технічної документації з нормативно грошової оцінки земель населеного пункту с.Струга» </w:t>
            </w:r>
          </w:p>
        </w:tc>
      </w:tr>
      <w:tr w:rsidR="000A6A4E" w:rsidTr="003B7689">
        <w:trPr>
          <w:trHeight w:val="732"/>
        </w:trPr>
        <w:tc>
          <w:tcPr>
            <w:tcW w:w="2087" w:type="dxa"/>
          </w:tcPr>
          <w:p w:rsidR="000A6A4E" w:rsidRDefault="000A6A4E" w:rsidP="00566C86">
            <w:pPr>
              <w:pStyle w:val="TableParagraph"/>
              <w:spacing w:before="132"/>
              <w:ind w:left="200"/>
              <w:rPr>
                <w:b/>
                <w:sz w:val="24"/>
              </w:rPr>
            </w:pPr>
            <w:r>
              <w:rPr>
                <w:b/>
                <w:sz w:val="24"/>
              </w:rPr>
              <w:t>ВИРІШИЛИ:</w:t>
            </w:r>
          </w:p>
          <w:p w:rsidR="000A6A4E" w:rsidRDefault="000A6A4E" w:rsidP="003B7689">
            <w:pPr>
              <w:pStyle w:val="TableParagraph"/>
              <w:spacing w:before="132"/>
              <w:ind w:left="200"/>
              <w:rPr>
                <w:b/>
                <w:sz w:val="24"/>
              </w:rPr>
            </w:pPr>
          </w:p>
        </w:tc>
        <w:tc>
          <w:tcPr>
            <w:tcW w:w="7700" w:type="dxa"/>
          </w:tcPr>
          <w:p w:rsidR="000A6A4E" w:rsidRDefault="000A6A4E" w:rsidP="003B7689">
            <w:pPr>
              <w:pStyle w:val="BodyText"/>
              <w:ind w:left="200" w:right="483"/>
              <w:jc w:val="both"/>
            </w:pPr>
            <w:r>
              <w:t>Підтримати пропозицію першого заступника Новоушицького селищного голови Р.САДЛІЯ.</w:t>
            </w:r>
          </w:p>
        </w:tc>
      </w:tr>
      <w:tr w:rsidR="000A6A4E" w:rsidTr="003B7689">
        <w:trPr>
          <w:trHeight w:val="732"/>
        </w:trPr>
        <w:tc>
          <w:tcPr>
            <w:tcW w:w="2087" w:type="dxa"/>
          </w:tcPr>
          <w:p w:rsidR="000A6A4E" w:rsidRDefault="000A6A4E" w:rsidP="003B7689">
            <w:pPr>
              <w:pStyle w:val="TableParagraph"/>
              <w:spacing w:before="132"/>
              <w:ind w:left="200"/>
              <w:rPr>
                <w:b/>
                <w:sz w:val="24"/>
              </w:rPr>
            </w:pPr>
          </w:p>
          <w:p w:rsidR="000A6A4E" w:rsidRDefault="000A6A4E" w:rsidP="003B7689">
            <w:pPr>
              <w:pStyle w:val="TableParagraph"/>
              <w:spacing w:before="132"/>
              <w:ind w:left="200"/>
              <w:rPr>
                <w:b/>
                <w:sz w:val="24"/>
              </w:rPr>
            </w:pPr>
            <w:r>
              <w:rPr>
                <w:b/>
                <w:sz w:val="24"/>
              </w:rPr>
              <w:t>ГОЛОСУВАЛИ:</w:t>
            </w:r>
          </w:p>
        </w:tc>
        <w:tc>
          <w:tcPr>
            <w:tcW w:w="7700" w:type="dxa"/>
          </w:tcPr>
          <w:p w:rsidR="000A6A4E" w:rsidRDefault="000A6A4E" w:rsidP="003B7689">
            <w:pPr>
              <w:pStyle w:val="BodyText"/>
              <w:ind w:left="200" w:right="483"/>
              <w:jc w:val="both"/>
            </w:pPr>
          </w:p>
          <w:p w:rsidR="000A6A4E" w:rsidRDefault="000A6A4E" w:rsidP="003B7689">
            <w:pPr>
              <w:pStyle w:val="BodyText"/>
              <w:ind w:left="200" w:right="483"/>
              <w:jc w:val="both"/>
            </w:pPr>
          </w:p>
          <w:p w:rsidR="000A6A4E" w:rsidRPr="00CB57ED" w:rsidRDefault="000A6A4E" w:rsidP="003B7689">
            <w:r w:rsidRPr="00CB57ED">
              <w:rPr>
                <w:b/>
              </w:rPr>
              <w:t>За – 3, Проти – 0, Утрим. – 0, Не голос. – 0.</w:t>
            </w:r>
            <w:r w:rsidRPr="000D243F">
              <w:t xml:space="preserve"> </w:t>
            </w:r>
            <w:r w:rsidRPr="000D243F">
              <w:rPr>
                <w:b/>
              </w:rPr>
              <w:t>ПРИЙНЯТО</w:t>
            </w:r>
          </w:p>
        </w:tc>
      </w:tr>
    </w:tbl>
    <w:p w:rsidR="000A6A4E" w:rsidRDefault="000A6A4E" w:rsidP="00FB0ABF">
      <w:pPr>
        <w:pStyle w:val="BodyText"/>
        <w:rPr>
          <w:sz w:val="20"/>
        </w:rPr>
      </w:pPr>
    </w:p>
    <w:p w:rsidR="000A6A4E" w:rsidRDefault="000A6A4E" w:rsidP="00FB0ABF">
      <w:pPr>
        <w:pStyle w:val="BodyText"/>
        <w:tabs>
          <w:tab w:val="left" w:pos="4708"/>
          <w:tab w:val="left" w:pos="7988"/>
        </w:tabs>
        <w:spacing w:before="90"/>
        <w:ind w:left="200"/>
      </w:pPr>
      <w:r>
        <w:t xml:space="preserve"> Голова</w:t>
      </w:r>
      <w:r>
        <w:rPr>
          <w:spacing w:val="-2"/>
        </w:rPr>
        <w:t xml:space="preserve"> </w:t>
      </w:r>
      <w:r>
        <w:t>комісії</w:t>
      </w:r>
      <w:r>
        <w:tab/>
        <w:t xml:space="preserve">                        Г. ГРИНЧУК</w:t>
      </w:r>
    </w:p>
    <w:p w:rsidR="000A6A4E" w:rsidRDefault="000A6A4E" w:rsidP="00FB0ABF">
      <w:pPr>
        <w:pStyle w:val="BodyText"/>
        <w:rPr>
          <w:sz w:val="26"/>
        </w:rPr>
      </w:pPr>
    </w:p>
    <w:p w:rsidR="000A6A4E" w:rsidRDefault="000A6A4E" w:rsidP="00FB0ABF">
      <w:pPr>
        <w:pStyle w:val="BodyText"/>
        <w:tabs>
          <w:tab w:val="left" w:pos="7988"/>
        </w:tabs>
        <w:ind w:left="200"/>
        <w:rPr>
          <w:sz w:val="26"/>
        </w:rPr>
      </w:pPr>
    </w:p>
    <w:p w:rsidR="000A6A4E" w:rsidRDefault="000A6A4E" w:rsidP="002D6C61">
      <w:pPr>
        <w:pStyle w:val="BodyText"/>
        <w:tabs>
          <w:tab w:val="left" w:pos="7988"/>
        </w:tabs>
      </w:pPr>
      <w:r>
        <w:t xml:space="preserve">    Заступник голови комісії                                                      М. ДУДЧАК                                                                </w:t>
      </w:r>
      <w:r>
        <w:tab/>
      </w:r>
    </w:p>
    <w:p w:rsidR="000A6A4E" w:rsidRDefault="000A6A4E" w:rsidP="00FB0ABF">
      <w:pPr>
        <w:tabs>
          <w:tab w:val="left" w:pos="4145"/>
        </w:tabs>
      </w:pPr>
    </w:p>
    <w:p w:rsidR="000A6A4E" w:rsidRPr="005B0DBB" w:rsidRDefault="000A6A4E" w:rsidP="005B0DBB"/>
    <w:p w:rsidR="000A6A4E" w:rsidRPr="005B0DBB" w:rsidRDefault="000A6A4E" w:rsidP="005B0DBB"/>
    <w:p w:rsidR="000A6A4E" w:rsidRPr="005B0DBB" w:rsidRDefault="000A6A4E" w:rsidP="005B0DBB"/>
    <w:p w:rsidR="000A6A4E" w:rsidRPr="005B0DBB" w:rsidRDefault="000A6A4E" w:rsidP="005B0DBB"/>
    <w:p w:rsidR="000A6A4E" w:rsidRPr="005B0DBB" w:rsidRDefault="000A6A4E" w:rsidP="005B0DBB"/>
    <w:p w:rsidR="000A6A4E" w:rsidRPr="005B0DBB" w:rsidRDefault="000A6A4E" w:rsidP="005B0DBB"/>
    <w:p w:rsidR="000A6A4E" w:rsidRPr="005B0DBB" w:rsidRDefault="000A6A4E" w:rsidP="005B0DBB"/>
    <w:p w:rsidR="000A6A4E" w:rsidRPr="005B0DBB" w:rsidRDefault="000A6A4E" w:rsidP="005B0DBB"/>
    <w:p w:rsidR="000A6A4E" w:rsidRPr="005B0DBB" w:rsidRDefault="000A6A4E" w:rsidP="005B0DBB"/>
    <w:p w:rsidR="000A6A4E" w:rsidRPr="005B0DBB" w:rsidRDefault="000A6A4E" w:rsidP="005B0DBB"/>
    <w:p w:rsidR="000A6A4E" w:rsidRPr="005B0DBB" w:rsidRDefault="000A6A4E" w:rsidP="005B0DBB"/>
    <w:p w:rsidR="000A6A4E" w:rsidRPr="005B0DBB" w:rsidRDefault="000A6A4E" w:rsidP="005B0DBB"/>
    <w:p w:rsidR="000A6A4E" w:rsidRDefault="000A6A4E" w:rsidP="005B0DBB"/>
    <w:p w:rsidR="000A6A4E" w:rsidRDefault="000A6A4E" w:rsidP="005B0DBB"/>
    <w:p w:rsidR="000A6A4E" w:rsidRDefault="000A6A4E" w:rsidP="005B0DBB">
      <w:pPr>
        <w:tabs>
          <w:tab w:val="left" w:pos="4320"/>
        </w:tabs>
      </w:pPr>
      <w:r>
        <w:tab/>
      </w: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145"/>
        </w:tabs>
      </w:pPr>
    </w:p>
    <w:p w:rsidR="000A6A4E" w:rsidRDefault="000A6A4E" w:rsidP="005B0DBB">
      <w:pPr>
        <w:pStyle w:val="Heading1"/>
        <w:spacing w:before="71"/>
      </w:pPr>
      <w:r>
        <w:t>ПРОТОКОЛ №3</w:t>
      </w:r>
    </w:p>
    <w:p w:rsidR="000A6A4E" w:rsidRDefault="000A6A4E" w:rsidP="005B0DBB">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5B0DBB">
      <w:pPr>
        <w:spacing w:before="5" w:line="237" w:lineRule="auto"/>
        <w:ind w:left="262" w:right="550"/>
        <w:jc w:val="center"/>
        <w:rPr>
          <w:b/>
          <w:sz w:val="24"/>
        </w:rPr>
      </w:pPr>
      <w:r>
        <w:rPr>
          <w:b/>
          <w:sz w:val="24"/>
        </w:rPr>
        <w:t>планування території та містобудування</w:t>
      </w:r>
    </w:p>
    <w:p w:rsidR="000A6A4E" w:rsidRDefault="000A6A4E" w:rsidP="005B0DBB">
      <w:pPr>
        <w:tabs>
          <w:tab w:val="right" w:pos="9491"/>
        </w:tabs>
        <w:spacing w:before="273"/>
        <w:ind w:left="200"/>
        <w:rPr>
          <w:i/>
          <w:sz w:val="24"/>
        </w:rPr>
      </w:pPr>
      <w:r>
        <w:rPr>
          <w:i/>
          <w:sz w:val="24"/>
        </w:rPr>
        <w:t>28 січня 2021</w:t>
      </w:r>
      <w:r>
        <w:rPr>
          <w:i/>
          <w:spacing w:val="2"/>
          <w:sz w:val="24"/>
        </w:rPr>
        <w:t xml:space="preserve"> </w:t>
      </w:r>
      <w:r>
        <w:rPr>
          <w:i/>
          <w:sz w:val="24"/>
        </w:rPr>
        <w:t>року</w:t>
      </w:r>
      <w:r>
        <w:rPr>
          <w:i/>
          <w:sz w:val="24"/>
        </w:rPr>
        <w:tab/>
        <w:t>09.00</w:t>
      </w:r>
    </w:p>
    <w:p w:rsidR="000A6A4E" w:rsidRDefault="000A6A4E" w:rsidP="005B0DBB">
      <w:pPr>
        <w:tabs>
          <w:tab w:val="right" w:pos="9491"/>
        </w:tabs>
        <w:spacing w:before="273"/>
        <w:ind w:left="200"/>
        <w:rPr>
          <w:i/>
          <w:sz w:val="24"/>
        </w:rPr>
      </w:pPr>
    </w:p>
    <w:p w:rsidR="000A6A4E" w:rsidRDefault="000A6A4E" w:rsidP="005B0DBB">
      <w:pPr>
        <w:pStyle w:val="Heading2"/>
        <w:spacing w:line="242" w:lineRule="auto"/>
        <w:ind w:right="6779"/>
        <w:rPr>
          <w:b w:val="0"/>
        </w:rPr>
      </w:pPr>
      <w:r>
        <w:t xml:space="preserve">Всього членів комісії – </w:t>
      </w:r>
      <w:r w:rsidRPr="00FA0114">
        <w:rPr>
          <w:b w:val="0"/>
          <w:i w:val="0"/>
        </w:rPr>
        <w:t>5 чол</w:t>
      </w:r>
      <w:r w:rsidRPr="00FA0114">
        <w:rPr>
          <w:b w:val="0"/>
        </w:rPr>
        <w:t>.</w:t>
      </w:r>
    </w:p>
    <w:p w:rsidR="000A6A4E" w:rsidRDefault="000A6A4E" w:rsidP="005B0DBB">
      <w:pPr>
        <w:pStyle w:val="Heading2"/>
        <w:spacing w:line="242" w:lineRule="auto"/>
        <w:ind w:right="6779"/>
      </w:pPr>
    </w:p>
    <w:p w:rsidR="000A6A4E" w:rsidRDefault="000A6A4E" w:rsidP="005B0DBB">
      <w:pPr>
        <w:pStyle w:val="BodyText"/>
        <w:spacing w:line="266" w:lineRule="exact"/>
        <w:ind w:left="200"/>
      </w:pPr>
      <w:r>
        <w:rPr>
          <w:b/>
          <w:i/>
        </w:rPr>
        <w:t xml:space="preserve">Присутні: </w:t>
      </w:r>
      <w:r>
        <w:t>Гринчук Г. П., Дудчак М.М., Кищук І,І. Фурман В.А.,Тарчинський В.В.</w:t>
      </w:r>
    </w:p>
    <w:p w:rsidR="000A6A4E" w:rsidRPr="00FA0114" w:rsidRDefault="000A6A4E" w:rsidP="005B0DBB">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5B0DBB">
      <w:pPr>
        <w:pStyle w:val="BodyText"/>
        <w:spacing w:line="272" w:lineRule="exact"/>
        <w:ind w:left="200"/>
      </w:pPr>
      <w:r>
        <w:rPr>
          <w:b/>
          <w:i/>
        </w:rPr>
        <w:t xml:space="preserve">Запрошені: </w:t>
      </w:r>
      <w:r>
        <w:t>Р.Садлій – перший заступник Новоушицького селищного голови, І.Миколайчук, А.Стефанишена,О.Гуцол спеціалісти відділу комунальної власності, житлова комунального господарства, благоустрою, зовнішньої реклами, охорони навколишнього природного середовища, інфраструктури та земельних відносин</w:t>
      </w:r>
    </w:p>
    <w:p w:rsidR="000A6A4E" w:rsidRPr="00267851" w:rsidRDefault="000A6A4E" w:rsidP="005B0DBB">
      <w:pPr>
        <w:pStyle w:val="BodyText"/>
        <w:spacing w:before="161"/>
        <w:ind w:left="262" w:right="550"/>
        <w:jc w:val="center"/>
        <w:rPr>
          <w:b/>
        </w:rPr>
      </w:pPr>
      <w:r w:rsidRPr="00267851">
        <w:rPr>
          <w:b/>
        </w:rPr>
        <w:t>ПОРЯДОК ДЕННИЙ</w:t>
      </w:r>
    </w:p>
    <w:p w:rsidR="000A6A4E" w:rsidRDefault="000A6A4E" w:rsidP="005B0DBB">
      <w:pPr>
        <w:pStyle w:val="BodyText"/>
        <w:spacing w:before="11"/>
        <w:rPr>
          <w:sz w:val="23"/>
        </w:rPr>
      </w:pPr>
    </w:p>
    <w:p w:rsidR="000A6A4E" w:rsidRPr="005B0DBB" w:rsidRDefault="000A6A4E" w:rsidP="005B0DBB">
      <w:pPr>
        <w:rPr>
          <w:sz w:val="24"/>
          <w:szCs w:val="24"/>
        </w:rPr>
      </w:pPr>
      <w:hyperlink r:id="rId9" w:history="1">
        <w:r w:rsidRPr="005B0DBB">
          <w:rPr>
            <w:rStyle w:val="Hyperlink"/>
            <w:color w:val="auto"/>
            <w:sz w:val="24"/>
            <w:szCs w:val="24"/>
            <w:bdr w:val="none" w:sz="0" w:space="0" w:color="auto" w:frame="1"/>
            <w:shd w:val="clear" w:color="auto" w:fill="FFFFFF"/>
          </w:rPr>
          <w:t>1. Про надання дозволу на розроблення технічної документації із землеустрою щодо встановлення (відновлення) меж земельних ділянок в натурі (на місцевості) (невитребуваних земельних часток (паїв))</w:t>
        </w:r>
      </w:hyperlink>
      <w:r w:rsidRPr="005B0DBB">
        <w:rPr>
          <w:sz w:val="24"/>
          <w:szCs w:val="24"/>
        </w:rPr>
        <w:br/>
      </w:r>
      <w:hyperlink r:id="rId10" w:history="1">
        <w:r w:rsidRPr="005B0DBB">
          <w:rPr>
            <w:rStyle w:val="Hyperlink"/>
            <w:color w:val="auto"/>
            <w:sz w:val="24"/>
            <w:szCs w:val="24"/>
            <w:bdr w:val="none" w:sz="0" w:space="0" w:color="auto" w:frame="1"/>
            <w:shd w:val="clear" w:color="auto" w:fill="FFFFFF"/>
          </w:rPr>
          <w:t>2. Про затвердження технічної документації із землеустрою щодо встановлення (відновлення) меж земельних ділянок в натурі (на місцевості) (невитребуваних земельних часток (паїв))</w:t>
        </w:r>
      </w:hyperlink>
      <w:r w:rsidRPr="005B0DBB">
        <w:rPr>
          <w:sz w:val="24"/>
          <w:szCs w:val="24"/>
        </w:rPr>
        <w:br/>
      </w:r>
      <w:hyperlink r:id="rId11" w:history="1">
        <w:r w:rsidRPr="005B0DBB">
          <w:rPr>
            <w:rStyle w:val="Hyperlink"/>
            <w:color w:val="auto"/>
            <w:sz w:val="24"/>
            <w:szCs w:val="24"/>
            <w:bdr w:val="none" w:sz="0" w:space="0" w:color="auto" w:frame="1"/>
            <w:shd w:val="clear" w:color="auto" w:fill="FFFFFF"/>
          </w:rPr>
          <w:t>3. Про внесення змін до договорів оренди земельних ділянок (невитребуваних земельних часток (паїв))</w:t>
        </w:r>
      </w:hyperlink>
    </w:p>
    <w:p w:rsidR="000A6A4E" w:rsidRPr="005B0DBB" w:rsidRDefault="000A6A4E" w:rsidP="005B0DBB">
      <w:pPr>
        <w:rPr>
          <w:sz w:val="24"/>
          <w:szCs w:val="24"/>
        </w:rPr>
      </w:pPr>
      <w:hyperlink r:id="rId12" w:history="1">
        <w:r w:rsidRPr="005B0DBB">
          <w:rPr>
            <w:rStyle w:val="Hyperlink"/>
            <w:color w:val="auto"/>
            <w:sz w:val="24"/>
            <w:szCs w:val="24"/>
            <w:bdr w:val="none" w:sz="0" w:space="0" w:color="auto" w:frame="1"/>
            <w:shd w:val="clear" w:color="auto" w:fill="FFFFFF"/>
          </w:rPr>
          <w:t>4. Про виділення земельних ділянок в натурі (на місцевості)</w:t>
        </w:r>
      </w:hyperlink>
      <w:r w:rsidRPr="005B0DBB">
        <w:rPr>
          <w:sz w:val="24"/>
          <w:szCs w:val="24"/>
        </w:rPr>
        <w:br/>
      </w:r>
      <w:hyperlink r:id="rId13" w:history="1">
        <w:r w:rsidRPr="005B0DBB">
          <w:rPr>
            <w:rStyle w:val="Hyperlink"/>
            <w:color w:val="auto"/>
            <w:sz w:val="24"/>
            <w:szCs w:val="24"/>
            <w:bdr w:val="none" w:sz="0" w:space="0" w:color="auto" w:frame="1"/>
            <w:shd w:val="clear" w:color="auto" w:fill="FFFFFF"/>
          </w:rPr>
          <w:t>5. Про затвердження проектів землеустрою щодо відведення земельних ділянок</w:t>
        </w:r>
      </w:hyperlink>
      <w:r w:rsidRPr="005B0DBB">
        <w:rPr>
          <w:sz w:val="24"/>
          <w:szCs w:val="24"/>
        </w:rPr>
        <w:br/>
      </w:r>
      <w:hyperlink r:id="rId14" w:history="1">
        <w:r w:rsidRPr="005B0DBB">
          <w:rPr>
            <w:rStyle w:val="Hyperlink"/>
            <w:color w:val="auto"/>
            <w:sz w:val="24"/>
            <w:szCs w:val="24"/>
            <w:bdr w:val="none" w:sz="0" w:space="0" w:color="auto" w:frame="1"/>
            <w:shd w:val="clear" w:color="auto" w:fill="FFFFFF"/>
          </w:rPr>
          <w:t>6. Про затвердження технічної документації із землеустрою щодо встановлення (відновлення) меж земельних ділянок в натурі (на місцевості)</w:t>
        </w:r>
      </w:hyperlink>
      <w:r w:rsidRPr="005B0DBB">
        <w:rPr>
          <w:sz w:val="24"/>
          <w:szCs w:val="24"/>
        </w:rPr>
        <w:br/>
      </w:r>
      <w:hyperlink r:id="rId15" w:history="1">
        <w:r w:rsidRPr="005B0DBB">
          <w:rPr>
            <w:rStyle w:val="Hyperlink"/>
            <w:color w:val="auto"/>
            <w:sz w:val="24"/>
            <w:szCs w:val="24"/>
            <w:bdr w:val="none" w:sz="0" w:space="0" w:color="auto" w:frame="1"/>
            <w:shd w:val="clear" w:color="auto" w:fill="FFFFFF"/>
          </w:rPr>
          <w:t>7. Про затвердження технічної документації із землеустрою щодо поділу та об'єднання земельних ділянок</w:t>
        </w:r>
      </w:hyperlink>
      <w:r w:rsidRPr="005B0DBB">
        <w:rPr>
          <w:sz w:val="24"/>
          <w:szCs w:val="24"/>
        </w:rPr>
        <w:br/>
      </w:r>
      <w:hyperlink r:id="rId16" w:history="1">
        <w:r w:rsidRPr="005B0DBB">
          <w:rPr>
            <w:rStyle w:val="Hyperlink"/>
            <w:color w:val="auto"/>
            <w:sz w:val="24"/>
            <w:szCs w:val="24"/>
            <w:bdr w:val="none" w:sz="0" w:space="0" w:color="auto" w:frame="1"/>
            <w:shd w:val="clear" w:color="auto" w:fill="FFFFFF"/>
          </w:rPr>
          <w:t>8. Про надання дозволу на розроблення проектів землеустрою щодо відведення земельних ділянок у розмірі земельної частки (паю) за рахунок земель комунальної власності</w:t>
        </w:r>
      </w:hyperlink>
      <w:r w:rsidRPr="005B0DBB">
        <w:rPr>
          <w:sz w:val="24"/>
          <w:szCs w:val="24"/>
        </w:rPr>
        <w:br/>
      </w:r>
      <w:hyperlink r:id="rId17" w:history="1">
        <w:r w:rsidRPr="005B0DBB">
          <w:rPr>
            <w:rStyle w:val="Hyperlink"/>
            <w:color w:val="auto"/>
            <w:sz w:val="24"/>
            <w:szCs w:val="24"/>
            <w:bdr w:val="none" w:sz="0" w:space="0" w:color="auto" w:frame="1"/>
            <w:shd w:val="clear" w:color="auto" w:fill="FFFFFF"/>
          </w:rPr>
          <w:t>9. 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hyperlink>
      <w:r w:rsidRPr="005B0DBB">
        <w:rPr>
          <w:sz w:val="24"/>
          <w:szCs w:val="24"/>
        </w:rPr>
        <w:br/>
      </w:r>
      <w:hyperlink r:id="rId18" w:history="1">
        <w:r w:rsidRPr="005B0DBB">
          <w:rPr>
            <w:rStyle w:val="Hyperlink"/>
            <w:color w:val="auto"/>
            <w:sz w:val="24"/>
            <w:szCs w:val="24"/>
            <w:bdr w:val="none" w:sz="0" w:space="0" w:color="auto" w:frame="1"/>
            <w:shd w:val="clear" w:color="auto" w:fill="FFFFFF"/>
          </w:rPr>
          <w:t>10. Про надання дозволу на розроблення проектів землеустрою щодо відведення земельних ділянок</w:t>
        </w:r>
      </w:hyperlink>
      <w:r w:rsidRPr="005B0DBB">
        <w:rPr>
          <w:sz w:val="24"/>
          <w:szCs w:val="24"/>
        </w:rPr>
        <w:br/>
      </w:r>
      <w:hyperlink r:id="rId19" w:history="1">
        <w:r w:rsidRPr="005B0DBB">
          <w:rPr>
            <w:rStyle w:val="Hyperlink"/>
            <w:color w:val="auto"/>
            <w:sz w:val="24"/>
            <w:szCs w:val="24"/>
            <w:bdr w:val="none" w:sz="0" w:space="0" w:color="auto" w:frame="1"/>
            <w:shd w:val="clear" w:color="auto" w:fill="FFFFFF"/>
          </w:rPr>
          <w:t>11. Про надання дозволу на розроблення проектів землеустрою щодо відведення земельних ділянок в оренду</w:t>
        </w:r>
      </w:hyperlink>
      <w:r w:rsidRPr="005B0DBB">
        <w:rPr>
          <w:sz w:val="24"/>
          <w:szCs w:val="24"/>
        </w:rPr>
        <w:br/>
      </w:r>
      <w:hyperlink r:id="rId20" w:history="1">
        <w:r w:rsidRPr="005B0DBB">
          <w:rPr>
            <w:rStyle w:val="Hyperlink"/>
            <w:color w:val="auto"/>
            <w:sz w:val="24"/>
            <w:szCs w:val="24"/>
            <w:bdr w:val="none" w:sz="0" w:space="0" w:color="auto" w:frame="1"/>
            <w:shd w:val="clear" w:color="auto" w:fill="FFFFFF"/>
          </w:rPr>
          <w:t>12. Про припинення права користування земельними ділянками</w:t>
        </w:r>
      </w:hyperlink>
      <w:r w:rsidRPr="005B0DBB">
        <w:rPr>
          <w:sz w:val="24"/>
          <w:szCs w:val="24"/>
        </w:rPr>
        <w:br/>
      </w:r>
      <w:hyperlink r:id="rId21" w:history="1">
        <w:r w:rsidRPr="005B0DBB">
          <w:rPr>
            <w:rStyle w:val="Hyperlink"/>
            <w:color w:val="auto"/>
            <w:sz w:val="24"/>
            <w:szCs w:val="24"/>
            <w:bdr w:val="none" w:sz="0" w:space="0" w:color="auto" w:frame="1"/>
            <w:shd w:val="clear" w:color="auto" w:fill="FFFFFF"/>
          </w:rPr>
          <w:t>13. Про розірвання договорів оренди землі</w:t>
        </w:r>
      </w:hyperlink>
    </w:p>
    <w:p w:rsidR="000A6A4E" w:rsidRPr="00FB0ABF" w:rsidRDefault="000A6A4E" w:rsidP="005B0DBB">
      <w:pPr>
        <w:pStyle w:val="BodyText"/>
        <w:ind w:left="200" w:right="483"/>
        <w:jc w:val="both"/>
      </w:pPr>
    </w:p>
    <w:p w:rsidR="000A6A4E" w:rsidRDefault="000A6A4E" w:rsidP="005B0DBB">
      <w:pPr>
        <w:pStyle w:val="BodyText"/>
        <w:ind w:right="483"/>
        <w:jc w:val="both"/>
        <w:rPr>
          <w:sz w:val="15"/>
        </w:rPr>
      </w:pPr>
    </w:p>
    <w:tbl>
      <w:tblPr>
        <w:tblW w:w="10117" w:type="dxa"/>
        <w:tblLayout w:type="fixed"/>
        <w:tblCellMar>
          <w:left w:w="0" w:type="dxa"/>
          <w:right w:w="0" w:type="dxa"/>
        </w:tblCellMar>
        <w:tblLook w:val="01E0"/>
      </w:tblPr>
      <w:tblGrid>
        <w:gridCol w:w="2087"/>
        <w:gridCol w:w="8030"/>
      </w:tblGrid>
      <w:tr w:rsidR="000A6A4E" w:rsidTr="00C83F40">
        <w:trPr>
          <w:trHeight w:val="1347"/>
        </w:trPr>
        <w:tc>
          <w:tcPr>
            <w:tcW w:w="2087" w:type="dxa"/>
          </w:tcPr>
          <w:p w:rsidR="000A6A4E" w:rsidRPr="000D243F" w:rsidRDefault="000A6A4E" w:rsidP="00F81692">
            <w:pPr>
              <w:pStyle w:val="TableParagraph"/>
              <w:spacing w:line="262" w:lineRule="exact"/>
              <w:ind w:left="200"/>
              <w:rPr>
                <w:b/>
                <w:sz w:val="24"/>
              </w:rPr>
            </w:pPr>
            <w:r w:rsidRPr="000D243F">
              <w:rPr>
                <w:b/>
                <w:sz w:val="24"/>
              </w:rPr>
              <w:t xml:space="preserve"> </w:t>
            </w:r>
            <w:r>
              <w:rPr>
                <w:b/>
                <w:sz w:val="24"/>
              </w:rPr>
              <w:t xml:space="preserve">1. </w:t>
            </w:r>
            <w:r w:rsidRPr="000D243F">
              <w:rPr>
                <w:b/>
                <w:sz w:val="24"/>
              </w:rPr>
              <w:t>СЛУХАЛИ:</w:t>
            </w:r>
          </w:p>
          <w:p w:rsidR="000A6A4E" w:rsidRPr="000D243F" w:rsidRDefault="000A6A4E" w:rsidP="00F81692">
            <w:pPr>
              <w:pStyle w:val="TableParagraph"/>
              <w:spacing w:line="272" w:lineRule="exact"/>
              <w:ind w:left="200"/>
              <w:rPr>
                <w:sz w:val="24"/>
              </w:rPr>
            </w:pPr>
            <w:r w:rsidRPr="00AD2122">
              <w:rPr>
                <w:b/>
                <w:sz w:val="24"/>
              </w:rPr>
              <w:t xml:space="preserve">  Гринчука Г.П</w:t>
            </w:r>
            <w:r>
              <w:rPr>
                <w:sz w:val="24"/>
              </w:rPr>
              <w:t>.</w:t>
            </w:r>
          </w:p>
        </w:tc>
        <w:tc>
          <w:tcPr>
            <w:tcW w:w="8030" w:type="dxa"/>
          </w:tcPr>
          <w:p w:rsidR="000A6A4E" w:rsidRPr="006438B0" w:rsidRDefault="000A6A4E" w:rsidP="00F81692">
            <w:pPr>
              <w:pStyle w:val="BodyText"/>
              <w:ind w:left="200" w:right="483"/>
              <w:jc w:val="both"/>
            </w:pPr>
            <w:r w:rsidRPr="006438B0">
              <w:t>На</w:t>
            </w:r>
            <w:r w:rsidRPr="006438B0">
              <w:rPr>
                <w:spacing w:val="-18"/>
              </w:rPr>
              <w:t xml:space="preserve"> </w:t>
            </w:r>
            <w:r w:rsidRPr="006438B0">
              <w:t>розгляд</w:t>
            </w:r>
            <w:r w:rsidRPr="006438B0">
              <w:rPr>
                <w:spacing w:val="-17"/>
              </w:rPr>
              <w:t xml:space="preserve"> </w:t>
            </w:r>
            <w:r w:rsidRPr="006438B0">
              <w:t xml:space="preserve">комісії виносяться </w:t>
            </w:r>
            <w:r w:rsidRPr="006438B0">
              <w:rPr>
                <w:spacing w:val="-19"/>
              </w:rPr>
              <w:t xml:space="preserve"> </w:t>
            </w:r>
            <w:r w:rsidRPr="006438B0">
              <w:t>питання</w:t>
            </w:r>
            <w:r>
              <w:t>:</w:t>
            </w:r>
          </w:p>
          <w:p w:rsidR="000A6A4E" w:rsidRDefault="000A6A4E" w:rsidP="00F81692">
            <w:pPr>
              <w:pStyle w:val="BodyText"/>
              <w:ind w:left="200" w:right="483"/>
              <w:jc w:val="both"/>
            </w:pPr>
            <w:r>
              <w:rPr>
                <w:bdr w:val="none" w:sz="0" w:space="0" w:color="auto" w:frame="1"/>
                <w:shd w:val="clear" w:color="auto" w:fill="FFFFFF"/>
              </w:rPr>
              <w:t>«</w:t>
            </w:r>
            <w:hyperlink r:id="rId22" w:history="1">
              <w:r w:rsidRPr="005B0DBB">
                <w:rPr>
                  <w:rStyle w:val="Hyperlink"/>
                  <w:color w:val="auto"/>
                  <w:bdr w:val="none" w:sz="0" w:space="0" w:color="auto" w:frame="1"/>
                  <w:shd w:val="clear" w:color="auto" w:fill="FFFFFF"/>
                </w:rPr>
                <w:t xml:space="preserve"> Про надання дозволу на розроблення технічної документації із землеустрою щодо встановлення (відновлення) меж земельних ділянок в натурі (на місцевості) (невитребуваних земельних часток (паїв))</w:t>
              </w:r>
            </w:hyperlink>
            <w:r>
              <w:rPr>
                <w:bdr w:val="none" w:sz="0" w:space="0" w:color="auto" w:frame="1"/>
                <w:shd w:val="clear" w:color="auto" w:fill="FFFFFF"/>
              </w:rPr>
              <w:t>»</w:t>
            </w:r>
            <w:r w:rsidRPr="005B0DBB">
              <w:br/>
            </w:r>
            <w:r w:rsidRPr="00FB0ABF">
              <w:t xml:space="preserve"> </w:t>
            </w:r>
          </w:p>
          <w:p w:rsidR="000A6A4E" w:rsidRPr="00FB0ABF" w:rsidRDefault="000A6A4E" w:rsidP="00F81692">
            <w:pPr>
              <w:pStyle w:val="BodyText"/>
              <w:ind w:left="200" w:right="483"/>
              <w:jc w:val="both"/>
            </w:pPr>
          </w:p>
        </w:tc>
      </w:tr>
      <w:tr w:rsidR="000A6A4E" w:rsidTr="00C83F40">
        <w:trPr>
          <w:trHeight w:val="1941"/>
        </w:trPr>
        <w:tc>
          <w:tcPr>
            <w:tcW w:w="2087" w:type="dxa"/>
          </w:tcPr>
          <w:p w:rsidR="000A6A4E" w:rsidRDefault="000A6A4E" w:rsidP="00F81692">
            <w:pPr>
              <w:pStyle w:val="TableParagraph"/>
              <w:spacing w:before="135" w:line="275" w:lineRule="exact"/>
              <w:ind w:left="200"/>
              <w:rPr>
                <w:b/>
                <w:sz w:val="24"/>
              </w:rPr>
            </w:pPr>
            <w:r>
              <w:rPr>
                <w:b/>
                <w:sz w:val="24"/>
              </w:rPr>
              <w:t>ВИСТУПИЛИ</w:t>
            </w:r>
            <w:r w:rsidRPr="000D243F">
              <w:rPr>
                <w:b/>
                <w:sz w:val="24"/>
              </w:rPr>
              <w:t>:</w:t>
            </w:r>
          </w:p>
          <w:p w:rsidR="000A6A4E" w:rsidRPr="000D243F" w:rsidRDefault="000A6A4E" w:rsidP="00F81692">
            <w:pPr>
              <w:pStyle w:val="TableParagraph"/>
              <w:ind w:left="200" w:right="52"/>
              <w:rPr>
                <w:sz w:val="24"/>
              </w:rPr>
            </w:pPr>
            <w:r>
              <w:rPr>
                <w:b/>
                <w:sz w:val="24"/>
              </w:rPr>
              <w:t>Стефанишена А.В</w:t>
            </w:r>
            <w:r>
              <w:rPr>
                <w:sz w:val="24"/>
              </w:rPr>
              <w:t>.</w:t>
            </w:r>
          </w:p>
        </w:tc>
        <w:tc>
          <w:tcPr>
            <w:tcW w:w="8030" w:type="dxa"/>
          </w:tcPr>
          <w:p w:rsidR="000A6A4E" w:rsidRPr="006438B0" w:rsidRDefault="000A6A4E" w:rsidP="00C83F40">
            <w:pPr>
              <w:pStyle w:val="TableParagraph"/>
              <w:rPr>
                <w:sz w:val="24"/>
                <w:szCs w:val="24"/>
              </w:rPr>
            </w:pPr>
            <w:r>
              <w:rPr>
                <w:sz w:val="24"/>
                <w:szCs w:val="24"/>
              </w:rPr>
              <w:t>Спеціаліст</w:t>
            </w:r>
            <w:r w:rsidRPr="006438B0">
              <w:rPr>
                <w:sz w:val="24"/>
                <w:szCs w:val="24"/>
              </w:rPr>
              <w:t xml:space="preserve">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w:t>
            </w:r>
            <w:r>
              <w:rPr>
                <w:sz w:val="24"/>
                <w:szCs w:val="24"/>
              </w:rPr>
              <w:t>винесла</w:t>
            </w:r>
            <w:r w:rsidRPr="006438B0">
              <w:rPr>
                <w:sz w:val="24"/>
                <w:szCs w:val="24"/>
              </w:rPr>
              <w:t xml:space="preserve"> на розгляд членів постійної комісії проект</w:t>
            </w:r>
            <w:r>
              <w:rPr>
                <w:sz w:val="24"/>
                <w:szCs w:val="24"/>
              </w:rPr>
              <w:t xml:space="preserve"> рішення</w:t>
            </w:r>
            <w:r w:rsidRPr="006438B0">
              <w:rPr>
                <w:sz w:val="24"/>
                <w:szCs w:val="24"/>
              </w:rPr>
              <w:t xml:space="preserve"> «</w:t>
            </w:r>
            <w:hyperlink r:id="rId23" w:history="1">
              <w:r w:rsidRPr="005B0DBB">
                <w:rPr>
                  <w:rStyle w:val="Hyperlink"/>
                  <w:color w:val="auto"/>
                  <w:sz w:val="24"/>
                  <w:szCs w:val="24"/>
                  <w:bdr w:val="none" w:sz="0" w:space="0" w:color="auto" w:frame="1"/>
                  <w:shd w:val="clear" w:color="auto" w:fill="FFFFFF"/>
                </w:rPr>
                <w:t xml:space="preserve"> Про надання дозволу на розроблення технічної документації із землеустрою щодо встановлення (відновлення) меж земельних ділянок в натурі (на місцевості) (</w:t>
              </w:r>
              <w:r>
                <w:rPr>
                  <w:rStyle w:val="Hyperlink"/>
                  <w:color w:val="auto"/>
                  <w:sz w:val="24"/>
                  <w:szCs w:val="24"/>
                  <w:bdr w:val="none" w:sz="0" w:space="0" w:color="auto" w:frame="1"/>
                  <w:shd w:val="clear" w:color="auto" w:fill="FFFFFF"/>
                </w:rPr>
                <w:t xml:space="preserve">невитребуваних земельних часток </w:t>
              </w:r>
              <w:r w:rsidRPr="005B0DBB">
                <w:rPr>
                  <w:rStyle w:val="Hyperlink"/>
                  <w:color w:val="auto"/>
                  <w:sz w:val="24"/>
                  <w:szCs w:val="24"/>
                  <w:bdr w:val="none" w:sz="0" w:space="0" w:color="auto" w:frame="1"/>
                  <w:shd w:val="clear" w:color="auto" w:fill="FFFFFF"/>
                </w:rPr>
                <w:t>(паїв))</w:t>
              </w:r>
            </w:hyperlink>
            <w:r>
              <w:rPr>
                <w:sz w:val="24"/>
                <w:szCs w:val="24"/>
                <w:bdr w:val="none" w:sz="0" w:space="0" w:color="auto" w:frame="1"/>
                <w:shd w:val="clear" w:color="auto" w:fill="FFFFFF"/>
              </w:rPr>
              <w:t>»</w:t>
            </w:r>
            <w:r w:rsidRPr="005B0DBB">
              <w:rPr>
                <w:sz w:val="24"/>
                <w:szCs w:val="24"/>
              </w:rPr>
              <w:br/>
            </w:r>
          </w:p>
        </w:tc>
      </w:tr>
      <w:tr w:rsidR="000A6A4E" w:rsidTr="00C83F40">
        <w:trPr>
          <w:trHeight w:val="411"/>
        </w:trPr>
        <w:tc>
          <w:tcPr>
            <w:tcW w:w="2087" w:type="dxa"/>
          </w:tcPr>
          <w:p w:rsidR="000A6A4E" w:rsidRPr="000D243F" w:rsidRDefault="000A6A4E" w:rsidP="00F81692">
            <w:pPr>
              <w:pStyle w:val="TableParagraph"/>
              <w:spacing w:line="268" w:lineRule="exact"/>
              <w:ind w:left="200"/>
              <w:rPr>
                <w:b/>
                <w:sz w:val="24"/>
              </w:rPr>
            </w:pPr>
            <w:r>
              <w:rPr>
                <w:b/>
                <w:sz w:val="24"/>
              </w:rPr>
              <w:t>ВИРІШИ</w:t>
            </w:r>
            <w:r w:rsidRPr="000D243F">
              <w:rPr>
                <w:b/>
                <w:sz w:val="24"/>
              </w:rPr>
              <w:t>ЛИ:</w:t>
            </w:r>
          </w:p>
        </w:tc>
        <w:tc>
          <w:tcPr>
            <w:tcW w:w="8030" w:type="dxa"/>
          </w:tcPr>
          <w:p w:rsidR="000A6A4E" w:rsidRPr="00267851" w:rsidRDefault="000A6A4E" w:rsidP="00C83F40">
            <w:pPr>
              <w:ind w:left="110" w:firstLine="220"/>
              <w:jc w:val="both"/>
              <w:rPr>
                <w:sz w:val="24"/>
                <w:szCs w:val="24"/>
                <w:lang w:eastAsia="ru-RU"/>
              </w:rPr>
            </w:pPr>
            <w:r w:rsidRPr="00267851">
              <w:rPr>
                <w:sz w:val="24"/>
                <w:szCs w:val="24"/>
              </w:rPr>
              <w:t>Підтримати проект рішен</w:t>
            </w:r>
            <w:r>
              <w:rPr>
                <w:sz w:val="24"/>
                <w:szCs w:val="24"/>
              </w:rPr>
              <w:t>ня</w:t>
            </w:r>
            <w:r w:rsidRPr="00267851">
              <w:rPr>
                <w:sz w:val="24"/>
                <w:szCs w:val="24"/>
              </w:rPr>
              <w:t xml:space="preserve"> </w:t>
            </w:r>
            <w:r>
              <w:rPr>
                <w:sz w:val="24"/>
                <w:szCs w:val="24"/>
                <w:lang w:val="en-US"/>
              </w:rPr>
              <w:t>V</w:t>
            </w:r>
            <w:r w:rsidRPr="00267851">
              <w:rPr>
                <w:sz w:val="24"/>
                <w:szCs w:val="24"/>
              </w:rPr>
              <w:t xml:space="preserve"> сесії селищної ради </w:t>
            </w:r>
            <w:r w:rsidRPr="00267851">
              <w:rPr>
                <w:color w:val="333333"/>
                <w:sz w:val="24"/>
                <w:szCs w:val="24"/>
                <w:shd w:val="clear" w:color="auto" w:fill="FFFFFF"/>
                <w:lang w:eastAsia="en-US"/>
              </w:rPr>
              <w:t>VIIІ</w:t>
            </w:r>
            <w:r>
              <w:rPr>
                <w:color w:val="333333"/>
                <w:sz w:val="24"/>
                <w:szCs w:val="24"/>
                <w:shd w:val="clear" w:color="auto" w:fill="FFFFFF"/>
                <w:lang w:eastAsia="en-US"/>
              </w:rPr>
              <w:t xml:space="preserve">              </w:t>
            </w:r>
            <w:r w:rsidRPr="00267851">
              <w:rPr>
                <w:sz w:val="24"/>
                <w:szCs w:val="24"/>
                <w:lang w:eastAsia="ru-RU"/>
              </w:rPr>
              <w:t xml:space="preserve"> </w:t>
            </w:r>
            <w:r>
              <w:rPr>
                <w:sz w:val="24"/>
                <w:szCs w:val="24"/>
                <w:lang w:eastAsia="ru-RU"/>
              </w:rPr>
              <w:t xml:space="preserve">             </w:t>
            </w:r>
            <w:r w:rsidRPr="00267851">
              <w:rPr>
                <w:sz w:val="24"/>
                <w:szCs w:val="24"/>
                <w:lang w:eastAsia="ru-RU"/>
              </w:rPr>
              <w:t xml:space="preserve">скликання від </w:t>
            </w:r>
            <w:r>
              <w:rPr>
                <w:sz w:val="24"/>
                <w:szCs w:val="24"/>
                <w:lang w:eastAsia="ru-RU"/>
              </w:rPr>
              <w:t>28.01.2021</w:t>
            </w:r>
            <w:r w:rsidRPr="00267851">
              <w:rPr>
                <w:sz w:val="24"/>
                <w:szCs w:val="24"/>
                <w:lang w:eastAsia="ru-RU"/>
              </w:rPr>
              <w:t xml:space="preserve"> року а саме:</w:t>
            </w:r>
          </w:p>
          <w:p w:rsidR="000A6A4E" w:rsidRPr="000D243F" w:rsidRDefault="000A6A4E" w:rsidP="00C83F40">
            <w:pPr>
              <w:pStyle w:val="TableParagraph"/>
              <w:spacing w:line="263" w:lineRule="exact"/>
              <w:ind w:left="359"/>
              <w:jc w:val="both"/>
              <w:rPr>
                <w:b/>
                <w:sz w:val="24"/>
              </w:rPr>
            </w:pPr>
            <w:r w:rsidRPr="006438B0">
              <w:rPr>
                <w:sz w:val="24"/>
                <w:szCs w:val="24"/>
              </w:rPr>
              <w:t>«</w:t>
            </w:r>
            <w:hyperlink r:id="rId24" w:history="1">
              <w:r w:rsidRPr="005B0DBB">
                <w:rPr>
                  <w:rStyle w:val="Hyperlink"/>
                  <w:color w:val="auto"/>
                  <w:sz w:val="24"/>
                  <w:szCs w:val="24"/>
                  <w:bdr w:val="none" w:sz="0" w:space="0" w:color="auto" w:frame="1"/>
                  <w:shd w:val="clear" w:color="auto" w:fill="FFFFFF"/>
                </w:rPr>
                <w:t xml:space="preserve"> Про надання дозволу на розроблення технічної документації із землеустрою щодо встановлення (відновлення) меж земельних ділянок в натурі (на місцевості) (невитребуваних земельних часток (паїв))</w:t>
              </w:r>
            </w:hyperlink>
            <w:r>
              <w:rPr>
                <w:sz w:val="24"/>
                <w:szCs w:val="24"/>
                <w:bdr w:val="none" w:sz="0" w:space="0" w:color="auto" w:frame="1"/>
                <w:shd w:val="clear" w:color="auto" w:fill="FFFFFF"/>
              </w:rPr>
              <w:t>»</w:t>
            </w:r>
          </w:p>
        </w:tc>
      </w:tr>
      <w:tr w:rsidR="000A6A4E" w:rsidTr="00C83F40">
        <w:trPr>
          <w:trHeight w:val="1657"/>
        </w:trPr>
        <w:tc>
          <w:tcPr>
            <w:tcW w:w="2087" w:type="dxa"/>
          </w:tcPr>
          <w:p w:rsidR="000A6A4E" w:rsidRDefault="000A6A4E" w:rsidP="00F81692">
            <w:pPr>
              <w:pStyle w:val="TableParagraph"/>
              <w:spacing w:before="132"/>
              <w:ind w:left="200"/>
              <w:rPr>
                <w:b/>
                <w:sz w:val="24"/>
              </w:rPr>
            </w:pPr>
          </w:p>
          <w:p w:rsidR="000A6A4E" w:rsidRDefault="000A6A4E" w:rsidP="00F81692">
            <w:pPr>
              <w:pStyle w:val="TableParagraph"/>
              <w:spacing w:before="132"/>
              <w:ind w:left="200"/>
              <w:rPr>
                <w:b/>
                <w:sz w:val="24"/>
              </w:rPr>
            </w:pPr>
            <w:r>
              <w:rPr>
                <w:b/>
                <w:sz w:val="24"/>
              </w:rPr>
              <w:t>ГОЛОСУВАЛИ:</w:t>
            </w:r>
          </w:p>
        </w:tc>
        <w:tc>
          <w:tcPr>
            <w:tcW w:w="8030" w:type="dxa"/>
          </w:tcPr>
          <w:p w:rsidR="000A6A4E" w:rsidRDefault="000A6A4E" w:rsidP="00F81692">
            <w:pPr>
              <w:pStyle w:val="BodyText"/>
              <w:ind w:left="200" w:right="483"/>
              <w:jc w:val="both"/>
            </w:pPr>
          </w:p>
          <w:p w:rsidR="000A6A4E" w:rsidRDefault="000A6A4E" w:rsidP="00F81692">
            <w:pPr>
              <w:pStyle w:val="BodyText"/>
              <w:ind w:left="200" w:right="483"/>
              <w:jc w:val="both"/>
            </w:pPr>
          </w:p>
          <w:p w:rsidR="000A6A4E" w:rsidRPr="00CB57ED" w:rsidRDefault="000A6A4E" w:rsidP="00F8169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1657"/>
        </w:trPr>
        <w:tc>
          <w:tcPr>
            <w:tcW w:w="2087" w:type="dxa"/>
          </w:tcPr>
          <w:p w:rsidR="000A6A4E" w:rsidRDefault="000A6A4E" w:rsidP="00F81692">
            <w:pPr>
              <w:pStyle w:val="TableParagraph"/>
              <w:spacing w:before="132"/>
              <w:ind w:left="200"/>
              <w:rPr>
                <w:b/>
                <w:sz w:val="24"/>
              </w:rPr>
            </w:pPr>
            <w:r>
              <w:rPr>
                <w:b/>
                <w:sz w:val="24"/>
              </w:rPr>
              <w:t>Слухали:</w:t>
            </w:r>
          </w:p>
          <w:p w:rsidR="000A6A4E" w:rsidRDefault="000A6A4E" w:rsidP="00F81692">
            <w:pPr>
              <w:pStyle w:val="TableParagraph"/>
              <w:spacing w:before="132"/>
              <w:ind w:left="200"/>
              <w:rPr>
                <w:b/>
                <w:sz w:val="24"/>
              </w:rPr>
            </w:pPr>
            <w:r w:rsidRPr="00AD2122">
              <w:rPr>
                <w:b/>
                <w:sz w:val="24"/>
              </w:rPr>
              <w:t>Гринчука Г.П</w:t>
            </w:r>
          </w:p>
        </w:tc>
        <w:tc>
          <w:tcPr>
            <w:tcW w:w="8030" w:type="dxa"/>
          </w:tcPr>
          <w:p w:rsidR="000A6A4E" w:rsidRPr="00852092" w:rsidRDefault="000A6A4E" w:rsidP="00C83F40">
            <w:pPr>
              <w:pStyle w:val="TableParagraph"/>
              <w:spacing w:before="3" w:line="259" w:lineRule="exact"/>
              <w:ind w:left="359"/>
              <w:jc w:val="both"/>
              <w:rPr>
                <w:sz w:val="24"/>
                <w:szCs w:val="24"/>
              </w:rPr>
            </w:pPr>
            <w:r w:rsidRPr="00C83F40">
              <w:t>На</w:t>
            </w:r>
            <w:r w:rsidRPr="00C83F40">
              <w:rPr>
                <w:spacing w:val="-18"/>
              </w:rPr>
              <w:t xml:space="preserve"> </w:t>
            </w:r>
            <w:r w:rsidRPr="00C83F40">
              <w:t>розгляд</w:t>
            </w:r>
            <w:r w:rsidRPr="00C83F40">
              <w:rPr>
                <w:spacing w:val="-17"/>
              </w:rPr>
              <w:t xml:space="preserve"> </w:t>
            </w:r>
            <w:r w:rsidRPr="00C83F40">
              <w:t xml:space="preserve">комісії виносяться </w:t>
            </w:r>
            <w:r w:rsidRPr="00C83F40">
              <w:rPr>
                <w:spacing w:val="-19"/>
              </w:rPr>
              <w:t xml:space="preserve"> </w:t>
            </w:r>
            <w:r w:rsidRPr="00C83F40">
              <w:t>питання «</w:t>
            </w:r>
            <w:hyperlink r:id="rId25" w:history="1">
              <w:r w:rsidRPr="00C83F40">
                <w:rPr>
                  <w:rStyle w:val="Hyperlink"/>
                  <w:color w:val="auto"/>
                  <w:sz w:val="24"/>
                  <w:szCs w:val="24"/>
                  <w:bdr w:val="none" w:sz="0" w:space="0" w:color="auto" w:frame="1"/>
                  <w:shd w:val="clear" w:color="auto" w:fill="FFFFFF"/>
                </w:rPr>
                <w:t xml:space="preserve"> Про затвердження технічної документації із землеустрою щодо встановлення (відновлення) меж земельних ділянок в натурі (на місцевості) (невитребуваних земельних часток(паїв))</w:t>
              </w:r>
            </w:hyperlink>
            <w:r>
              <w:rPr>
                <w:sz w:val="24"/>
                <w:szCs w:val="24"/>
                <w:bdr w:val="none" w:sz="0" w:space="0" w:color="auto" w:frame="1"/>
                <w:shd w:val="clear" w:color="auto" w:fill="FFFFFF"/>
              </w:rPr>
              <w:t>»</w:t>
            </w:r>
            <w:r w:rsidRPr="005B0DBB">
              <w:rPr>
                <w:sz w:val="24"/>
                <w:szCs w:val="24"/>
              </w:rPr>
              <w:br/>
            </w:r>
          </w:p>
        </w:tc>
      </w:tr>
      <w:tr w:rsidR="000A6A4E" w:rsidTr="00C83F40">
        <w:trPr>
          <w:trHeight w:val="1657"/>
        </w:trPr>
        <w:tc>
          <w:tcPr>
            <w:tcW w:w="2087" w:type="dxa"/>
          </w:tcPr>
          <w:p w:rsidR="000A6A4E" w:rsidRDefault="000A6A4E" w:rsidP="00F81692">
            <w:pPr>
              <w:pStyle w:val="TableParagraph"/>
              <w:spacing w:before="135" w:line="275" w:lineRule="exact"/>
              <w:ind w:left="200"/>
              <w:rPr>
                <w:b/>
                <w:sz w:val="24"/>
              </w:rPr>
            </w:pPr>
            <w:r>
              <w:rPr>
                <w:b/>
                <w:sz w:val="24"/>
              </w:rPr>
              <w:t>ВИСТУПИЛИ</w:t>
            </w:r>
            <w:r w:rsidRPr="000D243F">
              <w:rPr>
                <w:b/>
                <w:sz w:val="24"/>
              </w:rPr>
              <w:t>:</w:t>
            </w:r>
          </w:p>
          <w:p w:rsidR="000A6A4E" w:rsidRPr="000D243F" w:rsidRDefault="000A6A4E" w:rsidP="00F81692">
            <w:pPr>
              <w:pStyle w:val="TableParagraph"/>
              <w:ind w:left="200" w:right="52"/>
              <w:rPr>
                <w:sz w:val="24"/>
              </w:rPr>
            </w:pPr>
            <w:r>
              <w:rPr>
                <w:b/>
                <w:sz w:val="24"/>
              </w:rPr>
              <w:t>Стефанишена А.В</w:t>
            </w:r>
            <w:r>
              <w:rPr>
                <w:sz w:val="24"/>
              </w:rPr>
              <w:t>.</w:t>
            </w:r>
          </w:p>
        </w:tc>
        <w:tc>
          <w:tcPr>
            <w:tcW w:w="8030" w:type="dxa"/>
          </w:tcPr>
          <w:p w:rsidR="000A6A4E" w:rsidRPr="00FB0ABF" w:rsidRDefault="000A6A4E" w:rsidP="00C83F40">
            <w:pPr>
              <w:pStyle w:val="BodyText"/>
              <w:ind w:left="200" w:right="483"/>
              <w:jc w:val="both"/>
            </w:pPr>
            <w:r>
              <w:t>Спеціаліст</w:t>
            </w:r>
            <w:r w:rsidRPr="006438B0">
              <w:t xml:space="preserve">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w:t>
            </w:r>
            <w:r>
              <w:t>винесла</w:t>
            </w:r>
            <w:r w:rsidRPr="006438B0">
              <w:t xml:space="preserve"> на розгляд членів постійної комісії проект</w:t>
            </w:r>
            <w:r>
              <w:t xml:space="preserve"> рішення</w:t>
            </w:r>
            <w:r w:rsidRPr="006438B0">
              <w:t xml:space="preserve"> </w:t>
            </w:r>
            <w:hyperlink r:id="rId26" w:history="1">
              <w:r w:rsidRPr="005B0DBB">
                <w:rPr>
                  <w:rStyle w:val="Hyperlink"/>
                  <w:color w:val="auto"/>
                  <w:bdr w:val="none" w:sz="0" w:space="0" w:color="auto" w:frame="1"/>
                  <w:shd w:val="clear" w:color="auto" w:fill="FFFFFF"/>
                </w:rPr>
                <w:t xml:space="preserve"> </w:t>
              </w:r>
              <w:r>
                <w:rPr>
                  <w:rStyle w:val="Hyperlink"/>
                  <w:color w:val="auto"/>
                  <w:bdr w:val="none" w:sz="0" w:space="0" w:color="auto" w:frame="1"/>
                  <w:shd w:val="clear" w:color="auto" w:fill="FFFFFF"/>
                </w:rPr>
                <w:t>«</w:t>
              </w:r>
              <w:r w:rsidRPr="005B0DBB">
                <w:rPr>
                  <w:rStyle w:val="Hyperlink"/>
                  <w:color w:val="auto"/>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w:t>
              </w:r>
              <w:r>
                <w:rPr>
                  <w:rStyle w:val="Hyperlink"/>
                  <w:color w:val="auto"/>
                  <w:bdr w:val="none" w:sz="0" w:space="0" w:color="auto" w:frame="1"/>
                  <w:shd w:val="clear" w:color="auto" w:fill="FFFFFF"/>
                </w:rPr>
                <w:t xml:space="preserve">ілянок в натурі (на місцевості) </w:t>
              </w:r>
              <w:r w:rsidRPr="005B0DBB">
                <w:rPr>
                  <w:rStyle w:val="Hyperlink"/>
                  <w:color w:val="auto"/>
                  <w:bdr w:val="none" w:sz="0" w:space="0" w:color="auto" w:frame="1"/>
                  <w:shd w:val="clear" w:color="auto" w:fill="FFFFFF"/>
                </w:rPr>
                <w:t>(</w:t>
              </w:r>
              <w:r>
                <w:rPr>
                  <w:rStyle w:val="Hyperlink"/>
                  <w:color w:val="auto"/>
                  <w:bdr w:val="none" w:sz="0" w:space="0" w:color="auto" w:frame="1"/>
                  <w:shd w:val="clear" w:color="auto" w:fill="FFFFFF"/>
                </w:rPr>
                <w:t>невитребуваних земельних часток</w:t>
              </w:r>
              <w:r w:rsidRPr="005B0DBB">
                <w:rPr>
                  <w:rStyle w:val="Hyperlink"/>
                  <w:color w:val="auto"/>
                  <w:bdr w:val="none" w:sz="0" w:space="0" w:color="auto" w:frame="1"/>
                  <w:shd w:val="clear" w:color="auto" w:fill="FFFFFF"/>
                </w:rPr>
                <w:t>(паїв))</w:t>
              </w:r>
            </w:hyperlink>
            <w:r>
              <w:rPr>
                <w:bdr w:val="none" w:sz="0" w:space="0" w:color="auto" w:frame="1"/>
                <w:shd w:val="clear" w:color="auto" w:fill="FFFFFF"/>
              </w:rPr>
              <w:t>»</w:t>
            </w:r>
            <w:r w:rsidRPr="005B0DBB">
              <w:br/>
            </w:r>
          </w:p>
          <w:p w:rsidR="000A6A4E" w:rsidRPr="006438B0" w:rsidRDefault="000A6A4E" w:rsidP="00F81692">
            <w:pPr>
              <w:pStyle w:val="TableParagraph"/>
              <w:jc w:val="both"/>
              <w:rPr>
                <w:sz w:val="24"/>
                <w:szCs w:val="24"/>
              </w:rPr>
            </w:pPr>
          </w:p>
        </w:tc>
      </w:tr>
      <w:tr w:rsidR="000A6A4E" w:rsidTr="00C83F40">
        <w:trPr>
          <w:trHeight w:val="1657"/>
        </w:trPr>
        <w:tc>
          <w:tcPr>
            <w:tcW w:w="2087" w:type="dxa"/>
          </w:tcPr>
          <w:p w:rsidR="000A6A4E" w:rsidRDefault="000A6A4E" w:rsidP="00F81692">
            <w:pPr>
              <w:pStyle w:val="TableParagraph"/>
              <w:spacing w:before="132"/>
              <w:ind w:left="200"/>
              <w:rPr>
                <w:b/>
                <w:sz w:val="24"/>
              </w:rPr>
            </w:pPr>
            <w:r>
              <w:rPr>
                <w:b/>
                <w:sz w:val="24"/>
              </w:rPr>
              <w:t>ВИРІШИЛИ:</w:t>
            </w:r>
          </w:p>
          <w:p w:rsidR="000A6A4E" w:rsidRPr="00CF38D4" w:rsidRDefault="000A6A4E" w:rsidP="00F81692"/>
        </w:tc>
        <w:tc>
          <w:tcPr>
            <w:tcW w:w="8030" w:type="dxa"/>
          </w:tcPr>
          <w:p w:rsidR="000A6A4E" w:rsidRPr="00267851" w:rsidRDefault="000A6A4E" w:rsidP="00F81692">
            <w:pPr>
              <w:ind w:left="110" w:firstLine="220"/>
              <w:rPr>
                <w:sz w:val="24"/>
                <w:szCs w:val="24"/>
                <w:lang w:eastAsia="ru-RU"/>
              </w:rPr>
            </w:pPr>
            <w:r w:rsidRPr="00267851">
              <w:rPr>
                <w:sz w:val="24"/>
                <w:szCs w:val="24"/>
              </w:rPr>
              <w:t>Підтримати проект рішен</w:t>
            </w:r>
            <w:r>
              <w:rPr>
                <w:sz w:val="24"/>
                <w:szCs w:val="24"/>
              </w:rPr>
              <w:t>ня</w:t>
            </w:r>
            <w:r w:rsidRPr="00267851">
              <w:rPr>
                <w:sz w:val="24"/>
                <w:szCs w:val="24"/>
              </w:rPr>
              <w:t xml:space="preserve"> </w:t>
            </w:r>
            <w:r>
              <w:rPr>
                <w:sz w:val="24"/>
                <w:szCs w:val="24"/>
                <w:lang w:val="en-US"/>
              </w:rPr>
              <w:t>V</w:t>
            </w:r>
            <w:r w:rsidRPr="00267851">
              <w:rPr>
                <w:sz w:val="24"/>
                <w:szCs w:val="24"/>
              </w:rPr>
              <w:t xml:space="preserve"> сесії селищної ради </w:t>
            </w:r>
            <w:r w:rsidRPr="00267851">
              <w:rPr>
                <w:color w:val="333333"/>
                <w:sz w:val="24"/>
                <w:szCs w:val="24"/>
                <w:shd w:val="clear" w:color="auto" w:fill="FFFFFF"/>
                <w:lang w:eastAsia="en-US"/>
              </w:rPr>
              <w:t>VIIІ</w:t>
            </w:r>
            <w:r>
              <w:rPr>
                <w:color w:val="333333"/>
                <w:sz w:val="24"/>
                <w:szCs w:val="24"/>
                <w:shd w:val="clear" w:color="auto" w:fill="FFFFFF"/>
                <w:lang w:eastAsia="en-US"/>
              </w:rPr>
              <w:t xml:space="preserve">              </w:t>
            </w:r>
            <w:r w:rsidRPr="00267851">
              <w:rPr>
                <w:sz w:val="24"/>
                <w:szCs w:val="24"/>
                <w:lang w:eastAsia="ru-RU"/>
              </w:rPr>
              <w:t xml:space="preserve"> </w:t>
            </w:r>
            <w:r>
              <w:rPr>
                <w:sz w:val="24"/>
                <w:szCs w:val="24"/>
                <w:lang w:eastAsia="ru-RU"/>
              </w:rPr>
              <w:t xml:space="preserve">             </w:t>
            </w:r>
            <w:r w:rsidRPr="00267851">
              <w:rPr>
                <w:sz w:val="24"/>
                <w:szCs w:val="24"/>
                <w:lang w:eastAsia="ru-RU"/>
              </w:rPr>
              <w:t xml:space="preserve">скликання від </w:t>
            </w:r>
            <w:r>
              <w:rPr>
                <w:sz w:val="24"/>
                <w:szCs w:val="24"/>
                <w:lang w:eastAsia="ru-RU"/>
              </w:rPr>
              <w:t>28 січня 2021</w:t>
            </w:r>
            <w:r w:rsidRPr="00267851">
              <w:rPr>
                <w:sz w:val="24"/>
                <w:szCs w:val="24"/>
                <w:lang w:eastAsia="ru-RU"/>
              </w:rPr>
              <w:t xml:space="preserve"> року а саме:</w:t>
            </w:r>
          </w:p>
          <w:p w:rsidR="000A6A4E" w:rsidRPr="00FB0ABF" w:rsidRDefault="000A6A4E" w:rsidP="00C83F40">
            <w:pPr>
              <w:pStyle w:val="BodyText"/>
              <w:ind w:left="200" w:right="483"/>
              <w:jc w:val="both"/>
            </w:pPr>
            <w:hyperlink r:id="rId27" w:history="1">
              <w:r w:rsidRPr="005B0DBB">
                <w:rPr>
                  <w:rStyle w:val="Hyperlink"/>
                  <w:color w:val="auto"/>
                  <w:bdr w:val="none" w:sz="0" w:space="0" w:color="auto" w:frame="1"/>
                  <w:shd w:val="clear" w:color="auto" w:fill="FFFFFF"/>
                </w:rPr>
                <w:t xml:space="preserve"> </w:t>
              </w:r>
              <w:r>
                <w:rPr>
                  <w:rStyle w:val="Hyperlink"/>
                  <w:color w:val="auto"/>
                  <w:bdr w:val="none" w:sz="0" w:space="0" w:color="auto" w:frame="1"/>
                  <w:shd w:val="clear" w:color="auto" w:fill="FFFFFF"/>
                </w:rPr>
                <w:t>«</w:t>
              </w:r>
              <w:r w:rsidRPr="005B0DBB">
                <w:rPr>
                  <w:rStyle w:val="Hyperlink"/>
                  <w:color w:val="auto"/>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w:t>
              </w:r>
              <w:r>
                <w:rPr>
                  <w:rStyle w:val="Hyperlink"/>
                  <w:color w:val="auto"/>
                  <w:bdr w:val="none" w:sz="0" w:space="0" w:color="auto" w:frame="1"/>
                  <w:shd w:val="clear" w:color="auto" w:fill="FFFFFF"/>
                </w:rPr>
                <w:t xml:space="preserve">ілянок в натурі (на місцевості) </w:t>
              </w:r>
              <w:r w:rsidRPr="005B0DBB">
                <w:rPr>
                  <w:rStyle w:val="Hyperlink"/>
                  <w:color w:val="auto"/>
                  <w:bdr w:val="none" w:sz="0" w:space="0" w:color="auto" w:frame="1"/>
                  <w:shd w:val="clear" w:color="auto" w:fill="FFFFFF"/>
                </w:rPr>
                <w:t>(</w:t>
              </w:r>
              <w:r>
                <w:rPr>
                  <w:rStyle w:val="Hyperlink"/>
                  <w:color w:val="auto"/>
                  <w:bdr w:val="none" w:sz="0" w:space="0" w:color="auto" w:frame="1"/>
                  <w:shd w:val="clear" w:color="auto" w:fill="FFFFFF"/>
                </w:rPr>
                <w:t>невитребуваних земельних часток</w:t>
              </w:r>
              <w:r w:rsidRPr="005B0DBB">
                <w:rPr>
                  <w:rStyle w:val="Hyperlink"/>
                  <w:color w:val="auto"/>
                  <w:bdr w:val="none" w:sz="0" w:space="0" w:color="auto" w:frame="1"/>
                  <w:shd w:val="clear" w:color="auto" w:fill="FFFFFF"/>
                </w:rPr>
                <w:t>(паїв))</w:t>
              </w:r>
            </w:hyperlink>
            <w:r>
              <w:rPr>
                <w:bdr w:val="none" w:sz="0" w:space="0" w:color="auto" w:frame="1"/>
                <w:shd w:val="clear" w:color="auto" w:fill="FFFFFF"/>
              </w:rPr>
              <w:t>»</w:t>
            </w:r>
            <w:r w:rsidRPr="005B0DBB">
              <w:br/>
            </w:r>
          </w:p>
          <w:p w:rsidR="000A6A4E" w:rsidRPr="000D243F" w:rsidRDefault="000A6A4E" w:rsidP="00F81692">
            <w:pPr>
              <w:pStyle w:val="TableParagraph"/>
              <w:spacing w:line="263" w:lineRule="exact"/>
              <w:ind w:left="110" w:firstLine="110"/>
              <w:jc w:val="both"/>
              <w:rPr>
                <w:sz w:val="24"/>
              </w:rPr>
            </w:pPr>
          </w:p>
        </w:tc>
      </w:tr>
      <w:tr w:rsidR="000A6A4E" w:rsidTr="00C83F40">
        <w:trPr>
          <w:trHeight w:val="1631"/>
        </w:trPr>
        <w:tc>
          <w:tcPr>
            <w:tcW w:w="2087" w:type="dxa"/>
          </w:tcPr>
          <w:p w:rsidR="000A6A4E" w:rsidRDefault="000A6A4E" w:rsidP="00F81692">
            <w:pPr>
              <w:pStyle w:val="TableParagraph"/>
              <w:spacing w:before="132"/>
              <w:ind w:left="200"/>
              <w:rPr>
                <w:b/>
                <w:sz w:val="24"/>
              </w:rPr>
            </w:pPr>
          </w:p>
          <w:p w:rsidR="000A6A4E" w:rsidRDefault="000A6A4E" w:rsidP="00F81692">
            <w:pPr>
              <w:pStyle w:val="TableParagraph"/>
              <w:spacing w:before="132"/>
              <w:ind w:left="200"/>
              <w:rPr>
                <w:b/>
                <w:sz w:val="24"/>
              </w:rPr>
            </w:pPr>
            <w:r>
              <w:rPr>
                <w:b/>
                <w:sz w:val="24"/>
              </w:rPr>
              <w:t>ГОЛОСУВАЛИ:</w:t>
            </w:r>
          </w:p>
        </w:tc>
        <w:tc>
          <w:tcPr>
            <w:tcW w:w="8030" w:type="dxa"/>
          </w:tcPr>
          <w:p w:rsidR="000A6A4E" w:rsidRDefault="000A6A4E" w:rsidP="00F81692">
            <w:pPr>
              <w:pStyle w:val="BodyText"/>
              <w:ind w:left="200" w:right="483"/>
              <w:jc w:val="both"/>
            </w:pPr>
          </w:p>
          <w:p w:rsidR="000A6A4E" w:rsidRDefault="000A6A4E" w:rsidP="00F81692">
            <w:pPr>
              <w:pStyle w:val="BodyText"/>
              <w:ind w:left="200" w:right="483"/>
              <w:jc w:val="both"/>
            </w:pPr>
          </w:p>
          <w:p w:rsidR="000A6A4E" w:rsidRPr="00CB57ED" w:rsidRDefault="000A6A4E" w:rsidP="00F8169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Default="000A6A4E" w:rsidP="00F81692">
            <w:pPr>
              <w:pStyle w:val="TableParagraph"/>
              <w:spacing w:before="132"/>
              <w:ind w:left="200"/>
              <w:rPr>
                <w:b/>
                <w:sz w:val="24"/>
              </w:rPr>
            </w:pPr>
            <w:r>
              <w:rPr>
                <w:b/>
                <w:sz w:val="24"/>
              </w:rPr>
              <w:t>Слухали:</w:t>
            </w:r>
          </w:p>
          <w:p w:rsidR="000A6A4E" w:rsidRDefault="000A6A4E" w:rsidP="00F81692">
            <w:pPr>
              <w:pStyle w:val="TableParagraph"/>
              <w:spacing w:before="132"/>
              <w:ind w:left="200"/>
              <w:rPr>
                <w:b/>
                <w:sz w:val="24"/>
              </w:rPr>
            </w:pPr>
            <w:r w:rsidRPr="00AD2122">
              <w:rPr>
                <w:b/>
                <w:sz w:val="24"/>
              </w:rPr>
              <w:t>Гринчука Г.П</w:t>
            </w:r>
          </w:p>
        </w:tc>
        <w:tc>
          <w:tcPr>
            <w:tcW w:w="8030" w:type="dxa"/>
          </w:tcPr>
          <w:p w:rsidR="000A6A4E" w:rsidRPr="00852092" w:rsidRDefault="000A6A4E" w:rsidP="00F81692">
            <w:pPr>
              <w:pStyle w:val="TableParagraph"/>
              <w:spacing w:before="3" w:line="259" w:lineRule="exact"/>
              <w:jc w:val="both"/>
              <w:rPr>
                <w:sz w:val="24"/>
                <w:szCs w:val="24"/>
              </w:rPr>
            </w:pPr>
            <w:r w:rsidRPr="00C83F40">
              <w:t>На</w:t>
            </w:r>
            <w:r w:rsidRPr="00C83F40">
              <w:rPr>
                <w:spacing w:val="-18"/>
              </w:rPr>
              <w:t xml:space="preserve"> </w:t>
            </w:r>
            <w:r w:rsidRPr="00C83F40">
              <w:t>розгляд</w:t>
            </w:r>
            <w:r w:rsidRPr="00C83F40">
              <w:rPr>
                <w:spacing w:val="-17"/>
              </w:rPr>
              <w:t xml:space="preserve"> </w:t>
            </w:r>
            <w:r w:rsidRPr="00C83F40">
              <w:t xml:space="preserve">комісії виносяться </w:t>
            </w:r>
            <w:r w:rsidRPr="00C83F40">
              <w:rPr>
                <w:spacing w:val="-19"/>
              </w:rPr>
              <w:t xml:space="preserve"> </w:t>
            </w:r>
            <w:r w:rsidRPr="00C83F40">
              <w:t>питання «</w:t>
            </w:r>
            <w:hyperlink r:id="rId28" w:history="1">
              <w:r w:rsidRPr="005B0DBB">
                <w:rPr>
                  <w:rStyle w:val="Hyperlink"/>
                  <w:color w:val="auto"/>
                  <w:sz w:val="24"/>
                  <w:szCs w:val="24"/>
                  <w:bdr w:val="none" w:sz="0" w:space="0" w:color="auto" w:frame="1"/>
                  <w:shd w:val="clear" w:color="auto" w:fill="FFFFFF"/>
                </w:rPr>
                <w:t>Про внесення змін до договорів оренди земельних ділянок (невитребуваних земельних часток (паїв))</w:t>
              </w:r>
            </w:hyperlink>
            <w:r>
              <w:rPr>
                <w:sz w:val="24"/>
                <w:szCs w:val="24"/>
                <w:bdr w:val="none" w:sz="0" w:space="0" w:color="auto" w:frame="1"/>
                <w:shd w:val="clear" w:color="auto" w:fill="FFFFFF"/>
              </w:rPr>
              <w:t>»</w:t>
            </w:r>
          </w:p>
        </w:tc>
      </w:tr>
      <w:tr w:rsidR="000A6A4E" w:rsidTr="00C83F40">
        <w:trPr>
          <w:trHeight w:val="732"/>
        </w:trPr>
        <w:tc>
          <w:tcPr>
            <w:tcW w:w="2087" w:type="dxa"/>
          </w:tcPr>
          <w:p w:rsidR="000A6A4E" w:rsidRDefault="000A6A4E" w:rsidP="00F81692">
            <w:pPr>
              <w:pStyle w:val="TableParagraph"/>
              <w:spacing w:before="135" w:line="275" w:lineRule="exact"/>
              <w:ind w:left="200"/>
              <w:rPr>
                <w:b/>
                <w:sz w:val="24"/>
              </w:rPr>
            </w:pPr>
            <w:r>
              <w:rPr>
                <w:b/>
                <w:sz w:val="24"/>
              </w:rPr>
              <w:t>ВИСТУПИЛИ</w:t>
            </w:r>
            <w:r w:rsidRPr="000D243F">
              <w:rPr>
                <w:b/>
                <w:sz w:val="24"/>
              </w:rPr>
              <w:t>:</w:t>
            </w:r>
          </w:p>
          <w:p w:rsidR="000A6A4E" w:rsidRPr="000D243F" w:rsidRDefault="000A6A4E" w:rsidP="00F81692">
            <w:pPr>
              <w:pStyle w:val="TableParagraph"/>
              <w:ind w:left="200" w:right="52"/>
              <w:rPr>
                <w:sz w:val="24"/>
              </w:rPr>
            </w:pPr>
            <w:r>
              <w:rPr>
                <w:b/>
                <w:sz w:val="24"/>
              </w:rPr>
              <w:t>Стефанишена А.В.</w:t>
            </w:r>
          </w:p>
        </w:tc>
        <w:tc>
          <w:tcPr>
            <w:tcW w:w="8030" w:type="dxa"/>
          </w:tcPr>
          <w:p w:rsidR="000A6A4E" w:rsidRPr="006438B0" w:rsidRDefault="000A6A4E" w:rsidP="00F81692">
            <w:pPr>
              <w:pStyle w:val="TableParagraph"/>
              <w:jc w:val="both"/>
              <w:rPr>
                <w:sz w:val="24"/>
                <w:szCs w:val="24"/>
              </w:rPr>
            </w:pPr>
            <w:r>
              <w:rPr>
                <w:sz w:val="24"/>
                <w:szCs w:val="24"/>
              </w:rPr>
              <w:t>Спеціаліст</w:t>
            </w:r>
            <w:r w:rsidRPr="006438B0">
              <w:rPr>
                <w:sz w:val="24"/>
                <w:szCs w:val="24"/>
              </w:rPr>
              <w:t xml:space="preserve">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w:t>
            </w:r>
            <w:r>
              <w:rPr>
                <w:sz w:val="24"/>
                <w:szCs w:val="24"/>
              </w:rPr>
              <w:t>винесла</w:t>
            </w:r>
            <w:r w:rsidRPr="006438B0">
              <w:rPr>
                <w:sz w:val="24"/>
                <w:szCs w:val="24"/>
              </w:rPr>
              <w:t xml:space="preserve"> на розгляд членів постійної комісії проект</w:t>
            </w:r>
            <w:r>
              <w:rPr>
                <w:sz w:val="24"/>
                <w:szCs w:val="24"/>
              </w:rPr>
              <w:t xml:space="preserve"> рішення</w:t>
            </w:r>
            <w:r w:rsidRPr="006438B0">
              <w:rPr>
                <w:sz w:val="24"/>
                <w:szCs w:val="24"/>
              </w:rPr>
              <w:t xml:space="preserve"> </w:t>
            </w:r>
            <w:r>
              <w:rPr>
                <w:sz w:val="24"/>
                <w:szCs w:val="24"/>
              </w:rPr>
              <w:t>«</w:t>
            </w:r>
            <w:hyperlink r:id="rId29" w:history="1">
              <w:r w:rsidRPr="005B0DBB">
                <w:rPr>
                  <w:rStyle w:val="Hyperlink"/>
                  <w:color w:val="auto"/>
                  <w:sz w:val="24"/>
                  <w:szCs w:val="24"/>
                  <w:bdr w:val="none" w:sz="0" w:space="0" w:color="auto" w:frame="1"/>
                  <w:shd w:val="clear" w:color="auto" w:fill="FFFFFF"/>
                </w:rPr>
                <w:t>Про внесення змін до договорів оренди земельних ділянок (невитребуваних земельних часток (паїв))</w:t>
              </w:r>
            </w:hyperlink>
            <w:r>
              <w:rPr>
                <w:sz w:val="24"/>
                <w:szCs w:val="24"/>
                <w:bdr w:val="none" w:sz="0" w:space="0" w:color="auto" w:frame="1"/>
                <w:shd w:val="clear" w:color="auto" w:fill="FFFFFF"/>
              </w:rPr>
              <w:t>»</w:t>
            </w:r>
          </w:p>
        </w:tc>
      </w:tr>
      <w:tr w:rsidR="000A6A4E" w:rsidTr="00C83F40">
        <w:trPr>
          <w:trHeight w:val="732"/>
        </w:trPr>
        <w:tc>
          <w:tcPr>
            <w:tcW w:w="2087" w:type="dxa"/>
          </w:tcPr>
          <w:p w:rsidR="000A6A4E" w:rsidRDefault="000A6A4E" w:rsidP="00F81692">
            <w:pPr>
              <w:pStyle w:val="TableParagraph"/>
              <w:spacing w:before="132"/>
              <w:ind w:left="200"/>
              <w:rPr>
                <w:b/>
                <w:sz w:val="24"/>
              </w:rPr>
            </w:pPr>
            <w:r>
              <w:rPr>
                <w:b/>
                <w:sz w:val="24"/>
              </w:rPr>
              <w:t>ВИРІШИЛИ:</w:t>
            </w:r>
          </w:p>
          <w:p w:rsidR="000A6A4E" w:rsidRPr="00CF38D4" w:rsidRDefault="000A6A4E" w:rsidP="00F81692"/>
        </w:tc>
        <w:tc>
          <w:tcPr>
            <w:tcW w:w="8030" w:type="dxa"/>
          </w:tcPr>
          <w:p w:rsidR="000A6A4E" w:rsidRPr="00267851" w:rsidRDefault="000A6A4E" w:rsidP="00F81692">
            <w:pPr>
              <w:ind w:left="110" w:firstLine="220"/>
              <w:rPr>
                <w:sz w:val="24"/>
                <w:szCs w:val="24"/>
                <w:lang w:eastAsia="ru-RU"/>
              </w:rPr>
            </w:pPr>
            <w:r w:rsidRPr="00267851">
              <w:rPr>
                <w:sz w:val="24"/>
                <w:szCs w:val="24"/>
              </w:rPr>
              <w:t>Підтримати проект рішен</w:t>
            </w:r>
            <w:r>
              <w:rPr>
                <w:sz w:val="24"/>
                <w:szCs w:val="24"/>
              </w:rPr>
              <w:t>ня</w:t>
            </w:r>
            <w:r w:rsidRPr="00267851">
              <w:rPr>
                <w:sz w:val="24"/>
                <w:szCs w:val="24"/>
              </w:rPr>
              <w:t xml:space="preserve"> </w:t>
            </w:r>
            <w:r>
              <w:rPr>
                <w:sz w:val="24"/>
                <w:szCs w:val="24"/>
                <w:lang w:val="en-US"/>
              </w:rPr>
              <w:t>V</w:t>
            </w:r>
            <w:r w:rsidRPr="00267851">
              <w:rPr>
                <w:sz w:val="24"/>
                <w:szCs w:val="24"/>
              </w:rPr>
              <w:t xml:space="preserve"> сесії селищної ради </w:t>
            </w:r>
            <w:r w:rsidRPr="00267851">
              <w:rPr>
                <w:color w:val="333333"/>
                <w:sz w:val="24"/>
                <w:szCs w:val="24"/>
                <w:shd w:val="clear" w:color="auto" w:fill="FFFFFF"/>
                <w:lang w:eastAsia="en-US"/>
              </w:rPr>
              <w:t>VIIІ</w:t>
            </w:r>
            <w:r>
              <w:rPr>
                <w:color w:val="333333"/>
                <w:sz w:val="24"/>
                <w:szCs w:val="24"/>
                <w:shd w:val="clear" w:color="auto" w:fill="FFFFFF"/>
                <w:lang w:eastAsia="en-US"/>
              </w:rPr>
              <w:t xml:space="preserve">              </w:t>
            </w:r>
            <w:r w:rsidRPr="00267851">
              <w:rPr>
                <w:sz w:val="24"/>
                <w:szCs w:val="24"/>
                <w:lang w:eastAsia="ru-RU"/>
              </w:rPr>
              <w:t xml:space="preserve"> </w:t>
            </w:r>
            <w:r>
              <w:rPr>
                <w:sz w:val="24"/>
                <w:szCs w:val="24"/>
                <w:lang w:eastAsia="ru-RU"/>
              </w:rPr>
              <w:t xml:space="preserve">             </w:t>
            </w:r>
            <w:r w:rsidRPr="00267851">
              <w:rPr>
                <w:sz w:val="24"/>
                <w:szCs w:val="24"/>
                <w:lang w:eastAsia="ru-RU"/>
              </w:rPr>
              <w:t xml:space="preserve">скликання від </w:t>
            </w:r>
            <w:r>
              <w:rPr>
                <w:sz w:val="24"/>
                <w:szCs w:val="24"/>
                <w:lang w:eastAsia="ru-RU"/>
              </w:rPr>
              <w:t>28 січня 2021</w:t>
            </w:r>
            <w:r w:rsidRPr="00267851">
              <w:rPr>
                <w:sz w:val="24"/>
                <w:szCs w:val="24"/>
                <w:lang w:eastAsia="ru-RU"/>
              </w:rPr>
              <w:t xml:space="preserve"> року а саме:</w:t>
            </w:r>
          </w:p>
          <w:p w:rsidR="000A6A4E" w:rsidRPr="000D243F" w:rsidRDefault="000A6A4E" w:rsidP="00F81692">
            <w:pPr>
              <w:pStyle w:val="TableParagraph"/>
              <w:spacing w:line="263" w:lineRule="exact"/>
              <w:ind w:left="110" w:firstLine="110"/>
              <w:jc w:val="both"/>
              <w:rPr>
                <w:sz w:val="24"/>
              </w:rPr>
            </w:pPr>
            <w:r>
              <w:rPr>
                <w:sz w:val="24"/>
                <w:szCs w:val="24"/>
                <w:bdr w:val="none" w:sz="0" w:space="0" w:color="auto" w:frame="1"/>
              </w:rPr>
              <w:t>«</w:t>
            </w:r>
            <w:hyperlink r:id="rId30" w:history="1">
              <w:r w:rsidRPr="005B0DBB">
                <w:rPr>
                  <w:rStyle w:val="Hyperlink"/>
                  <w:color w:val="auto"/>
                  <w:sz w:val="24"/>
                  <w:szCs w:val="24"/>
                  <w:bdr w:val="none" w:sz="0" w:space="0" w:color="auto" w:frame="1"/>
                  <w:shd w:val="clear" w:color="auto" w:fill="FFFFFF"/>
                </w:rPr>
                <w:t>Про внесення змін до договорів оренди земельних ділянок (невитребуваних земельних часток (паїв))</w:t>
              </w:r>
            </w:hyperlink>
            <w:r>
              <w:rPr>
                <w:sz w:val="24"/>
                <w:szCs w:val="24"/>
                <w:bdr w:val="none" w:sz="0" w:space="0" w:color="auto" w:frame="1"/>
              </w:rPr>
              <w:t>».</w:t>
            </w:r>
          </w:p>
        </w:tc>
      </w:tr>
      <w:tr w:rsidR="000A6A4E" w:rsidTr="00C83F40">
        <w:trPr>
          <w:trHeight w:val="732"/>
        </w:trPr>
        <w:tc>
          <w:tcPr>
            <w:tcW w:w="2087" w:type="dxa"/>
          </w:tcPr>
          <w:p w:rsidR="000A6A4E" w:rsidRDefault="000A6A4E" w:rsidP="00F81692">
            <w:pPr>
              <w:pStyle w:val="TableParagraph"/>
              <w:spacing w:before="132"/>
              <w:ind w:left="200"/>
              <w:rPr>
                <w:b/>
                <w:sz w:val="24"/>
              </w:rPr>
            </w:pPr>
          </w:p>
          <w:p w:rsidR="000A6A4E" w:rsidRDefault="000A6A4E" w:rsidP="00F81692">
            <w:pPr>
              <w:pStyle w:val="TableParagraph"/>
              <w:spacing w:before="132"/>
              <w:ind w:left="200"/>
              <w:rPr>
                <w:b/>
                <w:sz w:val="24"/>
              </w:rPr>
            </w:pPr>
            <w:r>
              <w:rPr>
                <w:b/>
                <w:sz w:val="24"/>
              </w:rPr>
              <w:t>ГОЛОСУВАЛИ:</w:t>
            </w:r>
          </w:p>
        </w:tc>
        <w:tc>
          <w:tcPr>
            <w:tcW w:w="8030" w:type="dxa"/>
          </w:tcPr>
          <w:p w:rsidR="000A6A4E" w:rsidRDefault="000A6A4E" w:rsidP="00F81692">
            <w:pPr>
              <w:pStyle w:val="BodyText"/>
              <w:ind w:left="200" w:right="483"/>
              <w:jc w:val="both"/>
            </w:pPr>
          </w:p>
          <w:p w:rsidR="000A6A4E" w:rsidRDefault="000A6A4E" w:rsidP="00F81692">
            <w:pPr>
              <w:pStyle w:val="BodyText"/>
              <w:ind w:left="200" w:right="483"/>
              <w:jc w:val="both"/>
            </w:pPr>
          </w:p>
          <w:p w:rsidR="000A6A4E" w:rsidRPr="00CB57ED" w:rsidRDefault="000A6A4E" w:rsidP="00F8169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872FCB" w:rsidRDefault="000A6A4E" w:rsidP="00F81692">
            <w:pPr>
              <w:pStyle w:val="TableParagraph"/>
              <w:spacing w:before="132"/>
              <w:ind w:left="200"/>
              <w:rPr>
                <w:b/>
                <w:sz w:val="24"/>
              </w:rPr>
            </w:pPr>
            <w:r w:rsidRPr="00872FCB">
              <w:rPr>
                <w:b/>
                <w:sz w:val="24"/>
              </w:rPr>
              <w:t>Слухали:</w:t>
            </w:r>
          </w:p>
          <w:p w:rsidR="000A6A4E" w:rsidRPr="00872FCB" w:rsidRDefault="000A6A4E" w:rsidP="00F81692">
            <w:pPr>
              <w:pStyle w:val="TableParagraph"/>
              <w:spacing w:before="132"/>
              <w:ind w:left="200"/>
              <w:rPr>
                <w:b/>
                <w:color w:val="FF0000"/>
                <w:sz w:val="24"/>
              </w:rPr>
            </w:pPr>
            <w:r w:rsidRPr="00872FCB">
              <w:rPr>
                <w:b/>
                <w:sz w:val="24"/>
              </w:rPr>
              <w:t>Гринчука Г.П</w:t>
            </w:r>
          </w:p>
        </w:tc>
        <w:tc>
          <w:tcPr>
            <w:tcW w:w="8030" w:type="dxa"/>
          </w:tcPr>
          <w:p w:rsidR="000A6A4E" w:rsidRPr="00872FCB" w:rsidRDefault="000A6A4E" w:rsidP="00872FCB">
            <w:pPr>
              <w:pStyle w:val="TableParagraph"/>
              <w:spacing w:before="3" w:line="259" w:lineRule="exact"/>
              <w:ind w:left="359"/>
              <w:rPr>
                <w:sz w:val="24"/>
                <w:szCs w:val="24"/>
              </w:rPr>
            </w:pPr>
            <w:r w:rsidRPr="00872FCB">
              <w:t>На</w:t>
            </w:r>
            <w:r w:rsidRPr="00872FCB">
              <w:rPr>
                <w:spacing w:val="-18"/>
              </w:rPr>
              <w:t xml:space="preserve"> </w:t>
            </w:r>
            <w:r w:rsidRPr="00872FCB">
              <w:t>розгляд</w:t>
            </w:r>
            <w:r w:rsidRPr="00872FCB">
              <w:rPr>
                <w:spacing w:val="-17"/>
              </w:rPr>
              <w:t xml:space="preserve"> </w:t>
            </w:r>
            <w:r w:rsidRPr="00872FCB">
              <w:t xml:space="preserve">комісії виносяться </w:t>
            </w:r>
            <w:r w:rsidRPr="00872FCB">
              <w:rPr>
                <w:spacing w:val="-19"/>
              </w:rPr>
              <w:t xml:space="preserve"> </w:t>
            </w:r>
            <w:r w:rsidRPr="00872FCB">
              <w:t>питання «</w:t>
            </w:r>
            <w:r w:rsidRPr="00872FCB">
              <w:rPr>
                <w:sz w:val="24"/>
                <w:szCs w:val="24"/>
                <w:bdr w:val="none" w:sz="0" w:space="0" w:color="auto" w:frame="1"/>
                <w:shd w:val="clear" w:color="auto" w:fill="FFFFFF"/>
              </w:rPr>
              <w:t>Про виділення земельних ділянок в натурі на місцевості»</w:t>
            </w:r>
            <w:r w:rsidRPr="00872FCB">
              <w:rPr>
                <w:sz w:val="24"/>
                <w:szCs w:val="24"/>
              </w:rPr>
              <w:br/>
            </w:r>
          </w:p>
        </w:tc>
      </w:tr>
      <w:tr w:rsidR="000A6A4E" w:rsidTr="00C83F40">
        <w:trPr>
          <w:trHeight w:val="732"/>
        </w:trPr>
        <w:tc>
          <w:tcPr>
            <w:tcW w:w="2087" w:type="dxa"/>
          </w:tcPr>
          <w:p w:rsidR="000A6A4E" w:rsidRDefault="000A6A4E" w:rsidP="00F81692">
            <w:pPr>
              <w:pStyle w:val="TableParagraph"/>
              <w:spacing w:before="135" w:line="275" w:lineRule="exact"/>
              <w:ind w:left="200"/>
              <w:rPr>
                <w:b/>
                <w:sz w:val="24"/>
              </w:rPr>
            </w:pPr>
            <w:r>
              <w:rPr>
                <w:b/>
                <w:sz w:val="24"/>
              </w:rPr>
              <w:t>ВИСТУПИЛИ</w:t>
            </w:r>
            <w:r w:rsidRPr="000D243F">
              <w:rPr>
                <w:b/>
                <w:sz w:val="24"/>
              </w:rPr>
              <w:t>:</w:t>
            </w:r>
          </w:p>
          <w:p w:rsidR="000A6A4E" w:rsidRPr="000D243F" w:rsidRDefault="000A6A4E" w:rsidP="00F81692">
            <w:pPr>
              <w:pStyle w:val="TableParagraph"/>
              <w:ind w:left="200" w:right="52"/>
              <w:rPr>
                <w:sz w:val="24"/>
              </w:rPr>
            </w:pPr>
            <w:r>
              <w:rPr>
                <w:b/>
                <w:sz w:val="24"/>
              </w:rPr>
              <w:t>Гуцол О.В.</w:t>
            </w:r>
          </w:p>
        </w:tc>
        <w:tc>
          <w:tcPr>
            <w:tcW w:w="8030" w:type="dxa"/>
          </w:tcPr>
          <w:p w:rsidR="000A6A4E" w:rsidRPr="006438B0" w:rsidRDefault="000A6A4E" w:rsidP="00F81692">
            <w:pPr>
              <w:pStyle w:val="TableParagraph"/>
              <w:jc w:val="both"/>
              <w:rPr>
                <w:sz w:val="24"/>
                <w:szCs w:val="24"/>
              </w:rPr>
            </w:pPr>
            <w:r>
              <w:rPr>
                <w:sz w:val="24"/>
                <w:szCs w:val="24"/>
              </w:rPr>
              <w:t>Спеціаліст</w:t>
            </w:r>
            <w:r w:rsidRPr="006438B0">
              <w:rPr>
                <w:sz w:val="24"/>
                <w:szCs w:val="24"/>
              </w:rPr>
              <w:t xml:space="preserve">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w:t>
            </w:r>
            <w:r>
              <w:rPr>
                <w:sz w:val="24"/>
                <w:szCs w:val="24"/>
              </w:rPr>
              <w:t>винесла</w:t>
            </w:r>
            <w:r w:rsidRPr="006438B0">
              <w:rPr>
                <w:sz w:val="24"/>
                <w:szCs w:val="24"/>
              </w:rPr>
              <w:t xml:space="preserve"> на розгляд членів постійної комісії проект</w:t>
            </w:r>
            <w:r>
              <w:rPr>
                <w:sz w:val="24"/>
                <w:szCs w:val="24"/>
              </w:rPr>
              <w:t xml:space="preserve"> рішення</w:t>
            </w:r>
            <w:r w:rsidRPr="006438B0">
              <w:rPr>
                <w:sz w:val="24"/>
                <w:szCs w:val="24"/>
              </w:rPr>
              <w:t xml:space="preserve"> </w:t>
            </w:r>
            <w:r>
              <w:rPr>
                <w:sz w:val="24"/>
                <w:szCs w:val="24"/>
              </w:rPr>
              <w:t>«</w:t>
            </w:r>
            <w:r w:rsidRPr="00872FCB">
              <w:rPr>
                <w:sz w:val="24"/>
                <w:szCs w:val="24"/>
                <w:bdr w:val="none" w:sz="0" w:space="0" w:color="auto" w:frame="1"/>
                <w:shd w:val="clear" w:color="auto" w:fill="FFFFFF"/>
              </w:rPr>
              <w:t>Про виділення земельних ділянок в натурі на місцевості</w:t>
            </w:r>
            <w:r>
              <w:rPr>
                <w:sz w:val="24"/>
                <w:szCs w:val="24"/>
                <w:bdr w:val="none" w:sz="0" w:space="0" w:color="auto" w:frame="1"/>
                <w:shd w:val="clear" w:color="auto" w:fill="FFFFFF"/>
              </w:rPr>
              <w:t>»</w:t>
            </w:r>
          </w:p>
        </w:tc>
      </w:tr>
      <w:tr w:rsidR="000A6A4E" w:rsidTr="00C83F40">
        <w:trPr>
          <w:trHeight w:val="732"/>
        </w:trPr>
        <w:tc>
          <w:tcPr>
            <w:tcW w:w="2087" w:type="dxa"/>
          </w:tcPr>
          <w:p w:rsidR="000A6A4E" w:rsidRDefault="000A6A4E" w:rsidP="00F81692">
            <w:pPr>
              <w:pStyle w:val="TableParagraph"/>
              <w:spacing w:before="132"/>
              <w:ind w:left="200"/>
              <w:rPr>
                <w:b/>
                <w:sz w:val="24"/>
              </w:rPr>
            </w:pPr>
            <w:r>
              <w:rPr>
                <w:b/>
                <w:sz w:val="24"/>
              </w:rPr>
              <w:t>ВИРІШИЛИ:</w:t>
            </w:r>
          </w:p>
          <w:p w:rsidR="000A6A4E" w:rsidRPr="00CF38D4" w:rsidRDefault="000A6A4E" w:rsidP="00F81692"/>
        </w:tc>
        <w:tc>
          <w:tcPr>
            <w:tcW w:w="8030" w:type="dxa"/>
          </w:tcPr>
          <w:p w:rsidR="000A6A4E" w:rsidRPr="00267851" w:rsidRDefault="000A6A4E" w:rsidP="00F81692">
            <w:pPr>
              <w:ind w:left="110" w:firstLine="220"/>
              <w:rPr>
                <w:sz w:val="24"/>
                <w:szCs w:val="24"/>
                <w:lang w:eastAsia="ru-RU"/>
              </w:rPr>
            </w:pPr>
            <w:r w:rsidRPr="00267851">
              <w:rPr>
                <w:sz w:val="24"/>
                <w:szCs w:val="24"/>
              </w:rPr>
              <w:t>Підтримати проект рішен</w:t>
            </w:r>
            <w:r>
              <w:rPr>
                <w:sz w:val="24"/>
                <w:szCs w:val="24"/>
              </w:rPr>
              <w:t>ня</w:t>
            </w:r>
            <w:r w:rsidRPr="00267851">
              <w:rPr>
                <w:sz w:val="24"/>
                <w:szCs w:val="24"/>
              </w:rPr>
              <w:t xml:space="preserve"> </w:t>
            </w:r>
            <w:r>
              <w:rPr>
                <w:sz w:val="24"/>
                <w:szCs w:val="24"/>
                <w:lang w:val="en-US"/>
              </w:rPr>
              <w:t>V</w:t>
            </w:r>
            <w:r w:rsidRPr="00267851">
              <w:rPr>
                <w:sz w:val="24"/>
                <w:szCs w:val="24"/>
              </w:rPr>
              <w:t xml:space="preserve"> сесії селищної ради </w:t>
            </w:r>
            <w:r w:rsidRPr="00267851">
              <w:rPr>
                <w:color w:val="333333"/>
                <w:sz w:val="24"/>
                <w:szCs w:val="24"/>
                <w:shd w:val="clear" w:color="auto" w:fill="FFFFFF"/>
                <w:lang w:eastAsia="en-US"/>
              </w:rPr>
              <w:t>VIIІ</w:t>
            </w:r>
            <w:r>
              <w:rPr>
                <w:color w:val="333333"/>
                <w:sz w:val="24"/>
                <w:szCs w:val="24"/>
                <w:shd w:val="clear" w:color="auto" w:fill="FFFFFF"/>
                <w:lang w:eastAsia="en-US"/>
              </w:rPr>
              <w:t xml:space="preserve">              </w:t>
            </w:r>
            <w:r w:rsidRPr="00267851">
              <w:rPr>
                <w:sz w:val="24"/>
                <w:szCs w:val="24"/>
                <w:lang w:eastAsia="ru-RU"/>
              </w:rPr>
              <w:t xml:space="preserve"> </w:t>
            </w:r>
            <w:r>
              <w:rPr>
                <w:sz w:val="24"/>
                <w:szCs w:val="24"/>
                <w:lang w:eastAsia="ru-RU"/>
              </w:rPr>
              <w:t xml:space="preserve">             </w:t>
            </w:r>
            <w:r w:rsidRPr="00267851">
              <w:rPr>
                <w:sz w:val="24"/>
                <w:szCs w:val="24"/>
                <w:lang w:eastAsia="ru-RU"/>
              </w:rPr>
              <w:t xml:space="preserve">скликання від </w:t>
            </w:r>
            <w:r>
              <w:rPr>
                <w:sz w:val="24"/>
                <w:szCs w:val="24"/>
                <w:lang w:eastAsia="ru-RU"/>
              </w:rPr>
              <w:t>28 січня 2021</w:t>
            </w:r>
            <w:r w:rsidRPr="00267851">
              <w:rPr>
                <w:sz w:val="24"/>
                <w:szCs w:val="24"/>
                <w:lang w:eastAsia="ru-RU"/>
              </w:rPr>
              <w:t xml:space="preserve"> року а саме:</w:t>
            </w:r>
          </w:p>
          <w:p w:rsidR="000A6A4E" w:rsidRPr="000D243F" w:rsidRDefault="000A6A4E" w:rsidP="00F81692">
            <w:pPr>
              <w:pStyle w:val="TableParagraph"/>
              <w:spacing w:line="263" w:lineRule="exact"/>
              <w:ind w:left="110" w:firstLine="110"/>
              <w:jc w:val="both"/>
              <w:rPr>
                <w:sz w:val="24"/>
              </w:rPr>
            </w:pPr>
            <w:r>
              <w:rPr>
                <w:sz w:val="24"/>
                <w:szCs w:val="24"/>
                <w:bdr w:val="none" w:sz="0" w:space="0" w:color="auto" w:frame="1"/>
              </w:rPr>
              <w:t>«</w:t>
            </w:r>
            <w:r w:rsidRPr="00872FCB">
              <w:rPr>
                <w:sz w:val="24"/>
                <w:szCs w:val="24"/>
                <w:bdr w:val="none" w:sz="0" w:space="0" w:color="auto" w:frame="1"/>
                <w:shd w:val="clear" w:color="auto" w:fill="FFFFFF"/>
              </w:rPr>
              <w:t>Про виділення земельних ділянок в натурі на місцевості</w:t>
            </w:r>
            <w:r>
              <w:rPr>
                <w:sz w:val="24"/>
                <w:szCs w:val="24"/>
                <w:bdr w:val="none" w:sz="0" w:space="0" w:color="auto" w:frame="1"/>
              </w:rPr>
              <w:t>».</w:t>
            </w:r>
          </w:p>
        </w:tc>
      </w:tr>
      <w:tr w:rsidR="000A6A4E" w:rsidTr="00C83F40">
        <w:trPr>
          <w:trHeight w:val="732"/>
        </w:trPr>
        <w:tc>
          <w:tcPr>
            <w:tcW w:w="2087" w:type="dxa"/>
          </w:tcPr>
          <w:p w:rsidR="000A6A4E" w:rsidRDefault="000A6A4E" w:rsidP="00F81692">
            <w:pPr>
              <w:pStyle w:val="TableParagraph"/>
              <w:spacing w:before="132"/>
              <w:ind w:left="200"/>
              <w:rPr>
                <w:b/>
                <w:sz w:val="24"/>
              </w:rPr>
            </w:pPr>
          </w:p>
          <w:p w:rsidR="000A6A4E" w:rsidRDefault="000A6A4E" w:rsidP="00F81692">
            <w:pPr>
              <w:pStyle w:val="TableParagraph"/>
              <w:spacing w:before="132"/>
              <w:ind w:left="200"/>
              <w:rPr>
                <w:b/>
                <w:sz w:val="24"/>
              </w:rPr>
            </w:pPr>
            <w:r>
              <w:rPr>
                <w:b/>
                <w:sz w:val="24"/>
              </w:rPr>
              <w:t>ГОЛОСУВАЛИ:</w:t>
            </w:r>
          </w:p>
        </w:tc>
        <w:tc>
          <w:tcPr>
            <w:tcW w:w="8030" w:type="dxa"/>
          </w:tcPr>
          <w:p w:rsidR="000A6A4E" w:rsidRDefault="000A6A4E" w:rsidP="00F81692">
            <w:pPr>
              <w:pStyle w:val="BodyText"/>
              <w:ind w:left="200" w:right="483"/>
              <w:jc w:val="both"/>
            </w:pPr>
          </w:p>
          <w:p w:rsidR="000A6A4E" w:rsidRDefault="000A6A4E" w:rsidP="00F81692">
            <w:pPr>
              <w:pStyle w:val="BodyText"/>
              <w:ind w:left="200" w:right="483"/>
              <w:jc w:val="both"/>
            </w:pPr>
          </w:p>
          <w:p w:rsidR="000A6A4E" w:rsidRPr="00CB57ED" w:rsidRDefault="000A6A4E" w:rsidP="00F8169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872FCB" w:rsidRDefault="000A6A4E" w:rsidP="00F81692">
            <w:pPr>
              <w:pStyle w:val="TableParagraph"/>
              <w:spacing w:before="132"/>
              <w:ind w:left="200"/>
              <w:rPr>
                <w:b/>
                <w:sz w:val="24"/>
              </w:rPr>
            </w:pPr>
            <w:r w:rsidRPr="00872FCB">
              <w:rPr>
                <w:b/>
                <w:sz w:val="24"/>
              </w:rPr>
              <w:t>Слухали:</w:t>
            </w:r>
          </w:p>
          <w:p w:rsidR="000A6A4E" w:rsidRPr="00872FCB" w:rsidRDefault="000A6A4E" w:rsidP="00F81692">
            <w:pPr>
              <w:pStyle w:val="TableParagraph"/>
              <w:spacing w:before="132"/>
              <w:ind w:left="200"/>
              <w:rPr>
                <w:b/>
                <w:sz w:val="24"/>
              </w:rPr>
            </w:pPr>
            <w:r w:rsidRPr="00872FCB">
              <w:rPr>
                <w:b/>
                <w:sz w:val="24"/>
              </w:rPr>
              <w:t>Гринчука Г.П</w:t>
            </w:r>
          </w:p>
        </w:tc>
        <w:tc>
          <w:tcPr>
            <w:tcW w:w="8030" w:type="dxa"/>
          </w:tcPr>
          <w:p w:rsidR="000A6A4E" w:rsidRPr="00872FCB" w:rsidRDefault="000A6A4E" w:rsidP="00F81692">
            <w:pPr>
              <w:pStyle w:val="TableParagraph"/>
              <w:spacing w:before="3" w:line="259" w:lineRule="exact"/>
              <w:ind w:left="359"/>
              <w:rPr>
                <w:sz w:val="24"/>
                <w:szCs w:val="24"/>
              </w:rPr>
            </w:pPr>
            <w:r w:rsidRPr="00872FCB">
              <w:t>На</w:t>
            </w:r>
            <w:r w:rsidRPr="00872FCB">
              <w:rPr>
                <w:spacing w:val="-18"/>
              </w:rPr>
              <w:t xml:space="preserve"> </w:t>
            </w:r>
            <w:r w:rsidRPr="00872FCB">
              <w:t>розгляд</w:t>
            </w:r>
            <w:r w:rsidRPr="00872FCB">
              <w:rPr>
                <w:spacing w:val="-17"/>
              </w:rPr>
              <w:t xml:space="preserve"> </w:t>
            </w:r>
            <w:r w:rsidRPr="00872FCB">
              <w:t xml:space="preserve">комісії виносяться </w:t>
            </w:r>
            <w:r w:rsidRPr="00872FCB">
              <w:rPr>
                <w:spacing w:val="-19"/>
              </w:rPr>
              <w:t xml:space="preserve"> </w:t>
            </w:r>
            <w:r w:rsidRPr="00872FCB">
              <w:t>питання «</w:t>
            </w:r>
            <w:r w:rsidRPr="00872FCB">
              <w:rPr>
                <w:sz w:val="24"/>
                <w:szCs w:val="24"/>
                <w:bdr w:val="none" w:sz="0" w:space="0" w:color="auto" w:frame="1"/>
                <w:shd w:val="clear" w:color="auto" w:fill="FFFFFF"/>
              </w:rPr>
              <w:t>Про затвердження проектів землеустрою щодо відведення земельних ділянок»</w:t>
            </w:r>
            <w:r w:rsidRPr="00872FCB">
              <w:rPr>
                <w:sz w:val="24"/>
                <w:szCs w:val="24"/>
              </w:rPr>
              <w:br/>
            </w:r>
          </w:p>
        </w:tc>
      </w:tr>
      <w:tr w:rsidR="000A6A4E" w:rsidTr="00C83F40">
        <w:trPr>
          <w:trHeight w:val="732"/>
        </w:trPr>
        <w:tc>
          <w:tcPr>
            <w:tcW w:w="2087" w:type="dxa"/>
          </w:tcPr>
          <w:p w:rsidR="000A6A4E" w:rsidRPr="00872FCB" w:rsidRDefault="000A6A4E" w:rsidP="00F81692">
            <w:pPr>
              <w:pStyle w:val="TableParagraph"/>
              <w:spacing w:before="135" w:line="275" w:lineRule="exact"/>
              <w:ind w:left="200"/>
              <w:rPr>
                <w:b/>
                <w:sz w:val="24"/>
              </w:rPr>
            </w:pPr>
            <w:r w:rsidRPr="00872FCB">
              <w:rPr>
                <w:b/>
                <w:sz w:val="24"/>
              </w:rPr>
              <w:t>ВИСТУПИЛИ:</w:t>
            </w:r>
          </w:p>
          <w:p w:rsidR="000A6A4E" w:rsidRPr="00872FCB" w:rsidRDefault="000A6A4E" w:rsidP="00F81692">
            <w:pPr>
              <w:pStyle w:val="TableParagraph"/>
              <w:ind w:left="200" w:right="52"/>
              <w:rPr>
                <w:sz w:val="24"/>
              </w:rPr>
            </w:pPr>
            <w:r w:rsidRPr="00872FCB">
              <w:rPr>
                <w:b/>
                <w:sz w:val="24"/>
              </w:rPr>
              <w:t>Миколайчук І.О.</w:t>
            </w:r>
          </w:p>
        </w:tc>
        <w:tc>
          <w:tcPr>
            <w:tcW w:w="8030" w:type="dxa"/>
          </w:tcPr>
          <w:p w:rsidR="000A6A4E" w:rsidRPr="00872FCB" w:rsidRDefault="000A6A4E" w:rsidP="00F81692">
            <w:pPr>
              <w:pStyle w:val="TableParagraph"/>
              <w:jc w:val="both"/>
              <w:rPr>
                <w:sz w:val="24"/>
                <w:szCs w:val="24"/>
              </w:rPr>
            </w:pPr>
            <w:r w:rsidRPr="00872FCB">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872FCB">
              <w:rPr>
                <w:sz w:val="24"/>
                <w:szCs w:val="24"/>
                <w:bdr w:val="none" w:sz="0" w:space="0" w:color="auto" w:frame="1"/>
                <w:shd w:val="clear" w:color="auto" w:fill="FFFFFF"/>
              </w:rPr>
              <w:t>Про затвердження проектів землеустрою щодо відведення земельних ділянок»</w:t>
            </w:r>
          </w:p>
        </w:tc>
      </w:tr>
      <w:tr w:rsidR="000A6A4E" w:rsidTr="00C83F40">
        <w:trPr>
          <w:trHeight w:val="732"/>
        </w:trPr>
        <w:tc>
          <w:tcPr>
            <w:tcW w:w="2087" w:type="dxa"/>
          </w:tcPr>
          <w:p w:rsidR="000A6A4E" w:rsidRPr="00872FCB" w:rsidRDefault="000A6A4E" w:rsidP="00F81692">
            <w:pPr>
              <w:pStyle w:val="TableParagraph"/>
              <w:spacing w:before="132"/>
              <w:ind w:left="200"/>
              <w:rPr>
                <w:b/>
                <w:sz w:val="24"/>
              </w:rPr>
            </w:pPr>
            <w:r w:rsidRPr="00872FCB">
              <w:rPr>
                <w:b/>
                <w:sz w:val="24"/>
              </w:rPr>
              <w:t>ВИРІШИЛИ:</w:t>
            </w:r>
          </w:p>
          <w:p w:rsidR="000A6A4E" w:rsidRPr="00872FCB" w:rsidRDefault="000A6A4E" w:rsidP="00F81692"/>
        </w:tc>
        <w:tc>
          <w:tcPr>
            <w:tcW w:w="8030" w:type="dxa"/>
          </w:tcPr>
          <w:p w:rsidR="000A6A4E" w:rsidRPr="00872FCB" w:rsidRDefault="000A6A4E" w:rsidP="00F81692">
            <w:pPr>
              <w:ind w:left="110" w:firstLine="220"/>
              <w:rPr>
                <w:sz w:val="24"/>
                <w:szCs w:val="24"/>
                <w:lang w:eastAsia="ru-RU"/>
              </w:rPr>
            </w:pPr>
            <w:r>
              <w:rPr>
                <w:sz w:val="24"/>
                <w:szCs w:val="24"/>
              </w:rPr>
              <w:t>Підтримати проект рішення V</w:t>
            </w:r>
            <w:r w:rsidRPr="00872FCB">
              <w:rPr>
                <w:sz w:val="24"/>
                <w:szCs w:val="24"/>
              </w:rPr>
              <w:t xml:space="preserve"> сесії селищної ради </w:t>
            </w:r>
            <w:r w:rsidRPr="00872FCB">
              <w:rPr>
                <w:sz w:val="24"/>
                <w:szCs w:val="24"/>
                <w:shd w:val="clear" w:color="auto" w:fill="FFFFFF"/>
                <w:lang w:eastAsia="en-US"/>
              </w:rPr>
              <w:t xml:space="preserve">VIIІ              </w:t>
            </w:r>
            <w:r w:rsidRPr="00872FCB">
              <w:rPr>
                <w:sz w:val="24"/>
                <w:szCs w:val="24"/>
                <w:lang w:eastAsia="ru-RU"/>
              </w:rPr>
              <w:t xml:space="preserve">              скликання від 28 січня 2021 року а саме:</w:t>
            </w:r>
          </w:p>
          <w:p w:rsidR="000A6A4E" w:rsidRPr="00872FCB" w:rsidRDefault="000A6A4E" w:rsidP="00F81692">
            <w:pPr>
              <w:pStyle w:val="TableParagraph"/>
              <w:spacing w:line="263" w:lineRule="exact"/>
              <w:ind w:left="110" w:firstLine="110"/>
              <w:jc w:val="both"/>
              <w:rPr>
                <w:sz w:val="24"/>
              </w:rPr>
            </w:pPr>
            <w:r w:rsidRPr="00872FCB">
              <w:rPr>
                <w:sz w:val="24"/>
                <w:szCs w:val="24"/>
                <w:bdr w:val="none" w:sz="0" w:space="0" w:color="auto" w:frame="1"/>
              </w:rPr>
              <w:t>«</w:t>
            </w:r>
            <w:r w:rsidRPr="00872FCB">
              <w:rPr>
                <w:sz w:val="24"/>
                <w:szCs w:val="24"/>
                <w:bdr w:val="none" w:sz="0" w:space="0" w:color="auto" w:frame="1"/>
                <w:shd w:val="clear" w:color="auto" w:fill="FFFFFF"/>
              </w:rPr>
              <w:t>Про затвердження проектів землеустрою щодо відведення земельних ділянок</w:t>
            </w:r>
            <w:r w:rsidRPr="00872FCB">
              <w:rPr>
                <w:sz w:val="24"/>
                <w:szCs w:val="24"/>
                <w:bdr w:val="none" w:sz="0" w:space="0" w:color="auto" w:frame="1"/>
              </w:rPr>
              <w:t>».</w:t>
            </w:r>
          </w:p>
        </w:tc>
      </w:tr>
      <w:tr w:rsidR="000A6A4E" w:rsidTr="00C83F40">
        <w:trPr>
          <w:trHeight w:val="732"/>
        </w:trPr>
        <w:tc>
          <w:tcPr>
            <w:tcW w:w="2087" w:type="dxa"/>
          </w:tcPr>
          <w:p w:rsidR="000A6A4E" w:rsidRDefault="000A6A4E" w:rsidP="00F81692">
            <w:pPr>
              <w:pStyle w:val="TableParagraph"/>
              <w:spacing w:before="132"/>
              <w:ind w:left="200"/>
              <w:rPr>
                <w:b/>
                <w:sz w:val="24"/>
              </w:rPr>
            </w:pPr>
          </w:p>
          <w:p w:rsidR="000A6A4E" w:rsidRDefault="000A6A4E" w:rsidP="00F81692">
            <w:pPr>
              <w:pStyle w:val="TableParagraph"/>
              <w:spacing w:before="132"/>
              <w:ind w:left="200"/>
              <w:rPr>
                <w:b/>
                <w:sz w:val="24"/>
              </w:rPr>
            </w:pPr>
            <w:r>
              <w:rPr>
                <w:b/>
                <w:sz w:val="24"/>
              </w:rPr>
              <w:t>ГОЛОСУВАЛИ:</w:t>
            </w:r>
          </w:p>
        </w:tc>
        <w:tc>
          <w:tcPr>
            <w:tcW w:w="8030" w:type="dxa"/>
          </w:tcPr>
          <w:p w:rsidR="000A6A4E" w:rsidRDefault="000A6A4E" w:rsidP="00F81692">
            <w:pPr>
              <w:pStyle w:val="BodyText"/>
              <w:ind w:left="200" w:right="483"/>
              <w:jc w:val="both"/>
            </w:pPr>
          </w:p>
          <w:p w:rsidR="000A6A4E" w:rsidRDefault="000A6A4E" w:rsidP="00F81692">
            <w:pPr>
              <w:pStyle w:val="BodyText"/>
              <w:ind w:left="200" w:right="483"/>
              <w:jc w:val="both"/>
            </w:pPr>
          </w:p>
          <w:p w:rsidR="000A6A4E" w:rsidRPr="00CB57ED" w:rsidRDefault="000A6A4E" w:rsidP="00F8169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F81692" w:rsidRDefault="000A6A4E" w:rsidP="00F81692">
            <w:pPr>
              <w:pStyle w:val="TableParagraph"/>
              <w:spacing w:before="132"/>
              <w:ind w:left="200"/>
              <w:rPr>
                <w:b/>
                <w:sz w:val="24"/>
              </w:rPr>
            </w:pPr>
            <w:r w:rsidRPr="00F81692">
              <w:rPr>
                <w:b/>
                <w:sz w:val="24"/>
              </w:rPr>
              <w:t>Слухали:</w:t>
            </w:r>
          </w:p>
          <w:p w:rsidR="000A6A4E" w:rsidRPr="00F81692" w:rsidRDefault="000A6A4E" w:rsidP="00F81692">
            <w:pPr>
              <w:pStyle w:val="TableParagraph"/>
              <w:spacing w:before="132"/>
              <w:ind w:left="200"/>
              <w:rPr>
                <w:b/>
                <w:sz w:val="24"/>
              </w:rPr>
            </w:pPr>
            <w:r w:rsidRPr="00F81692">
              <w:rPr>
                <w:b/>
                <w:sz w:val="24"/>
              </w:rPr>
              <w:t>Гринчука Г.П</w:t>
            </w:r>
          </w:p>
        </w:tc>
        <w:tc>
          <w:tcPr>
            <w:tcW w:w="8030" w:type="dxa"/>
          </w:tcPr>
          <w:p w:rsidR="000A6A4E" w:rsidRPr="00F81692" w:rsidRDefault="000A6A4E" w:rsidP="00F81692">
            <w:pPr>
              <w:pStyle w:val="TableParagraph"/>
              <w:spacing w:before="3" w:line="259" w:lineRule="exact"/>
              <w:ind w:left="359"/>
              <w:rPr>
                <w:sz w:val="24"/>
                <w:szCs w:val="24"/>
              </w:rPr>
            </w:pPr>
            <w:r w:rsidRPr="00F81692">
              <w:t>На</w:t>
            </w:r>
            <w:r w:rsidRPr="00F81692">
              <w:rPr>
                <w:spacing w:val="-18"/>
              </w:rPr>
              <w:t xml:space="preserve"> </w:t>
            </w:r>
            <w:r w:rsidRPr="00F81692">
              <w:t>розгляд</w:t>
            </w:r>
            <w:r w:rsidRPr="00F81692">
              <w:rPr>
                <w:spacing w:val="-17"/>
              </w:rPr>
              <w:t xml:space="preserve"> </w:t>
            </w:r>
            <w:r w:rsidRPr="00F81692">
              <w:t xml:space="preserve">комісії виносяться </w:t>
            </w:r>
            <w:r w:rsidRPr="00F81692">
              <w:rPr>
                <w:spacing w:val="-19"/>
              </w:rPr>
              <w:t xml:space="preserve"> </w:t>
            </w:r>
            <w:r w:rsidRPr="00F81692">
              <w:t>питання «</w:t>
            </w:r>
            <w:r w:rsidRPr="00F81692">
              <w:rPr>
                <w:sz w:val="24"/>
                <w:szCs w:val="24"/>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r w:rsidRPr="00F81692">
              <w:rPr>
                <w:sz w:val="24"/>
                <w:szCs w:val="24"/>
              </w:rPr>
              <w:br/>
            </w:r>
          </w:p>
        </w:tc>
      </w:tr>
      <w:tr w:rsidR="000A6A4E" w:rsidTr="00C83F40">
        <w:trPr>
          <w:trHeight w:val="732"/>
        </w:trPr>
        <w:tc>
          <w:tcPr>
            <w:tcW w:w="2087" w:type="dxa"/>
          </w:tcPr>
          <w:p w:rsidR="000A6A4E" w:rsidRPr="00F81692" w:rsidRDefault="000A6A4E" w:rsidP="00F81692">
            <w:pPr>
              <w:pStyle w:val="TableParagraph"/>
              <w:spacing w:before="135" w:line="275" w:lineRule="exact"/>
              <w:ind w:left="200"/>
              <w:rPr>
                <w:b/>
                <w:sz w:val="24"/>
              </w:rPr>
            </w:pPr>
            <w:r w:rsidRPr="00F81692">
              <w:rPr>
                <w:b/>
                <w:sz w:val="24"/>
              </w:rPr>
              <w:t>ВИСТУПИЛИ:</w:t>
            </w:r>
          </w:p>
          <w:p w:rsidR="000A6A4E" w:rsidRPr="00F81692" w:rsidRDefault="000A6A4E" w:rsidP="00F81692">
            <w:pPr>
              <w:pStyle w:val="TableParagraph"/>
              <w:ind w:left="200" w:right="52"/>
              <w:rPr>
                <w:sz w:val="24"/>
              </w:rPr>
            </w:pPr>
            <w:r w:rsidRPr="00F81692">
              <w:rPr>
                <w:b/>
                <w:sz w:val="24"/>
              </w:rPr>
              <w:t>Миколайчук І.О.</w:t>
            </w:r>
          </w:p>
        </w:tc>
        <w:tc>
          <w:tcPr>
            <w:tcW w:w="8030" w:type="dxa"/>
          </w:tcPr>
          <w:p w:rsidR="000A6A4E" w:rsidRPr="00F81692" w:rsidRDefault="000A6A4E" w:rsidP="00F81692">
            <w:pPr>
              <w:pStyle w:val="TableParagraph"/>
              <w:jc w:val="both"/>
              <w:rPr>
                <w:sz w:val="24"/>
                <w:szCs w:val="24"/>
              </w:rPr>
            </w:pPr>
            <w:r w:rsidRPr="00F81692">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F81692">
              <w:rPr>
                <w:sz w:val="24"/>
                <w:szCs w:val="24"/>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p>
        </w:tc>
      </w:tr>
      <w:tr w:rsidR="000A6A4E" w:rsidTr="00C83F40">
        <w:trPr>
          <w:trHeight w:val="732"/>
        </w:trPr>
        <w:tc>
          <w:tcPr>
            <w:tcW w:w="2087" w:type="dxa"/>
          </w:tcPr>
          <w:p w:rsidR="000A6A4E" w:rsidRPr="00F81692" w:rsidRDefault="000A6A4E" w:rsidP="00F81692">
            <w:pPr>
              <w:pStyle w:val="TableParagraph"/>
              <w:spacing w:before="132"/>
              <w:ind w:left="200"/>
              <w:rPr>
                <w:b/>
                <w:sz w:val="24"/>
              </w:rPr>
            </w:pPr>
            <w:r w:rsidRPr="00F81692">
              <w:rPr>
                <w:b/>
                <w:sz w:val="24"/>
              </w:rPr>
              <w:t>ВИРІШИЛИ:</w:t>
            </w:r>
          </w:p>
          <w:p w:rsidR="000A6A4E" w:rsidRPr="00F81692" w:rsidRDefault="000A6A4E" w:rsidP="00F81692"/>
        </w:tc>
        <w:tc>
          <w:tcPr>
            <w:tcW w:w="8030" w:type="dxa"/>
          </w:tcPr>
          <w:p w:rsidR="000A6A4E" w:rsidRPr="00F81692" w:rsidRDefault="000A6A4E" w:rsidP="00F81692">
            <w:pPr>
              <w:ind w:left="110" w:firstLine="220"/>
              <w:rPr>
                <w:sz w:val="24"/>
                <w:szCs w:val="24"/>
                <w:lang w:eastAsia="ru-RU"/>
              </w:rPr>
            </w:pPr>
            <w:r w:rsidRPr="00F81692">
              <w:rPr>
                <w:sz w:val="24"/>
                <w:szCs w:val="24"/>
              </w:rPr>
              <w:t xml:space="preserve">Підтримати проект рішення </w:t>
            </w:r>
            <w:r>
              <w:rPr>
                <w:sz w:val="24"/>
                <w:szCs w:val="24"/>
                <w:lang w:val="en-US"/>
              </w:rPr>
              <w:t>V</w:t>
            </w:r>
            <w:r w:rsidRPr="00F81692">
              <w:rPr>
                <w:sz w:val="24"/>
                <w:szCs w:val="24"/>
              </w:rPr>
              <w:t xml:space="preserve"> сесії селищної ради </w:t>
            </w:r>
            <w:r w:rsidRPr="00F81692">
              <w:rPr>
                <w:sz w:val="24"/>
                <w:szCs w:val="24"/>
                <w:shd w:val="clear" w:color="auto" w:fill="FFFFFF"/>
                <w:lang w:eastAsia="en-US"/>
              </w:rPr>
              <w:t xml:space="preserve">VIIІ              </w:t>
            </w:r>
            <w:r w:rsidRPr="00F81692">
              <w:rPr>
                <w:sz w:val="24"/>
                <w:szCs w:val="24"/>
                <w:lang w:eastAsia="ru-RU"/>
              </w:rPr>
              <w:t xml:space="preserve">              скликання від 28 січня 2021 року а саме:</w:t>
            </w:r>
          </w:p>
          <w:p w:rsidR="000A6A4E" w:rsidRPr="00F81692" w:rsidRDefault="000A6A4E" w:rsidP="00F81692">
            <w:pPr>
              <w:pStyle w:val="TableParagraph"/>
              <w:spacing w:line="263" w:lineRule="exact"/>
              <w:ind w:left="110" w:firstLine="110"/>
              <w:jc w:val="both"/>
              <w:rPr>
                <w:sz w:val="24"/>
              </w:rPr>
            </w:pPr>
            <w:r w:rsidRPr="00F81692">
              <w:rPr>
                <w:sz w:val="24"/>
                <w:szCs w:val="24"/>
                <w:bdr w:val="none" w:sz="0" w:space="0" w:color="auto" w:frame="1"/>
              </w:rPr>
              <w:t>«</w:t>
            </w:r>
            <w:r w:rsidRPr="00F81692">
              <w:rPr>
                <w:sz w:val="24"/>
                <w:szCs w:val="24"/>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r w:rsidRPr="00F81692">
              <w:rPr>
                <w:sz w:val="24"/>
                <w:szCs w:val="24"/>
                <w:bdr w:val="none" w:sz="0" w:space="0" w:color="auto" w:frame="1"/>
              </w:rPr>
              <w:t>».</w:t>
            </w:r>
          </w:p>
        </w:tc>
      </w:tr>
      <w:tr w:rsidR="000A6A4E" w:rsidTr="00C83F40">
        <w:trPr>
          <w:trHeight w:val="732"/>
        </w:trPr>
        <w:tc>
          <w:tcPr>
            <w:tcW w:w="2087" w:type="dxa"/>
          </w:tcPr>
          <w:p w:rsidR="000A6A4E" w:rsidRDefault="000A6A4E" w:rsidP="00F81692">
            <w:pPr>
              <w:pStyle w:val="TableParagraph"/>
              <w:spacing w:before="132"/>
              <w:ind w:left="200"/>
              <w:rPr>
                <w:b/>
                <w:sz w:val="24"/>
              </w:rPr>
            </w:pPr>
          </w:p>
          <w:p w:rsidR="000A6A4E" w:rsidRDefault="000A6A4E" w:rsidP="00F81692">
            <w:pPr>
              <w:pStyle w:val="TableParagraph"/>
              <w:spacing w:before="132"/>
              <w:ind w:left="200"/>
              <w:rPr>
                <w:b/>
                <w:sz w:val="24"/>
              </w:rPr>
            </w:pPr>
            <w:r>
              <w:rPr>
                <w:b/>
                <w:sz w:val="24"/>
              </w:rPr>
              <w:t>ГОЛОСУВАЛИ:</w:t>
            </w:r>
          </w:p>
        </w:tc>
        <w:tc>
          <w:tcPr>
            <w:tcW w:w="8030" w:type="dxa"/>
          </w:tcPr>
          <w:p w:rsidR="000A6A4E" w:rsidRDefault="000A6A4E" w:rsidP="00F81692">
            <w:pPr>
              <w:pStyle w:val="BodyText"/>
              <w:ind w:left="200" w:right="483"/>
              <w:jc w:val="both"/>
            </w:pPr>
          </w:p>
          <w:p w:rsidR="000A6A4E" w:rsidRDefault="000A6A4E" w:rsidP="00F81692">
            <w:pPr>
              <w:pStyle w:val="BodyText"/>
              <w:ind w:left="200" w:right="483"/>
              <w:jc w:val="both"/>
            </w:pPr>
          </w:p>
          <w:p w:rsidR="000A6A4E" w:rsidRPr="00CB57ED" w:rsidRDefault="000A6A4E" w:rsidP="00F8169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F81692" w:rsidRDefault="000A6A4E" w:rsidP="00F81692">
            <w:pPr>
              <w:pStyle w:val="TableParagraph"/>
              <w:spacing w:before="132"/>
              <w:ind w:left="200"/>
              <w:rPr>
                <w:b/>
                <w:sz w:val="24"/>
              </w:rPr>
            </w:pPr>
            <w:r w:rsidRPr="00F81692">
              <w:rPr>
                <w:b/>
                <w:sz w:val="24"/>
              </w:rPr>
              <w:t>Слухали:</w:t>
            </w:r>
          </w:p>
          <w:p w:rsidR="000A6A4E" w:rsidRPr="00F81692" w:rsidRDefault="000A6A4E" w:rsidP="00F81692">
            <w:pPr>
              <w:pStyle w:val="TableParagraph"/>
              <w:spacing w:before="132"/>
              <w:ind w:left="200"/>
              <w:rPr>
                <w:b/>
                <w:sz w:val="24"/>
              </w:rPr>
            </w:pPr>
            <w:r w:rsidRPr="00F81692">
              <w:rPr>
                <w:b/>
                <w:sz w:val="24"/>
              </w:rPr>
              <w:t>Гринчука Г.П</w:t>
            </w:r>
          </w:p>
        </w:tc>
        <w:tc>
          <w:tcPr>
            <w:tcW w:w="8030" w:type="dxa"/>
          </w:tcPr>
          <w:p w:rsidR="000A6A4E" w:rsidRPr="00F81692" w:rsidRDefault="000A6A4E" w:rsidP="00F81692">
            <w:pPr>
              <w:pStyle w:val="TableParagraph"/>
              <w:spacing w:before="3" w:line="259" w:lineRule="exact"/>
              <w:ind w:left="359"/>
              <w:rPr>
                <w:sz w:val="24"/>
                <w:szCs w:val="24"/>
              </w:rPr>
            </w:pPr>
            <w:r w:rsidRPr="00F81692">
              <w:t>На</w:t>
            </w:r>
            <w:r w:rsidRPr="00F81692">
              <w:rPr>
                <w:spacing w:val="-18"/>
              </w:rPr>
              <w:t xml:space="preserve"> </w:t>
            </w:r>
            <w:r w:rsidRPr="00F81692">
              <w:t>розгляд</w:t>
            </w:r>
            <w:r w:rsidRPr="00F81692">
              <w:rPr>
                <w:spacing w:val="-17"/>
              </w:rPr>
              <w:t xml:space="preserve"> </w:t>
            </w:r>
            <w:r w:rsidRPr="00F81692">
              <w:t xml:space="preserve">комісії виносяться </w:t>
            </w:r>
            <w:r w:rsidRPr="00F81692">
              <w:rPr>
                <w:spacing w:val="-19"/>
              </w:rPr>
              <w:t xml:space="preserve"> </w:t>
            </w:r>
            <w:r w:rsidRPr="00F81692">
              <w:t>питання «</w:t>
            </w:r>
            <w:hyperlink r:id="rId31" w:history="1">
              <w:r w:rsidRPr="00F81692">
                <w:rPr>
                  <w:rStyle w:val="Hyperlink"/>
                  <w:color w:val="auto"/>
                  <w:sz w:val="24"/>
                  <w:szCs w:val="24"/>
                  <w:bdr w:val="none" w:sz="0" w:space="0" w:color="auto" w:frame="1"/>
                  <w:shd w:val="clear" w:color="auto" w:fill="FFFFFF"/>
                </w:rPr>
                <w:t>Про затвердження технічної документації із землеустрою щодо поділу та об'єднання земельних ділянок</w:t>
              </w:r>
            </w:hyperlink>
            <w:r w:rsidRPr="00F81692">
              <w:rPr>
                <w:sz w:val="24"/>
                <w:szCs w:val="24"/>
                <w:bdr w:val="none" w:sz="0" w:space="0" w:color="auto" w:frame="1"/>
                <w:shd w:val="clear" w:color="auto" w:fill="FFFFFF"/>
              </w:rPr>
              <w:t>»</w:t>
            </w:r>
            <w:r w:rsidRPr="00F81692">
              <w:rPr>
                <w:sz w:val="24"/>
                <w:szCs w:val="24"/>
              </w:rPr>
              <w:br/>
            </w:r>
            <w:r w:rsidRPr="00F81692">
              <w:rPr>
                <w:sz w:val="24"/>
                <w:szCs w:val="24"/>
              </w:rPr>
              <w:br/>
            </w:r>
          </w:p>
        </w:tc>
      </w:tr>
      <w:tr w:rsidR="000A6A4E" w:rsidTr="00C83F40">
        <w:trPr>
          <w:trHeight w:val="732"/>
        </w:trPr>
        <w:tc>
          <w:tcPr>
            <w:tcW w:w="2087" w:type="dxa"/>
          </w:tcPr>
          <w:p w:rsidR="000A6A4E" w:rsidRPr="00F81692" w:rsidRDefault="000A6A4E" w:rsidP="00F81692">
            <w:pPr>
              <w:pStyle w:val="TableParagraph"/>
              <w:spacing w:before="135" w:line="275" w:lineRule="exact"/>
              <w:ind w:left="200"/>
              <w:rPr>
                <w:b/>
                <w:sz w:val="24"/>
              </w:rPr>
            </w:pPr>
            <w:r w:rsidRPr="00F81692">
              <w:rPr>
                <w:b/>
                <w:sz w:val="24"/>
              </w:rPr>
              <w:t>ВИСТУПИЛИ:</w:t>
            </w:r>
          </w:p>
          <w:p w:rsidR="000A6A4E" w:rsidRPr="00F81692" w:rsidRDefault="000A6A4E" w:rsidP="00F81692">
            <w:pPr>
              <w:pStyle w:val="TableParagraph"/>
              <w:ind w:left="200" w:right="52"/>
              <w:rPr>
                <w:sz w:val="24"/>
              </w:rPr>
            </w:pPr>
            <w:r w:rsidRPr="00F81692">
              <w:rPr>
                <w:b/>
                <w:sz w:val="24"/>
              </w:rPr>
              <w:t>Миколайчук І.О.</w:t>
            </w:r>
          </w:p>
        </w:tc>
        <w:tc>
          <w:tcPr>
            <w:tcW w:w="8030" w:type="dxa"/>
          </w:tcPr>
          <w:p w:rsidR="000A6A4E" w:rsidRPr="00F81692" w:rsidRDefault="000A6A4E" w:rsidP="00F81692">
            <w:pPr>
              <w:pStyle w:val="TableParagraph"/>
              <w:jc w:val="both"/>
              <w:rPr>
                <w:sz w:val="24"/>
                <w:szCs w:val="24"/>
              </w:rPr>
            </w:pPr>
            <w:r w:rsidRPr="00F81692">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32" w:history="1">
              <w:r w:rsidRPr="005B0DBB">
                <w:rPr>
                  <w:rStyle w:val="Hyperlink"/>
                  <w:color w:val="auto"/>
                  <w:sz w:val="24"/>
                  <w:szCs w:val="24"/>
                  <w:bdr w:val="none" w:sz="0" w:space="0" w:color="auto" w:frame="1"/>
                  <w:shd w:val="clear" w:color="auto" w:fill="FFFFFF"/>
                </w:rPr>
                <w:t>Про затвердження технічної документації із землеустрою щодо поділу та об'єднання земельних ділянок</w:t>
              </w:r>
            </w:hyperlink>
            <w:r w:rsidRPr="00F81692">
              <w:rPr>
                <w:sz w:val="24"/>
                <w:szCs w:val="24"/>
                <w:bdr w:val="none" w:sz="0" w:space="0" w:color="auto" w:frame="1"/>
                <w:shd w:val="clear" w:color="auto" w:fill="FFFFFF"/>
              </w:rPr>
              <w:t>»</w:t>
            </w:r>
          </w:p>
        </w:tc>
      </w:tr>
      <w:tr w:rsidR="000A6A4E" w:rsidTr="00C83F40">
        <w:trPr>
          <w:trHeight w:val="732"/>
        </w:trPr>
        <w:tc>
          <w:tcPr>
            <w:tcW w:w="2087" w:type="dxa"/>
          </w:tcPr>
          <w:p w:rsidR="000A6A4E" w:rsidRPr="00F81692" w:rsidRDefault="000A6A4E" w:rsidP="00F81692">
            <w:pPr>
              <w:pStyle w:val="TableParagraph"/>
              <w:spacing w:before="132"/>
              <w:ind w:left="200"/>
              <w:rPr>
                <w:b/>
                <w:sz w:val="24"/>
              </w:rPr>
            </w:pPr>
            <w:r w:rsidRPr="00F81692">
              <w:rPr>
                <w:b/>
                <w:sz w:val="24"/>
              </w:rPr>
              <w:t>ВИРІШИЛИ:</w:t>
            </w:r>
          </w:p>
          <w:p w:rsidR="000A6A4E" w:rsidRPr="00F81692" w:rsidRDefault="000A6A4E" w:rsidP="00F81692"/>
        </w:tc>
        <w:tc>
          <w:tcPr>
            <w:tcW w:w="8030" w:type="dxa"/>
          </w:tcPr>
          <w:p w:rsidR="000A6A4E" w:rsidRPr="00F81692" w:rsidRDefault="000A6A4E" w:rsidP="00F81692">
            <w:pPr>
              <w:ind w:left="110" w:firstLine="220"/>
              <w:rPr>
                <w:sz w:val="24"/>
                <w:szCs w:val="24"/>
                <w:lang w:eastAsia="ru-RU"/>
              </w:rPr>
            </w:pPr>
            <w:r w:rsidRPr="00F81692">
              <w:rPr>
                <w:sz w:val="24"/>
                <w:szCs w:val="24"/>
              </w:rPr>
              <w:t xml:space="preserve">Підтримати проект рішення </w:t>
            </w:r>
            <w:r>
              <w:rPr>
                <w:sz w:val="24"/>
                <w:szCs w:val="24"/>
                <w:lang w:val="en-US"/>
              </w:rPr>
              <w:t>V</w:t>
            </w:r>
            <w:r w:rsidRPr="00F81692">
              <w:rPr>
                <w:sz w:val="24"/>
                <w:szCs w:val="24"/>
              </w:rPr>
              <w:t xml:space="preserve"> сесії селищної ради </w:t>
            </w:r>
            <w:r w:rsidRPr="00F81692">
              <w:rPr>
                <w:sz w:val="24"/>
                <w:szCs w:val="24"/>
                <w:shd w:val="clear" w:color="auto" w:fill="FFFFFF"/>
                <w:lang w:eastAsia="en-US"/>
              </w:rPr>
              <w:t xml:space="preserve">VIIІ              </w:t>
            </w:r>
            <w:r w:rsidRPr="00F81692">
              <w:rPr>
                <w:sz w:val="24"/>
                <w:szCs w:val="24"/>
                <w:lang w:eastAsia="ru-RU"/>
              </w:rPr>
              <w:t xml:space="preserve">              скликання від 28 січня 2021 року а саме:</w:t>
            </w:r>
          </w:p>
          <w:p w:rsidR="000A6A4E" w:rsidRPr="00F81692" w:rsidRDefault="000A6A4E" w:rsidP="00F81692">
            <w:pPr>
              <w:pStyle w:val="TableParagraph"/>
              <w:spacing w:line="263" w:lineRule="exact"/>
              <w:ind w:left="110" w:firstLine="110"/>
              <w:jc w:val="both"/>
              <w:rPr>
                <w:sz w:val="24"/>
              </w:rPr>
            </w:pPr>
            <w:r w:rsidRPr="00F81692">
              <w:rPr>
                <w:sz w:val="24"/>
                <w:szCs w:val="24"/>
                <w:bdr w:val="none" w:sz="0" w:space="0" w:color="auto" w:frame="1"/>
              </w:rPr>
              <w:t>«</w:t>
            </w:r>
            <w:hyperlink r:id="rId33" w:history="1">
              <w:r w:rsidRPr="005B0DBB">
                <w:rPr>
                  <w:rStyle w:val="Hyperlink"/>
                  <w:color w:val="auto"/>
                  <w:sz w:val="24"/>
                  <w:szCs w:val="24"/>
                  <w:bdr w:val="none" w:sz="0" w:space="0" w:color="auto" w:frame="1"/>
                  <w:shd w:val="clear" w:color="auto" w:fill="FFFFFF"/>
                </w:rPr>
                <w:t>Про затвердження технічної документації із землеустрою щодо поділу та об'єднання земельних ділянок</w:t>
              </w:r>
            </w:hyperlink>
            <w:r w:rsidRPr="00F81692">
              <w:rPr>
                <w:sz w:val="24"/>
                <w:szCs w:val="24"/>
                <w:bdr w:val="none" w:sz="0" w:space="0" w:color="auto" w:frame="1"/>
              </w:rPr>
              <w:t>».</w:t>
            </w:r>
          </w:p>
        </w:tc>
      </w:tr>
      <w:tr w:rsidR="000A6A4E" w:rsidTr="00C83F40">
        <w:trPr>
          <w:trHeight w:val="732"/>
        </w:trPr>
        <w:tc>
          <w:tcPr>
            <w:tcW w:w="2087" w:type="dxa"/>
          </w:tcPr>
          <w:p w:rsidR="000A6A4E" w:rsidRDefault="000A6A4E" w:rsidP="00F81692">
            <w:pPr>
              <w:pStyle w:val="TableParagraph"/>
              <w:spacing w:before="132"/>
              <w:ind w:left="200"/>
              <w:rPr>
                <w:b/>
                <w:sz w:val="24"/>
              </w:rPr>
            </w:pPr>
          </w:p>
          <w:p w:rsidR="000A6A4E" w:rsidRDefault="000A6A4E" w:rsidP="00F81692">
            <w:pPr>
              <w:pStyle w:val="TableParagraph"/>
              <w:spacing w:before="132"/>
              <w:ind w:left="200"/>
              <w:rPr>
                <w:b/>
                <w:sz w:val="24"/>
              </w:rPr>
            </w:pPr>
            <w:r>
              <w:rPr>
                <w:b/>
                <w:sz w:val="24"/>
              </w:rPr>
              <w:t>ГОЛОСУВАЛИ:</w:t>
            </w:r>
          </w:p>
        </w:tc>
        <w:tc>
          <w:tcPr>
            <w:tcW w:w="8030" w:type="dxa"/>
          </w:tcPr>
          <w:p w:rsidR="000A6A4E" w:rsidRDefault="000A6A4E" w:rsidP="00F81692">
            <w:pPr>
              <w:pStyle w:val="BodyText"/>
              <w:ind w:left="200" w:right="483"/>
              <w:jc w:val="both"/>
            </w:pPr>
          </w:p>
          <w:p w:rsidR="000A6A4E" w:rsidRDefault="000A6A4E" w:rsidP="00F81692">
            <w:pPr>
              <w:pStyle w:val="BodyText"/>
              <w:ind w:left="200" w:right="483"/>
              <w:jc w:val="both"/>
            </w:pPr>
          </w:p>
          <w:p w:rsidR="000A6A4E" w:rsidRPr="00CB57ED" w:rsidRDefault="000A6A4E" w:rsidP="00F8169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F81692" w:rsidRDefault="000A6A4E" w:rsidP="00F81692">
            <w:pPr>
              <w:pStyle w:val="TableParagraph"/>
              <w:spacing w:before="132"/>
              <w:ind w:left="200"/>
              <w:rPr>
                <w:b/>
                <w:sz w:val="24"/>
              </w:rPr>
            </w:pPr>
            <w:r w:rsidRPr="00F81692">
              <w:rPr>
                <w:b/>
                <w:sz w:val="24"/>
              </w:rPr>
              <w:t>Слухали:</w:t>
            </w:r>
          </w:p>
          <w:p w:rsidR="000A6A4E" w:rsidRPr="00F81692" w:rsidRDefault="000A6A4E" w:rsidP="00F81692">
            <w:pPr>
              <w:pStyle w:val="TableParagraph"/>
              <w:spacing w:before="132"/>
              <w:ind w:left="200"/>
              <w:rPr>
                <w:b/>
                <w:sz w:val="24"/>
              </w:rPr>
            </w:pPr>
            <w:r w:rsidRPr="00F81692">
              <w:rPr>
                <w:b/>
                <w:sz w:val="24"/>
              </w:rPr>
              <w:t>Гринчука Г.П</w:t>
            </w:r>
          </w:p>
        </w:tc>
        <w:tc>
          <w:tcPr>
            <w:tcW w:w="8030" w:type="dxa"/>
          </w:tcPr>
          <w:p w:rsidR="000A6A4E" w:rsidRPr="00F81692" w:rsidRDefault="000A6A4E" w:rsidP="00F81692">
            <w:pPr>
              <w:pStyle w:val="TableParagraph"/>
              <w:spacing w:before="3" w:line="259" w:lineRule="exact"/>
              <w:ind w:left="359"/>
              <w:rPr>
                <w:sz w:val="24"/>
                <w:szCs w:val="24"/>
              </w:rPr>
            </w:pPr>
            <w:r w:rsidRPr="00F81692">
              <w:t>На</w:t>
            </w:r>
            <w:r w:rsidRPr="00F81692">
              <w:rPr>
                <w:spacing w:val="-18"/>
              </w:rPr>
              <w:t xml:space="preserve"> </w:t>
            </w:r>
            <w:r w:rsidRPr="00F81692">
              <w:t>розгляд</w:t>
            </w:r>
            <w:r w:rsidRPr="00F81692">
              <w:rPr>
                <w:spacing w:val="-17"/>
              </w:rPr>
              <w:t xml:space="preserve"> </w:t>
            </w:r>
            <w:r w:rsidRPr="00F81692">
              <w:t xml:space="preserve">комісії виносяться </w:t>
            </w:r>
            <w:r w:rsidRPr="00F81692">
              <w:rPr>
                <w:spacing w:val="-19"/>
              </w:rPr>
              <w:t xml:space="preserve"> </w:t>
            </w:r>
            <w:r w:rsidRPr="00F81692">
              <w:t>питання «</w:t>
            </w:r>
            <w:hyperlink r:id="rId34" w:history="1">
              <w:r w:rsidRPr="00F81692">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у розмірі земельної частки (паю) за рахунок земель комунальної власності</w:t>
              </w:r>
            </w:hyperlink>
            <w:r w:rsidRPr="00F81692">
              <w:rPr>
                <w:sz w:val="24"/>
                <w:szCs w:val="24"/>
                <w:bdr w:val="none" w:sz="0" w:space="0" w:color="auto" w:frame="1"/>
                <w:shd w:val="clear" w:color="auto" w:fill="FFFFFF"/>
              </w:rPr>
              <w:t>»</w:t>
            </w:r>
            <w:r w:rsidRPr="00F81692">
              <w:rPr>
                <w:sz w:val="24"/>
                <w:szCs w:val="24"/>
              </w:rPr>
              <w:br/>
            </w:r>
            <w:r w:rsidRPr="00F81692">
              <w:rPr>
                <w:sz w:val="24"/>
                <w:szCs w:val="24"/>
              </w:rPr>
              <w:br/>
            </w:r>
            <w:r w:rsidRPr="00F81692">
              <w:rPr>
                <w:sz w:val="24"/>
                <w:szCs w:val="24"/>
              </w:rPr>
              <w:br/>
            </w:r>
          </w:p>
        </w:tc>
      </w:tr>
      <w:tr w:rsidR="000A6A4E" w:rsidTr="00C83F40">
        <w:trPr>
          <w:trHeight w:val="732"/>
        </w:trPr>
        <w:tc>
          <w:tcPr>
            <w:tcW w:w="2087" w:type="dxa"/>
          </w:tcPr>
          <w:p w:rsidR="000A6A4E" w:rsidRDefault="000A6A4E" w:rsidP="00F81692">
            <w:pPr>
              <w:pStyle w:val="TableParagraph"/>
              <w:spacing w:before="135" w:line="275" w:lineRule="exact"/>
              <w:ind w:left="200"/>
              <w:rPr>
                <w:b/>
                <w:sz w:val="24"/>
              </w:rPr>
            </w:pPr>
            <w:r>
              <w:rPr>
                <w:b/>
                <w:sz w:val="24"/>
              </w:rPr>
              <w:t>ВИСТУПИЛИ</w:t>
            </w:r>
            <w:r w:rsidRPr="000D243F">
              <w:rPr>
                <w:b/>
                <w:sz w:val="24"/>
              </w:rPr>
              <w:t>:</w:t>
            </w:r>
          </w:p>
          <w:p w:rsidR="000A6A4E" w:rsidRPr="000D243F" w:rsidRDefault="000A6A4E" w:rsidP="00F81692">
            <w:pPr>
              <w:pStyle w:val="TableParagraph"/>
              <w:ind w:left="200" w:right="52"/>
              <w:rPr>
                <w:sz w:val="24"/>
              </w:rPr>
            </w:pPr>
            <w:r>
              <w:rPr>
                <w:b/>
                <w:sz w:val="24"/>
              </w:rPr>
              <w:t>Гуцол О.В.</w:t>
            </w:r>
          </w:p>
        </w:tc>
        <w:tc>
          <w:tcPr>
            <w:tcW w:w="8030" w:type="dxa"/>
          </w:tcPr>
          <w:p w:rsidR="000A6A4E" w:rsidRPr="006438B0" w:rsidRDefault="000A6A4E" w:rsidP="00F81692">
            <w:pPr>
              <w:pStyle w:val="TableParagraph"/>
              <w:jc w:val="both"/>
              <w:rPr>
                <w:sz w:val="24"/>
                <w:szCs w:val="24"/>
              </w:rPr>
            </w:pPr>
            <w:r>
              <w:rPr>
                <w:sz w:val="24"/>
                <w:szCs w:val="24"/>
              </w:rPr>
              <w:t>Спеціаліст</w:t>
            </w:r>
            <w:r w:rsidRPr="006438B0">
              <w:rPr>
                <w:sz w:val="24"/>
                <w:szCs w:val="24"/>
              </w:rPr>
              <w:t xml:space="preserve">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w:t>
            </w:r>
            <w:r>
              <w:rPr>
                <w:sz w:val="24"/>
                <w:szCs w:val="24"/>
              </w:rPr>
              <w:t>винесла</w:t>
            </w:r>
            <w:r w:rsidRPr="006438B0">
              <w:rPr>
                <w:sz w:val="24"/>
                <w:szCs w:val="24"/>
              </w:rPr>
              <w:t xml:space="preserve"> на розгляд членів постійної комісії проект</w:t>
            </w:r>
            <w:r>
              <w:rPr>
                <w:sz w:val="24"/>
                <w:szCs w:val="24"/>
              </w:rPr>
              <w:t xml:space="preserve"> рішення</w:t>
            </w:r>
            <w:r w:rsidRPr="006438B0">
              <w:rPr>
                <w:sz w:val="24"/>
                <w:szCs w:val="24"/>
              </w:rPr>
              <w:t xml:space="preserve"> </w:t>
            </w:r>
            <w:r>
              <w:rPr>
                <w:sz w:val="24"/>
                <w:szCs w:val="24"/>
              </w:rPr>
              <w:t>«</w:t>
            </w:r>
            <w:hyperlink r:id="rId35" w:history="1">
              <w:r w:rsidRPr="005B0DBB">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у розмірі земельної частки (паю) за рахунок земель комунальної власності</w:t>
              </w:r>
            </w:hyperlink>
            <w:r>
              <w:rPr>
                <w:sz w:val="24"/>
                <w:szCs w:val="24"/>
                <w:bdr w:val="none" w:sz="0" w:space="0" w:color="auto" w:frame="1"/>
                <w:shd w:val="clear" w:color="auto" w:fill="FFFFFF"/>
              </w:rPr>
              <w:t>»</w:t>
            </w:r>
          </w:p>
        </w:tc>
      </w:tr>
      <w:tr w:rsidR="000A6A4E" w:rsidTr="00C83F40">
        <w:trPr>
          <w:trHeight w:val="732"/>
        </w:trPr>
        <w:tc>
          <w:tcPr>
            <w:tcW w:w="2087" w:type="dxa"/>
          </w:tcPr>
          <w:p w:rsidR="000A6A4E" w:rsidRPr="00F81692" w:rsidRDefault="000A6A4E" w:rsidP="00F81692">
            <w:pPr>
              <w:pStyle w:val="TableParagraph"/>
              <w:spacing w:before="132"/>
              <w:ind w:left="200"/>
              <w:rPr>
                <w:b/>
                <w:sz w:val="24"/>
              </w:rPr>
            </w:pPr>
            <w:r w:rsidRPr="00F81692">
              <w:rPr>
                <w:b/>
                <w:sz w:val="24"/>
              </w:rPr>
              <w:t>ВИРІШИЛИ:</w:t>
            </w:r>
          </w:p>
          <w:p w:rsidR="000A6A4E" w:rsidRPr="00F81692" w:rsidRDefault="000A6A4E" w:rsidP="00F81692"/>
        </w:tc>
        <w:tc>
          <w:tcPr>
            <w:tcW w:w="8030" w:type="dxa"/>
          </w:tcPr>
          <w:p w:rsidR="000A6A4E" w:rsidRPr="00F81692" w:rsidRDefault="000A6A4E" w:rsidP="00F81692">
            <w:pPr>
              <w:ind w:left="110" w:firstLine="220"/>
              <w:rPr>
                <w:sz w:val="24"/>
                <w:szCs w:val="24"/>
                <w:lang w:eastAsia="ru-RU"/>
              </w:rPr>
            </w:pPr>
            <w:r w:rsidRPr="00F81692">
              <w:rPr>
                <w:sz w:val="24"/>
                <w:szCs w:val="24"/>
              </w:rPr>
              <w:t xml:space="preserve">Підтримати проект рішення </w:t>
            </w:r>
            <w:r>
              <w:rPr>
                <w:sz w:val="24"/>
                <w:szCs w:val="24"/>
                <w:lang w:val="en-US"/>
              </w:rPr>
              <w:t>V</w:t>
            </w:r>
            <w:r w:rsidRPr="00F81692">
              <w:rPr>
                <w:sz w:val="24"/>
                <w:szCs w:val="24"/>
              </w:rPr>
              <w:t xml:space="preserve"> сесії селищної ради </w:t>
            </w:r>
            <w:r w:rsidRPr="00F81692">
              <w:rPr>
                <w:sz w:val="24"/>
                <w:szCs w:val="24"/>
                <w:shd w:val="clear" w:color="auto" w:fill="FFFFFF"/>
                <w:lang w:eastAsia="en-US"/>
              </w:rPr>
              <w:t xml:space="preserve">VIIІ              </w:t>
            </w:r>
            <w:r w:rsidRPr="00F81692">
              <w:rPr>
                <w:sz w:val="24"/>
                <w:szCs w:val="24"/>
                <w:lang w:eastAsia="ru-RU"/>
              </w:rPr>
              <w:t xml:space="preserve">              скликання від 28 січня 2021 року а саме:</w:t>
            </w:r>
          </w:p>
          <w:p w:rsidR="000A6A4E" w:rsidRPr="00F81692" w:rsidRDefault="000A6A4E" w:rsidP="00F81692">
            <w:pPr>
              <w:pStyle w:val="TableParagraph"/>
              <w:spacing w:line="263" w:lineRule="exact"/>
              <w:ind w:left="110" w:firstLine="110"/>
              <w:jc w:val="both"/>
              <w:rPr>
                <w:sz w:val="24"/>
              </w:rPr>
            </w:pPr>
            <w:r w:rsidRPr="00F81692">
              <w:rPr>
                <w:sz w:val="24"/>
                <w:szCs w:val="24"/>
                <w:bdr w:val="none" w:sz="0" w:space="0" w:color="auto" w:frame="1"/>
              </w:rPr>
              <w:t>«</w:t>
            </w:r>
            <w:hyperlink r:id="rId36" w:history="1">
              <w:r w:rsidRPr="005B0DBB">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у розмірі земельної частки (паю) за рахунок земель комунальної власності</w:t>
              </w:r>
            </w:hyperlink>
            <w:r w:rsidRPr="00F81692">
              <w:rPr>
                <w:sz w:val="24"/>
                <w:szCs w:val="24"/>
                <w:bdr w:val="none" w:sz="0" w:space="0" w:color="auto" w:frame="1"/>
              </w:rPr>
              <w:t>».</w:t>
            </w:r>
          </w:p>
        </w:tc>
      </w:tr>
      <w:tr w:rsidR="000A6A4E" w:rsidTr="00C83F40">
        <w:trPr>
          <w:trHeight w:val="732"/>
        </w:trPr>
        <w:tc>
          <w:tcPr>
            <w:tcW w:w="2087" w:type="dxa"/>
          </w:tcPr>
          <w:p w:rsidR="000A6A4E" w:rsidRDefault="000A6A4E" w:rsidP="00F81692">
            <w:pPr>
              <w:pStyle w:val="TableParagraph"/>
              <w:spacing w:before="132"/>
              <w:ind w:left="200"/>
              <w:rPr>
                <w:b/>
                <w:sz w:val="24"/>
              </w:rPr>
            </w:pPr>
          </w:p>
          <w:p w:rsidR="000A6A4E" w:rsidRDefault="000A6A4E" w:rsidP="00F81692">
            <w:pPr>
              <w:pStyle w:val="TableParagraph"/>
              <w:spacing w:before="132"/>
              <w:ind w:left="200"/>
              <w:rPr>
                <w:b/>
                <w:sz w:val="24"/>
              </w:rPr>
            </w:pPr>
            <w:r>
              <w:rPr>
                <w:b/>
                <w:sz w:val="24"/>
              </w:rPr>
              <w:t>ГОЛОСУВАЛИ:</w:t>
            </w:r>
          </w:p>
        </w:tc>
        <w:tc>
          <w:tcPr>
            <w:tcW w:w="8030" w:type="dxa"/>
          </w:tcPr>
          <w:p w:rsidR="000A6A4E" w:rsidRDefault="000A6A4E" w:rsidP="00F81692">
            <w:pPr>
              <w:pStyle w:val="BodyText"/>
              <w:ind w:left="200" w:right="483"/>
              <w:jc w:val="both"/>
            </w:pPr>
          </w:p>
          <w:p w:rsidR="000A6A4E" w:rsidRDefault="000A6A4E" w:rsidP="00F81692">
            <w:pPr>
              <w:pStyle w:val="BodyText"/>
              <w:ind w:left="200" w:right="483"/>
              <w:jc w:val="both"/>
            </w:pPr>
          </w:p>
          <w:p w:rsidR="000A6A4E" w:rsidRPr="00CB57ED" w:rsidRDefault="000A6A4E" w:rsidP="00F8169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F81692" w:rsidRDefault="000A6A4E" w:rsidP="00F81692">
            <w:pPr>
              <w:pStyle w:val="TableParagraph"/>
              <w:spacing w:before="132"/>
              <w:ind w:left="200"/>
              <w:rPr>
                <w:b/>
                <w:sz w:val="24"/>
              </w:rPr>
            </w:pPr>
            <w:r w:rsidRPr="00F81692">
              <w:rPr>
                <w:b/>
                <w:sz w:val="24"/>
              </w:rPr>
              <w:t>Слухали:</w:t>
            </w:r>
          </w:p>
          <w:p w:rsidR="000A6A4E" w:rsidRPr="00F81692" w:rsidRDefault="000A6A4E" w:rsidP="00F81692">
            <w:pPr>
              <w:pStyle w:val="TableParagraph"/>
              <w:spacing w:before="132"/>
              <w:ind w:left="200"/>
              <w:rPr>
                <w:b/>
                <w:sz w:val="24"/>
              </w:rPr>
            </w:pPr>
            <w:r w:rsidRPr="00F81692">
              <w:rPr>
                <w:b/>
                <w:sz w:val="24"/>
              </w:rPr>
              <w:t>Гринчука Г.П</w:t>
            </w:r>
          </w:p>
        </w:tc>
        <w:tc>
          <w:tcPr>
            <w:tcW w:w="8030" w:type="dxa"/>
          </w:tcPr>
          <w:p w:rsidR="000A6A4E" w:rsidRPr="00F81692" w:rsidRDefault="000A6A4E" w:rsidP="00F81692">
            <w:pPr>
              <w:pStyle w:val="TableParagraph"/>
              <w:spacing w:before="3" w:line="259" w:lineRule="exact"/>
              <w:ind w:left="359"/>
              <w:rPr>
                <w:sz w:val="24"/>
                <w:szCs w:val="24"/>
              </w:rPr>
            </w:pPr>
            <w:r w:rsidRPr="00F81692">
              <w:t>На</w:t>
            </w:r>
            <w:r w:rsidRPr="00F81692">
              <w:rPr>
                <w:spacing w:val="-18"/>
              </w:rPr>
              <w:t xml:space="preserve"> </w:t>
            </w:r>
            <w:r w:rsidRPr="00F81692">
              <w:t>розгляд</w:t>
            </w:r>
            <w:r w:rsidRPr="00F81692">
              <w:rPr>
                <w:spacing w:val="-17"/>
              </w:rPr>
              <w:t xml:space="preserve"> </w:t>
            </w:r>
            <w:r w:rsidRPr="00F81692">
              <w:t xml:space="preserve">комісії виносяться </w:t>
            </w:r>
            <w:r w:rsidRPr="00F81692">
              <w:rPr>
                <w:spacing w:val="-19"/>
              </w:rPr>
              <w:t xml:space="preserve"> </w:t>
            </w:r>
            <w:r w:rsidRPr="00F81692">
              <w:t>питання «</w:t>
            </w:r>
            <w:hyperlink r:id="rId37" w:history="1">
              <w:r w:rsidRPr="00F81692">
                <w:rPr>
                  <w:rStyle w:val="Hyperlink"/>
                  <w:color w:val="auto"/>
                  <w:sz w:val="24"/>
                  <w:szCs w:val="24"/>
                  <w:bdr w:val="none" w:sz="0" w:space="0" w:color="auto" w:frame="1"/>
                  <w:shd w:val="clear" w:color="auto" w:fill="FFFFFF"/>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hyperlink>
            <w:r w:rsidRPr="00F81692">
              <w:rPr>
                <w:sz w:val="24"/>
                <w:szCs w:val="24"/>
                <w:bdr w:val="none" w:sz="0" w:space="0" w:color="auto" w:frame="1"/>
                <w:shd w:val="clear" w:color="auto" w:fill="FFFFFF"/>
              </w:rPr>
              <w:t>»</w:t>
            </w:r>
            <w:r w:rsidRPr="00F81692">
              <w:rPr>
                <w:sz w:val="24"/>
                <w:szCs w:val="24"/>
              </w:rPr>
              <w:br/>
            </w:r>
            <w:r w:rsidRPr="00F81692">
              <w:rPr>
                <w:sz w:val="24"/>
                <w:szCs w:val="24"/>
              </w:rPr>
              <w:br/>
            </w:r>
            <w:r w:rsidRPr="00F81692">
              <w:rPr>
                <w:sz w:val="24"/>
                <w:szCs w:val="24"/>
              </w:rPr>
              <w:br/>
            </w:r>
            <w:r w:rsidRPr="00F81692">
              <w:rPr>
                <w:sz w:val="24"/>
                <w:szCs w:val="24"/>
              </w:rPr>
              <w:br/>
            </w:r>
          </w:p>
        </w:tc>
      </w:tr>
      <w:tr w:rsidR="000A6A4E" w:rsidTr="00C83F40">
        <w:trPr>
          <w:trHeight w:val="732"/>
        </w:trPr>
        <w:tc>
          <w:tcPr>
            <w:tcW w:w="2087" w:type="dxa"/>
          </w:tcPr>
          <w:p w:rsidR="000A6A4E" w:rsidRPr="00F81692" w:rsidRDefault="000A6A4E" w:rsidP="00F81692">
            <w:pPr>
              <w:pStyle w:val="TableParagraph"/>
              <w:spacing w:before="135" w:line="275" w:lineRule="exact"/>
              <w:ind w:left="200"/>
              <w:rPr>
                <w:b/>
                <w:sz w:val="24"/>
              </w:rPr>
            </w:pPr>
            <w:r w:rsidRPr="00F81692">
              <w:rPr>
                <w:b/>
                <w:sz w:val="24"/>
              </w:rPr>
              <w:t>ВИСТУПИЛИ:</w:t>
            </w:r>
          </w:p>
          <w:p w:rsidR="000A6A4E" w:rsidRPr="00F81692" w:rsidRDefault="000A6A4E" w:rsidP="00F81692">
            <w:pPr>
              <w:pStyle w:val="TableParagraph"/>
              <w:ind w:left="200" w:right="52"/>
              <w:rPr>
                <w:sz w:val="24"/>
              </w:rPr>
            </w:pPr>
            <w:r w:rsidRPr="00F81692">
              <w:rPr>
                <w:b/>
                <w:sz w:val="24"/>
              </w:rPr>
              <w:t>Миколайчук І.О.</w:t>
            </w:r>
          </w:p>
        </w:tc>
        <w:tc>
          <w:tcPr>
            <w:tcW w:w="8030" w:type="dxa"/>
          </w:tcPr>
          <w:p w:rsidR="000A6A4E" w:rsidRPr="00F81692" w:rsidRDefault="000A6A4E" w:rsidP="00F81692">
            <w:pPr>
              <w:pStyle w:val="TableParagraph"/>
              <w:jc w:val="both"/>
              <w:rPr>
                <w:sz w:val="24"/>
                <w:szCs w:val="24"/>
              </w:rPr>
            </w:pPr>
            <w:r w:rsidRPr="00F81692">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38" w:history="1">
              <w:r w:rsidRPr="00F81692">
                <w:rPr>
                  <w:rStyle w:val="Hyperlink"/>
                  <w:color w:val="auto"/>
                  <w:sz w:val="24"/>
                  <w:szCs w:val="24"/>
                  <w:bdr w:val="none" w:sz="0" w:space="0" w:color="auto" w:frame="1"/>
                  <w:shd w:val="clear" w:color="auto" w:fill="FFFFFF"/>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hyperlink>
            <w:r w:rsidRPr="00F81692">
              <w:rPr>
                <w:sz w:val="24"/>
                <w:szCs w:val="24"/>
                <w:bdr w:val="none" w:sz="0" w:space="0" w:color="auto" w:frame="1"/>
                <w:shd w:val="clear" w:color="auto" w:fill="FFFFFF"/>
              </w:rPr>
              <w:t>»</w:t>
            </w:r>
          </w:p>
        </w:tc>
      </w:tr>
      <w:tr w:rsidR="000A6A4E" w:rsidTr="00C83F40">
        <w:trPr>
          <w:trHeight w:val="732"/>
        </w:trPr>
        <w:tc>
          <w:tcPr>
            <w:tcW w:w="2087" w:type="dxa"/>
          </w:tcPr>
          <w:p w:rsidR="000A6A4E" w:rsidRPr="00F81692" w:rsidRDefault="000A6A4E" w:rsidP="00F81692">
            <w:pPr>
              <w:pStyle w:val="TableParagraph"/>
              <w:spacing w:before="132"/>
              <w:ind w:left="200"/>
              <w:rPr>
                <w:b/>
                <w:sz w:val="24"/>
              </w:rPr>
            </w:pPr>
            <w:r w:rsidRPr="00F81692">
              <w:rPr>
                <w:b/>
                <w:sz w:val="24"/>
              </w:rPr>
              <w:t>ВИРІШИЛИ:</w:t>
            </w:r>
          </w:p>
          <w:p w:rsidR="000A6A4E" w:rsidRPr="00F81692" w:rsidRDefault="000A6A4E" w:rsidP="00F81692"/>
        </w:tc>
        <w:tc>
          <w:tcPr>
            <w:tcW w:w="8030" w:type="dxa"/>
          </w:tcPr>
          <w:p w:rsidR="000A6A4E" w:rsidRPr="00F81692" w:rsidRDefault="000A6A4E" w:rsidP="00F81692">
            <w:pPr>
              <w:ind w:left="110" w:firstLine="220"/>
              <w:rPr>
                <w:sz w:val="24"/>
                <w:szCs w:val="24"/>
                <w:lang w:eastAsia="ru-RU"/>
              </w:rPr>
            </w:pPr>
            <w:r w:rsidRPr="00F81692">
              <w:rPr>
                <w:sz w:val="24"/>
                <w:szCs w:val="24"/>
              </w:rPr>
              <w:t xml:space="preserve">Підтримати проект рішення </w:t>
            </w:r>
            <w:r>
              <w:rPr>
                <w:sz w:val="24"/>
                <w:szCs w:val="24"/>
                <w:lang w:val="en-US"/>
              </w:rPr>
              <w:t>V</w:t>
            </w:r>
            <w:r w:rsidRPr="00F81692">
              <w:rPr>
                <w:sz w:val="24"/>
                <w:szCs w:val="24"/>
              </w:rPr>
              <w:t xml:space="preserve"> сесії селищної ради </w:t>
            </w:r>
            <w:r w:rsidRPr="00F81692">
              <w:rPr>
                <w:sz w:val="24"/>
                <w:szCs w:val="24"/>
                <w:shd w:val="clear" w:color="auto" w:fill="FFFFFF"/>
                <w:lang w:eastAsia="en-US"/>
              </w:rPr>
              <w:t xml:space="preserve">VIIІ              </w:t>
            </w:r>
            <w:r w:rsidRPr="00F81692">
              <w:rPr>
                <w:sz w:val="24"/>
                <w:szCs w:val="24"/>
                <w:lang w:eastAsia="ru-RU"/>
              </w:rPr>
              <w:t xml:space="preserve">              скликання від 28 січня 2021 року а саме:</w:t>
            </w:r>
          </w:p>
          <w:p w:rsidR="000A6A4E" w:rsidRPr="00F81692" w:rsidRDefault="000A6A4E" w:rsidP="00F81692">
            <w:pPr>
              <w:pStyle w:val="TableParagraph"/>
              <w:spacing w:line="263" w:lineRule="exact"/>
              <w:ind w:left="110" w:firstLine="110"/>
              <w:jc w:val="both"/>
              <w:rPr>
                <w:sz w:val="24"/>
              </w:rPr>
            </w:pPr>
            <w:r w:rsidRPr="00F81692">
              <w:rPr>
                <w:sz w:val="24"/>
                <w:szCs w:val="24"/>
                <w:bdr w:val="none" w:sz="0" w:space="0" w:color="auto" w:frame="1"/>
              </w:rPr>
              <w:t>«</w:t>
            </w:r>
            <w:hyperlink r:id="rId39" w:history="1">
              <w:r w:rsidRPr="00F81692">
                <w:rPr>
                  <w:rStyle w:val="Hyperlink"/>
                  <w:color w:val="auto"/>
                  <w:sz w:val="24"/>
                  <w:szCs w:val="24"/>
                  <w:bdr w:val="none" w:sz="0" w:space="0" w:color="auto" w:frame="1"/>
                  <w:shd w:val="clear" w:color="auto" w:fill="FFFFFF"/>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hyperlink>
            <w:r w:rsidRPr="00F81692">
              <w:rPr>
                <w:sz w:val="24"/>
                <w:szCs w:val="24"/>
                <w:bdr w:val="none" w:sz="0" w:space="0" w:color="auto" w:frame="1"/>
              </w:rPr>
              <w:t>».</w:t>
            </w:r>
          </w:p>
        </w:tc>
      </w:tr>
      <w:tr w:rsidR="000A6A4E" w:rsidTr="00C83F40">
        <w:trPr>
          <w:trHeight w:val="732"/>
        </w:trPr>
        <w:tc>
          <w:tcPr>
            <w:tcW w:w="2087" w:type="dxa"/>
          </w:tcPr>
          <w:p w:rsidR="000A6A4E" w:rsidRDefault="000A6A4E" w:rsidP="00F81692">
            <w:pPr>
              <w:pStyle w:val="TableParagraph"/>
              <w:spacing w:before="132"/>
              <w:ind w:left="200"/>
              <w:rPr>
                <w:b/>
                <w:sz w:val="24"/>
              </w:rPr>
            </w:pPr>
          </w:p>
          <w:p w:rsidR="000A6A4E" w:rsidRDefault="000A6A4E" w:rsidP="00F81692">
            <w:pPr>
              <w:pStyle w:val="TableParagraph"/>
              <w:spacing w:before="132"/>
              <w:ind w:left="200"/>
              <w:rPr>
                <w:b/>
                <w:sz w:val="24"/>
              </w:rPr>
            </w:pPr>
            <w:r>
              <w:rPr>
                <w:b/>
                <w:sz w:val="24"/>
              </w:rPr>
              <w:t>ГОЛОСУВАЛИ:</w:t>
            </w:r>
          </w:p>
        </w:tc>
        <w:tc>
          <w:tcPr>
            <w:tcW w:w="8030" w:type="dxa"/>
          </w:tcPr>
          <w:p w:rsidR="000A6A4E" w:rsidRDefault="000A6A4E" w:rsidP="00F81692">
            <w:pPr>
              <w:pStyle w:val="BodyText"/>
              <w:ind w:left="200" w:right="483"/>
              <w:jc w:val="both"/>
            </w:pPr>
          </w:p>
          <w:p w:rsidR="000A6A4E" w:rsidRDefault="000A6A4E" w:rsidP="00F81692">
            <w:pPr>
              <w:pStyle w:val="BodyText"/>
              <w:ind w:left="200" w:right="483"/>
              <w:jc w:val="both"/>
            </w:pPr>
          </w:p>
          <w:p w:rsidR="000A6A4E" w:rsidRPr="00CB57ED" w:rsidRDefault="000A6A4E" w:rsidP="00F8169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EA00CA" w:rsidRDefault="000A6A4E" w:rsidP="007D28C2">
            <w:pPr>
              <w:pStyle w:val="TableParagraph"/>
              <w:spacing w:before="132"/>
              <w:ind w:left="200"/>
              <w:rPr>
                <w:b/>
                <w:sz w:val="24"/>
              </w:rPr>
            </w:pPr>
            <w:r w:rsidRPr="00EA00CA">
              <w:rPr>
                <w:b/>
                <w:sz w:val="24"/>
              </w:rPr>
              <w:t>Слухали:</w:t>
            </w:r>
          </w:p>
          <w:p w:rsidR="000A6A4E" w:rsidRPr="00EA00CA" w:rsidRDefault="000A6A4E" w:rsidP="007D28C2">
            <w:pPr>
              <w:pStyle w:val="TableParagraph"/>
              <w:spacing w:before="132"/>
              <w:ind w:left="200"/>
              <w:rPr>
                <w:b/>
                <w:sz w:val="24"/>
              </w:rPr>
            </w:pPr>
            <w:r w:rsidRPr="00EA00CA">
              <w:rPr>
                <w:b/>
                <w:sz w:val="24"/>
              </w:rPr>
              <w:t>Гринчука Г.П</w:t>
            </w:r>
          </w:p>
        </w:tc>
        <w:tc>
          <w:tcPr>
            <w:tcW w:w="8030" w:type="dxa"/>
          </w:tcPr>
          <w:p w:rsidR="000A6A4E" w:rsidRPr="00EA00CA" w:rsidRDefault="000A6A4E" w:rsidP="007D28C2">
            <w:pPr>
              <w:pStyle w:val="TableParagraph"/>
              <w:spacing w:before="3" w:line="259" w:lineRule="exact"/>
              <w:ind w:left="359"/>
              <w:rPr>
                <w:sz w:val="24"/>
                <w:szCs w:val="24"/>
              </w:rPr>
            </w:pPr>
            <w:r w:rsidRPr="00EA00CA">
              <w:t>На</w:t>
            </w:r>
            <w:r w:rsidRPr="00EA00CA">
              <w:rPr>
                <w:spacing w:val="-18"/>
              </w:rPr>
              <w:t xml:space="preserve"> </w:t>
            </w:r>
            <w:r w:rsidRPr="00EA00CA">
              <w:t>розгляд</w:t>
            </w:r>
            <w:r w:rsidRPr="00EA00CA">
              <w:rPr>
                <w:spacing w:val="-17"/>
              </w:rPr>
              <w:t xml:space="preserve"> </w:t>
            </w:r>
            <w:r w:rsidRPr="00EA00CA">
              <w:t xml:space="preserve">комісії виносяться </w:t>
            </w:r>
            <w:r w:rsidRPr="00EA00CA">
              <w:rPr>
                <w:spacing w:val="-19"/>
              </w:rPr>
              <w:t xml:space="preserve"> </w:t>
            </w:r>
            <w:r w:rsidRPr="00EA00CA">
              <w:t xml:space="preserve">питання « </w:t>
            </w:r>
            <w:r w:rsidRPr="00EA00CA">
              <w:rPr>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w:t>
            </w:r>
            <w:r w:rsidRPr="00EA00CA">
              <w:rPr>
                <w:sz w:val="24"/>
                <w:szCs w:val="24"/>
              </w:rPr>
              <w:br/>
            </w:r>
            <w:r w:rsidRPr="00EA00CA">
              <w:rPr>
                <w:sz w:val="24"/>
                <w:szCs w:val="24"/>
              </w:rPr>
              <w:br/>
            </w:r>
            <w:r w:rsidRPr="00EA00CA">
              <w:rPr>
                <w:sz w:val="24"/>
                <w:szCs w:val="24"/>
              </w:rPr>
              <w:br/>
            </w:r>
            <w:r w:rsidRPr="00EA00CA">
              <w:rPr>
                <w:sz w:val="24"/>
                <w:szCs w:val="24"/>
              </w:rPr>
              <w:br/>
            </w:r>
          </w:p>
        </w:tc>
      </w:tr>
      <w:tr w:rsidR="000A6A4E" w:rsidTr="00C83F40">
        <w:trPr>
          <w:trHeight w:val="732"/>
        </w:trPr>
        <w:tc>
          <w:tcPr>
            <w:tcW w:w="2087" w:type="dxa"/>
          </w:tcPr>
          <w:p w:rsidR="000A6A4E" w:rsidRPr="00EA00CA" w:rsidRDefault="000A6A4E" w:rsidP="007D28C2">
            <w:pPr>
              <w:pStyle w:val="TableParagraph"/>
              <w:spacing w:before="135" w:line="275" w:lineRule="exact"/>
              <w:ind w:left="200"/>
              <w:rPr>
                <w:b/>
                <w:sz w:val="24"/>
              </w:rPr>
            </w:pPr>
            <w:r w:rsidRPr="00EA00CA">
              <w:rPr>
                <w:b/>
                <w:sz w:val="24"/>
              </w:rPr>
              <w:t>ВИСТУПИЛИ:</w:t>
            </w:r>
          </w:p>
          <w:p w:rsidR="000A6A4E" w:rsidRPr="00EA00CA" w:rsidRDefault="000A6A4E" w:rsidP="007D28C2">
            <w:pPr>
              <w:pStyle w:val="TableParagraph"/>
              <w:ind w:left="200" w:right="52"/>
              <w:rPr>
                <w:sz w:val="24"/>
              </w:rPr>
            </w:pPr>
            <w:r w:rsidRPr="00EA00CA">
              <w:rPr>
                <w:b/>
                <w:sz w:val="24"/>
              </w:rPr>
              <w:t>Миколайчук І.О.</w:t>
            </w:r>
          </w:p>
        </w:tc>
        <w:tc>
          <w:tcPr>
            <w:tcW w:w="8030" w:type="dxa"/>
          </w:tcPr>
          <w:p w:rsidR="000A6A4E" w:rsidRPr="00EA00CA" w:rsidRDefault="000A6A4E" w:rsidP="007D28C2">
            <w:pPr>
              <w:pStyle w:val="TableParagraph"/>
              <w:jc w:val="both"/>
              <w:rPr>
                <w:sz w:val="24"/>
                <w:szCs w:val="24"/>
              </w:rPr>
            </w:pPr>
            <w:r w:rsidRPr="00EA00C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EA00CA">
              <w:rPr>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w:t>
            </w:r>
          </w:p>
        </w:tc>
      </w:tr>
      <w:tr w:rsidR="000A6A4E" w:rsidTr="00C83F40">
        <w:trPr>
          <w:trHeight w:val="732"/>
        </w:trPr>
        <w:tc>
          <w:tcPr>
            <w:tcW w:w="2087" w:type="dxa"/>
          </w:tcPr>
          <w:p w:rsidR="000A6A4E" w:rsidRPr="00EA00CA" w:rsidRDefault="000A6A4E" w:rsidP="007D28C2">
            <w:pPr>
              <w:pStyle w:val="TableParagraph"/>
              <w:spacing w:before="132"/>
              <w:ind w:left="200"/>
              <w:rPr>
                <w:b/>
                <w:sz w:val="24"/>
              </w:rPr>
            </w:pPr>
            <w:r w:rsidRPr="00EA00CA">
              <w:rPr>
                <w:b/>
                <w:sz w:val="24"/>
              </w:rPr>
              <w:t>ВИРІШИЛИ:</w:t>
            </w:r>
          </w:p>
          <w:p w:rsidR="000A6A4E" w:rsidRPr="00EA00CA" w:rsidRDefault="000A6A4E" w:rsidP="007D28C2"/>
        </w:tc>
        <w:tc>
          <w:tcPr>
            <w:tcW w:w="8030" w:type="dxa"/>
          </w:tcPr>
          <w:p w:rsidR="000A6A4E" w:rsidRPr="00EA00CA" w:rsidRDefault="000A6A4E" w:rsidP="007D28C2">
            <w:pPr>
              <w:ind w:left="110" w:firstLine="220"/>
              <w:rPr>
                <w:sz w:val="24"/>
                <w:szCs w:val="24"/>
                <w:lang w:eastAsia="ru-RU"/>
              </w:rPr>
            </w:pPr>
            <w:r w:rsidRPr="00EA00CA">
              <w:rPr>
                <w:sz w:val="24"/>
                <w:szCs w:val="24"/>
              </w:rPr>
              <w:t xml:space="preserve">Підтримати проект рішення </w:t>
            </w:r>
            <w:r>
              <w:rPr>
                <w:sz w:val="24"/>
                <w:szCs w:val="24"/>
                <w:lang w:val="en-US"/>
              </w:rPr>
              <w:t>V</w:t>
            </w:r>
            <w:r w:rsidRPr="00EA00CA">
              <w:rPr>
                <w:sz w:val="24"/>
                <w:szCs w:val="24"/>
              </w:rPr>
              <w:t xml:space="preserve"> сесії селищної ради </w:t>
            </w:r>
            <w:r w:rsidRPr="00EA00CA">
              <w:rPr>
                <w:sz w:val="24"/>
                <w:szCs w:val="24"/>
                <w:shd w:val="clear" w:color="auto" w:fill="FFFFFF"/>
                <w:lang w:eastAsia="en-US"/>
              </w:rPr>
              <w:t xml:space="preserve">VIIІ              </w:t>
            </w:r>
            <w:r w:rsidRPr="00EA00CA">
              <w:rPr>
                <w:sz w:val="24"/>
                <w:szCs w:val="24"/>
                <w:lang w:eastAsia="ru-RU"/>
              </w:rPr>
              <w:t xml:space="preserve">              скликання від 28 січня 2021 року а саме:</w:t>
            </w:r>
          </w:p>
          <w:p w:rsidR="000A6A4E" w:rsidRPr="00EA00CA" w:rsidRDefault="000A6A4E" w:rsidP="007D28C2">
            <w:pPr>
              <w:pStyle w:val="TableParagraph"/>
              <w:spacing w:line="263" w:lineRule="exact"/>
              <w:ind w:left="110" w:firstLine="110"/>
              <w:jc w:val="both"/>
              <w:rPr>
                <w:sz w:val="24"/>
              </w:rPr>
            </w:pPr>
            <w:r w:rsidRPr="00EA00CA">
              <w:rPr>
                <w:sz w:val="24"/>
                <w:szCs w:val="24"/>
                <w:bdr w:val="none" w:sz="0" w:space="0" w:color="auto" w:frame="1"/>
              </w:rPr>
              <w:t>«</w:t>
            </w:r>
            <w:r w:rsidRPr="00EA00CA">
              <w:rPr>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w:t>
            </w:r>
            <w:r w:rsidRPr="00EA00CA">
              <w:rPr>
                <w:sz w:val="24"/>
                <w:szCs w:val="24"/>
                <w:bdr w:val="none" w:sz="0" w:space="0" w:color="auto" w:frame="1"/>
              </w:rPr>
              <w:t>».</w:t>
            </w:r>
          </w:p>
        </w:tc>
      </w:tr>
      <w:tr w:rsidR="000A6A4E" w:rsidTr="00C83F40">
        <w:trPr>
          <w:trHeight w:val="732"/>
        </w:trPr>
        <w:tc>
          <w:tcPr>
            <w:tcW w:w="2087" w:type="dxa"/>
          </w:tcPr>
          <w:p w:rsidR="000A6A4E" w:rsidRDefault="000A6A4E" w:rsidP="007D28C2">
            <w:pPr>
              <w:pStyle w:val="TableParagraph"/>
              <w:spacing w:before="132"/>
              <w:ind w:left="200"/>
              <w:rPr>
                <w:b/>
                <w:sz w:val="24"/>
              </w:rPr>
            </w:pPr>
          </w:p>
          <w:p w:rsidR="000A6A4E" w:rsidRDefault="000A6A4E" w:rsidP="007D28C2">
            <w:pPr>
              <w:pStyle w:val="TableParagraph"/>
              <w:spacing w:before="132"/>
              <w:ind w:left="200"/>
              <w:rPr>
                <w:b/>
                <w:sz w:val="24"/>
              </w:rPr>
            </w:pPr>
            <w:r>
              <w:rPr>
                <w:b/>
                <w:sz w:val="24"/>
              </w:rPr>
              <w:t>ГОЛОСУВАЛИ:</w:t>
            </w:r>
          </w:p>
        </w:tc>
        <w:tc>
          <w:tcPr>
            <w:tcW w:w="8030" w:type="dxa"/>
          </w:tcPr>
          <w:p w:rsidR="000A6A4E" w:rsidRDefault="000A6A4E" w:rsidP="007D28C2">
            <w:pPr>
              <w:pStyle w:val="BodyText"/>
              <w:ind w:left="200" w:right="483"/>
              <w:jc w:val="both"/>
            </w:pPr>
          </w:p>
          <w:p w:rsidR="000A6A4E" w:rsidRDefault="000A6A4E" w:rsidP="007D28C2">
            <w:pPr>
              <w:pStyle w:val="BodyText"/>
              <w:ind w:left="200" w:right="483"/>
              <w:jc w:val="both"/>
            </w:pPr>
          </w:p>
          <w:p w:rsidR="000A6A4E" w:rsidRPr="00CB57ED" w:rsidRDefault="000A6A4E" w:rsidP="007D28C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EA00CA" w:rsidRDefault="000A6A4E" w:rsidP="007D28C2">
            <w:pPr>
              <w:pStyle w:val="TableParagraph"/>
              <w:spacing w:before="132"/>
              <w:ind w:left="200"/>
              <w:rPr>
                <w:b/>
                <w:sz w:val="24"/>
              </w:rPr>
            </w:pPr>
            <w:r w:rsidRPr="00EA00CA">
              <w:rPr>
                <w:b/>
                <w:sz w:val="24"/>
              </w:rPr>
              <w:t>Слухали:</w:t>
            </w:r>
          </w:p>
          <w:p w:rsidR="000A6A4E" w:rsidRPr="00EA00CA" w:rsidRDefault="000A6A4E" w:rsidP="007D28C2">
            <w:pPr>
              <w:pStyle w:val="TableParagraph"/>
              <w:spacing w:before="132"/>
              <w:ind w:left="200"/>
              <w:rPr>
                <w:b/>
                <w:sz w:val="24"/>
              </w:rPr>
            </w:pPr>
            <w:r w:rsidRPr="00EA00CA">
              <w:rPr>
                <w:b/>
                <w:sz w:val="24"/>
              </w:rPr>
              <w:t>Гринчука Г.П</w:t>
            </w:r>
          </w:p>
        </w:tc>
        <w:tc>
          <w:tcPr>
            <w:tcW w:w="8030" w:type="dxa"/>
          </w:tcPr>
          <w:p w:rsidR="000A6A4E" w:rsidRPr="00EA00CA" w:rsidRDefault="000A6A4E" w:rsidP="007D28C2">
            <w:pPr>
              <w:pStyle w:val="TableParagraph"/>
              <w:spacing w:before="3" w:line="259" w:lineRule="exact"/>
              <w:ind w:left="359"/>
              <w:rPr>
                <w:sz w:val="24"/>
                <w:szCs w:val="24"/>
              </w:rPr>
            </w:pPr>
            <w:r w:rsidRPr="00EA00CA">
              <w:t>На</w:t>
            </w:r>
            <w:r w:rsidRPr="00EA00CA">
              <w:rPr>
                <w:spacing w:val="-18"/>
              </w:rPr>
              <w:t xml:space="preserve"> </w:t>
            </w:r>
            <w:r w:rsidRPr="00EA00CA">
              <w:t>розгляд</w:t>
            </w:r>
            <w:r w:rsidRPr="00EA00CA">
              <w:rPr>
                <w:spacing w:val="-17"/>
              </w:rPr>
              <w:t xml:space="preserve"> </w:t>
            </w:r>
            <w:r w:rsidRPr="00EA00CA">
              <w:t xml:space="preserve">комісії виносяться </w:t>
            </w:r>
            <w:r w:rsidRPr="00EA00CA">
              <w:rPr>
                <w:spacing w:val="-19"/>
              </w:rPr>
              <w:t xml:space="preserve"> </w:t>
            </w:r>
            <w:r w:rsidRPr="00EA00CA">
              <w:t>питання «</w:t>
            </w:r>
            <w:r w:rsidRPr="00EA00CA">
              <w:rPr>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r w:rsidRPr="00EA00CA">
              <w:rPr>
                <w:sz w:val="24"/>
                <w:szCs w:val="24"/>
              </w:rPr>
              <w:br/>
            </w:r>
            <w:r w:rsidRPr="00EA00CA">
              <w:rPr>
                <w:sz w:val="24"/>
                <w:szCs w:val="24"/>
              </w:rPr>
              <w:br/>
            </w:r>
            <w:r w:rsidRPr="00EA00CA">
              <w:rPr>
                <w:sz w:val="24"/>
                <w:szCs w:val="24"/>
              </w:rPr>
              <w:br/>
            </w:r>
            <w:r w:rsidRPr="00EA00CA">
              <w:rPr>
                <w:sz w:val="24"/>
                <w:szCs w:val="24"/>
              </w:rPr>
              <w:br/>
            </w:r>
          </w:p>
        </w:tc>
      </w:tr>
      <w:tr w:rsidR="000A6A4E" w:rsidTr="00C83F40">
        <w:trPr>
          <w:trHeight w:val="732"/>
        </w:trPr>
        <w:tc>
          <w:tcPr>
            <w:tcW w:w="2087" w:type="dxa"/>
          </w:tcPr>
          <w:p w:rsidR="000A6A4E" w:rsidRPr="00EA00CA" w:rsidRDefault="000A6A4E" w:rsidP="007D28C2">
            <w:pPr>
              <w:pStyle w:val="TableParagraph"/>
              <w:spacing w:before="135" w:line="275" w:lineRule="exact"/>
              <w:ind w:left="200"/>
              <w:rPr>
                <w:b/>
                <w:sz w:val="24"/>
              </w:rPr>
            </w:pPr>
            <w:r w:rsidRPr="00EA00CA">
              <w:rPr>
                <w:b/>
                <w:sz w:val="24"/>
              </w:rPr>
              <w:t>ВИСТУПИЛИ:</w:t>
            </w:r>
          </w:p>
          <w:p w:rsidR="000A6A4E" w:rsidRPr="00EA00CA" w:rsidRDefault="000A6A4E" w:rsidP="007D28C2">
            <w:pPr>
              <w:pStyle w:val="TableParagraph"/>
              <w:ind w:left="200" w:right="52"/>
              <w:rPr>
                <w:sz w:val="24"/>
              </w:rPr>
            </w:pPr>
            <w:r w:rsidRPr="00EA00CA">
              <w:rPr>
                <w:b/>
                <w:sz w:val="24"/>
              </w:rPr>
              <w:t>Миколайчук І.О.</w:t>
            </w:r>
          </w:p>
        </w:tc>
        <w:tc>
          <w:tcPr>
            <w:tcW w:w="8030" w:type="dxa"/>
          </w:tcPr>
          <w:p w:rsidR="000A6A4E" w:rsidRPr="00EA00CA" w:rsidRDefault="000A6A4E" w:rsidP="007D28C2">
            <w:pPr>
              <w:pStyle w:val="TableParagraph"/>
              <w:jc w:val="both"/>
              <w:rPr>
                <w:sz w:val="24"/>
                <w:szCs w:val="24"/>
              </w:rPr>
            </w:pPr>
            <w:r w:rsidRPr="00EA00C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EA00CA">
              <w:rPr>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p>
        </w:tc>
      </w:tr>
      <w:tr w:rsidR="000A6A4E" w:rsidTr="00C83F40">
        <w:trPr>
          <w:trHeight w:val="732"/>
        </w:trPr>
        <w:tc>
          <w:tcPr>
            <w:tcW w:w="2087" w:type="dxa"/>
          </w:tcPr>
          <w:p w:rsidR="000A6A4E" w:rsidRPr="00EA00CA" w:rsidRDefault="000A6A4E" w:rsidP="007D28C2">
            <w:pPr>
              <w:pStyle w:val="TableParagraph"/>
              <w:spacing w:before="132"/>
              <w:ind w:left="200"/>
              <w:rPr>
                <w:b/>
                <w:sz w:val="24"/>
              </w:rPr>
            </w:pPr>
            <w:r w:rsidRPr="00EA00CA">
              <w:rPr>
                <w:b/>
                <w:sz w:val="24"/>
              </w:rPr>
              <w:t>ВИРІШИЛИ:</w:t>
            </w:r>
          </w:p>
          <w:p w:rsidR="000A6A4E" w:rsidRPr="00EA00CA" w:rsidRDefault="000A6A4E" w:rsidP="007D28C2"/>
        </w:tc>
        <w:tc>
          <w:tcPr>
            <w:tcW w:w="8030" w:type="dxa"/>
          </w:tcPr>
          <w:p w:rsidR="000A6A4E" w:rsidRPr="00EA00CA" w:rsidRDefault="000A6A4E" w:rsidP="007D28C2">
            <w:pPr>
              <w:ind w:left="110" w:firstLine="220"/>
              <w:rPr>
                <w:sz w:val="24"/>
                <w:szCs w:val="24"/>
                <w:lang w:eastAsia="ru-RU"/>
              </w:rPr>
            </w:pPr>
            <w:r w:rsidRPr="00EA00CA">
              <w:rPr>
                <w:sz w:val="24"/>
                <w:szCs w:val="24"/>
              </w:rPr>
              <w:t xml:space="preserve">Підтримати проект рішення </w:t>
            </w:r>
            <w:r>
              <w:rPr>
                <w:sz w:val="24"/>
                <w:szCs w:val="24"/>
                <w:lang w:val="en-US"/>
              </w:rPr>
              <w:t>V</w:t>
            </w:r>
            <w:r w:rsidRPr="00EA00CA">
              <w:rPr>
                <w:sz w:val="24"/>
                <w:szCs w:val="24"/>
              </w:rPr>
              <w:t xml:space="preserve"> сесії селищної ради </w:t>
            </w:r>
            <w:r w:rsidRPr="00EA00CA">
              <w:rPr>
                <w:sz w:val="24"/>
                <w:szCs w:val="24"/>
                <w:shd w:val="clear" w:color="auto" w:fill="FFFFFF"/>
                <w:lang w:eastAsia="en-US"/>
              </w:rPr>
              <w:t xml:space="preserve">VIIІ              </w:t>
            </w:r>
            <w:r w:rsidRPr="00EA00CA">
              <w:rPr>
                <w:sz w:val="24"/>
                <w:szCs w:val="24"/>
                <w:lang w:eastAsia="ru-RU"/>
              </w:rPr>
              <w:t xml:space="preserve">              скликання від 28 січня 2021 року а саме:</w:t>
            </w:r>
          </w:p>
          <w:p w:rsidR="000A6A4E" w:rsidRPr="00EA00CA" w:rsidRDefault="000A6A4E" w:rsidP="007D28C2">
            <w:pPr>
              <w:pStyle w:val="TableParagraph"/>
              <w:spacing w:line="263" w:lineRule="exact"/>
              <w:ind w:left="110" w:firstLine="110"/>
              <w:jc w:val="both"/>
              <w:rPr>
                <w:sz w:val="24"/>
              </w:rPr>
            </w:pPr>
            <w:r w:rsidRPr="00EA00CA">
              <w:rPr>
                <w:sz w:val="24"/>
                <w:szCs w:val="24"/>
                <w:bdr w:val="none" w:sz="0" w:space="0" w:color="auto" w:frame="1"/>
              </w:rPr>
              <w:t>«</w:t>
            </w:r>
            <w:r w:rsidRPr="00EA00CA">
              <w:rPr>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r w:rsidRPr="00EA00CA">
              <w:rPr>
                <w:sz w:val="24"/>
                <w:szCs w:val="24"/>
                <w:bdr w:val="none" w:sz="0" w:space="0" w:color="auto" w:frame="1"/>
              </w:rPr>
              <w:t>».</w:t>
            </w:r>
          </w:p>
        </w:tc>
      </w:tr>
      <w:tr w:rsidR="000A6A4E" w:rsidTr="00C83F40">
        <w:trPr>
          <w:trHeight w:val="732"/>
        </w:trPr>
        <w:tc>
          <w:tcPr>
            <w:tcW w:w="2087" w:type="dxa"/>
          </w:tcPr>
          <w:p w:rsidR="000A6A4E" w:rsidRDefault="000A6A4E" w:rsidP="007D28C2">
            <w:pPr>
              <w:pStyle w:val="TableParagraph"/>
              <w:spacing w:before="132"/>
              <w:ind w:left="200"/>
              <w:rPr>
                <w:b/>
                <w:sz w:val="24"/>
              </w:rPr>
            </w:pPr>
          </w:p>
          <w:p w:rsidR="000A6A4E" w:rsidRDefault="000A6A4E" w:rsidP="007D28C2">
            <w:pPr>
              <w:pStyle w:val="TableParagraph"/>
              <w:spacing w:before="132"/>
              <w:ind w:left="200"/>
              <w:rPr>
                <w:b/>
                <w:sz w:val="24"/>
              </w:rPr>
            </w:pPr>
            <w:r>
              <w:rPr>
                <w:b/>
                <w:sz w:val="24"/>
              </w:rPr>
              <w:t>ГОЛОСУВАЛИ:</w:t>
            </w:r>
          </w:p>
        </w:tc>
        <w:tc>
          <w:tcPr>
            <w:tcW w:w="8030" w:type="dxa"/>
          </w:tcPr>
          <w:p w:rsidR="000A6A4E" w:rsidRDefault="000A6A4E" w:rsidP="007D28C2">
            <w:pPr>
              <w:pStyle w:val="BodyText"/>
              <w:ind w:left="200" w:right="483"/>
              <w:jc w:val="both"/>
            </w:pPr>
          </w:p>
          <w:p w:rsidR="000A6A4E" w:rsidRDefault="000A6A4E" w:rsidP="007D28C2">
            <w:pPr>
              <w:pStyle w:val="BodyText"/>
              <w:ind w:left="200" w:right="483"/>
              <w:jc w:val="both"/>
            </w:pPr>
          </w:p>
          <w:p w:rsidR="000A6A4E" w:rsidRPr="00CB57ED" w:rsidRDefault="000A6A4E" w:rsidP="007D28C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EA00CA" w:rsidRDefault="000A6A4E" w:rsidP="007D28C2">
            <w:pPr>
              <w:pStyle w:val="TableParagraph"/>
              <w:spacing w:before="132"/>
              <w:ind w:left="200"/>
              <w:rPr>
                <w:b/>
                <w:sz w:val="24"/>
              </w:rPr>
            </w:pPr>
            <w:r w:rsidRPr="00EA00CA">
              <w:rPr>
                <w:b/>
                <w:sz w:val="24"/>
              </w:rPr>
              <w:t>Слухали:</w:t>
            </w:r>
          </w:p>
          <w:p w:rsidR="000A6A4E" w:rsidRPr="00EA00CA" w:rsidRDefault="000A6A4E" w:rsidP="007D28C2">
            <w:pPr>
              <w:pStyle w:val="TableParagraph"/>
              <w:spacing w:before="132"/>
              <w:ind w:left="200"/>
              <w:rPr>
                <w:b/>
                <w:sz w:val="24"/>
              </w:rPr>
            </w:pPr>
            <w:r w:rsidRPr="00EA00CA">
              <w:rPr>
                <w:b/>
                <w:sz w:val="24"/>
              </w:rPr>
              <w:t>Гринчука Г.П</w:t>
            </w:r>
          </w:p>
        </w:tc>
        <w:tc>
          <w:tcPr>
            <w:tcW w:w="8030" w:type="dxa"/>
          </w:tcPr>
          <w:p w:rsidR="000A6A4E" w:rsidRPr="00EA00CA" w:rsidRDefault="000A6A4E" w:rsidP="007D28C2">
            <w:pPr>
              <w:pStyle w:val="TableParagraph"/>
              <w:spacing w:before="3" w:line="259" w:lineRule="exact"/>
              <w:ind w:left="359"/>
              <w:rPr>
                <w:sz w:val="24"/>
                <w:szCs w:val="24"/>
              </w:rPr>
            </w:pPr>
            <w:r w:rsidRPr="00EA00CA">
              <w:t>На</w:t>
            </w:r>
            <w:r w:rsidRPr="00EA00CA">
              <w:rPr>
                <w:spacing w:val="-18"/>
              </w:rPr>
              <w:t xml:space="preserve"> </w:t>
            </w:r>
            <w:r w:rsidRPr="00EA00CA">
              <w:t>розгляд</w:t>
            </w:r>
            <w:r w:rsidRPr="00EA00CA">
              <w:rPr>
                <w:spacing w:val="-17"/>
              </w:rPr>
              <w:t xml:space="preserve"> </w:t>
            </w:r>
            <w:r w:rsidRPr="00EA00CA">
              <w:t xml:space="preserve">комісії виносяться </w:t>
            </w:r>
            <w:r w:rsidRPr="00EA00CA">
              <w:rPr>
                <w:spacing w:val="-19"/>
              </w:rPr>
              <w:t xml:space="preserve"> </w:t>
            </w:r>
            <w:r w:rsidRPr="00EA00CA">
              <w:t>питання «</w:t>
            </w:r>
            <w:r w:rsidRPr="00EA00CA">
              <w:rPr>
                <w:sz w:val="24"/>
                <w:szCs w:val="24"/>
                <w:bdr w:val="none" w:sz="0" w:space="0" w:color="auto" w:frame="1"/>
                <w:shd w:val="clear" w:color="auto" w:fill="FFFFFF"/>
              </w:rPr>
              <w:t>Про припинення права користування земельними ділянками»</w:t>
            </w:r>
            <w:r w:rsidRPr="00EA00CA">
              <w:rPr>
                <w:sz w:val="24"/>
                <w:szCs w:val="24"/>
              </w:rPr>
              <w:br/>
            </w:r>
            <w:r w:rsidRPr="00EA00CA">
              <w:rPr>
                <w:sz w:val="24"/>
                <w:szCs w:val="24"/>
              </w:rPr>
              <w:br/>
            </w:r>
            <w:r w:rsidRPr="00EA00CA">
              <w:rPr>
                <w:sz w:val="24"/>
                <w:szCs w:val="24"/>
              </w:rPr>
              <w:br/>
            </w:r>
            <w:r w:rsidRPr="00EA00CA">
              <w:rPr>
                <w:sz w:val="24"/>
                <w:szCs w:val="24"/>
              </w:rPr>
              <w:br/>
            </w:r>
          </w:p>
        </w:tc>
      </w:tr>
      <w:tr w:rsidR="000A6A4E" w:rsidTr="00C83F40">
        <w:trPr>
          <w:trHeight w:val="732"/>
        </w:trPr>
        <w:tc>
          <w:tcPr>
            <w:tcW w:w="2087" w:type="dxa"/>
          </w:tcPr>
          <w:p w:rsidR="000A6A4E" w:rsidRPr="00EA00CA" w:rsidRDefault="000A6A4E" w:rsidP="007D28C2">
            <w:pPr>
              <w:pStyle w:val="TableParagraph"/>
              <w:spacing w:before="135" w:line="275" w:lineRule="exact"/>
              <w:ind w:left="200"/>
              <w:rPr>
                <w:b/>
                <w:sz w:val="24"/>
              </w:rPr>
            </w:pPr>
            <w:r w:rsidRPr="00EA00CA">
              <w:rPr>
                <w:b/>
                <w:sz w:val="24"/>
              </w:rPr>
              <w:t>ВИСТУПИЛИ:</w:t>
            </w:r>
          </w:p>
          <w:p w:rsidR="000A6A4E" w:rsidRPr="00EA00CA" w:rsidRDefault="000A6A4E" w:rsidP="007D28C2">
            <w:pPr>
              <w:pStyle w:val="TableParagraph"/>
              <w:ind w:left="200" w:right="52"/>
              <w:rPr>
                <w:sz w:val="24"/>
              </w:rPr>
            </w:pPr>
            <w:r w:rsidRPr="00EA00CA">
              <w:rPr>
                <w:b/>
                <w:sz w:val="24"/>
              </w:rPr>
              <w:t>Миколайчук І.О.</w:t>
            </w:r>
          </w:p>
        </w:tc>
        <w:tc>
          <w:tcPr>
            <w:tcW w:w="8030" w:type="dxa"/>
          </w:tcPr>
          <w:p w:rsidR="000A6A4E" w:rsidRPr="00EA00CA" w:rsidRDefault="000A6A4E" w:rsidP="007D28C2">
            <w:pPr>
              <w:pStyle w:val="TableParagraph"/>
              <w:jc w:val="both"/>
              <w:rPr>
                <w:sz w:val="24"/>
                <w:szCs w:val="24"/>
              </w:rPr>
            </w:pPr>
            <w:r w:rsidRPr="00EA00C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EA00CA">
              <w:rPr>
                <w:sz w:val="24"/>
                <w:szCs w:val="24"/>
                <w:bdr w:val="none" w:sz="0" w:space="0" w:color="auto" w:frame="1"/>
                <w:shd w:val="clear" w:color="auto" w:fill="FFFFFF"/>
              </w:rPr>
              <w:t>Про припинення права користування земельними ділянками»</w:t>
            </w:r>
          </w:p>
        </w:tc>
      </w:tr>
      <w:tr w:rsidR="000A6A4E" w:rsidTr="00C83F40">
        <w:trPr>
          <w:trHeight w:val="732"/>
        </w:trPr>
        <w:tc>
          <w:tcPr>
            <w:tcW w:w="2087" w:type="dxa"/>
          </w:tcPr>
          <w:p w:rsidR="000A6A4E" w:rsidRPr="00EA00CA" w:rsidRDefault="000A6A4E" w:rsidP="007D28C2">
            <w:pPr>
              <w:pStyle w:val="TableParagraph"/>
              <w:spacing w:before="132"/>
              <w:ind w:left="200"/>
              <w:rPr>
                <w:b/>
                <w:sz w:val="24"/>
              </w:rPr>
            </w:pPr>
            <w:r w:rsidRPr="00EA00CA">
              <w:rPr>
                <w:b/>
                <w:sz w:val="24"/>
              </w:rPr>
              <w:t>ВИРІШИЛИ:</w:t>
            </w:r>
          </w:p>
          <w:p w:rsidR="000A6A4E" w:rsidRPr="00EA00CA" w:rsidRDefault="000A6A4E" w:rsidP="007D28C2"/>
        </w:tc>
        <w:tc>
          <w:tcPr>
            <w:tcW w:w="8030" w:type="dxa"/>
          </w:tcPr>
          <w:p w:rsidR="000A6A4E" w:rsidRPr="00EA00CA" w:rsidRDefault="000A6A4E" w:rsidP="007D28C2">
            <w:pPr>
              <w:ind w:left="110" w:firstLine="220"/>
              <w:rPr>
                <w:sz w:val="24"/>
                <w:szCs w:val="24"/>
                <w:lang w:eastAsia="ru-RU"/>
              </w:rPr>
            </w:pPr>
            <w:r w:rsidRPr="00EA00CA">
              <w:rPr>
                <w:sz w:val="24"/>
                <w:szCs w:val="24"/>
              </w:rPr>
              <w:t xml:space="preserve">Підтримати проект рішення </w:t>
            </w:r>
            <w:r>
              <w:rPr>
                <w:sz w:val="24"/>
                <w:szCs w:val="24"/>
                <w:lang w:val="en-US"/>
              </w:rPr>
              <w:t>V</w:t>
            </w:r>
            <w:r w:rsidRPr="00EA00CA">
              <w:rPr>
                <w:sz w:val="24"/>
                <w:szCs w:val="24"/>
              </w:rPr>
              <w:t xml:space="preserve"> сесії селищної ради </w:t>
            </w:r>
            <w:r w:rsidRPr="00EA00CA">
              <w:rPr>
                <w:sz w:val="24"/>
                <w:szCs w:val="24"/>
                <w:shd w:val="clear" w:color="auto" w:fill="FFFFFF"/>
                <w:lang w:eastAsia="en-US"/>
              </w:rPr>
              <w:t xml:space="preserve">VIIІ              </w:t>
            </w:r>
            <w:r w:rsidRPr="00EA00CA">
              <w:rPr>
                <w:sz w:val="24"/>
                <w:szCs w:val="24"/>
                <w:lang w:eastAsia="ru-RU"/>
              </w:rPr>
              <w:t xml:space="preserve">              скликання від 28 січня 2021 року а саме:</w:t>
            </w:r>
          </w:p>
          <w:p w:rsidR="000A6A4E" w:rsidRPr="00EA00CA" w:rsidRDefault="000A6A4E" w:rsidP="007D28C2">
            <w:pPr>
              <w:pStyle w:val="TableParagraph"/>
              <w:spacing w:line="263" w:lineRule="exact"/>
              <w:ind w:left="110" w:firstLine="110"/>
              <w:jc w:val="both"/>
              <w:rPr>
                <w:sz w:val="24"/>
              </w:rPr>
            </w:pPr>
            <w:r w:rsidRPr="00EA00CA">
              <w:rPr>
                <w:sz w:val="24"/>
                <w:szCs w:val="24"/>
                <w:bdr w:val="none" w:sz="0" w:space="0" w:color="auto" w:frame="1"/>
              </w:rPr>
              <w:t>«</w:t>
            </w:r>
            <w:r w:rsidRPr="00EA00CA">
              <w:rPr>
                <w:sz w:val="24"/>
                <w:szCs w:val="24"/>
                <w:bdr w:val="none" w:sz="0" w:space="0" w:color="auto" w:frame="1"/>
                <w:shd w:val="clear" w:color="auto" w:fill="FFFFFF"/>
              </w:rPr>
              <w:t>Про припинення права користування земельними ділянками</w:t>
            </w:r>
            <w:r w:rsidRPr="00EA00CA">
              <w:rPr>
                <w:sz w:val="24"/>
                <w:szCs w:val="24"/>
                <w:bdr w:val="none" w:sz="0" w:space="0" w:color="auto" w:frame="1"/>
              </w:rPr>
              <w:t>».</w:t>
            </w:r>
          </w:p>
        </w:tc>
      </w:tr>
      <w:tr w:rsidR="000A6A4E" w:rsidTr="00C83F40">
        <w:trPr>
          <w:trHeight w:val="732"/>
        </w:trPr>
        <w:tc>
          <w:tcPr>
            <w:tcW w:w="2087" w:type="dxa"/>
          </w:tcPr>
          <w:p w:rsidR="000A6A4E" w:rsidRDefault="000A6A4E" w:rsidP="007D28C2">
            <w:pPr>
              <w:pStyle w:val="TableParagraph"/>
              <w:spacing w:before="132"/>
              <w:ind w:left="200"/>
              <w:rPr>
                <w:b/>
                <w:sz w:val="24"/>
              </w:rPr>
            </w:pPr>
          </w:p>
          <w:p w:rsidR="000A6A4E" w:rsidRDefault="000A6A4E" w:rsidP="007D28C2">
            <w:pPr>
              <w:pStyle w:val="TableParagraph"/>
              <w:spacing w:before="132"/>
              <w:ind w:left="200"/>
              <w:rPr>
                <w:b/>
                <w:sz w:val="24"/>
              </w:rPr>
            </w:pPr>
            <w:r>
              <w:rPr>
                <w:b/>
                <w:sz w:val="24"/>
              </w:rPr>
              <w:t>ГОЛОСУВАЛИ:</w:t>
            </w:r>
          </w:p>
        </w:tc>
        <w:tc>
          <w:tcPr>
            <w:tcW w:w="8030" w:type="dxa"/>
          </w:tcPr>
          <w:p w:rsidR="000A6A4E" w:rsidRDefault="000A6A4E" w:rsidP="007D28C2">
            <w:pPr>
              <w:pStyle w:val="BodyText"/>
              <w:ind w:left="200" w:right="483"/>
              <w:jc w:val="both"/>
            </w:pPr>
          </w:p>
          <w:p w:rsidR="000A6A4E" w:rsidRDefault="000A6A4E" w:rsidP="007D28C2">
            <w:pPr>
              <w:pStyle w:val="BodyText"/>
              <w:ind w:left="200" w:right="483"/>
              <w:jc w:val="both"/>
            </w:pPr>
          </w:p>
          <w:p w:rsidR="000A6A4E" w:rsidRPr="00CB57ED" w:rsidRDefault="000A6A4E" w:rsidP="007D28C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Tr="00C83F40">
        <w:trPr>
          <w:trHeight w:val="732"/>
        </w:trPr>
        <w:tc>
          <w:tcPr>
            <w:tcW w:w="2087" w:type="dxa"/>
          </w:tcPr>
          <w:p w:rsidR="000A6A4E" w:rsidRPr="00EA00CA" w:rsidRDefault="000A6A4E" w:rsidP="007D28C2">
            <w:pPr>
              <w:pStyle w:val="TableParagraph"/>
              <w:spacing w:before="132"/>
              <w:ind w:left="200"/>
              <w:rPr>
                <w:b/>
                <w:sz w:val="24"/>
              </w:rPr>
            </w:pPr>
            <w:r w:rsidRPr="00EA00CA">
              <w:rPr>
                <w:b/>
                <w:sz w:val="24"/>
              </w:rPr>
              <w:t>Слухали:</w:t>
            </w:r>
          </w:p>
          <w:p w:rsidR="000A6A4E" w:rsidRPr="00EA00CA" w:rsidRDefault="000A6A4E" w:rsidP="007D28C2">
            <w:pPr>
              <w:pStyle w:val="TableParagraph"/>
              <w:spacing w:before="132"/>
              <w:ind w:left="200"/>
              <w:rPr>
                <w:b/>
                <w:sz w:val="24"/>
              </w:rPr>
            </w:pPr>
            <w:r w:rsidRPr="00EA00CA">
              <w:rPr>
                <w:b/>
                <w:sz w:val="24"/>
              </w:rPr>
              <w:t>Гринчука Г.П</w:t>
            </w:r>
          </w:p>
        </w:tc>
        <w:tc>
          <w:tcPr>
            <w:tcW w:w="8030" w:type="dxa"/>
          </w:tcPr>
          <w:p w:rsidR="000A6A4E" w:rsidRPr="00EA00CA" w:rsidRDefault="000A6A4E" w:rsidP="007D28C2">
            <w:pPr>
              <w:pStyle w:val="TableParagraph"/>
              <w:spacing w:before="3" w:line="259" w:lineRule="exact"/>
              <w:ind w:left="359"/>
              <w:rPr>
                <w:sz w:val="24"/>
                <w:szCs w:val="24"/>
              </w:rPr>
            </w:pPr>
            <w:r w:rsidRPr="00EA00CA">
              <w:t>На</w:t>
            </w:r>
            <w:r w:rsidRPr="00EA00CA">
              <w:rPr>
                <w:spacing w:val="-18"/>
              </w:rPr>
              <w:t xml:space="preserve"> </w:t>
            </w:r>
            <w:r w:rsidRPr="00EA00CA">
              <w:t>розгляд</w:t>
            </w:r>
            <w:r w:rsidRPr="00EA00CA">
              <w:rPr>
                <w:spacing w:val="-17"/>
              </w:rPr>
              <w:t xml:space="preserve"> </w:t>
            </w:r>
            <w:r w:rsidRPr="00EA00CA">
              <w:t xml:space="preserve">комісії виносяться </w:t>
            </w:r>
            <w:r w:rsidRPr="00EA00CA">
              <w:rPr>
                <w:spacing w:val="-19"/>
              </w:rPr>
              <w:t xml:space="preserve"> </w:t>
            </w:r>
            <w:r w:rsidRPr="00EA00CA">
              <w:t>питання «</w:t>
            </w:r>
            <w:r w:rsidRPr="00EA00CA">
              <w:rPr>
                <w:sz w:val="24"/>
                <w:szCs w:val="24"/>
                <w:bdr w:val="none" w:sz="0" w:space="0" w:color="auto" w:frame="1"/>
                <w:shd w:val="clear" w:color="auto" w:fill="FFFFFF"/>
              </w:rPr>
              <w:t>Про розірвання договорів оренди землі»</w:t>
            </w:r>
            <w:r w:rsidRPr="00EA00CA">
              <w:rPr>
                <w:sz w:val="24"/>
                <w:szCs w:val="24"/>
              </w:rPr>
              <w:br/>
            </w:r>
            <w:r w:rsidRPr="00EA00CA">
              <w:rPr>
                <w:sz w:val="24"/>
                <w:szCs w:val="24"/>
              </w:rPr>
              <w:br/>
            </w:r>
            <w:r w:rsidRPr="00EA00CA">
              <w:rPr>
                <w:sz w:val="24"/>
                <w:szCs w:val="24"/>
              </w:rPr>
              <w:br/>
            </w:r>
            <w:r w:rsidRPr="00EA00CA">
              <w:rPr>
                <w:sz w:val="24"/>
                <w:szCs w:val="24"/>
              </w:rPr>
              <w:br/>
            </w:r>
          </w:p>
        </w:tc>
      </w:tr>
      <w:tr w:rsidR="000A6A4E" w:rsidTr="00C83F40">
        <w:trPr>
          <w:trHeight w:val="732"/>
        </w:trPr>
        <w:tc>
          <w:tcPr>
            <w:tcW w:w="2087" w:type="dxa"/>
          </w:tcPr>
          <w:p w:rsidR="000A6A4E" w:rsidRPr="00EA00CA" w:rsidRDefault="000A6A4E" w:rsidP="007D28C2">
            <w:pPr>
              <w:pStyle w:val="TableParagraph"/>
              <w:spacing w:before="135" w:line="275" w:lineRule="exact"/>
              <w:ind w:left="200"/>
              <w:rPr>
                <w:b/>
                <w:sz w:val="24"/>
              </w:rPr>
            </w:pPr>
            <w:r w:rsidRPr="00EA00CA">
              <w:rPr>
                <w:b/>
                <w:sz w:val="24"/>
              </w:rPr>
              <w:t>ВИСТУПИЛИ:</w:t>
            </w:r>
          </w:p>
          <w:p w:rsidR="000A6A4E" w:rsidRPr="00EA00CA" w:rsidRDefault="000A6A4E" w:rsidP="007D28C2">
            <w:pPr>
              <w:pStyle w:val="TableParagraph"/>
              <w:ind w:left="200" w:right="52"/>
              <w:rPr>
                <w:sz w:val="24"/>
              </w:rPr>
            </w:pPr>
            <w:r w:rsidRPr="00EA00CA">
              <w:rPr>
                <w:b/>
                <w:sz w:val="24"/>
              </w:rPr>
              <w:t>Миколайчук І.О.</w:t>
            </w:r>
          </w:p>
        </w:tc>
        <w:tc>
          <w:tcPr>
            <w:tcW w:w="8030" w:type="dxa"/>
          </w:tcPr>
          <w:p w:rsidR="000A6A4E" w:rsidRPr="00EA00CA" w:rsidRDefault="000A6A4E" w:rsidP="007D28C2">
            <w:pPr>
              <w:pStyle w:val="TableParagraph"/>
              <w:jc w:val="both"/>
              <w:rPr>
                <w:sz w:val="24"/>
                <w:szCs w:val="24"/>
              </w:rPr>
            </w:pPr>
            <w:r w:rsidRPr="00EA00C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EA00CA">
              <w:rPr>
                <w:sz w:val="24"/>
                <w:szCs w:val="24"/>
                <w:bdr w:val="none" w:sz="0" w:space="0" w:color="auto" w:frame="1"/>
                <w:shd w:val="clear" w:color="auto" w:fill="FFFFFF"/>
              </w:rPr>
              <w:t>Про розірвання договорів оренди земл</w:t>
            </w:r>
            <w:r>
              <w:rPr>
                <w:sz w:val="24"/>
                <w:szCs w:val="24"/>
                <w:bdr w:val="none" w:sz="0" w:space="0" w:color="auto" w:frame="1"/>
                <w:shd w:val="clear" w:color="auto" w:fill="FFFFFF"/>
              </w:rPr>
              <w:t>і</w:t>
            </w:r>
            <w:r w:rsidRPr="00EA00CA">
              <w:rPr>
                <w:sz w:val="24"/>
                <w:szCs w:val="24"/>
                <w:bdr w:val="none" w:sz="0" w:space="0" w:color="auto" w:frame="1"/>
                <w:shd w:val="clear" w:color="auto" w:fill="FFFFFF"/>
              </w:rPr>
              <w:t>»</w:t>
            </w:r>
          </w:p>
        </w:tc>
      </w:tr>
      <w:tr w:rsidR="000A6A4E" w:rsidTr="00C83F40">
        <w:trPr>
          <w:trHeight w:val="732"/>
        </w:trPr>
        <w:tc>
          <w:tcPr>
            <w:tcW w:w="2087" w:type="dxa"/>
          </w:tcPr>
          <w:p w:rsidR="000A6A4E" w:rsidRPr="00EA00CA" w:rsidRDefault="000A6A4E" w:rsidP="007D28C2">
            <w:pPr>
              <w:pStyle w:val="TableParagraph"/>
              <w:spacing w:before="132"/>
              <w:ind w:left="200"/>
              <w:rPr>
                <w:b/>
                <w:sz w:val="24"/>
              </w:rPr>
            </w:pPr>
            <w:r w:rsidRPr="00EA00CA">
              <w:rPr>
                <w:b/>
                <w:sz w:val="24"/>
              </w:rPr>
              <w:t>ВИРІШИЛИ:</w:t>
            </w:r>
          </w:p>
          <w:p w:rsidR="000A6A4E" w:rsidRPr="00EA00CA" w:rsidRDefault="000A6A4E" w:rsidP="007D28C2"/>
        </w:tc>
        <w:tc>
          <w:tcPr>
            <w:tcW w:w="8030" w:type="dxa"/>
          </w:tcPr>
          <w:p w:rsidR="000A6A4E" w:rsidRPr="00EA00CA" w:rsidRDefault="000A6A4E" w:rsidP="007D28C2">
            <w:pPr>
              <w:ind w:left="110" w:firstLine="220"/>
              <w:rPr>
                <w:sz w:val="24"/>
                <w:szCs w:val="24"/>
                <w:lang w:eastAsia="ru-RU"/>
              </w:rPr>
            </w:pPr>
            <w:r w:rsidRPr="00EA00CA">
              <w:rPr>
                <w:sz w:val="24"/>
                <w:szCs w:val="24"/>
              </w:rPr>
              <w:t xml:space="preserve">Підтримати проект рішення </w:t>
            </w:r>
            <w:r>
              <w:rPr>
                <w:sz w:val="24"/>
                <w:szCs w:val="24"/>
                <w:lang w:val="en-US"/>
              </w:rPr>
              <w:t>V</w:t>
            </w:r>
            <w:r w:rsidRPr="00EA00CA">
              <w:rPr>
                <w:sz w:val="24"/>
                <w:szCs w:val="24"/>
              </w:rPr>
              <w:t xml:space="preserve"> сесії селищної ради </w:t>
            </w:r>
            <w:r w:rsidRPr="00EA00CA">
              <w:rPr>
                <w:sz w:val="24"/>
                <w:szCs w:val="24"/>
                <w:shd w:val="clear" w:color="auto" w:fill="FFFFFF"/>
                <w:lang w:eastAsia="en-US"/>
              </w:rPr>
              <w:t xml:space="preserve">VIIІ              </w:t>
            </w:r>
            <w:r w:rsidRPr="00EA00CA">
              <w:rPr>
                <w:sz w:val="24"/>
                <w:szCs w:val="24"/>
                <w:lang w:eastAsia="ru-RU"/>
              </w:rPr>
              <w:t xml:space="preserve">              скликання від 28 січня 2021 року а саме:</w:t>
            </w:r>
          </w:p>
          <w:p w:rsidR="000A6A4E" w:rsidRPr="00EA00CA" w:rsidRDefault="000A6A4E" w:rsidP="007D28C2">
            <w:pPr>
              <w:pStyle w:val="TableParagraph"/>
              <w:spacing w:line="263" w:lineRule="exact"/>
              <w:ind w:left="110" w:firstLine="110"/>
              <w:jc w:val="both"/>
              <w:rPr>
                <w:sz w:val="24"/>
              </w:rPr>
            </w:pPr>
            <w:r w:rsidRPr="00EA00CA">
              <w:rPr>
                <w:sz w:val="24"/>
                <w:szCs w:val="24"/>
                <w:bdr w:val="none" w:sz="0" w:space="0" w:color="auto" w:frame="1"/>
              </w:rPr>
              <w:t>«</w:t>
            </w:r>
            <w:r w:rsidRPr="00EA00CA">
              <w:rPr>
                <w:sz w:val="24"/>
                <w:szCs w:val="24"/>
                <w:bdr w:val="none" w:sz="0" w:space="0" w:color="auto" w:frame="1"/>
                <w:shd w:val="clear" w:color="auto" w:fill="FFFFFF"/>
              </w:rPr>
              <w:t>Про розірвання договорів оренди земл</w:t>
            </w:r>
            <w:r>
              <w:rPr>
                <w:sz w:val="24"/>
                <w:szCs w:val="24"/>
                <w:bdr w:val="none" w:sz="0" w:space="0" w:color="auto" w:frame="1"/>
                <w:shd w:val="clear" w:color="auto" w:fill="FFFFFF"/>
              </w:rPr>
              <w:t>і</w:t>
            </w:r>
            <w:r w:rsidRPr="00EA00CA">
              <w:rPr>
                <w:sz w:val="24"/>
                <w:szCs w:val="24"/>
                <w:bdr w:val="none" w:sz="0" w:space="0" w:color="auto" w:frame="1"/>
              </w:rPr>
              <w:t>».</w:t>
            </w:r>
          </w:p>
        </w:tc>
      </w:tr>
      <w:tr w:rsidR="000A6A4E" w:rsidTr="00C83F40">
        <w:trPr>
          <w:trHeight w:val="732"/>
        </w:trPr>
        <w:tc>
          <w:tcPr>
            <w:tcW w:w="2087" w:type="dxa"/>
          </w:tcPr>
          <w:p w:rsidR="000A6A4E" w:rsidRDefault="000A6A4E" w:rsidP="007D28C2">
            <w:pPr>
              <w:pStyle w:val="TableParagraph"/>
              <w:spacing w:before="132"/>
              <w:ind w:left="200"/>
              <w:rPr>
                <w:b/>
                <w:sz w:val="24"/>
              </w:rPr>
            </w:pPr>
          </w:p>
          <w:p w:rsidR="000A6A4E" w:rsidRDefault="000A6A4E" w:rsidP="007D28C2">
            <w:pPr>
              <w:pStyle w:val="TableParagraph"/>
              <w:spacing w:before="132"/>
              <w:ind w:left="200"/>
              <w:rPr>
                <w:b/>
                <w:sz w:val="24"/>
              </w:rPr>
            </w:pPr>
            <w:r>
              <w:rPr>
                <w:b/>
                <w:sz w:val="24"/>
              </w:rPr>
              <w:t>ГОЛОСУВАЛИ:</w:t>
            </w:r>
          </w:p>
        </w:tc>
        <w:tc>
          <w:tcPr>
            <w:tcW w:w="8030" w:type="dxa"/>
          </w:tcPr>
          <w:p w:rsidR="000A6A4E" w:rsidRDefault="000A6A4E" w:rsidP="007D28C2">
            <w:pPr>
              <w:pStyle w:val="BodyText"/>
              <w:ind w:left="200" w:right="483"/>
              <w:jc w:val="both"/>
            </w:pPr>
          </w:p>
          <w:p w:rsidR="000A6A4E" w:rsidRDefault="000A6A4E" w:rsidP="007D28C2">
            <w:pPr>
              <w:pStyle w:val="BodyText"/>
              <w:ind w:left="200" w:right="483"/>
              <w:jc w:val="both"/>
            </w:pPr>
          </w:p>
          <w:p w:rsidR="000A6A4E" w:rsidRPr="00CB57ED" w:rsidRDefault="000A6A4E" w:rsidP="007D28C2">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bl>
    <w:p w:rsidR="000A6A4E" w:rsidRDefault="000A6A4E" w:rsidP="005B0DBB">
      <w:pPr>
        <w:pStyle w:val="BodyText"/>
        <w:rPr>
          <w:sz w:val="20"/>
        </w:rPr>
      </w:pPr>
    </w:p>
    <w:p w:rsidR="000A6A4E" w:rsidRDefault="000A6A4E" w:rsidP="005B0DBB">
      <w:pPr>
        <w:pStyle w:val="BodyText"/>
        <w:tabs>
          <w:tab w:val="left" w:pos="4708"/>
          <w:tab w:val="left" w:pos="7988"/>
        </w:tabs>
        <w:spacing w:before="90"/>
        <w:ind w:left="200"/>
      </w:pPr>
      <w:r>
        <w:t xml:space="preserve"> Голова</w:t>
      </w:r>
      <w:r>
        <w:rPr>
          <w:spacing w:val="-2"/>
        </w:rPr>
        <w:t xml:space="preserve"> </w:t>
      </w:r>
      <w:r>
        <w:t>комісії</w:t>
      </w:r>
      <w:r>
        <w:tab/>
        <w:t xml:space="preserve">                        Г. ГРИНЧУК</w:t>
      </w:r>
    </w:p>
    <w:p w:rsidR="000A6A4E" w:rsidRDefault="000A6A4E" w:rsidP="005B0DBB">
      <w:pPr>
        <w:pStyle w:val="BodyText"/>
        <w:rPr>
          <w:sz w:val="26"/>
        </w:rPr>
      </w:pPr>
    </w:p>
    <w:p w:rsidR="000A6A4E" w:rsidRDefault="000A6A4E" w:rsidP="005B0DBB">
      <w:pPr>
        <w:pStyle w:val="BodyText"/>
        <w:tabs>
          <w:tab w:val="left" w:pos="7988"/>
        </w:tabs>
        <w:ind w:left="200"/>
        <w:rPr>
          <w:sz w:val="26"/>
        </w:rPr>
      </w:pPr>
    </w:p>
    <w:p w:rsidR="000A6A4E" w:rsidRDefault="000A6A4E" w:rsidP="005B0DBB">
      <w:pPr>
        <w:pStyle w:val="BodyText"/>
        <w:tabs>
          <w:tab w:val="left" w:pos="7988"/>
        </w:tabs>
      </w:pPr>
      <w:r>
        <w:t xml:space="preserve">    Секретар комісії                                                                       В.ФУРМАН</w:t>
      </w:r>
      <w:r>
        <w:tab/>
      </w:r>
    </w:p>
    <w:p w:rsidR="000A6A4E" w:rsidRDefault="000A6A4E" w:rsidP="005B0DBB">
      <w:pPr>
        <w:tabs>
          <w:tab w:val="left" w:pos="4145"/>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5B0DBB">
      <w:pPr>
        <w:tabs>
          <w:tab w:val="left" w:pos="4320"/>
        </w:tabs>
      </w:pPr>
    </w:p>
    <w:p w:rsidR="000A6A4E" w:rsidRDefault="000A6A4E" w:rsidP="00B34AC9">
      <w:pPr>
        <w:pStyle w:val="Heading1"/>
        <w:spacing w:before="71"/>
      </w:pPr>
      <w:r>
        <w:t>ПРОТОКОЛ №4</w:t>
      </w:r>
    </w:p>
    <w:p w:rsidR="000A6A4E" w:rsidRDefault="000A6A4E" w:rsidP="00B34AC9">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B34AC9">
      <w:pPr>
        <w:spacing w:before="5" w:line="237" w:lineRule="auto"/>
        <w:ind w:left="262" w:right="550"/>
        <w:jc w:val="center"/>
        <w:rPr>
          <w:b/>
          <w:sz w:val="24"/>
        </w:rPr>
      </w:pPr>
      <w:r>
        <w:rPr>
          <w:b/>
          <w:sz w:val="24"/>
        </w:rPr>
        <w:t>планування території та містобудування</w:t>
      </w:r>
    </w:p>
    <w:p w:rsidR="000A6A4E" w:rsidRDefault="000A6A4E" w:rsidP="00B34AC9">
      <w:pPr>
        <w:tabs>
          <w:tab w:val="right" w:pos="9491"/>
        </w:tabs>
        <w:spacing w:before="273"/>
        <w:ind w:left="200"/>
        <w:rPr>
          <w:i/>
          <w:sz w:val="24"/>
        </w:rPr>
      </w:pPr>
      <w:r>
        <w:rPr>
          <w:i/>
          <w:sz w:val="24"/>
        </w:rPr>
        <w:t>25лютого 2021</w:t>
      </w:r>
      <w:r>
        <w:rPr>
          <w:i/>
          <w:spacing w:val="2"/>
          <w:sz w:val="24"/>
        </w:rPr>
        <w:t xml:space="preserve"> </w:t>
      </w:r>
      <w:r>
        <w:rPr>
          <w:i/>
          <w:sz w:val="24"/>
        </w:rPr>
        <w:t>року</w:t>
      </w:r>
      <w:r>
        <w:rPr>
          <w:i/>
          <w:sz w:val="24"/>
        </w:rPr>
        <w:tab/>
        <w:t>09.00</w:t>
      </w:r>
    </w:p>
    <w:p w:rsidR="000A6A4E" w:rsidRDefault="000A6A4E" w:rsidP="00B34AC9">
      <w:pPr>
        <w:tabs>
          <w:tab w:val="right" w:pos="9491"/>
        </w:tabs>
        <w:spacing w:before="273"/>
        <w:ind w:left="200"/>
        <w:rPr>
          <w:i/>
          <w:sz w:val="24"/>
        </w:rPr>
      </w:pPr>
    </w:p>
    <w:p w:rsidR="000A6A4E" w:rsidRDefault="000A6A4E" w:rsidP="00B34AC9">
      <w:pPr>
        <w:pStyle w:val="Heading2"/>
        <w:spacing w:line="242" w:lineRule="auto"/>
        <w:ind w:right="6779"/>
        <w:rPr>
          <w:b w:val="0"/>
        </w:rPr>
      </w:pPr>
      <w:r>
        <w:t xml:space="preserve">Всього членів комісії – </w:t>
      </w:r>
      <w:r w:rsidRPr="00FA0114">
        <w:rPr>
          <w:b w:val="0"/>
          <w:i w:val="0"/>
        </w:rPr>
        <w:t>5 чол</w:t>
      </w:r>
      <w:r w:rsidRPr="00FA0114">
        <w:rPr>
          <w:b w:val="0"/>
        </w:rPr>
        <w:t>.</w:t>
      </w:r>
    </w:p>
    <w:p w:rsidR="000A6A4E" w:rsidRDefault="000A6A4E" w:rsidP="00B34AC9">
      <w:pPr>
        <w:pStyle w:val="Heading2"/>
        <w:spacing w:line="242" w:lineRule="auto"/>
        <w:ind w:right="6779"/>
      </w:pPr>
    </w:p>
    <w:p w:rsidR="000A6A4E" w:rsidRDefault="000A6A4E" w:rsidP="00B34AC9">
      <w:pPr>
        <w:pStyle w:val="BodyText"/>
        <w:spacing w:line="266" w:lineRule="exact"/>
        <w:ind w:left="200"/>
      </w:pPr>
      <w:r>
        <w:rPr>
          <w:b/>
          <w:i/>
        </w:rPr>
        <w:t xml:space="preserve">Присутні: </w:t>
      </w:r>
      <w:r>
        <w:t>Гринчук Г. П., Дудчак М.М., Фурман В.А.,Тарчинський В.В.</w:t>
      </w:r>
    </w:p>
    <w:p w:rsidR="000A6A4E" w:rsidRPr="00FA0114" w:rsidRDefault="000A6A4E" w:rsidP="00B34AC9">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B34AC9">
      <w:pPr>
        <w:pStyle w:val="BodyText"/>
        <w:spacing w:line="272" w:lineRule="exact"/>
        <w:ind w:left="200"/>
      </w:pPr>
      <w:r>
        <w:rPr>
          <w:b/>
          <w:i/>
        </w:rPr>
        <w:t xml:space="preserve">Запрошені: </w:t>
      </w:r>
      <w:r>
        <w:t>Р.Садлій – перший заступник Новоушицького селищного голови, О. Манюк директор лісомисливського підприємства «Поділя», І.Миколайчук, спеціаліст відділу комунальної власності, житлова комунального господарства, благоустрою, зовнішньої реклами, охорони навколишнього природного середовища, інфраструктури та земельних відносин</w:t>
      </w:r>
    </w:p>
    <w:p w:rsidR="000A6A4E" w:rsidRDefault="000A6A4E" w:rsidP="00B34AC9">
      <w:pPr>
        <w:pStyle w:val="BodyText"/>
        <w:spacing w:before="161"/>
        <w:ind w:left="262" w:right="550"/>
        <w:jc w:val="center"/>
        <w:rPr>
          <w:b/>
        </w:rPr>
      </w:pPr>
      <w:r w:rsidRPr="00267851">
        <w:rPr>
          <w:b/>
        </w:rPr>
        <w:t>ПОРЯДОК ДЕННИЙ</w:t>
      </w:r>
    </w:p>
    <w:p w:rsidR="000A6A4E" w:rsidRDefault="000A6A4E" w:rsidP="00B34AC9">
      <w:pPr>
        <w:pStyle w:val="BodyText"/>
        <w:spacing w:before="161"/>
        <w:ind w:left="262" w:right="550"/>
      </w:pPr>
      <w:r w:rsidRPr="00B34AC9">
        <w:t>1.</w:t>
      </w:r>
      <w:r>
        <w:t xml:space="preserve"> </w:t>
      </w:r>
      <w:r w:rsidRPr="00B34AC9">
        <w:t>Про звіт директора Новоушицького спеціалізованого лісомисливського підприємства</w:t>
      </w:r>
      <w:r>
        <w:t xml:space="preserve"> «Поділя» за 2020 рік.</w:t>
      </w:r>
    </w:p>
    <w:p w:rsidR="000A6A4E" w:rsidRDefault="000A6A4E" w:rsidP="00B34AC9">
      <w:pPr>
        <w:pStyle w:val="BodyText"/>
        <w:spacing w:before="161"/>
        <w:ind w:left="262" w:right="550"/>
      </w:pPr>
      <w:r>
        <w:t>2. Про погодження виготовлення технічної документації із землеустрою щодо поділу земельної ділянки.</w:t>
      </w:r>
    </w:p>
    <w:p w:rsidR="000A6A4E" w:rsidRPr="00B34AC9" w:rsidRDefault="000A6A4E" w:rsidP="00B34AC9">
      <w:pPr>
        <w:pStyle w:val="BodyText"/>
        <w:spacing w:before="161"/>
        <w:ind w:left="262" w:right="550"/>
      </w:pPr>
      <w:r>
        <w:t>3. Про надання дозволу на виготовлення проекту землеустрою щодо відведення земельної ділянки в постійне користування.</w:t>
      </w:r>
    </w:p>
    <w:p w:rsidR="000A6A4E" w:rsidRPr="00B34AC9" w:rsidRDefault="000A6A4E" w:rsidP="00B34AC9">
      <w:pPr>
        <w:pStyle w:val="BodyText"/>
        <w:spacing w:before="11"/>
      </w:pPr>
    </w:p>
    <w:p w:rsidR="000A6A4E" w:rsidRDefault="000A6A4E" w:rsidP="00B34AC9">
      <w:pPr>
        <w:pStyle w:val="BodyText"/>
        <w:ind w:right="483"/>
        <w:jc w:val="both"/>
        <w:rPr>
          <w:sz w:val="15"/>
        </w:rPr>
      </w:pPr>
    </w:p>
    <w:tbl>
      <w:tblPr>
        <w:tblW w:w="10230" w:type="dxa"/>
        <w:tblLayout w:type="fixed"/>
        <w:tblCellMar>
          <w:left w:w="0" w:type="dxa"/>
          <w:right w:w="0" w:type="dxa"/>
        </w:tblCellMar>
        <w:tblLook w:val="01E0"/>
      </w:tblPr>
      <w:tblGrid>
        <w:gridCol w:w="2200"/>
        <w:gridCol w:w="8030"/>
      </w:tblGrid>
      <w:tr w:rsidR="000A6A4E" w:rsidTr="00A444A5">
        <w:trPr>
          <w:trHeight w:val="1347"/>
        </w:trPr>
        <w:tc>
          <w:tcPr>
            <w:tcW w:w="2200" w:type="dxa"/>
          </w:tcPr>
          <w:p w:rsidR="000A6A4E" w:rsidRPr="000D243F" w:rsidRDefault="000A6A4E" w:rsidP="005C6231">
            <w:pPr>
              <w:pStyle w:val="TableParagraph"/>
              <w:spacing w:line="262" w:lineRule="exact"/>
              <w:ind w:left="200"/>
              <w:rPr>
                <w:b/>
                <w:sz w:val="24"/>
              </w:rPr>
            </w:pPr>
            <w:r w:rsidRPr="000D243F">
              <w:rPr>
                <w:b/>
                <w:sz w:val="24"/>
              </w:rPr>
              <w:t xml:space="preserve"> </w:t>
            </w:r>
            <w:r>
              <w:rPr>
                <w:b/>
                <w:sz w:val="24"/>
              </w:rPr>
              <w:t xml:space="preserve">1. </w:t>
            </w:r>
            <w:r w:rsidRPr="000D243F">
              <w:rPr>
                <w:b/>
                <w:sz w:val="24"/>
              </w:rPr>
              <w:t>СЛУХАЛИ:</w:t>
            </w:r>
          </w:p>
          <w:p w:rsidR="000A6A4E" w:rsidRPr="000D243F" w:rsidRDefault="000A6A4E" w:rsidP="005C6231">
            <w:pPr>
              <w:pStyle w:val="TableParagraph"/>
              <w:spacing w:line="272" w:lineRule="exact"/>
              <w:ind w:left="200"/>
              <w:rPr>
                <w:sz w:val="24"/>
              </w:rPr>
            </w:pPr>
            <w:r w:rsidRPr="00AD2122">
              <w:rPr>
                <w:b/>
                <w:sz w:val="24"/>
              </w:rPr>
              <w:t xml:space="preserve">  Гринчука Г.П</w:t>
            </w:r>
            <w:r>
              <w:rPr>
                <w:sz w:val="24"/>
              </w:rPr>
              <w:t>.</w:t>
            </w:r>
          </w:p>
        </w:tc>
        <w:tc>
          <w:tcPr>
            <w:tcW w:w="8030" w:type="dxa"/>
          </w:tcPr>
          <w:p w:rsidR="000A6A4E" w:rsidRDefault="000A6A4E" w:rsidP="005C6231">
            <w:pPr>
              <w:pStyle w:val="BodyText"/>
              <w:ind w:left="200" w:right="483"/>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w:t>
            </w:r>
            <w:r w:rsidRPr="006438B0">
              <w:t xml:space="preserve">ться </w:t>
            </w:r>
            <w:r w:rsidRPr="006438B0">
              <w:rPr>
                <w:spacing w:val="-19"/>
              </w:rPr>
              <w:t xml:space="preserve"> </w:t>
            </w:r>
            <w:r>
              <w:t>звіт директора лісомисливського підприємства «Поділля» О.Манюка за 2020 рік:</w:t>
            </w:r>
          </w:p>
          <w:p w:rsidR="000A6A4E" w:rsidRDefault="000A6A4E" w:rsidP="00BB57D8"/>
          <w:p w:rsidR="000A6A4E" w:rsidRPr="00BB57D8" w:rsidRDefault="000A6A4E" w:rsidP="00BB57D8">
            <w:pPr>
              <w:tabs>
                <w:tab w:val="left" w:pos="1052"/>
              </w:tabs>
            </w:pPr>
            <w:r>
              <w:tab/>
            </w:r>
          </w:p>
        </w:tc>
      </w:tr>
      <w:tr w:rsidR="000A6A4E" w:rsidTr="00A444A5">
        <w:trPr>
          <w:trHeight w:val="1941"/>
        </w:trPr>
        <w:tc>
          <w:tcPr>
            <w:tcW w:w="2200" w:type="dxa"/>
          </w:tcPr>
          <w:p w:rsidR="000A6A4E" w:rsidRDefault="000A6A4E" w:rsidP="005C6231">
            <w:pPr>
              <w:pStyle w:val="TableParagraph"/>
              <w:spacing w:before="135" w:line="275" w:lineRule="exact"/>
              <w:ind w:left="200"/>
              <w:rPr>
                <w:b/>
                <w:sz w:val="24"/>
              </w:rPr>
            </w:pPr>
            <w:r>
              <w:rPr>
                <w:b/>
                <w:sz w:val="24"/>
              </w:rPr>
              <w:t>ЗАСЛУХАЛИ</w:t>
            </w:r>
            <w:r w:rsidRPr="000D243F">
              <w:rPr>
                <w:b/>
                <w:sz w:val="24"/>
              </w:rPr>
              <w:t>:</w:t>
            </w:r>
          </w:p>
          <w:p w:rsidR="000A6A4E" w:rsidRPr="000D243F" w:rsidRDefault="000A6A4E" w:rsidP="005C6231">
            <w:pPr>
              <w:pStyle w:val="TableParagraph"/>
              <w:ind w:left="200" w:right="52"/>
              <w:rPr>
                <w:sz w:val="24"/>
              </w:rPr>
            </w:pPr>
            <w:r>
              <w:rPr>
                <w:b/>
                <w:sz w:val="24"/>
              </w:rPr>
              <w:t>Манюка О.В.</w:t>
            </w:r>
          </w:p>
        </w:tc>
        <w:tc>
          <w:tcPr>
            <w:tcW w:w="8030" w:type="dxa"/>
          </w:tcPr>
          <w:p w:rsidR="000A6A4E" w:rsidRPr="006438B0" w:rsidRDefault="000A6A4E" w:rsidP="005C6231">
            <w:pPr>
              <w:pStyle w:val="TableParagraph"/>
              <w:rPr>
                <w:sz w:val="24"/>
                <w:szCs w:val="24"/>
              </w:rPr>
            </w:pPr>
            <w:r>
              <w:rPr>
                <w:sz w:val="24"/>
                <w:szCs w:val="24"/>
              </w:rPr>
              <w:t>Звіт директора лісомисливського підприємства «Поділля» за 2020 рік О.Манюка.</w:t>
            </w:r>
            <w:r w:rsidRPr="005B0DBB">
              <w:rPr>
                <w:sz w:val="24"/>
                <w:szCs w:val="24"/>
              </w:rPr>
              <w:br/>
            </w:r>
          </w:p>
        </w:tc>
      </w:tr>
      <w:tr w:rsidR="000A6A4E" w:rsidTr="00A444A5">
        <w:trPr>
          <w:trHeight w:val="411"/>
        </w:trPr>
        <w:tc>
          <w:tcPr>
            <w:tcW w:w="2200" w:type="dxa"/>
          </w:tcPr>
          <w:p w:rsidR="000A6A4E" w:rsidRPr="000D243F" w:rsidRDefault="000A6A4E" w:rsidP="00A444A5">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A444A5" w:rsidRDefault="000A6A4E" w:rsidP="005C6231">
            <w:pPr>
              <w:pStyle w:val="TableParagraph"/>
              <w:spacing w:line="263" w:lineRule="exact"/>
              <w:ind w:left="359"/>
              <w:jc w:val="both"/>
              <w:rPr>
                <w:sz w:val="24"/>
              </w:rPr>
            </w:pPr>
            <w:r>
              <w:rPr>
                <w:sz w:val="24"/>
              </w:rPr>
              <w:t xml:space="preserve">Взяти до відома </w:t>
            </w:r>
            <w:r w:rsidRPr="00A444A5">
              <w:rPr>
                <w:sz w:val="24"/>
              </w:rPr>
              <w:t xml:space="preserve">звіт директора лісомисливського підприємства  </w:t>
            </w:r>
            <w:r>
              <w:rPr>
                <w:sz w:val="24"/>
              </w:rPr>
              <w:t xml:space="preserve"> «</w:t>
            </w:r>
            <w:r w:rsidRPr="00A444A5">
              <w:rPr>
                <w:sz w:val="24"/>
              </w:rPr>
              <w:t>Поділля» О.</w:t>
            </w:r>
            <w:r>
              <w:rPr>
                <w:sz w:val="24"/>
              </w:rPr>
              <w:t xml:space="preserve"> </w:t>
            </w:r>
            <w:r w:rsidRPr="00A444A5">
              <w:rPr>
                <w:sz w:val="24"/>
              </w:rPr>
              <w:t>Манюка за 2020 рік</w:t>
            </w:r>
          </w:p>
        </w:tc>
      </w:tr>
      <w:tr w:rsidR="000A6A4E" w:rsidTr="00A444A5">
        <w:trPr>
          <w:trHeight w:val="1657"/>
        </w:trPr>
        <w:tc>
          <w:tcPr>
            <w:tcW w:w="2200" w:type="dxa"/>
          </w:tcPr>
          <w:p w:rsidR="000A6A4E" w:rsidRDefault="000A6A4E" w:rsidP="005C6231">
            <w:pPr>
              <w:pStyle w:val="TableParagraph"/>
              <w:spacing w:before="132"/>
              <w:ind w:left="200"/>
              <w:rPr>
                <w:b/>
                <w:sz w:val="24"/>
              </w:rPr>
            </w:pPr>
          </w:p>
          <w:p w:rsidR="000A6A4E" w:rsidRDefault="000A6A4E" w:rsidP="005C6231">
            <w:pPr>
              <w:pStyle w:val="TableParagraph"/>
              <w:spacing w:before="132"/>
              <w:ind w:left="200"/>
              <w:rPr>
                <w:b/>
                <w:sz w:val="24"/>
              </w:rPr>
            </w:pPr>
            <w:r>
              <w:rPr>
                <w:b/>
                <w:sz w:val="24"/>
              </w:rPr>
              <w:t>ГОЛОСУВАЛИ:</w:t>
            </w:r>
          </w:p>
        </w:tc>
        <w:tc>
          <w:tcPr>
            <w:tcW w:w="8030" w:type="dxa"/>
          </w:tcPr>
          <w:p w:rsidR="000A6A4E" w:rsidRDefault="000A6A4E" w:rsidP="005C6231">
            <w:pPr>
              <w:pStyle w:val="BodyText"/>
              <w:ind w:left="200" w:right="483"/>
              <w:jc w:val="both"/>
            </w:pPr>
          </w:p>
          <w:p w:rsidR="000A6A4E" w:rsidRDefault="000A6A4E" w:rsidP="005C6231">
            <w:pPr>
              <w:pStyle w:val="BodyText"/>
              <w:ind w:left="200" w:right="483"/>
              <w:jc w:val="both"/>
            </w:pPr>
          </w:p>
          <w:p w:rsidR="000A6A4E" w:rsidRPr="00CB57ED" w:rsidRDefault="000A6A4E" w:rsidP="005C623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A444A5">
        <w:trPr>
          <w:trHeight w:val="1657"/>
        </w:trPr>
        <w:tc>
          <w:tcPr>
            <w:tcW w:w="2200" w:type="dxa"/>
          </w:tcPr>
          <w:p w:rsidR="000A6A4E" w:rsidRDefault="000A6A4E" w:rsidP="005C6231">
            <w:pPr>
              <w:pStyle w:val="TableParagraph"/>
              <w:spacing w:before="132"/>
              <w:ind w:left="200"/>
              <w:rPr>
                <w:b/>
                <w:sz w:val="24"/>
              </w:rPr>
            </w:pPr>
            <w:r>
              <w:rPr>
                <w:b/>
                <w:sz w:val="24"/>
              </w:rPr>
              <w:t>Слухали:</w:t>
            </w:r>
          </w:p>
          <w:p w:rsidR="000A6A4E" w:rsidRDefault="000A6A4E" w:rsidP="005C6231">
            <w:pPr>
              <w:pStyle w:val="TableParagraph"/>
              <w:spacing w:before="132"/>
              <w:ind w:left="200"/>
              <w:rPr>
                <w:b/>
                <w:sz w:val="24"/>
              </w:rPr>
            </w:pPr>
            <w:r w:rsidRPr="00AD2122">
              <w:rPr>
                <w:b/>
                <w:sz w:val="24"/>
              </w:rPr>
              <w:t>Гринчука Г.П</w:t>
            </w:r>
          </w:p>
        </w:tc>
        <w:tc>
          <w:tcPr>
            <w:tcW w:w="8030" w:type="dxa"/>
          </w:tcPr>
          <w:p w:rsidR="000A6A4E" w:rsidRPr="00852092" w:rsidRDefault="000A6A4E" w:rsidP="005C6231">
            <w:pPr>
              <w:pStyle w:val="TableParagraph"/>
              <w:spacing w:before="3" w:line="259" w:lineRule="exact"/>
              <w:ind w:left="359"/>
              <w:jc w:val="both"/>
              <w:rPr>
                <w:sz w:val="24"/>
                <w:szCs w:val="24"/>
              </w:rPr>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«Про погодження виготовлення технічної документації із землеустрою щодо поділу земельної ділянки».</w:t>
            </w:r>
          </w:p>
        </w:tc>
      </w:tr>
      <w:tr w:rsidR="000A6A4E" w:rsidTr="00A444A5">
        <w:trPr>
          <w:trHeight w:val="1657"/>
        </w:trPr>
        <w:tc>
          <w:tcPr>
            <w:tcW w:w="2200" w:type="dxa"/>
          </w:tcPr>
          <w:p w:rsidR="000A6A4E" w:rsidRPr="00EA00CA" w:rsidRDefault="000A6A4E" w:rsidP="00AE3927">
            <w:pPr>
              <w:pStyle w:val="TableParagraph"/>
              <w:spacing w:before="135" w:line="275" w:lineRule="exact"/>
              <w:ind w:left="200"/>
              <w:rPr>
                <w:b/>
                <w:sz w:val="24"/>
              </w:rPr>
            </w:pPr>
            <w:r w:rsidRPr="00EA00CA">
              <w:rPr>
                <w:b/>
                <w:sz w:val="24"/>
              </w:rPr>
              <w:t>ВИСТУПИЛИ:</w:t>
            </w:r>
          </w:p>
          <w:p w:rsidR="000A6A4E" w:rsidRPr="00EA00CA" w:rsidRDefault="000A6A4E" w:rsidP="00AE3927">
            <w:pPr>
              <w:pStyle w:val="TableParagraph"/>
              <w:ind w:left="200" w:right="52"/>
              <w:rPr>
                <w:sz w:val="24"/>
              </w:rPr>
            </w:pPr>
            <w:r w:rsidRPr="00EA00CA">
              <w:rPr>
                <w:b/>
                <w:sz w:val="24"/>
              </w:rPr>
              <w:t>Миколайчук І.О.</w:t>
            </w:r>
          </w:p>
        </w:tc>
        <w:tc>
          <w:tcPr>
            <w:tcW w:w="8030" w:type="dxa"/>
          </w:tcPr>
          <w:p w:rsidR="000A6A4E" w:rsidRPr="00EA00CA" w:rsidRDefault="000A6A4E" w:rsidP="00AE3927">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«Про погодження виготовлення технічної документації із землеустрою щодо поділу земельної ділянки».</w:t>
            </w:r>
          </w:p>
        </w:tc>
      </w:tr>
      <w:tr w:rsidR="000A6A4E" w:rsidTr="00A444A5">
        <w:trPr>
          <w:trHeight w:val="1657"/>
        </w:trPr>
        <w:tc>
          <w:tcPr>
            <w:tcW w:w="2200" w:type="dxa"/>
          </w:tcPr>
          <w:p w:rsidR="000A6A4E" w:rsidRPr="00EA00CA" w:rsidRDefault="000A6A4E" w:rsidP="00AE3927">
            <w:pPr>
              <w:pStyle w:val="TableParagraph"/>
              <w:spacing w:before="132"/>
              <w:ind w:left="200"/>
              <w:rPr>
                <w:b/>
                <w:sz w:val="24"/>
              </w:rPr>
            </w:pPr>
            <w:r w:rsidRPr="00EA00CA">
              <w:rPr>
                <w:b/>
                <w:sz w:val="24"/>
              </w:rPr>
              <w:t>ВИРІШИЛИ:</w:t>
            </w:r>
          </w:p>
          <w:p w:rsidR="000A6A4E" w:rsidRPr="00EA00CA" w:rsidRDefault="000A6A4E" w:rsidP="00AE3927"/>
        </w:tc>
        <w:tc>
          <w:tcPr>
            <w:tcW w:w="8030" w:type="dxa"/>
          </w:tcPr>
          <w:p w:rsidR="000A6A4E" w:rsidRPr="00EA00CA" w:rsidRDefault="000A6A4E" w:rsidP="00AE3927">
            <w:pPr>
              <w:ind w:left="110" w:firstLine="220"/>
              <w:rPr>
                <w:sz w:val="24"/>
                <w:szCs w:val="24"/>
                <w:lang w:eastAsia="ru-RU"/>
              </w:rPr>
            </w:pPr>
            <w:r w:rsidRPr="00EA00CA">
              <w:rPr>
                <w:sz w:val="24"/>
                <w:szCs w:val="24"/>
              </w:rPr>
              <w:t xml:space="preserve">Підтримати проект рішення позачергової сесії селищної ради </w:t>
            </w:r>
            <w:r w:rsidRPr="00EA00CA">
              <w:rPr>
                <w:sz w:val="24"/>
                <w:szCs w:val="24"/>
                <w:shd w:val="clear" w:color="auto" w:fill="FFFFFF"/>
                <w:lang w:eastAsia="en-US"/>
              </w:rPr>
              <w:t xml:space="preserve">VIIІ              </w:t>
            </w:r>
            <w:r w:rsidRPr="00EA00CA">
              <w:rPr>
                <w:sz w:val="24"/>
                <w:szCs w:val="24"/>
                <w:lang w:eastAsia="ru-RU"/>
              </w:rPr>
              <w:t xml:space="preserve">              скликання від </w:t>
            </w:r>
            <w:r>
              <w:rPr>
                <w:sz w:val="24"/>
                <w:szCs w:val="24"/>
                <w:lang w:eastAsia="ru-RU"/>
              </w:rPr>
              <w:t>25 лютого</w:t>
            </w:r>
            <w:r w:rsidRPr="00EA00CA">
              <w:rPr>
                <w:sz w:val="24"/>
                <w:szCs w:val="24"/>
                <w:lang w:eastAsia="ru-RU"/>
              </w:rPr>
              <w:t xml:space="preserve"> 2021 року а саме:</w:t>
            </w:r>
          </w:p>
          <w:p w:rsidR="000A6A4E" w:rsidRPr="00EA00CA" w:rsidRDefault="000A6A4E" w:rsidP="00AE3927">
            <w:pPr>
              <w:pStyle w:val="TableParagraph"/>
              <w:spacing w:line="263" w:lineRule="exact"/>
              <w:ind w:left="110" w:firstLine="110"/>
              <w:jc w:val="both"/>
              <w:rPr>
                <w:sz w:val="24"/>
              </w:rPr>
            </w:pPr>
            <w:r>
              <w:t>«Про погодження виготовлення технічної документації із землеустрою щодо поділу земельної ділянки».</w:t>
            </w:r>
          </w:p>
        </w:tc>
      </w:tr>
      <w:tr w:rsidR="000A6A4E" w:rsidTr="00A444A5">
        <w:trPr>
          <w:trHeight w:val="1657"/>
        </w:trPr>
        <w:tc>
          <w:tcPr>
            <w:tcW w:w="2200" w:type="dxa"/>
          </w:tcPr>
          <w:p w:rsidR="000A6A4E" w:rsidRDefault="000A6A4E" w:rsidP="00AE3927">
            <w:pPr>
              <w:pStyle w:val="TableParagraph"/>
              <w:spacing w:before="132"/>
              <w:ind w:left="200"/>
              <w:rPr>
                <w:b/>
                <w:sz w:val="24"/>
              </w:rPr>
            </w:pPr>
          </w:p>
          <w:p w:rsidR="000A6A4E" w:rsidRDefault="000A6A4E" w:rsidP="00AE3927">
            <w:pPr>
              <w:pStyle w:val="TableParagraph"/>
              <w:spacing w:before="132"/>
              <w:ind w:left="200"/>
              <w:rPr>
                <w:b/>
                <w:sz w:val="24"/>
              </w:rPr>
            </w:pPr>
            <w:r>
              <w:rPr>
                <w:b/>
                <w:sz w:val="24"/>
              </w:rPr>
              <w:t>ГОЛОСУВАЛИ:</w:t>
            </w:r>
          </w:p>
        </w:tc>
        <w:tc>
          <w:tcPr>
            <w:tcW w:w="8030" w:type="dxa"/>
          </w:tcPr>
          <w:p w:rsidR="000A6A4E" w:rsidRDefault="000A6A4E" w:rsidP="00AE3927">
            <w:pPr>
              <w:pStyle w:val="BodyText"/>
              <w:ind w:left="200" w:right="483"/>
              <w:jc w:val="both"/>
            </w:pPr>
          </w:p>
          <w:p w:rsidR="000A6A4E" w:rsidRDefault="000A6A4E" w:rsidP="00AE3927">
            <w:pPr>
              <w:pStyle w:val="BodyText"/>
              <w:ind w:left="200" w:right="483"/>
              <w:jc w:val="both"/>
            </w:pPr>
          </w:p>
          <w:p w:rsidR="000A6A4E" w:rsidRPr="00CB57ED" w:rsidRDefault="000A6A4E" w:rsidP="00AE3927">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A444A5">
        <w:trPr>
          <w:trHeight w:val="1657"/>
        </w:trPr>
        <w:tc>
          <w:tcPr>
            <w:tcW w:w="2200" w:type="dxa"/>
          </w:tcPr>
          <w:p w:rsidR="000A6A4E" w:rsidRDefault="000A6A4E" w:rsidP="00AE3927">
            <w:pPr>
              <w:pStyle w:val="TableParagraph"/>
              <w:spacing w:before="132"/>
              <w:ind w:left="200"/>
              <w:rPr>
                <w:b/>
                <w:sz w:val="24"/>
              </w:rPr>
            </w:pPr>
            <w:r>
              <w:rPr>
                <w:b/>
                <w:sz w:val="24"/>
              </w:rPr>
              <w:t>Слухали:</w:t>
            </w:r>
          </w:p>
          <w:p w:rsidR="000A6A4E" w:rsidRDefault="000A6A4E" w:rsidP="00AE3927">
            <w:pPr>
              <w:pStyle w:val="TableParagraph"/>
              <w:spacing w:before="132"/>
              <w:ind w:left="200"/>
              <w:rPr>
                <w:b/>
                <w:sz w:val="24"/>
              </w:rPr>
            </w:pPr>
            <w:r w:rsidRPr="00AD2122">
              <w:rPr>
                <w:b/>
                <w:sz w:val="24"/>
              </w:rPr>
              <w:t>Гринчука Г.П</w:t>
            </w:r>
          </w:p>
        </w:tc>
        <w:tc>
          <w:tcPr>
            <w:tcW w:w="8030" w:type="dxa"/>
          </w:tcPr>
          <w:p w:rsidR="000A6A4E" w:rsidRPr="00852092" w:rsidRDefault="000A6A4E" w:rsidP="00AE3927">
            <w:pPr>
              <w:pStyle w:val="TableParagraph"/>
              <w:spacing w:before="3" w:line="259" w:lineRule="exact"/>
              <w:ind w:left="359"/>
              <w:jc w:val="both"/>
              <w:rPr>
                <w:sz w:val="24"/>
                <w:szCs w:val="24"/>
              </w:rPr>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«Про надання дозволу на виготовлення проекту землеустрою щодо відведення земельної ділянки в постійне користування.»</w:t>
            </w:r>
          </w:p>
        </w:tc>
      </w:tr>
      <w:tr w:rsidR="000A6A4E" w:rsidTr="00A444A5">
        <w:trPr>
          <w:trHeight w:val="1657"/>
        </w:trPr>
        <w:tc>
          <w:tcPr>
            <w:tcW w:w="2200" w:type="dxa"/>
          </w:tcPr>
          <w:p w:rsidR="000A6A4E" w:rsidRPr="00EA00CA" w:rsidRDefault="000A6A4E" w:rsidP="00AE3927">
            <w:pPr>
              <w:pStyle w:val="TableParagraph"/>
              <w:spacing w:before="135" w:line="275" w:lineRule="exact"/>
              <w:ind w:left="200"/>
              <w:rPr>
                <w:b/>
                <w:sz w:val="24"/>
              </w:rPr>
            </w:pPr>
            <w:r w:rsidRPr="00EA00CA">
              <w:rPr>
                <w:b/>
                <w:sz w:val="24"/>
              </w:rPr>
              <w:t>ВИСТУПИЛИ:</w:t>
            </w:r>
          </w:p>
          <w:p w:rsidR="000A6A4E" w:rsidRPr="00EA00CA" w:rsidRDefault="000A6A4E" w:rsidP="00AE3927">
            <w:pPr>
              <w:pStyle w:val="TableParagraph"/>
              <w:ind w:left="200" w:right="52"/>
              <w:rPr>
                <w:sz w:val="24"/>
              </w:rPr>
            </w:pPr>
            <w:r w:rsidRPr="00EA00CA">
              <w:rPr>
                <w:b/>
                <w:sz w:val="24"/>
              </w:rPr>
              <w:t>Миколайчук І.О.</w:t>
            </w:r>
          </w:p>
        </w:tc>
        <w:tc>
          <w:tcPr>
            <w:tcW w:w="8030" w:type="dxa"/>
          </w:tcPr>
          <w:p w:rsidR="000A6A4E" w:rsidRPr="00EA00CA" w:rsidRDefault="000A6A4E" w:rsidP="00AE3927">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«Про надання дозволу на виготовлення проекту землеустрою щодо відведення земельної ділянки в постійне користування».</w:t>
            </w:r>
          </w:p>
        </w:tc>
      </w:tr>
      <w:tr w:rsidR="000A6A4E" w:rsidTr="00A444A5">
        <w:trPr>
          <w:trHeight w:val="1657"/>
        </w:trPr>
        <w:tc>
          <w:tcPr>
            <w:tcW w:w="2200" w:type="dxa"/>
          </w:tcPr>
          <w:p w:rsidR="000A6A4E" w:rsidRPr="00EA00CA" w:rsidRDefault="000A6A4E" w:rsidP="00AE3927">
            <w:pPr>
              <w:pStyle w:val="TableParagraph"/>
              <w:spacing w:before="132"/>
              <w:ind w:left="200"/>
              <w:rPr>
                <w:b/>
                <w:sz w:val="24"/>
              </w:rPr>
            </w:pPr>
            <w:r w:rsidRPr="00EA00CA">
              <w:rPr>
                <w:b/>
                <w:sz w:val="24"/>
              </w:rPr>
              <w:t>ВИРІШИЛИ:</w:t>
            </w:r>
          </w:p>
          <w:p w:rsidR="000A6A4E" w:rsidRPr="00EA00CA" w:rsidRDefault="000A6A4E" w:rsidP="00AE3927"/>
        </w:tc>
        <w:tc>
          <w:tcPr>
            <w:tcW w:w="8030" w:type="dxa"/>
          </w:tcPr>
          <w:p w:rsidR="000A6A4E" w:rsidRPr="00EA00CA" w:rsidRDefault="000A6A4E" w:rsidP="00AE3927">
            <w:pPr>
              <w:ind w:left="110" w:firstLine="220"/>
              <w:rPr>
                <w:sz w:val="24"/>
                <w:szCs w:val="24"/>
                <w:lang w:eastAsia="ru-RU"/>
              </w:rPr>
            </w:pPr>
            <w:r w:rsidRPr="00EA00CA">
              <w:rPr>
                <w:sz w:val="24"/>
                <w:szCs w:val="24"/>
              </w:rPr>
              <w:t xml:space="preserve">Підтримати проект рішення позачергової сесії селищної ради </w:t>
            </w:r>
            <w:r w:rsidRPr="00EA00CA">
              <w:rPr>
                <w:sz w:val="24"/>
                <w:szCs w:val="24"/>
                <w:shd w:val="clear" w:color="auto" w:fill="FFFFFF"/>
                <w:lang w:eastAsia="en-US"/>
              </w:rPr>
              <w:t xml:space="preserve">VIIІ              </w:t>
            </w:r>
            <w:r w:rsidRPr="00EA00CA">
              <w:rPr>
                <w:sz w:val="24"/>
                <w:szCs w:val="24"/>
                <w:lang w:eastAsia="ru-RU"/>
              </w:rPr>
              <w:t xml:space="preserve">              скликання від </w:t>
            </w:r>
            <w:r>
              <w:rPr>
                <w:sz w:val="24"/>
                <w:szCs w:val="24"/>
                <w:lang w:eastAsia="ru-RU"/>
              </w:rPr>
              <w:t>25 лютого</w:t>
            </w:r>
            <w:r w:rsidRPr="00EA00CA">
              <w:rPr>
                <w:sz w:val="24"/>
                <w:szCs w:val="24"/>
                <w:lang w:eastAsia="ru-RU"/>
              </w:rPr>
              <w:t xml:space="preserve"> 2021 року а саме:</w:t>
            </w:r>
          </w:p>
          <w:p w:rsidR="000A6A4E" w:rsidRPr="00EA00CA" w:rsidRDefault="000A6A4E" w:rsidP="00AE3927">
            <w:pPr>
              <w:pStyle w:val="TableParagraph"/>
              <w:spacing w:line="263" w:lineRule="exact"/>
              <w:ind w:left="110" w:firstLine="110"/>
              <w:jc w:val="both"/>
              <w:rPr>
                <w:sz w:val="24"/>
              </w:rPr>
            </w:pPr>
            <w:r>
              <w:t>«Про надання дозволу на виготовлення проекту землеустрою щодо відведення земельної ділянки в постійне користування».</w:t>
            </w:r>
          </w:p>
        </w:tc>
      </w:tr>
      <w:tr w:rsidR="000A6A4E" w:rsidTr="00A444A5">
        <w:trPr>
          <w:trHeight w:val="1657"/>
        </w:trPr>
        <w:tc>
          <w:tcPr>
            <w:tcW w:w="2200" w:type="dxa"/>
          </w:tcPr>
          <w:p w:rsidR="000A6A4E" w:rsidRDefault="000A6A4E" w:rsidP="00AE3927">
            <w:pPr>
              <w:pStyle w:val="TableParagraph"/>
              <w:spacing w:before="132"/>
              <w:ind w:left="200"/>
              <w:rPr>
                <w:b/>
                <w:sz w:val="24"/>
              </w:rPr>
            </w:pPr>
          </w:p>
          <w:p w:rsidR="000A6A4E" w:rsidRDefault="000A6A4E" w:rsidP="00AE3927">
            <w:pPr>
              <w:pStyle w:val="TableParagraph"/>
              <w:spacing w:before="132"/>
              <w:ind w:left="200"/>
              <w:rPr>
                <w:b/>
                <w:sz w:val="24"/>
              </w:rPr>
            </w:pPr>
            <w:r>
              <w:rPr>
                <w:b/>
                <w:sz w:val="24"/>
              </w:rPr>
              <w:t>ГОЛОСУВАЛИ:</w:t>
            </w:r>
          </w:p>
        </w:tc>
        <w:tc>
          <w:tcPr>
            <w:tcW w:w="8030" w:type="dxa"/>
          </w:tcPr>
          <w:p w:rsidR="000A6A4E" w:rsidRDefault="000A6A4E" w:rsidP="00AE3927">
            <w:pPr>
              <w:pStyle w:val="BodyText"/>
              <w:ind w:left="200" w:right="483"/>
              <w:jc w:val="both"/>
            </w:pPr>
          </w:p>
          <w:p w:rsidR="000A6A4E" w:rsidRDefault="000A6A4E" w:rsidP="00AE3927">
            <w:pPr>
              <w:pStyle w:val="BodyText"/>
              <w:ind w:left="200" w:right="483"/>
              <w:jc w:val="both"/>
            </w:pPr>
          </w:p>
          <w:p w:rsidR="000A6A4E" w:rsidRPr="00CB57ED" w:rsidRDefault="000A6A4E" w:rsidP="00AE3927">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bl>
    <w:p w:rsidR="000A6A4E" w:rsidRDefault="000A6A4E" w:rsidP="005B0DBB">
      <w:pPr>
        <w:tabs>
          <w:tab w:val="left" w:pos="4320"/>
        </w:tabs>
      </w:pPr>
    </w:p>
    <w:p w:rsidR="000A6A4E" w:rsidRPr="00A90A6B" w:rsidRDefault="000A6A4E" w:rsidP="00A90A6B"/>
    <w:p w:rsidR="000A6A4E" w:rsidRDefault="000A6A4E" w:rsidP="00A90A6B"/>
    <w:p w:rsidR="000A6A4E" w:rsidRDefault="000A6A4E" w:rsidP="00A90A6B">
      <w:pPr>
        <w:pStyle w:val="BodyText"/>
        <w:tabs>
          <w:tab w:val="left" w:pos="4708"/>
          <w:tab w:val="left" w:pos="7988"/>
        </w:tabs>
        <w:spacing w:before="90"/>
        <w:ind w:left="200"/>
      </w:pPr>
      <w:r>
        <w:t>Голова</w:t>
      </w:r>
      <w:r>
        <w:rPr>
          <w:spacing w:val="-2"/>
        </w:rPr>
        <w:t xml:space="preserve"> </w:t>
      </w:r>
      <w:r>
        <w:t>комісії</w:t>
      </w:r>
      <w:r>
        <w:tab/>
        <w:t xml:space="preserve">                        Г. ГРИНЧУК</w:t>
      </w:r>
    </w:p>
    <w:p w:rsidR="000A6A4E" w:rsidRDefault="000A6A4E" w:rsidP="00A90A6B">
      <w:pPr>
        <w:pStyle w:val="BodyText"/>
        <w:rPr>
          <w:sz w:val="26"/>
        </w:rPr>
      </w:pPr>
    </w:p>
    <w:p w:rsidR="000A6A4E" w:rsidRDefault="000A6A4E" w:rsidP="00A90A6B">
      <w:pPr>
        <w:pStyle w:val="BodyText"/>
        <w:tabs>
          <w:tab w:val="left" w:pos="7988"/>
        </w:tabs>
        <w:ind w:left="200"/>
        <w:rPr>
          <w:sz w:val="26"/>
        </w:rPr>
      </w:pPr>
    </w:p>
    <w:p w:rsidR="000A6A4E" w:rsidRDefault="000A6A4E" w:rsidP="00A90A6B">
      <w:r>
        <w:t xml:space="preserve">    Секретар комісії                                                                               В.ФУРМАН</w:t>
      </w:r>
    </w:p>
    <w:p w:rsidR="000A6A4E" w:rsidRPr="00032287" w:rsidRDefault="000A6A4E" w:rsidP="00032287"/>
    <w:p w:rsidR="000A6A4E" w:rsidRPr="00032287" w:rsidRDefault="000A6A4E" w:rsidP="00032287"/>
    <w:p w:rsidR="000A6A4E" w:rsidRPr="00032287" w:rsidRDefault="000A6A4E" w:rsidP="00032287"/>
    <w:p w:rsidR="000A6A4E" w:rsidRDefault="000A6A4E" w:rsidP="00032287"/>
    <w:p w:rsidR="000A6A4E" w:rsidRDefault="000A6A4E" w:rsidP="00032287">
      <w:pPr>
        <w:tabs>
          <w:tab w:val="left" w:pos="6887"/>
        </w:tabs>
      </w:pPr>
      <w:r>
        <w:tab/>
      </w:r>
    </w:p>
    <w:p w:rsidR="000A6A4E" w:rsidRDefault="000A6A4E" w:rsidP="00032287">
      <w:pPr>
        <w:tabs>
          <w:tab w:val="left" w:pos="6887"/>
        </w:tabs>
      </w:pPr>
    </w:p>
    <w:p w:rsidR="000A6A4E" w:rsidRDefault="000A6A4E" w:rsidP="00032287">
      <w:pPr>
        <w:tabs>
          <w:tab w:val="left" w:pos="6887"/>
        </w:tabs>
      </w:pPr>
    </w:p>
    <w:p w:rsidR="000A6A4E" w:rsidRDefault="000A6A4E" w:rsidP="00032287">
      <w:pPr>
        <w:pStyle w:val="Heading1"/>
        <w:spacing w:before="71"/>
      </w:pPr>
      <w:r>
        <w:t>ПРОТОКОЛ №5</w:t>
      </w:r>
    </w:p>
    <w:p w:rsidR="000A6A4E" w:rsidRDefault="000A6A4E" w:rsidP="00032287">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032287">
      <w:pPr>
        <w:spacing w:before="5" w:line="237" w:lineRule="auto"/>
        <w:ind w:left="262" w:right="550"/>
        <w:jc w:val="center"/>
        <w:rPr>
          <w:b/>
          <w:sz w:val="24"/>
        </w:rPr>
      </w:pPr>
      <w:r>
        <w:rPr>
          <w:b/>
          <w:sz w:val="24"/>
        </w:rPr>
        <w:t>планування території та містобудування</w:t>
      </w:r>
    </w:p>
    <w:p w:rsidR="000A6A4E" w:rsidRDefault="000A6A4E" w:rsidP="00032287">
      <w:pPr>
        <w:tabs>
          <w:tab w:val="right" w:pos="9491"/>
        </w:tabs>
        <w:spacing w:before="273"/>
        <w:ind w:left="200"/>
        <w:rPr>
          <w:i/>
          <w:sz w:val="24"/>
        </w:rPr>
      </w:pPr>
      <w:r>
        <w:rPr>
          <w:i/>
          <w:sz w:val="24"/>
        </w:rPr>
        <w:t>23 березня 2021</w:t>
      </w:r>
      <w:r>
        <w:rPr>
          <w:i/>
          <w:spacing w:val="2"/>
          <w:sz w:val="24"/>
        </w:rPr>
        <w:t xml:space="preserve"> </w:t>
      </w:r>
      <w:r>
        <w:rPr>
          <w:i/>
          <w:sz w:val="24"/>
        </w:rPr>
        <w:t>року</w:t>
      </w:r>
      <w:r>
        <w:rPr>
          <w:i/>
          <w:sz w:val="24"/>
        </w:rPr>
        <w:tab/>
        <w:t>10.00</w:t>
      </w:r>
    </w:p>
    <w:p w:rsidR="000A6A4E" w:rsidRDefault="000A6A4E" w:rsidP="00032287">
      <w:pPr>
        <w:tabs>
          <w:tab w:val="right" w:pos="9491"/>
        </w:tabs>
        <w:spacing w:before="273"/>
        <w:ind w:left="200"/>
        <w:rPr>
          <w:i/>
          <w:sz w:val="24"/>
        </w:rPr>
      </w:pPr>
    </w:p>
    <w:p w:rsidR="000A6A4E" w:rsidRDefault="000A6A4E" w:rsidP="00032287">
      <w:pPr>
        <w:pStyle w:val="Heading2"/>
        <w:spacing w:line="242" w:lineRule="auto"/>
        <w:ind w:right="6779"/>
        <w:rPr>
          <w:b w:val="0"/>
        </w:rPr>
      </w:pPr>
      <w:r>
        <w:t xml:space="preserve">Всього членів комісії – </w:t>
      </w:r>
      <w:r w:rsidRPr="00FA0114">
        <w:rPr>
          <w:b w:val="0"/>
          <w:i w:val="0"/>
        </w:rPr>
        <w:t>5 чол</w:t>
      </w:r>
      <w:r w:rsidRPr="00FA0114">
        <w:rPr>
          <w:b w:val="0"/>
        </w:rPr>
        <w:t>.</w:t>
      </w:r>
    </w:p>
    <w:p w:rsidR="000A6A4E" w:rsidRDefault="000A6A4E" w:rsidP="00032287">
      <w:pPr>
        <w:pStyle w:val="Heading2"/>
        <w:spacing w:line="242" w:lineRule="auto"/>
        <w:ind w:right="6779"/>
      </w:pPr>
    </w:p>
    <w:p w:rsidR="000A6A4E" w:rsidRDefault="000A6A4E" w:rsidP="00032287">
      <w:pPr>
        <w:pStyle w:val="BodyText"/>
        <w:spacing w:line="266" w:lineRule="exact"/>
        <w:ind w:left="200"/>
      </w:pPr>
      <w:r>
        <w:rPr>
          <w:b/>
          <w:i/>
        </w:rPr>
        <w:t xml:space="preserve">Присутні: </w:t>
      </w:r>
      <w:r>
        <w:t>Гринчук Г. П., Дудчак М.М., Фурман В.А.,Тарчинський В.В.</w:t>
      </w:r>
    </w:p>
    <w:p w:rsidR="000A6A4E" w:rsidRPr="00FA0114" w:rsidRDefault="000A6A4E" w:rsidP="00032287">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032287">
      <w:pPr>
        <w:pStyle w:val="BodyText"/>
        <w:spacing w:line="272" w:lineRule="exact"/>
        <w:ind w:left="200"/>
      </w:pPr>
      <w:r>
        <w:rPr>
          <w:b/>
          <w:i/>
        </w:rPr>
        <w:t xml:space="preserve">Запрошені: </w:t>
      </w:r>
      <w:r>
        <w:t>Р.Садлій – перший заступник Новоушицького селищного голови, І.Миколайчук, спеціаліст відділу комунальної власності, житлова комунального господарства, благоустрою, зовнішньої реклами, охорони навколишнього природного середовища, інфраструктури та земельних відносин</w:t>
      </w:r>
    </w:p>
    <w:p w:rsidR="000A6A4E" w:rsidRDefault="000A6A4E" w:rsidP="00032287">
      <w:pPr>
        <w:pStyle w:val="BodyText"/>
        <w:spacing w:before="161"/>
        <w:ind w:left="262" w:right="550"/>
        <w:jc w:val="center"/>
        <w:rPr>
          <w:b/>
        </w:rPr>
      </w:pPr>
      <w:r w:rsidRPr="00267851">
        <w:rPr>
          <w:b/>
        </w:rPr>
        <w:t>ПОРЯДОК ДЕННИЙ</w:t>
      </w:r>
    </w:p>
    <w:p w:rsidR="000A6A4E" w:rsidRPr="00032287" w:rsidRDefault="000A6A4E" w:rsidP="00032287">
      <w:pPr>
        <w:pStyle w:val="BodyText"/>
        <w:spacing w:before="161"/>
        <w:ind w:left="262" w:right="550"/>
      </w:pPr>
      <w:r w:rsidRPr="00B34AC9">
        <w:t>1.</w:t>
      </w:r>
      <w:r>
        <w:t xml:space="preserve"> </w:t>
      </w:r>
      <w:hyperlink r:id="rId40" w:history="1">
        <w:r w:rsidRPr="00032287">
          <w:rPr>
            <w:rStyle w:val="Hyperlink"/>
            <w:color w:val="auto"/>
            <w:bdr w:val="none" w:sz="0" w:space="0" w:color="auto" w:frame="1"/>
            <w:shd w:val="clear" w:color="auto" w:fill="FFFFFF"/>
          </w:rPr>
          <w:t>Про надання дозволу на розроблення проектів землеустрою щодо відведення земельних ділянок</w:t>
        </w:r>
      </w:hyperlink>
    </w:p>
    <w:p w:rsidR="000A6A4E" w:rsidRPr="00032287" w:rsidRDefault="000A6A4E" w:rsidP="00032287">
      <w:pPr>
        <w:pStyle w:val="BodyText"/>
        <w:spacing w:before="161"/>
        <w:ind w:left="262" w:right="550"/>
      </w:pPr>
      <w:r w:rsidRPr="00032287">
        <w:t xml:space="preserve">2. </w:t>
      </w:r>
      <w:hyperlink r:id="rId41" w:history="1">
        <w:r w:rsidRPr="00032287">
          <w:rPr>
            <w:rStyle w:val="Hyperlink"/>
            <w:color w:val="auto"/>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hyperlink>
    </w:p>
    <w:p w:rsidR="000A6A4E" w:rsidRPr="00032287" w:rsidRDefault="000A6A4E" w:rsidP="00032287">
      <w:pPr>
        <w:pStyle w:val="BodyText"/>
        <w:spacing w:before="161"/>
        <w:ind w:left="262" w:right="550"/>
      </w:pPr>
      <w:r w:rsidRPr="00032287">
        <w:t xml:space="preserve">3. </w:t>
      </w:r>
      <w:hyperlink r:id="rId42" w:history="1">
        <w:r w:rsidRPr="00032287">
          <w:rPr>
            <w:rStyle w:val="Hyperlink"/>
            <w:color w:val="auto"/>
            <w:bdr w:val="none" w:sz="0" w:space="0" w:color="auto" w:frame="1"/>
            <w:shd w:val="clear" w:color="auto" w:fill="FFFFFF"/>
          </w:rPr>
          <w:t>Про надання дозволу на розроблення проекту землеустрою щодо відведення земельної ділянки у розмірі земельної частки (паю) зі зміною цільового призначення</w:t>
        </w:r>
      </w:hyperlink>
    </w:p>
    <w:p w:rsidR="000A6A4E" w:rsidRPr="00032287" w:rsidRDefault="000A6A4E" w:rsidP="00032287">
      <w:pPr>
        <w:pStyle w:val="BodyText"/>
        <w:spacing w:before="161"/>
        <w:ind w:left="262" w:right="550"/>
      </w:pPr>
      <w:r w:rsidRPr="00032287">
        <w:t xml:space="preserve">4. </w:t>
      </w:r>
      <w:hyperlink r:id="rId43" w:history="1">
        <w:r w:rsidRPr="00032287">
          <w:rPr>
            <w:rStyle w:val="Hyperlink"/>
            <w:color w:val="auto"/>
            <w:bdr w:val="none" w:sz="0" w:space="0" w:color="auto" w:frame="1"/>
            <w:shd w:val="clear" w:color="auto" w:fill="FFFFFF"/>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w:t>
        </w:r>
      </w:hyperlink>
    </w:p>
    <w:p w:rsidR="000A6A4E" w:rsidRPr="00032287" w:rsidRDefault="000A6A4E" w:rsidP="00032287">
      <w:pPr>
        <w:pStyle w:val="BodyText"/>
        <w:spacing w:before="161"/>
        <w:ind w:left="262" w:right="550"/>
      </w:pPr>
      <w:r w:rsidRPr="00032287">
        <w:t xml:space="preserve">5. </w:t>
      </w:r>
      <w:hyperlink r:id="rId44" w:history="1">
        <w:r w:rsidRPr="00032287">
          <w:rPr>
            <w:rStyle w:val="Hyperlink"/>
            <w:color w:val="auto"/>
            <w:bdr w:val="none" w:sz="0" w:space="0" w:color="auto" w:frame="1"/>
            <w:shd w:val="clear" w:color="auto" w:fill="FFFFFF"/>
          </w:rPr>
          <w:t>Про надання дозволу на виготовлення технічної документації із землеустрою щодо інвентаризації земель сільськогосподарського призначення</w:t>
        </w:r>
      </w:hyperlink>
    </w:p>
    <w:p w:rsidR="000A6A4E" w:rsidRPr="00032287" w:rsidRDefault="000A6A4E" w:rsidP="00032287">
      <w:pPr>
        <w:pStyle w:val="BodyText"/>
        <w:spacing w:before="161"/>
        <w:ind w:left="262" w:right="550"/>
      </w:pPr>
      <w:r w:rsidRPr="00032287">
        <w:t xml:space="preserve">6. </w:t>
      </w:r>
      <w:hyperlink r:id="rId45" w:history="1">
        <w:r w:rsidRPr="00032287">
          <w:rPr>
            <w:rStyle w:val="Hyperlink"/>
            <w:color w:val="auto"/>
            <w:bdr w:val="none" w:sz="0" w:space="0" w:color="auto" w:frame="1"/>
            <w:shd w:val="clear" w:color="auto" w:fill="FFFFFF"/>
          </w:rPr>
          <w:t>Про затвердження проектів землеустрою щодо відведення земельних ділянок</w:t>
        </w:r>
      </w:hyperlink>
    </w:p>
    <w:p w:rsidR="000A6A4E" w:rsidRPr="00032287" w:rsidRDefault="000A6A4E" w:rsidP="00032287">
      <w:pPr>
        <w:pStyle w:val="BodyText"/>
        <w:spacing w:before="161"/>
        <w:ind w:left="262" w:right="550"/>
      </w:pPr>
      <w:r w:rsidRPr="00032287">
        <w:t xml:space="preserve">7. </w:t>
      </w:r>
      <w:hyperlink r:id="rId46" w:history="1">
        <w:r w:rsidRPr="00032287">
          <w:rPr>
            <w:rStyle w:val="Hyperlink"/>
            <w:color w:val="auto"/>
            <w:bdr w:val="none" w:sz="0" w:space="0" w:color="auto" w:frame="1"/>
            <w:shd w:val="clear" w:color="auto" w:fill="FFFFFF"/>
          </w:rPr>
          <w:t>Про затвердження проекту землеустрою щодо відведення земельної ділянки в оренду</w:t>
        </w:r>
      </w:hyperlink>
    </w:p>
    <w:p w:rsidR="000A6A4E" w:rsidRPr="00032287" w:rsidRDefault="000A6A4E" w:rsidP="00032287">
      <w:pPr>
        <w:pStyle w:val="BodyText"/>
        <w:spacing w:before="161"/>
        <w:ind w:left="262" w:right="550"/>
      </w:pPr>
      <w:r w:rsidRPr="00032287">
        <w:t xml:space="preserve">8. </w:t>
      </w:r>
      <w:hyperlink r:id="rId47" w:history="1">
        <w:r w:rsidRPr="00032287">
          <w:rPr>
            <w:rStyle w:val="Hyperlink"/>
            <w:color w:val="auto"/>
            <w:bdr w:val="none" w:sz="0" w:space="0" w:color="auto" w:frame="1"/>
            <w:shd w:val="clear" w:color="auto" w:fill="FFFFFF"/>
          </w:rPr>
          <w:t xml:space="preserve">Про затвердження </w:t>
        </w:r>
        <w:r>
          <w:rPr>
            <w:rStyle w:val="Hyperlink"/>
            <w:color w:val="auto"/>
            <w:bdr w:val="none" w:sz="0" w:space="0" w:color="auto" w:frame="1"/>
            <w:shd w:val="clear" w:color="auto" w:fill="FFFFFF"/>
          </w:rPr>
          <w:t>технічної</w:t>
        </w:r>
      </w:hyperlink>
      <w:r>
        <w:t xml:space="preserve"> документації з нормативної грошової оцінки земельних ділянок</w:t>
      </w:r>
    </w:p>
    <w:p w:rsidR="000A6A4E" w:rsidRPr="00032287" w:rsidRDefault="000A6A4E" w:rsidP="00032287">
      <w:pPr>
        <w:pStyle w:val="BodyText"/>
        <w:spacing w:before="161"/>
        <w:ind w:left="262" w:right="550"/>
      </w:pPr>
      <w:r w:rsidRPr="00032287">
        <w:t xml:space="preserve">9. </w:t>
      </w:r>
      <w:hyperlink r:id="rId48" w:history="1">
        <w:r w:rsidRPr="00032287">
          <w:rPr>
            <w:rStyle w:val="Hyperlink"/>
            <w:color w:val="auto"/>
            <w:bdr w:val="none" w:sz="0" w:space="0" w:color="auto" w:frame="1"/>
            <w:shd w:val="clear" w:color="auto" w:fill="FFFFFF"/>
          </w:rPr>
          <w:t>Про затвердження технічної документації із землеустрою щодо поділу земельної ділянки</w:t>
        </w:r>
      </w:hyperlink>
    </w:p>
    <w:p w:rsidR="000A6A4E" w:rsidRPr="00032287" w:rsidRDefault="000A6A4E" w:rsidP="00032287">
      <w:pPr>
        <w:pStyle w:val="BodyText"/>
        <w:spacing w:before="161"/>
        <w:ind w:left="262" w:right="550"/>
      </w:pPr>
      <w:r w:rsidRPr="00032287">
        <w:t xml:space="preserve">10. </w:t>
      </w:r>
      <w:hyperlink r:id="rId49" w:history="1">
        <w:r w:rsidRPr="00032287">
          <w:rPr>
            <w:rStyle w:val="Hyperlink"/>
            <w:color w:val="auto"/>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hyperlink>
    </w:p>
    <w:p w:rsidR="000A6A4E" w:rsidRPr="00032287" w:rsidRDefault="000A6A4E" w:rsidP="00032287">
      <w:pPr>
        <w:pStyle w:val="BodyText"/>
        <w:spacing w:before="161"/>
        <w:ind w:left="262" w:right="550"/>
      </w:pPr>
      <w:r w:rsidRPr="00032287">
        <w:t xml:space="preserve">11. </w:t>
      </w:r>
      <w:hyperlink r:id="rId50" w:history="1">
        <w:r w:rsidRPr="00032287">
          <w:rPr>
            <w:rStyle w:val="Hyperlink"/>
            <w:color w:val="auto"/>
            <w:bdr w:val="none" w:sz="0" w:space="0" w:color="auto" w:frame="1"/>
            <w:shd w:val="clear" w:color="auto" w:fill="FFFFFF"/>
          </w:rPr>
          <w:t>Про передачу земельних ділянок в оренду</w:t>
        </w:r>
      </w:hyperlink>
    </w:p>
    <w:p w:rsidR="000A6A4E" w:rsidRPr="00032287" w:rsidRDefault="000A6A4E" w:rsidP="00032287">
      <w:pPr>
        <w:pStyle w:val="BodyText"/>
        <w:spacing w:before="161"/>
        <w:ind w:left="262" w:right="550"/>
      </w:pPr>
      <w:r w:rsidRPr="00032287">
        <w:t>12. П</w:t>
      </w:r>
      <w:hyperlink r:id="rId51" w:history="1">
        <w:r w:rsidRPr="00032287">
          <w:rPr>
            <w:rStyle w:val="Hyperlink"/>
            <w:color w:val="auto"/>
            <w:bdr w:val="none" w:sz="0" w:space="0" w:color="auto" w:frame="1"/>
            <w:shd w:val="clear" w:color="auto" w:fill="FFFFFF"/>
          </w:rPr>
          <w:t>ро розірвання договору оренди</w:t>
        </w:r>
      </w:hyperlink>
    </w:p>
    <w:p w:rsidR="000A6A4E" w:rsidRPr="00032287" w:rsidRDefault="000A6A4E" w:rsidP="00032287">
      <w:pPr>
        <w:pStyle w:val="BodyText"/>
        <w:spacing w:before="161"/>
        <w:ind w:left="262" w:right="550"/>
      </w:pPr>
      <w:r w:rsidRPr="00032287">
        <w:t xml:space="preserve">13. </w:t>
      </w:r>
      <w:hyperlink r:id="rId52" w:history="1">
        <w:r w:rsidRPr="00032287">
          <w:rPr>
            <w:rStyle w:val="Hyperlink"/>
            <w:color w:val="auto"/>
            <w:bdr w:val="none" w:sz="0" w:space="0" w:color="auto" w:frame="1"/>
            <w:shd w:val="clear" w:color="auto" w:fill="FFFFFF"/>
          </w:rPr>
          <w:t>Про внесення змін до договорів оренди земельних ділянок</w:t>
        </w:r>
      </w:hyperlink>
    </w:p>
    <w:p w:rsidR="000A6A4E" w:rsidRPr="00032287" w:rsidRDefault="000A6A4E" w:rsidP="00032287">
      <w:pPr>
        <w:pStyle w:val="BodyText"/>
        <w:spacing w:before="161"/>
        <w:ind w:left="262" w:right="550"/>
      </w:pPr>
      <w:r w:rsidRPr="00032287">
        <w:t xml:space="preserve">14. </w:t>
      </w:r>
      <w:hyperlink r:id="rId53" w:history="1">
        <w:r w:rsidRPr="00032287">
          <w:rPr>
            <w:rStyle w:val="Hyperlink"/>
            <w:color w:val="auto"/>
            <w:bdr w:val="none" w:sz="0" w:space="0" w:color="auto" w:frame="1"/>
            <w:shd w:val="clear" w:color="auto" w:fill="FFFFFF"/>
          </w:rPr>
          <w:t>Про припинення права власності та права користування земельними ділянками</w:t>
        </w:r>
      </w:hyperlink>
    </w:p>
    <w:p w:rsidR="000A6A4E" w:rsidRPr="00032287" w:rsidRDefault="000A6A4E" w:rsidP="00032287">
      <w:pPr>
        <w:pStyle w:val="BodyText"/>
        <w:spacing w:before="161"/>
        <w:ind w:left="262" w:right="550"/>
      </w:pPr>
      <w:r w:rsidRPr="00032287">
        <w:t xml:space="preserve">15. </w:t>
      </w:r>
      <w:hyperlink r:id="rId54" w:history="1">
        <w:r w:rsidRPr="00032287">
          <w:rPr>
            <w:rStyle w:val="Hyperlink"/>
            <w:color w:val="auto"/>
            <w:bdr w:val="none" w:sz="0" w:space="0" w:color="auto" w:frame="1"/>
            <w:shd w:val="clear" w:color="auto" w:fill="FFFFFF"/>
          </w:rPr>
          <w:t>Про виділення земельних ділянок в натурі (на місцевості)</w:t>
        </w:r>
      </w:hyperlink>
    </w:p>
    <w:p w:rsidR="000A6A4E" w:rsidRPr="00032287" w:rsidRDefault="000A6A4E" w:rsidP="00032287">
      <w:pPr>
        <w:pStyle w:val="BodyText"/>
        <w:spacing w:before="161"/>
        <w:ind w:left="262" w:right="550"/>
      </w:pPr>
      <w:r w:rsidRPr="00032287">
        <w:t xml:space="preserve">16. </w:t>
      </w:r>
      <w:hyperlink r:id="rId55" w:history="1">
        <w:r w:rsidRPr="00032287">
          <w:rPr>
            <w:rStyle w:val="Hyperlink"/>
            <w:color w:val="auto"/>
            <w:bdr w:val="none" w:sz="0" w:space="0" w:color="auto" w:frame="1"/>
            <w:shd w:val="clear" w:color="auto" w:fill="FFFFFF"/>
          </w:rPr>
          <w:t>Про надання згоди на відновлення меж земельної ділянки</w:t>
        </w:r>
      </w:hyperlink>
    </w:p>
    <w:p w:rsidR="000A6A4E" w:rsidRPr="00032287" w:rsidRDefault="000A6A4E" w:rsidP="00032287">
      <w:pPr>
        <w:pStyle w:val="BodyText"/>
        <w:spacing w:before="161"/>
        <w:ind w:left="262" w:right="550"/>
      </w:pPr>
      <w:r w:rsidRPr="00032287">
        <w:t xml:space="preserve">17. </w:t>
      </w:r>
      <w:hyperlink r:id="rId56" w:history="1">
        <w:r w:rsidRPr="00032287">
          <w:rPr>
            <w:rStyle w:val="Hyperlink"/>
            <w:color w:val="auto"/>
            <w:bdr w:val="none" w:sz="0" w:space="0" w:color="auto" w:frame="1"/>
            <w:shd w:val="clear" w:color="auto" w:fill="FFFFFF"/>
          </w:rPr>
          <w:t>Про включення земельних ділянок в перелік на торги</w:t>
        </w:r>
      </w:hyperlink>
    </w:p>
    <w:p w:rsidR="000A6A4E" w:rsidRPr="00B34AC9" w:rsidRDefault="000A6A4E" w:rsidP="00032287">
      <w:pPr>
        <w:pStyle w:val="BodyText"/>
        <w:spacing w:before="11"/>
      </w:pPr>
    </w:p>
    <w:p w:rsidR="000A6A4E" w:rsidRDefault="000A6A4E" w:rsidP="00032287">
      <w:pPr>
        <w:pStyle w:val="BodyText"/>
        <w:ind w:right="483"/>
        <w:jc w:val="both"/>
        <w:rPr>
          <w:sz w:val="15"/>
        </w:rPr>
      </w:pPr>
    </w:p>
    <w:tbl>
      <w:tblPr>
        <w:tblW w:w="10230" w:type="dxa"/>
        <w:tblLayout w:type="fixed"/>
        <w:tblCellMar>
          <w:left w:w="0" w:type="dxa"/>
          <w:right w:w="0" w:type="dxa"/>
        </w:tblCellMar>
        <w:tblLook w:val="01E0"/>
      </w:tblPr>
      <w:tblGrid>
        <w:gridCol w:w="2200"/>
        <w:gridCol w:w="8030"/>
      </w:tblGrid>
      <w:tr w:rsidR="000A6A4E" w:rsidTr="00613E5C">
        <w:trPr>
          <w:trHeight w:val="1347"/>
        </w:trPr>
        <w:tc>
          <w:tcPr>
            <w:tcW w:w="2200" w:type="dxa"/>
          </w:tcPr>
          <w:p w:rsidR="000A6A4E" w:rsidRPr="000D243F" w:rsidRDefault="000A6A4E" w:rsidP="00613E5C">
            <w:pPr>
              <w:pStyle w:val="TableParagraph"/>
              <w:spacing w:line="262" w:lineRule="exact"/>
              <w:ind w:left="200"/>
              <w:rPr>
                <w:b/>
                <w:sz w:val="24"/>
              </w:rPr>
            </w:pPr>
            <w:r w:rsidRPr="000D243F">
              <w:rPr>
                <w:b/>
                <w:sz w:val="24"/>
              </w:rPr>
              <w:t xml:space="preserve"> </w:t>
            </w:r>
            <w:r>
              <w:rPr>
                <w:b/>
                <w:sz w:val="24"/>
              </w:rPr>
              <w:t xml:space="preserve">1. </w:t>
            </w:r>
            <w:r w:rsidRPr="000D243F">
              <w:rPr>
                <w:b/>
                <w:sz w:val="24"/>
              </w:rPr>
              <w:t>СЛУХАЛИ:</w:t>
            </w:r>
          </w:p>
          <w:p w:rsidR="000A6A4E" w:rsidRPr="000D243F" w:rsidRDefault="000A6A4E" w:rsidP="00613E5C">
            <w:pPr>
              <w:pStyle w:val="TableParagraph"/>
              <w:spacing w:line="272" w:lineRule="exact"/>
              <w:ind w:left="200"/>
              <w:rPr>
                <w:sz w:val="24"/>
              </w:rPr>
            </w:pPr>
            <w:r w:rsidRPr="00AD2122">
              <w:rPr>
                <w:b/>
                <w:sz w:val="24"/>
              </w:rPr>
              <w:t xml:space="preserve">  Гринчука Г.П</w:t>
            </w:r>
            <w:r>
              <w:rPr>
                <w:sz w:val="24"/>
              </w:rPr>
              <w:t>.</w:t>
            </w:r>
          </w:p>
        </w:tc>
        <w:tc>
          <w:tcPr>
            <w:tcW w:w="8030" w:type="dxa"/>
          </w:tcPr>
          <w:p w:rsidR="000A6A4E" w:rsidRDefault="000A6A4E" w:rsidP="00613E5C">
            <w:pPr>
              <w:pStyle w:val="BodyText"/>
              <w:ind w:left="200" w:right="483"/>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w:t>
            </w:r>
            <w:r w:rsidRPr="006438B0">
              <w:t>ться</w:t>
            </w:r>
            <w:r>
              <w:t xml:space="preserve"> питання</w:t>
            </w:r>
            <w:r w:rsidRPr="006438B0">
              <w:rPr>
                <w:spacing w:val="-19"/>
              </w:rPr>
              <w:t xml:space="preserve"> </w:t>
            </w:r>
            <w:r>
              <w:rPr>
                <w:spacing w:val="-19"/>
              </w:rPr>
              <w:t>«</w:t>
            </w:r>
            <w:hyperlink r:id="rId57" w:history="1">
              <w:r w:rsidRPr="00032287">
                <w:rPr>
                  <w:rStyle w:val="Hyperlink"/>
                  <w:color w:val="auto"/>
                  <w:bdr w:val="none" w:sz="0" w:space="0" w:color="auto" w:frame="1"/>
                  <w:shd w:val="clear" w:color="auto" w:fill="FFFFFF"/>
                </w:rPr>
                <w:t>Про надання дозволу на розроблення проектів землеустрою щодо відведення земельних ділянок</w:t>
              </w:r>
            </w:hyperlink>
            <w:r>
              <w:t>».</w:t>
            </w:r>
          </w:p>
          <w:p w:rsidR="000A6A4E" w:rsidRDefault="000A6A4E" w:rsidP="00613E5C"/>
          <w:p w:rsidR="000A6A4E" w:rsidRPr="00BB57D8" w:rsidRDefault="000A6A4E" w:rsidP="00613E5C">
            <w:pPr>
              <w:tabs>
                <w:tab w:val="left" w:pos="1052"/>
              </w:tabs>
            </w:pPr>
            <w:r>
              <w:tab/>
            </w:r>
          </w:p>
        </w:tc>
      </w:tr>
      <w:tr w:rsidR="000A6A4E" w:rsidTr="00613E5C">
        <w:trPr>
          <w:trHeight w:val="1941"/>
        </w:trPr>
        <w:tc>
          <w:tcPr>
            <w:tcW w:w="2200" w:type="dxa"/>
          </w:tcPr>
          <w:p w:rsidR="000A6A4E" w:rsidRPr="00EA00CA" w:rsidRDefault="000A6A4E" w:rsidP="00613E5C">
            <w:pPr>
              <w:pStyle w:val="TableParagraph"/>
              <w:spacing w:before="135" w:line="275" w:lineRule="exact"/>
              <w:ind w:left="200"/>
              <w:rPr>
                <w:b/>
                <w:sz w:val="24"/>
              </w:rPr>
            </w:pPr>
            <w:r w:rsidRPr="00EA00CA">
              <w:rPr>
                <w:b/>
                <w:sz w:val="24"/>
              </w:rPr>
              <w:t>ВИСТУПИЛИ:</w:t>
            </w:r>
          </w:p>
          <w:p w:rsidR="000A6A4E" w:rsidRPr="00EA00CA" w:rsidRDefault="000A6A4E" w:rsidP="00613E5C">
            <w:pPr>
              <w:pStyle w:val="TableParagraph"/>
              <w:ind w:left="200" w:right="52"/>
              <w:rPr>
                <w:sz w:val="24"/>
              </w:rPr>
            </w:pPr>
            <w:r w:rsidRPr="00EA00CA">
              <w:rPr>
                <w:b/>
                <w:sz w:val="24"/>
              </w:rPr>
              <w:t>Миколайчук І.О.</w:t>
            </w:r>
          </w:p>
        </w:tc>
        <w:tc>
          <w:tcPr>
            <w:tcW w:w="8030" w:type="dxa"/>
          </w:tcPr>
          <w:p w:rsidR="000A6A4E" w:rsidRPr="00EA00CA" w:rsidRDefault="000A6A4E" w:rsidP="00613E5C">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hyperlink r:id="rId58" w:history="1">
              <w:r w:rsidRPr="00032287">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w:t>
              </w:r>
            </w:hyperlink>
            <w:r>
              <w:t>».</w:t>
            </w:r>
          </w:p>
        </w:tc>
      </w:tr>
      <w:tr w:rsidR="000A6A4E" w:rsidTr="00613E5C">
        <w:trPr>
          <w:trHeight w:val="411"/>
        </w:trPr>
        <w:tc>
          <w:tcPr>
            <w:tcW w:w="2200" w:type="dxa"/>
          </w:tcPr>
          <w:p w:rsidR="000A6A4E" w:rsidRPr="000D243F" w:rsidRDefault="000A6A4E" w:rsidP="00613E5C">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EA00CA" w:rsidRDefault="000A6A4E" w:rsidP="00613E5C">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25 березня</w:t>
            </w:r>
            <w:r w:rsidRPr="00EA00CA">
              <w:rPr>
                <w:sz w:val="24"/>
                <w:szCs w:val="24"/>
                <w:lang w:eastAsia="ru-RU"/>
              </w:rPr>
              <w:t xml:space="preserve"> 2021 року а саме:</w:t>
            </w:r>
          </w:p>
          <w:p w:rsidR="000A6A4E" w:rsidRPr="00A444A5" w:rsidRDefault="000A6A4E" w:rsidP="00613E5C">
            <w:pPr>
              <w:pStyle w:val="TableParagraph"/>
              <w:spacing w:line="263" w:lineRule="exact"/>
              <w:jc w:val="both"/>
              <w:rPr>
                <w:sz w:val="24"/>
              </w:rPr>
            </w:pPr>
            <w:r>
              <w:t>«</w:t>
            </w:r>
            <w:hyperlink r:id="rId59" w:history="1">
              <w:r w:rsidRPr="00032287">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w:t>
              </w:r>
            </w:hyperlink>
            <w:r>
              <w:t>».</w:t>
            </w:r>
          </w:p>
        </w:tc>
      </w:tr>
      <w:tr w:rsidR="000A6A4E" w:rsidTr="00613E5C">
        <w:trPr>
          <w:trHeight w:val="1657"/>
        </w:trPr>
        <w:tc>
          <w:tcPr>
            <w:tcW w:w="2200" w:type="dxa"/>
          </w:tcPr>
          <w:p w:rsidR="000A6A4E" w:rsidRDefault="000A6A4E" w:rsidP="00613E5C">
            <w:pPr>
              <w:pStyle w:val="TableParagraph"/>
              <w:spacing w:before="132"/>
              <w:ind w:left="200"/>
              <w:rPr>
                <w:b/>
                <w:sz w:val="24"/>
              </w:rPr>
            </w:pPr>
          </w:p>
          <w:p w:rsidR="000A6A4E" w:rsidRDefault="000A6A4E" w:rsidP="00613E5C">
            <w:pPr>
              <w:pStyle w:val="TableParagraph"/>
              <w:spacing w:before="132"/>
              <w:ind w:left="200"/>
              <w:rPr>
                <w:b/>
                <w:sz w:val="24"/>
              </w:rPr>
            </w:pPr>
            <w:r>
              <w:rPr>
                <w:b/>
                <w:sz w:val="24"/>
              </w:rPr>
              <w:t>ГОЛОСУВАЛИ:</w:t>
            </w:r>
          </w:p>
        </w:tc>
        <w:tc>
          <w:tcPr>
            <w:tcW w:w="8030" w:type="dxa"/>
          </w:tcPr>
          <w:p w:rsidR="000A6A4E" w:rsidRDefault="000A6A4E" w:rsidP="00613E5C">
            <w:pPr>
              <w:pStyle w:val="BodyText"/>
              <w:ind w:left="200" w:right="483"/>
              <w:jc w:val="both"/>
            </w:pPr>
          </w:p>
          <w:p w:rsidR="000A6A4E" w:rsidRDefault="000A6A4E" w:rsidP="00613E5C">
            <w:pPr>
              <w:pStyle w:val="BodyText"/>
              <w:ind w:left="200" w:right="483"/>
              <w:jc w:val="both"/>
            </w:pPr>
          </w:p>
          <w:p w:rsidR="000A6A4E" w:rsidRPr="00CB57ED" w:rsidRDefault="000A6A4E" w:rsidP="00613E5C">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613E5C">
            <w:pPr>
              <w:pStyle w:val="TableParagraph"/>
              <w:spacing w:before="132"/>
              <w:ind w:left="200"/>
              <w:rPr>
                <w:b/>
                <w:sz w:val="24"/>
              </w:rPr>
            </w:pPr>
            <w:r>
              <w:rPr>
                <w:b/>
                <w:sz w:val="24"/>
              </w:rPr>
              <w:t>Слухали:</w:t>
            </w:r>
          </w:p>
          <w:p w:rsidR="000A6A4E" w:rsidRDefault="000A6A4E" w:rsidP="00613E5C">
            <w:pPr>
              <w:pStyle w:val="TableParagraph"/>
              <w:spacing w:before="132"/>
              <w:ind w:left="200"/>
              <w:rPr>
                <w:b/>
                <w:sz w:val="24"/>
              </w:rPr>
            </w:pPr>
            <w:r w:rsidRPr="00AD2122">
              <w:rPr>
                <w:b/>
                <w:sz w:val="24"/>
              </w:rPr>
              <w:t>Гринчука Г.П</w:t>
            </w:r>
          </w:p>
        </w:tc>
        <w:tc>
          <w:tcPr>
            <w:tcW w:w="8030" w:type="dxa"/>
          </w:tcPr>
          <w:p w:rsidR="000A6A4E" w:rsidRPr="00852092" w:rsidRDefault="000A6A4E" w:rsidP="00613E5C">
            <w:pPr>
              <w:pStyle w:val="TableParagraph"/>
              <w:spacing w:before="3" w:line="259" w:lineRule="exact"/>
              <w:ind w:left="359"/>
              <w:jc w:val="both"/>
              <w:rPr>
                <w:sz w:val="24"/>
                <w:szCs w:val="24"/>
              </w:rPr>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60" w:history="1">
              <w:r w:rsidRPr="00032287">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hyperlink>
            <w:r>
              <w:t>».</w:t>
            </w:r>
          </w:p>
        </w:tc>
      </w:tr>
      <w:tr w:rsidR="000A6A4E" w:rsidTr="00613E5C">
        <w:trPr>
          <w:trHeight w:val="1657"/>
        </w:trPr>
        <w:tc>
          <w:tcPr>
            <w:tcW w:w="2200" w:type="dxa"/>
          </w:tcPr>
          <w:p w:rsidR="000A6A4E" w:rsidRPr="00EA00CA" w:rsidRDefault="000A6A4E" w:rsidP="00613E5C">
            <w:pPr>
              <w:pStyle w:val="TableParagraph"/>
              <w:spacing w:before="135" w:line="275" w:lineRule="exact"/>
              <w:ind w:left="200"/>
              <w:rPr>
                <w:b/>
                <w:sz w:val="24"/>
              </w:rPr>
            </w:pPr>
            <w:r w:rsidRPr="00EA00CA">
              <w:rPr>
                <w:b/>
                <w:sz w:val="24"/>
              </w:rPr>
              <w:t>ВИСТУПИЛИ:</w:t>
            </w:r>
          </w:p>
          <w:p w:rsidR="000A6A4E" w:rsidRPr="00EA00CA" w:rsidRDefault="000A6A4E" w:rsidP="00613E5C">
            <w:pPr>
              <w:pStyle w:val="TableParagraph"/>
              <w:ind w:left="200" w:right="52"/>
              <w:rPr>
                <w:sz w:val="24"/>
              </w:rPr>
            </w:pPr>
            <w:r w:rsidRPr="00EA00CA">
              <w:rPr>
                <w:b/>
                <w:sz w:val="24"/>
              </w:rPr>
              <w:t>Миколайчук І.О.</w:t>
            </w:r>
          </w:p>
        </w:tc>
        <w:tc>
          <w:tcPr>
            <w:tcW w:w="8030" w:type="dxa"/>
          </w:tcPr>
          <w:p w:rsidR="000A6A4E" w:rsidRPr="00EA00CA" w:rsidRDefault="000A6A4E" w:rsidP="00613E5C">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hyperlink r:id="rId61" w:history="1">
              <w:r w:rsidRPr="00032287">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hyperlink>
            <w:r>
              <w:t>».</w:t>
            </w:r>
          </w:p>
        </w:tc>
      </w:tr>
      <w:tr w:rsidR="000A6A4E" w:rsidTr="00613E5C">
        <w:trPr>
          <w:trHeight w:val="1657"/>
        </w:trPr>
        <w:tc>
          <w:tcPr>
            <w:tcW w:w="2200" w:type="dxa"/>
          </w:tcPr>
          <w:p w:rsidR="000A6A4E" w:rsidRPr="000D243F" w:rsidRDefault="000A6A4E" w:rsidP="00613E5C">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EA00CA" w:rsidRDefault="000A6A4E" w:rsidP="00613E5C">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25 березня</w:t>
            </w:r>
            <w:r w:rsidRPr="00EA00CA">
              <w:rPr>
                <w:sz w:val="24"/>
                <w:szCs w:val="24"/>
                <w:lang w:eastAsia="ru-RU"/>
              </w:rPr>
              <w:t xml:space="preserve"> 2021 року а саме:</w:t>
            </w:r>
          </w:p>
          <w:p w:rsidR="000A6A4E" w:rsidRPr="00A444A5" w:rsidRDefault="000A6A4E" w:rsidP="00613E5C">
            <w:pPr>
              <w:pStyle w:val="TableParagraph"/>
              <w:spacing w:line="263" w:lineRule="exact"/>
              <w:jc w:val="both"/>
              <w:rPr>
                <w:sz w:val="24"/>
              </w:rPr>
            </w:pPr>
            <w:r>
              <w:t>«</w:t>
            </w:r>
            <w:r w:rsidRPr="00613E5C">
              <w:rPr>
                <w:sz w:val="24"/>
                <w:szCs w:val="24"/>
              </w:rPr>
              <w:t>Про надання дозволу на розроблення проектів землеустрою щодо відведення земельних ділянок в оренд</w:t>
            </w:r>
            <w:r>
              <w:rPr>
                <w:sz w:val="24"/>
                <w:szCs w:val="24"/>
              </w:rPr>
              <w:t>у</w:t>
            </w:r>
            <w:r>
              <w:t>».</w:t>
            </w:r>
          </w:p>
        </w:tc>
      </w:tr>
      <w:tr w:rsidR="000A6A4E" w:rsidTr="00613E5C">
        <w:trPr>
          <w:trHeight w:val="1657"/>
        </w:trPr>
        <w:tc>
          <w:tcPr>
            <w:tcW w:w="2200" w:type="dxa"/>
          </w:tcPr>
          <w:p w:rsidR="000A6A4E" w:rsidRDefault="000A6A4E" w:rsidP="00613E5C">
            <w:pPr>
              <w:pStyle w:val="TableParagraph"/>
              <w:spacing w:before="132"/>
              <w:ind w:left="200"/>
              <w:rPr>
                <w:b/>
                <w:sz w:val="24"/>
              </w:rPr>
            </w:pPr>
          </w:p>
          <w:p w:rsidR="000A6A4E" w:rsidRDefault="000A6A4E" w:rsidP="00613E5C">
            <w:pPr>
              <w:pStyle w:val="TableParagraph"/>
              <w:spacing w:before="132"/>
              <w:ind w:left="200"/>
              <w:rPr>
                <w:b/>
                <w:sz w:val="24"/>
              </w:rPr>
            </w:pPr>
            <w:r>
              <w:rPr>
                <w:b/>
                <w:sz w:val="24"/>
              </w:rPr>
              <w:t>ГОЛОСУВАЛИ:</w:t>
            </w:r>
          </w:p>
        </w:tc>
        <w:tc>
          <w:tcPr>
            <w:tcW w:w="8030" w:type="dxa"/>
          </w:tcPr>
          <w:p w:rsidR="000A6A4E" w:rsidRDefault="000A6A4E" w:rsidP="00613E5C">
            <w:pPr>
              <w:pStyle w:val="BodyText"/>
              <w:ind w:left="200" w:right="483"/>
              <w:jc w:val="both"/>
            </w:pPr>
          </w:p>
          <w:p w:rsidR="000A6A4E" w:rsidRDefault="000A6A4E" w:rsidP="00613E5C">
            <w:pPr>
              <w:pStyle w:val="BodyText"/>
              <w:ind w:left="200" w:right="483"/>
              <w:jc w:val="both"/>
            </w:pPr>
          </w:p>
          <w:p w:rsidR="000A6A4E" w:rsidRPr="00CB57ED" w:rsidRDefault="000A6A4E" w:rsidP="00613E5C">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613E5C">
            <w:pPr>
              <w:pStyle w:val="TableParagraph"/>
              <w:spacing w:before="132"/>
              <w:ind w:left="200"/>
              <w:rPr>
                <w:b/>
                <w:sz w:val="24"/>
              </w:rPr>
            </w:pPr>
            <w:r>
              <w:rPr>
                <w:b/>
                <w:sz w:val="24"/>
              </w:rPr>
              <w:t>Слухали:</w:t>
            </w:r>
          </w:p>
          <w:p w:rsidR="000A6A4E" w:rsidRDefault="000A6A4E" w:rsidP="00613E5C">
            <w:pPr>
              <w:pStyle w:val="TableParagraph"/>
              <w:spacing w:before="132"/>
              <w:ind w:left="200"/>
              <w:rPr>
                <w:b/>
                <w:sz w:val="24"/>
              </w:rPr>
            </w:pPr>
            <w:r w:rsidRPr="00AD2122">
              <w:rPr>
                <w:b/>
                <w:sz w:val="24"/>
              </w:rPr>
              <w:t>Гринчука Г.П</w:t>
            </w:r>
          </w:p>
        </w:tc>
        <w:tc>
          <w:tcPr>
            <w:tcW w:w="8030" w:type="dxa"/>
          </w:tcPr>
          <w:p w:rsidR="000A6A4E" w:rsidRPr="00852092" w:rsidRDefault="000A6A4E" w:rsidP="00613E5C">
            <w:pPr>
              <w:pStyle w:val="TableParagraph"/>
              <w:spacing w:before="3" w:line="259" w:lineRule="exact"/>
              <w:ind w:left="359"/>
              <w:jc w:val="both"/>
              <w:rPr>
                <w:sz w:val="24"/>
                <w:szCs w:val="24"/>
              </w:rPr>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62" w:history="1">
              <w:r w:rsidRPr="00032287">
                <w:rPr>
                  <w:rStyle w:val="Hyperlink"/>
                  <w:color w:val="auto"/>
                  <w:sz w:val="24"/>
                  <w:szCs w:val="24"/>
                  <w:bdr w:val="none" w:sz="0" w:space="0" w:color="auto" w:frame="1"/>
                  <w:shd w:val="clear" w:color="auto" w:fill="FFFFFF"/>
                </w:rPr>
                <w:t>Про надання дозволу на розроблення проекту землеустрою щодо відведення земельної ділянки у розмірі земельної частки (паю) зі зміною цільового призначення</w:t>
              </w:r>
            </w:hyperlink>
            <w:r>
              <w:t>».</w:t>
            </w:r>
          </w:p>
        </w:tc>
      </w:tr>
      <w:tr w:rsidR="000A6A4E" w:rsidTr="00613E5C">
        <w:trPr>
          <w:trHeight w:val="1657"/>
        </w:trPr>
        <w:tc>
          <w:tcPr>
            <w:tcW w:w="2200" w:type="dxa"/>
          </w:tcPr>
          <w:p w:rsidR="000A6A4E" w:rsidRPr="00EA00CA" w:rsidRDefault="000A6A4E" w:rsidP="00613E5C">
            <w:pPr>
              <w:pStyle w:val="TableParagraph"/>
              <w:spacing w:before="135" w:line="275" w:lineRule="exact"/>
              <w:ind w:left="200"/>
              <w:rPr>
                <w:b/>
                <w:sz w:val="24"/>
              </w:rPr>
            </w:pPr>
            <w:r w:rsidRPr="00EA00CA">
              <w:rPr>
                <w:b/>
                <w:sz w:val="24"/>
              </w:rPr>
              <w:t>ВИСТУПИЛИ:</w:t>
            </w:r>
          </w:p>
          <w:p w:rsidR="000A6A4E" w:rsidRPr="00EA00CA" w:rsidRDefault="000A6A4E" w:rsidP="00613E5C">
            <w:pPr>
              <w:pStyle w:val="TableParagraph"/>
              <w:ind w:left="200" w:right="52"/>
              <w:rPr>
                <w:sz w:val="24"/>
              </w:rPr>
            </w:pPr>
            <w:r w:rsidRPr="00EA00CA">
              <w:rPr>
                <w:b/>
                <w:sz w:val="24"/>
              </w:rPr>
              <w:t>Миколайчук І.О.</w:t>
            </w:r>
          </w:p>
        </w:tc>
        <w:tc>
          <w:tcPr>
            <w:tcW w:w="8030" w:type="dxa"/>
          </w:tcPr>
          <w:p w:rsidR="000A6A4E" w:rsidRPr="00EA00CA" w:rsidRDefault="000A6A4E" w:rsidP="00613E5C">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hyperlink r:id="rId63" w:history="1">
              <w:r w:rsidRPr="00032287">
                <w:rPr>
                  <w:rStyle w:val="Hyperlink"/>
                  <w:color w:val="auto"/>
                  <w:sz w:val="24"/>
                  <w:szCs w:val="24"/>
                  <w:bdr w:val="none" w:sz="0" w:space="0" w:color="auto" w:frame="1"/>
                  <w:shd w:val="clear" w:color="auto" w:fill="FFFFFF"/>
                </w:rPr>
                <w:t>Про надання дозволу на розроблення проекту землеустрою щодо відведення земельної ділянки у розмірі земельної частки (паю) зі зміною цільового призначення</w:t>
              </w:r>
            </w:hyperlink>
            <w:r>
              <w:t>».</w:t>
            </w:r>
          </w:p>
        </w:tc>
      </w:tr>
      <w:tr w:rsidR="000A6A4E" w:rsidTr="00613E5C">
        <w:trPr>
          <w:trHeight w:val="1657"/>
        </w:trPr>
        <w:tc>
          <w:tcPr>
            <w:tcW w:w="2200" w:type="dxa"/>
          </w:tcPr>
          <w:p w:rsidR="000A6A4E" w:rsidRPr="000D243F" w:rsidRDefault="000A6A4E" w:rsidP="00613E5C">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EA00CA" w:rsidRDefault="000A6A4E" w:rsidP="00613E5C">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7909F1">
              <w:rPr>
                <w:sz w:val="24"/>
                <w:szCs w:val="24"/>
                <w:lang w:eastAsia="ru-RU"/>
              </w:rPr>
              <w:t>25 березня 2021</w:t>
            </w:r>
            <w:r w:rsidRPr="00EA00CA">
              <w:rPr>
                <w:sz w:val="24"/>
                <w:szCs w:val="24"/>
                <w:lang w:eastAsia="ru-RU"/>
              </w:rPr>
              <w:t xml:space="preserve"> року а саме:</w:t>
            </w:r>
          </w:p>
          <w:p w:rsidR="000A6A4E" w:rsidRPr="00A444A5" w:rsidRDefault="000A6A4E" w:rsidP="00613E5C">
            <w:pPr>
              <w:pStyle w:val="TableParagraph"/>
              <w:spacing w:line="263" w:lineRule="exact"/>
              <w:jc w:val="both"/>
              <w:rPr>
                <w:sz w:val="24"/>
              </w:rPr>
            </w:pPr>
            <w:r>
              <w:t>«</w:t>
            </w:r>
            <w:hyperlink r:id="rId64" w:history="1">
              <w:r w:rsidRPr="00032287">
                <w:rPr>
                  <w:rStyle w:val="Hyperlink"/>
                  <w:color w:val="auto"/>
                  <w:sz w:val="24"/>
                  <w:szCs w:val="24"/>
                  <w:bdr w:val="none" w:sz="0" w:space="0" w:color="auto" w:frame="1"/>
                  <w:shd w:val="clear" w:color="auto" w:fill="FFFFFF"/>
                </w:rPr>
                <w:t>Про надання дозволу на розроблення проекту землеустрою щодо відведення земельної ділянки у розмірі земельної частки (паю) зі зміною цільового призначення</w:t>
              </w:r>
            </w:hyperlink>
            <w:r>
              <w:t>».</w:t>
            </w:r>
          </w:p>
        </w:tc>
      </w:tr>
      <w:tr w:rsidR="000A6A4E" w:rsidTr="00613E5C">
        <w:trPr>
          <w:trHeight w:val="1657"/>
        </w:trPr>
        <w:tc>
          <w:tcPr>
            <w:tcW w:w="2200" w:type="dxa"/>
          </w:tcPr>
          <w:p w:rsidR="000A6A4E" w:rsidRDefault="000A6A4E" w:rsidP="00613E5C">
            <w:pPr>
              <w:pStyle w:val="TableParagraph"/>
              <w:spacing w:before="132"/>
              <w:ind w:left="200"/>
              <w:rPr>
                <w:b/>
                <w:sz w:val="24"/>
              </w:rPr>
            </w:pPr>
          </w:p>
          <w:p w:rsidR="000A6A4E" w:rsidRDefault="000A6A4E" w:rsidP="00613E5C">
            <w:pPr>
              <w:pStyle w:val="TableParagraph"/>
              <w:spacing w:before="132"/>
              <w:ind w:left="200"/>
              <w:rPr>
                <w:b/>
                <w:sz w:val="24"/>
              </w:rPr>
            </w:pPr>
            <w:r>
              <w:rPr>
                <w:b/>
                <w:sz w:val="24"/>
              </w:rPr>
              <w:t>ГОЛОСУВАЛИ:</w:t>
            </w:r>
          </w:p>
        </w:tc>
        <w:tc>
          <w:tcPr>
            <w:tcW w:w="8030" w:type="dxa"/>
          </w:tcPr>
          <w:p w:rsidR="000A6A4E" w:rsidRDefault="000A6A4E" w:rsidP="00613E5C">
            <w:pPr>
              <w:pStyle w:val="BodyText"/>
              <w:ind w:left="200" w:right="483"/>
              <w:jc w:val="both"/>
            </w:pPr>
          </w:p>
          <w:p w:rsidR="000A6A4E" w:rsidRDefault="000A6A4E" w:rsidP="00613E5C">
            <w:pPr>
              <w:pStyle w:val="BodyText"/>
              <w:ind w:left="200" w:right="483"/>
              <w:jc w:val="both"/>
            </w:pPr>
          </w:p>
          <w:p w:rsidR="000A6A4E" w:rsidRPr="00CB57ED" w:rsidRDefault="000A6A4E" w:rsidP="00613E5C">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613E5C">
            <w:pPr>
              <w:pStyle w:val="TableParagraph"/>
              <w:spacing w:before="132"/>
              <w:ind w:left="200"/>
              <w:rPr>
                <w:b/>
                <w:sz w:val="24"/>
              </w:rPr>
            </w:pPr>
            <w:r>
              <w:rPr>
                <w:b/>
                <w:sz w:val="24"/>
              </w:rPr>
              <w:t>Слухали:</w:t>
            </w:r>
          </w:p>
          <w:p w:rsidR="000A6A4E" w:rsidRDefault="000A6A4E" w:rsidP="00613E5C">
            <w:pPr>
              <w:pStyle w:val="TableParagraph"/>
              <w:spacing w:before="132"/>
              <w:ind w:left="200"/>
              <w:rPr>
                <w:b/>
                <w:sz w:val="24"/>
              </w:rPr>
            </w:pPr>
            <w:r w:rsidRPr="00AD2122">
              <w:rPr>
                <w:b/>
                <w:sz w:val="24"/>
              </w:rPr>
              <w:t>Гринчука Г.П</w:t>
            </w:r>
          </w:p>
        </w:tc>
        <w:tc>
          <w:tcPr>
            <w:tcW w:w="8030" w:type="dxa"/>
          </w:tcPr>
          <w:p w:rsidR="000A6A4E" w:rsidRPr="00032287" w:rsidRDefault="000A6A4E" w:rsidP="00613E5C">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65" w:history="1">
              <w:r w:rsidRPr="00032287">
                <w:rPr>
                  <w:rStyle w:val="Hyperlink"/>
                  <w:color w:val="auto"/>
                  <w:bdr w:val="none" w:sz="0" w:space="0" w:color="auto" w:frame="1"/>
                  <w:shd w:val="clear" w:color="auto" w:fill="FFFFFF"/>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w:t>
              </w:r>
            </w:hyperlink>
            <w:r>
              <w:t>»</w:t>
            </w:r>
            <w:r w:rsidRPr="00032287">
              <w:t>.</w:t>
            </w:r>
          </w:p>
          <w:p w:rsidR="000A6A4E" w:rsidRPr="00852092" w:rsidRDefault="000A6A4E" w:rsidP="00613E5C">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613E5C">
            <w:pPr>
              <w:pStyle w:val="TableParagraph"/>
              <w:spacing w:before="135" w:line="275" w:lineRule="exact"/>
              <w:ind w:left="200"/>
              <w:rPr>
                <w:b/>
                <w:sz w:val="24"/>
              </w:rPr>
            </w:pPr>
            <w:r w:rsidRPr="00EA00CA">
              <w:rPr>
                <w:b/>
                <w:sz w:val="24"/>
              </w:rPr>
              <w:t>ВИСТУПИЛИ:</w:t>
            </w:r>
          </w:p>
          <w:p w:rsidR="000A6A4E" w:rsidRPr="00EA00CA" w:rsidRDefault="000A6A4E" w:rsidP="00613E5C">
            <w:pPr>
              <w:pStyle w:val="TableParagraph"/>
              <w:ind w:left="200" w:right="52"/>
              <w:rPr>
                <w:sz w:val="24"/>
              </w:rPr>
            </w:pPr>
            <w:r w:rsidRPr="00EA00CA">
              <w:rPr>
                <w:b/>
                <w:sz w:val="24"/>
              </w:rPr>
              <w:t>Миколайчук І.О.</w:t>
            </w:r>
          </w:p>
        </w:tc>
        <w:tc>
          <w:tcPr>
            <w:tcW w:w="8030" w:type="dxa"/>
          </w:tcPr>
          <w:p w:rsidR="000A6A4E" w:rsidRPr="00032287" w:rsidRDefault="000A6A4E" w:rsidP="00613E5C">
            <w:pPr>
              <w:pStyle w:val="BodyText"/>
              <w:spacing w:before="161"/>
              <w:ind w:left="262" w:right="550"/>
              <w:jc w:val="both"/>
            </w:pPr>
            <w:r w:rsidRPr="00EA00CA">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hyperlink r:id="rId66" w:history="1">
              <w:r w:rsidRPr="00032287">
                <w:rPr>
                  <w:rStyle w:val="Hyperlink"/>
                  <w:color w:val="auto"/>
                  <w:bdr w:val="none" w:sz="0" w:space="0" w:color="auto" w:frame="1"/>
                  <w:shd w:val="clear" w:color="auto" w:fill="FFFFFF"/>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w:t>
              </w:r>
            </w:hyperlink>
            <w:r>
              <w:t>»</w:t>
            </w:r>
            <w:r w:rsidRPr="00032287">
              <w:t>.</w:t>
            </w:r>
          </w:p>
          <w:p w:rsidR="000A6A4E" w:rsidRPr="00EA00CA" w:rsidRDefault="000A6A4E" w:rsidP="00613E5C">
            <w:pPr>
              <w:pStyle w:val="TableParagraph"/>
              <w:jc w:val="both"/>
              <w:rPr>
                <w:sz w:val="24"/>
                <w:szCs w:val="24"/>
              </w:rPr>
            </w:pPr>
          </w:p>
        </w:tc>
      </w:tr>
      <w:tr w:rsidR="000A6A4E" w:rsidTr="00613E5C">
        <w:trPr>
          <w:trHeight w:val="1657"/>
        </w:trPr>
        <w:tc>
          <w:tcPr>
            <w:tcW w:w="2200" w:type="dxa"/>
          </w:tcPr>
          <w:p w:rsidR="000A6A4E" w:rsidRPr="000D243F" w:rsidRDefault="000A6A4E" w:rsidP="00613E5C">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EA00CA" w:rsidRDefault="000A6A4E" w:rsidP="00613E5C">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p>
          <w:p w:rsidR="000A6A4E" w:rsidRPr="00A444A5" w:rsidRDefault="000A6A4E" w:rsidP="00613E5C">
            <w:pPr>
              <w:pStyle w:val="TableParagraph"/>
              <w:spacing w:line="263" w:lineRule="exact"/>
              <w:jc w:val="both"/>
              <w:rPr>
                <w:sz w:val="24"/>
              </w:rPr>
            </w:pPr>
            <w:r>
              <w:t>«</w:t>
            </w:r>
            <w:hyperlink r:id="rId67" w:history="1">
              <w:r w:rsidRPr="00032287">
                <w:rPr>
                  <w:rStyle w:val="Hyperlink"/>
                  <w:color w:val="auto"/>
                  <w:sz w:val="24"/>
                  <w:szCs w:val="24"/>
                  <w:bdr w:val="none" w:sz="0" w:space="0" w:color="auto" w:frame="1"/>
                  <w:shd w:val="clear" w:color="auto" w:fill="FFFFFF"/>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w:t>
              </w:r>
            </w:hyperlink>
            <w:r>
              <w:t>».</w:t>
            </w:r>
          </w:p>
        </w:tc>
      </w:tr>
      <w:tr w:rsidR="000A6A4E" w:rsidTr="00613E5C">
        <w:trPr>
          <w:trHeight w:val="1657"/>
        </w:trPr>
        <w:tc>
          <w:tcPr>
            <w:tcW w:w="2200" w:type="dxa"/>
          </w:tcPr>
          <w:p w:rsidR="000A6A4E" w:rsidRDefault="000A6A4E" w:rsidP="00613E5C">
            <w:pPr>
              <w:pStyle w:val="TableParagraph"/>
              <w:spacing w:before="132"/>
              <w:ind w:left="200"/>
              <w:rPr>
                <w:b/>
                <w:sz w:val="24"/>
              </w:rPr>
            </w:pPr>
          </w:p>
          <w:p w:rsidR="000A6A4E" w:rsidRDefault="000A6A4E" w:rsidP="00613E5C">
            <w:pPr>
              <w:pStyle w:val="TableParagraph"/>
              <w:spacing w:before="132"/>
              <w:ind w:left="200"/>
              <w:rPr>
                <w:b/>
                <w:sz w:val="24"/>
              </w:rPr>
            </w:pPr>
            <w:r>
              <w:rPr>
                <w:b/>
                <w:sz w:val="24"/>
              </w:rPr>
              <w:t>ГОЛОСУВАЛИ:</w:t>
            </w:r>
          </w:p>
        </w:tc>
        <w:tc>
          <w:tcPr>
            <w:tcW w:w="8030" w:type="dxa"/>
          </w:tcPr>
          <w:p w:rsidR="000A6A4E" w:rsidRDefault="000A6A4E" w:rsidP="00613E5C">
            <w:pPr>
              <w:pStyle w:val="BodyText"/>
              <w:ind w:left="200" w:right="483"/>
              <w:jc w:val="both"/>
            </w:pPr>
          </w:p>
          <w:p w:rsidR="000A6A4E" w:rsidRDefault="000A6A4E" w:rsidP="00613E5C">
            <w:pPr>
              <w:pStyle w:val="BodyText"/>
              <w:ind w:left="200" w:right="483"/>
              <w:jc w:val="both"/>
            </w:pPr>
          </w:p>
          <w:p w:rsidR="000A6A4E" w:rsidRPr="00CB57ED" w:rsidRDefault="000A6A4E" w:rsidP="00613E5C">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613E5C">
            <w:pPr>
              <w:pStyle w:val="TableParagraph"/>
              <w:spacing w:before="132"/>
              <w:ind w:left="200"/>
              <w:rPr>
                <w:b/>
                <w:sz w:val="24"/>
              </w:rPr>
            </w:pPr>
            <w:r>
              <w:rPr>
                <w:b/>
                <w:sz w:val="24"/>
              </w:rPr>
              <w:t>Слухали:</w:t>
            </w:r>
          </w:p>
          <w:p w:rsidR="000A6A4E" w:rsidRDefault="000A6A4E" w:rsidP="00613E5C">
            <w:pPr>
              <w:pStyle w:val="TableParagraph"/>
              <w:spacing w:before="132"/>
              <w:ind w:left="200"/>
              <w:rPr>
                <w:b/>
                <w:sz w:val="24"/>
              </w:rPr>
            </w:pPr>
            <w:r w:rsidRPr="00AD2122">
              <w:rPr>
                <w:b/>
                <w:sz w:val="24"/>
              </w:rPr>
              <w:t>Гринчука Г.П</w:t>
            </w:r>
          </w:p>
        </w:tc>
        <w:tc>
          <w:tcPr>
            <w:tcW w:w="8030" w:type="dxa"/>
          </w:tcPr>
          <w:p w:rsidR="000A6A4E" w:rsidRPr="00032287" w:rsidRDefault="000A6A4E" w:rsidP="00613E5C">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68" w:history="1">
              <w:r w:rsidRPr="00032287">
                <w:rPr>
                  <w:rStyle w:val="Hyperlink"/>
                  <w:color w:val="auto"/>
                  <w:bdr w:val="none" w:sz="0" w:space="0" w:color="auto" w:frame="1"/>
                  <w:shd w:val="clear" w:color="auto" w:fill="FFFFFF"/>
                </w:rPr>
                <w:t>Про надання дозволу на виготовлення технічної документації із землеустрою щодо інвентаризації земель сільськогосподарського призначення</w:t>
              </w:r>
            </w:hyperlink>
            <w:r>
              <w:t>»</w:t>
            </w:r>
            <w:r w:rsidRPr="00032287">
              <w:t>.</w:t>
            </w:r>
          </w:p>
          <w:p w:rsidR="000A6A4E" w:rsidRPr="00852092" w:rsidRDefault="000A6A4E" w:rsidP="00613E5C">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613E5C">
            <w:pPr>
              <w:pStyle w:val="TableParagraph"/>
              <w:spacing w:before="135" w:line="275" w:lineRule="exact"/>
              <w:ind w:left="200"/>
              <w:rPr>
                <w:b/>
                <w:sz w:val="24"/>
              </w:rPr>
            </w:pPr>
            <w:r w:rsidRPr="00EA00CA">
              <w:rPr>
                <w:b/>
                <w:sz w:val="24"/>
              </w:rPr>
              <w:t>ВИСТУПИЛИ:</w:t>
            </w:r>
          </w:p>
          <w:p w:rsidR="000A6A4E" w:rsidRPr="00EA00CA" w:rsidRDefault="000A6A4E" w:rsidP="00613E5C">
            <w:pPr>
              <w:pStyle w:val="TableParagraph"/>
              <w:ind w:left="200" w:right="52"/>
              <w:rPr>
                <w:sz w:val="24"/>
              </w:rPr>
            </w:pPr>
            <w:r w:rsidRPr="00EA00CA">
              <w:rPr>
                <w:b/>
                <w:sz w:val="24"/>
              </w:rPr>
              <w:t>Миколайчук І.О.</w:t>
            </w:r>
          </w:p>
        </w:tc>
        <w:tc>
          <w:tcPr>
            <w:tcW w:w="8030" w:type="dxa"/>
          </w:tcPr>
          <w:p w:rsidR="000A6A4E" w:rsidRPr="00EA00CA" w:rsidRDefault="000A6A4E" w:rsidP="00613E5C">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hyperlink r:id="rId69" w:history="1">
              <w:r w:rsidRPr="00032287">
                <w:rPr>
                  <w:rStyle w:val="Hyperlink"/>
                  <w:color w:val="auto"/>
                  <w:sz w:val="24"/>
                  <w:szCs w:val="24"/>
                  <w:bdr w:val="none" w:sz="0" w:space="0" w:color="auto" w:frame="1"/>
                  <w:shd w:val="clear" w:color="auto" w:fill="FFFFFF"/>
                </w:rPr>
                <w:t>Про надання дозволу на виготовлення технічної документації із землеустрою щодо інвентаризації земель сільськогосподарського призначення</w:t>
              </w:r>
            </w:hyperlink>
            <w:r>
              <w:t>»</w:t>
            </w:r>
            <w:r w:rsidRPr="00032287">
              <w:rPr>
                <w:sz w:val="24"/>
                <w:szCs w:val="24"/>
              </w:rPr>
              <w:t>.</w:t>
            </w:r>
          </w:p>
        </w:tc>
      </w:tr>
      <w:tr w:rsidR="000A6A4E" w:rsidTr="00613E5C">
        <w:trPr>
          <w:trHeight w:val="1657"/>
        </w:trPr>
        <w:tc>
          <w:tcPr>
            <w:tcW w:w="2200" w:type="dxa"/>
          </w:tcPr>
          <w:p w:rsidR="000A6A4E" w:rsidRPr="000D243F" w:rsidRDefault="000A6A4E" w:rsidP="00613E5C">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EA00CA" w:rsidRDefault="000A6A4E" w:rsidP="00613E5C">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p>
          <w:p w:rsidR="000A6A4E" w:rsidRPr="00A444A5" w:rsidRDefault="000A6A4E" w:rsidP="00613E5C">
            <w:pPr>
              <w:pStyle w:val="TableParagraph"/>
              <w:spacing w:line="263" w:lineRule="exact"/>
              <w:jc w:val="both"/>
              <w:rPr>
                <w:sz w:val="24"/>
              </w:rPr>
            </w:pPr>
            <w:r>
              <w:t>«</w:t>
            </w:r>
            <w:hyperlink r:id="rId70" w:history="1">
              <w:r w:rsidRPr="00032287">
                <w:rPr>
                  <w:rStyle w:val="Hyperlink"/>
                  <w:color w:val="auto"/>
                  <w:sz w:val="24"/>
                  <w:szCs w:val="24"/>
                  <w:bdr w:val="none" w:sz="0" w:space="0" w:color="auto" w:frame="1"/>
                  <w:shd w:val="clear" w:color="auto" w:fill="FFFFFF"/>
                </w:rPr>
                <w:t>Про надання дозволу на виготовлення технічної документації із землеустрою щодо інвентаризації земель сільськогосподарського призначення</w:t>
              </w:r>
            </w:hyperlink>
            <w:r>
              <w:t>»</w:t>
            </w:r>
            <w:r w:rsidRPr="00032287">
              <w:rPr>
                <w:sz w:val="24"/>
                <w:szCs w:val="24"/>
              </w:rPr>
              <w:t>.</w:t>
            </w:r>
          </w:p>
        </w:tc>
      </w:tr>
      <w:tr w:rsidR="000A6A4E" w:rsidTr="00613E5C">
        <w:trPr>
          <w:trHeight w:val="1657"/>
        </w:trPr>
        <w:tc>
          <w:tcPr>
            <w:tcW w:w="2200" w:type="dxa"/>
          </w:tcPr>
          <w:p w:rsidR="000A6A4E" w:rsidRDefault="000A6A4E" w:rsidP="00613E5C">
            <w:pPr>
              <w:pStyle w:val="TableParagraph"/>
              <w:spacing w:before="132"/>
              <w:ind w:left="200"/>
              <w:rPr>
                <w:b/>
                <w:sz w:val="24"/>
              </w:rPr>
            </w:pPr>
          </w:p>
          <w:p w:rsidR="000A6A4E" w:rsidRDefault="000A6A4E" w:rsidP="00613E5C">
            <w:pPr>
              <w:pStyle w:val="TableParagraph"/>
              <w:spacing w:before="132"/>
              <w:ind w:left="200"/>
              <w:rPr>
                <w:b/>
                <w:sz w:val="24"/>
              </w:rPr>
            </w:pPr>
            <w:r>
              <w:rPr>
                <w:b/>
                <w:sz w:val="24"/>
              </w:rPr>
              <w:t>ГОЛОСУВАЛИ:</w:t>
            </w:r>
          </w:p>
        </w:tc>
        <w:tc>
          <w:tcPr>
            <w:tcW w:w="8030" w:type="dxa"/>
          </w:tcPr>
          <w:p w:rsidR="000A6A4E" w:rsidRDefault="000A6A4E" w:rsidP="00613E5C">
            <w:pPr>
              <w:pStyle w:val="BodyText"/>
              <w:ind w:left="200" w:right="483"/>
              <w:jc w:val="both"/>
            </w:pPr>
          </w:p>
          <w:p w:rsidR="000A6A4E" w:rsidRDefault="000A6A4E" w:rsidP="00613E5C">
            <w:pPr>
              <w:pStyle w:val="BodyText"/>
              <w:ind w:left="200" w:right="483"/>
              <w:jc w:val="both"/>
            </w:pPr>
          </w:p>
          <w:p w:rsidR="000A6A4E" w:rsidRPr="00CB57ED" w:rsidRDefault="000A6A4E" w:rsidP="00613E5C">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613E5C">
            <w:pPr>
              <w:pStyle w:val="TableParagraph"/>
              <w:spacing w:before="132"/>
              <w:ind w:left="200"/>
              <w:rPr>
                <w:b/>
                <w:sz w:val="24"/>
              </w:rPr>
            </w:pPr>
            <w:r>
              <w:rPr>
                <w:b/>
                <w:sz w:val="24"/>
              </w:rPr>
              <w:t>Слухали:</w:t>
            </w:r>
          </w:p>
          <w:p w:rsidR="000A6A4E" w:rsidRDefault="000A6A4E" w:rsidP="00613E5C">
            <w:pPr>
              <w:pStyle w:val="TableParagraph"/>
              <w:spacing w:before="132"/>
              <w:ind w:left="200"/>
              <w:rPr>
                <w:b/>
                <w:sz w:val="24"/>
              </w:rPr>
            </w:pPr>
            <w:r w:rsidRPr="00AD2122">
              <w:rPr>
                <w:b/>
                <w:sz w:val="24"/>
              </w:rPr>
              <w:t>Гринчука Г.П</w:t>
            </w:r>
          </w:p>
        </w:tc>
        <w:tc>
          <w:tcPr>
            <w:tcW w:w="8030" w:type="dxa"/>
          </w:tcPr>
          <w:p w:rsidR="000A6A4E" w:rsidRPr="00032287" w:rsidRDefault="000A6A4E" w:rsidP="00613E5C">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71" w:history="1">
              <w:r w:rsidRPr="00032287">
                <w:rPr>
                  <w:rStyle w:val="Hyperlink"/>
                  <w:color w:val="auto"/>
                  <w:bdr w:val="none" w:sz="0" w:space="0" w:color="auto" w:frame="1"/>
                  <w:shd w:val="clear" w:color="auto" w:fill="FFFFFF"/>
                </w:rPr>
                <w:t>Про затвердження проектів землеустрою щодо відведення земельних ділянок</w:t>
              </w:r>
            </w:hyperlink>
            <w:r>
              <w:t>»</w:t>
            </w:r>
            <w:r w:rsidRPr="00032287">
              <w:t>.</w:t>
            </w:r>
          </w:p>
          <w:p w:rsidR="000A6A4E" w:rsidRPr="00852092" w:rsidRDefault="000A6A4E" w:rsidP="00613E5C">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613E5C">
            <w:pPr>
              <w:pStyle w:val="TableParagraph"/>
              <w:spacing w:before="135" w:line="275" w:lineRule="exact"/>
              <w:ind w:left="200"/>
              <w:rPr>
                <w:b/>
                <w:sz w:val="24"/>
              </w:rPr>
            </w:pPr>
            <w:r w:rsidRPr="00EA00CA">
              <w:rPr>
                <w:b/>
                <w:sz w:val="24"/>
              </w:rPr>
              <w:t>ВИСТУПИЛИ:</w:t>
            </w:r>
          </w:p>
          <w:p w:rsidR="000A6A4E" w:rsidRPr="00EA00CA" w:rsidRDefault="000A6A4E" w:rsidP="00613E5C">
            <w:pPr>
              <w:pStyle w:val="TableParagraph"/>
              <w:ind w:left="200" w:right="52"/>
              <w:rPr>
                <w:sz w:val="24"/>
              </w:rPr>
            </w:pPr>
            <w:r w:rsidRPr="00EA00CA">
              <w:rPr>
                <w:b/>
                <w:sz w:val="24"/>
              </w:rPr>
              <w:t>Миколайчук І.О.</w:t>
            </w:r>
          </w:p>
        </w:tc>
        <w:tc>
          <w:tcPr>
            <w:tcW w:w="8030" w:type="dxa"/>
          </w:tcPr>
          <w:p w:rsidR="000A6A4E" w:rsidRPr="00EA00CA" w:rsidRDefault="000A6A4E" w:rsidP="00613E5C">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hyperlink r:id="rId72" w:history="1">
              <w:r w:rsidRPr="00032287">
                <w:rPr>
                  <w:rStyle w:val="Hyperlink"/>
                  <w:color w:val="auto"/>
                  <w:sz w:val="24"/>
                  <w:szCs w:val="24"/>
                  <w:bdr w:val="none" w:sz="0" w:space="0" w:color="auto" w:frame="1"/>
                  <w:shd w:val="clear" w:color="auto" w:fill="FFFFFF"/>
                </w:rPr>
                <w:t>Про затвердження проектів землеустрою щодо відведення земельних ділянок</w:t>
              </w:r>
            </w:hyperlink>
            <w:r>
              <w:t>»</w:t>
            </w:r>
            <w:r w:rsidRPr="00032287">
              <w:rPr>
                <w:sz w:val="24"/>
                <w:szCs w:val="24"/>
              </w:rPr>
              <w:t>.</w:t>
            </w:r>
          </w:p>
        </w:tc>
      </w:tr>
      <w:tr w:rsidR="000A6A4E" w:rsidTr="00613E5C">
        <w:trPr>
          <w:trHeight w:val="1657"/>
        </w:trPr>
        <w:tc>
          <w:tcPr>
            <w:tcW w:w="2200" w:type="dxa"/>
          </w:tcPr>
          <w:p w:rsidR="000A6A4E" w:rsidRPr="000D243F" w:rsidRDefault="000A6A4E" w:rsidP="00613E5C">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EA00CA" w:rsidRDefault="000A6A4E" w:rsidP="00613E5C">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p>
          <w:p w:rsidR="000A6A4E" w:rsidRPr="00A444A5" w:rsidRDefault="000A6A4E" w:rsidP="00613E5C">
            <w:pPr>
              <w:pStyle w:val="TableParagraph"/>
              <w:spacing w:line="263" w:lineRule="exact"/>
              <w:jc w:val="both"/>
              <w:rPr>
                <w:sz w:val="24"/>
              </w:rPr>
            </w:pPr>
            <w:r>
              <w:t>«</w:t>
            </w:r>
            <w:hyperlink r:id="rId73" w:history="1">
              <w:r w:rsidRPr="00032287">
                <w:rPr>
                  <w:rStyle w:val="Hyperlink"/>
                  <w:color w:val="auto"/>
                  <w:sz w:val="24"/>
                  <w:szCs w:val="24"/>
                  <w:bdr w:val="none" w:sz="0" w:space="0" w:color="auto" w:frame="1"/>
                  <w:shd w:val="clear" w:color="auto" w:fill="FFFFFF"/>
                </w:rPr>
                <w:t>Про затвердження проектів землеустрою щодо відведення земельних ділянок</w:t>
              </w:r>
            </w:hyperlink>
            <w:r>
              <w:t>»</w:t>
            </w:r>
            <w:r w:rsidRPr="00032287">
              <w:rPr>
                <w:sz w:val="24"/>
                <w:szCs w:val="24"/>
              </w:rPr>
              <w:t>.</w:t>
            </w:r>
          </w:p>
        </w:tc>
      </w:tr>
      <w:tr w:rsidR="000A6A4E" w:rsidTr="00613E5C">
        <w:trPr>
          <w:trHeight w:val="1657"/>
        </w:trPr>
        <w:tc>
          <w:tcPr>
            <w:tcW w:w="2200" w:type="dxa"/>
          </w:tcPr>
          <w:p w:rsidR="000A6A4E" w:rsidRDefault="000A6A4E" w:rsidP="00613E5C">
            <w:pPr>
              <w:pStyle w:val="TableParagraph"/>
              <w:spacing w:before="132"/>
              <w:ind w:left="200"/>
              <w:rPr>
                <w:b/>
                <w:sz w:val="24"/>
              </w:rPr>
            </w:pPr>
          </w:p>
          <w:p w:rsidR="000A6A4E" w:rsidRDefault="000A6A4E" w:rsidP="00613E5C">
            <w:pPr>
              <w:pStyle w:val="TableParagraph"/>
              <w:spacing w:before="132"/>
              <w:ind w:left="200"/>
              <w:rPr>
                <w:b/>
                <w:sz w:val="24"/>
              </w:rPr>
            </w:pPr>
            <w:r>
              <w:rPr>
                <w:b/>
                <w:sz w:val="24"/>
              </w:rPr>
              <w:t>ГОЛОСУВАЛИ:</w:t>
            </w:r>
          </w:p>
        </w:tc>
        <w:tc>
          <w:tcPr>
            <w:tcW w:w="8030" w:type="dxa"/>
          </w:tcPr>
          <w:p w:rsidR="000A6A4E" w:rsidRDefault="000A6A4E" w:rsidP="00613E5C">
            <w:pPr>
              <w:pStyle w:val="BodyText"/>
              <w:ind w:left="200" w:right="483"/>
              <w:jc w:val="both"/>
            </w:pPr>
          </w:p>
          <w:p w:rsidR="000A6A4E" w:rsidRDefault="000A6A4E" w:rsidP="00613E5C">
            <w:pPr>
              <w:pStyle w:val="BodyText"/>
              <w:ind w:left="200" w:right="483"/>
              <w:jc w:val="both"/>
            </w:pPr>
          </w:p>
          <w:p w:rsidR="000A6A4E" w:rsidRPr="00CB57ED" w:rsidRDefault="000A6A4E" w:rsidP="00613E5C">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613E5C">
            <w:pPr>
              <w:pStyle w:val="TableParagraph"/>
              <w:spacing w:before="132"/>
              <w:ind w:left="200"/>
              <w:rPr>
                <w:b/>
                <w:sz w:val="24"/>
              </w:rPr>
            </w:pPr>
            <w:r>
              <w:rPr>
                <w:b/>
                <w:sz w:val="24"/>
              </w:rPr>
              <w:t>Слухали:</w:t>
            </w:r>
          </w:p>
          <w:p w:rsidR="000A6A4E" w:rsidRDefault="000A6A4E" w:rsidP="00613E5C">
            <w:pPr>
              <w:pStyle w:val="TableParagraph"/>
              <w:spacing w:before="132"/>
              <w:ind w:left="200"/>
              <w:rPr>
                <w:b/>
                <w:sz w:val="24"/>
              </w:rPr>
            </w:pPr>
            <w:r w:rsidRPr="00AD2122">
              <w:rPr>
                <w:b/>
                <w:sz w:val="24"/>
              </w:rPr>
              <w:t>Гринчука Г.П</w:t>
            </w:r>
          </w:p>
        </w:tc>
        <w:tc>
          <w:tcPr>
            <w:tcW w:w="8030" w:type="dxa"/>
          </w:tcPr>
          <w:p w:rsidR="000A6A4E" w:rsidRPr="00032287" w:rsidRDefault="000A6A4E" w:rsidP="00613E5C">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74" w:history="1">
              <w:r w:rsidRPr="00032287">
                <w:rPr>
                  <w:rStyle w:val="Hyperlink"/>
                  <w:color w:val="auto"/>
                  <w:bdr w:val="none" w:sz="0" w:space="0" w:color="auto" w:frame="1"/>
                  <w:shd w:val="clear" w:color="auto" w:fill="FFFFFF"/>
                </w:rPr>
                <w:t>Про затвердження проекту землеустрою щодо відведення земельної ділянки в оренду</w:t>
              </w:r>
            </w:hyperlink>
            <w:r>
              <w:t>»</w:t>
            </w:r>
            <w:r w:rsidRPr="00032287">
              <w:t>.</w:t>
            </w:r>
          </w:p>
          <w:p w:rsidR="000A6A4E" w:rsidRPr="00852092" w:rsidRDefault="000A6A4E" w:rsidP="00613E5C">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613E5C">
            <w:pPr>
              <w:pStyle w:val="TableParagraph"/>
              <w:spacing w:before="135" w:line="275" w:lineRule="exact"/>
              <w:ind w:left="200"/>
              <w:rPr>
                <w:b/>
                <w:sz w:val="24"/>
              </w:rPr>
            </w:pPr>
            <w:r w:rsidRPr="00EA00CA">
              <w:rPr>
                <w:b/>
                <w:sz w:val="24"/>
              </w:rPr>
              <w:t>ВИСТУПИЛИ:</w:t>
            </w:r>
          </w:p>
          <w:p w:rsidR="000A6A4E" w:rsidRPr="00EA00CA" w:rsidRDefault="000A6A4E" w:rsidP="00613E5C">
            <w:pPr>
              <w:pStyle w:val="TableParagraph"/>
              <w:ind w:left="200" w:right="52"/>
              <w:rPr>
                <w:sz w:val="24"/>
              </w:rPr>
            </w:pPr>
            <w:r w:rsidRPr="00EA00CA">
              <w:rPr>
                <w:b/>
                <w:sz w:val="24"/>
              </w:rPr>
              <w:t>Миколайчук І.О.</w:t>
            </w:r>
          </w:p>
        </w:tc>
        <w:tc>
          <w:tcPr>
            <w:tcW w:w="8030" w:type="dxa"/>
          </w:tcPr>
          <w:p w:rsidR="000A6A4E" w:rsidRPr="00EA00CA" w:rsidRDefault="000A6A4E" w:rsidP="00613E5C">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hyperlink r:id="rId75" w:history="1">
              <w:r w:rsidRPr="00032287">
                <w:rPr>
                  <w:rStyle w:val="Hyperlink"/>
                  <w:color w:val="auto"/>
                  <w:sz w:val="24"/>
                  <w:szCs w:val="24"/>
                  <w:bdr w:val="none" w:sz="0" w:space="0" w:color="auto" w:frame="1"/>
                  <w:shd w:val="clear" w:color="auto" w:fill="FFFFFF"/>
                </w:rPr>
                <w:t>Про затвердження проекту землеустрою щодо відведення земельної ділянки в оренду</w:t>
              </w:r>
            </w:hyperlink>
            <w:r>
              <w:t>»</w:t>
            </w:r>
            <w:r w:rsidRPr="00032287">
              <w:rPr>
                <w:sz w:val="24"/>
                <w:szCs w:val="24"/>
              </w:rPr>
              <w:t>.</w:t>
            </w:r>
          </w:p>
        </w:tc>
      </w:tr>
      <w:tr w:rsidR="000A6A4E" w:rsidTr="00613E5C">
        <w:trPr>
          <w:trHeight w:val="1657"/>
        </w:trPr>
        <w:tc>
          <w:tcPr>
            <w:tcW w:w="2200" w:type="dxa"/>
          </w:tcPr>
          <w:p w:rsidR="000A6A4E" w:rsidRPr="000D243F" w:rsidRDefault="000A6A4E" w:rsidP="00613E5C">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EA00CA" w:rsidRDefault="000A6A4E" w:rsidP="00613E5C">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p>
          <w:p w:rsidR="000A6A4E" w:rsidRPr="00A444A5" w:rsidRDefault="000A6A4E" w:rsidP="00613E5C">
            <w:pPr>
              <w:pStyle w:val="TableParagraph"/>
              <w:spacing w:line="263" w:lineRule="exact"/>
              <w:jc w:val="both"/>
              <w:rPr>
                <w:sz w:val="24"/>
              </w:rPr>
            </w:pPr>
            <w:r>
              <w:t>«</w:t>
            </w:r>
            <w:hyperlink r:id="rId76" w:history="1">
              <w:r w:rsidRPr="00032287">
                <w:rPr>
                  <w:rStyle w:val="Hyperlink"/>
                  <w:color w:val="auto"/>
                  <w:sz w:val="24"/>
                  <w:szCs w:val="24"/>
                  <w:bdr w:val="none" w:sz="0" w:space="0" w:color="auto" w:frame="1"/>
                  <w:shd w:val="clear" w:color="auto" w:fill="FFFFFF"/>
                </w:rPr>
                <w:t>Про затвердження проекту землеустрою щодо відведення земельної ділянки в оренду</w:t>
              </w:r>
            </w:hyperlink>
            <w:r>
              <w:t>»</w:t>
            </w:r>
            <w:r w:rsidRPr="00032287">
              <w:rPr>
                <w:sz w:val="24"/>
                <w:szCs w:val="24"/>
              </w:rPr>
              <w:t>.</w:t>
            </w:r>
          </w:p>
        </w:tc>
      </w:tr>
      <w:tr w:rsidR="000A6A4E" w:rsidTr="00613E5C">
        <w:trPr>
          <w:trHeight w:val="1657"/>
        </w:trPr>
        <w:tc>
          <w:tcPr>
            <w:tcW w:w="2200" w:type="dxa"/>
          </w:tcPr>
          <w:p w:rsidR="000A6A4E" w:rsidRDefault="000A6A4E" w:rsidP="00613E5C">
            <w:pPr>
              <w:pStyle w:val="TableParagraph"/>
              <w:spacing w:before="132"/>
              <w:ind w:left="200"/>
              <w:rPr>
                <w:b/>
                <w:sz w:val="24"/>
              </w:rPr>
            </w:pPr>
          </w:p>
          <w:p w:rsidR="000A6A4E" w:rsidRDefault="000A6A4E" w:rsidP="00613E5C">
            <w:pPr>
              <w:pStyle w:val="TableParagraph"/>
              <w:spacing w:before="132"/>
              <w:ind w:left="200"/>
              <w:rPr>
                <w:b/>
                <w:sz w:val="24"/>
              </w:rPr>
            </w:pPr>
            <w:r>
              <w:rPr>
                <w:b/>
                <w:sz w:val="24"/>
              </w:rPr>
              <w:t>ГОЛОСУВАЛИ:</w:t>
            </w:r>
          </w:p>
        </w:tc>
        <w:tc>
          <w:tcPr>
            <w:tcW w:w="8030" w:type="dxa"/>
          </w:tcPr>
          <w:p w:rsidR="000A6A4E" w:rsidRDefault="000A6A4E" w:rsidP="00613E5C">
            <w:pPr>
              <w:pStyle w:val="BodyText"/>
              <w:ind w:left="200" w:right="483"/>
              <w:jc w:val="both"/>
            </w:pPr>
          </w:p>
          <w:p w:rsidR="000A6A4E" w:rsidRDefault="000A6A4E" w:rsidP="00613E5C">
            <w:pPr>
              <w:pStyle w:val="BodyText"/>
              <w:ind w:left="200" w:right="483"/>
              <w:jc w:val="both"/>
            </w:pPr>
          </w:p>
          <w:p w:rsidR="000A6A4E" w:rsidRPr="00CB57ED" w:rsidRDefault="000A6A4E" w:rsidP="00613E5C">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613E5C">
            <w:pPr>
              <w:pStyle w:val="TableParagraph"/>
              <w:spacing w:before="132"/>
              <w:ind w:left="200"/>
              <w:rPr>
                <w:b/>
                <w:sz w:val="24"/>
              </w:rPr>
            </w:pPr>
            <w:r>
              <w:rPr>
                <w:b/>
                <w:sz w:val="24"/>
              </w:rPr>
              <w:t>Слухали:</w:t>
            </w:r>
          </w:p>
          <w:p w:rsidR="000A6A4E" w:rsidRDefault="000A6A4E" w:rsidP="00613E5C">
            <w:pPr>
              <w:pStyle w:val="TableParagraph"/>
              <w:spacing w:before="132"/>
              <w:ind w:left="200"/>
              <w:rPr>
                <w:b/>
                <w:sz w:val="24"/>
              </w:rPr>
            </w:pPr>
            <w:r w:rsidRPr="00AD2122">
              <w:rPr>
                <w:b/>
                <w:sz w:val="24"/>
              </w:rPr>
              <w:t>Гринчука Г.П</w:t>
            </w:r>
          </w:p>
        </w:tc>
        <w:tc>
          <w:tcPr>
            <w:tcW w:w="8030" w:type="dxa"/>
          </w:tcPr>
          <w:p w:rsidR="000A6A4E" w:rsidRPr="00032287" w:rsidRDefault="000A6A4E" w:rsidP="00613E5C">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«Про затвердження технічної документації з нормативної грошової оцінки земельних ділянок».</w:t>
            </w:r>
          </w:p>
          <w:p w:rsidR="000A6A4E" w:rsidRPr="00852092" w:rsidRDefault="000A6A4E" w:rsidP="00613E5C">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613E5C">
            <w:pPr>
              <w:pStyle w:val="TableParagraph"/>
              <w:spacing w:before="135" w:line="275" w:lineRule="exact"/>
              <w:ind w:left="200"/>
              <w:rPr>
                <w:b/>
                <w:sz w:val="24"/>
              </w:rPr>
            </w:pPr>
            <w:r w:rsidRPr="00EA00CA">
              <w:rPr>
                <w:b/>
                <w:sz w:val="24"/>
              </w:rPr>
              <w:t>ВИСТУПИЛИ:</w:t>
            </w:r>
          </w:p>
          <w:p w:rsidR="000A6A4E" w:rsidRPr="00EA00CA" w:rsidRDefault="000A6A4E" w:rsidP="00613E5C">
            <w:pPr>
              <w:pStyle w:val="TableParagraph"/>
              <w:ind w:left="200" w:right="52"/>
              <w:rPr>
                <w:sz w:val="24"/>
              </w:rPr>
            </w:pPr>
            <w:r w:rsidRPr="00EA00CA">
              <w:rPr>
                <w:b/>
                <w:sz w:val="24"/>
              </w:rPr>
              <w:t>Миколайчук І.О.</w:t>
            </w:r>
          </w:p>
        </w:tc>
        <w:tc>
          <w:tcPr>
            <w:tcW w:w="8030" w:type="dxa"/>
          </w:tcPr>
          <w:p w:rsidR="000A6A4E" w:rsidRPr="00EA00CA" w:rsidRDefault="000A6A4E" w:rsidP="00613E5C">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r w:rsidRPr="0032456A">
              <w:rPr>
                <w:sz w:val="24"/>
                <w:szCs w:val="24"/>
              </w:rPr>
              <w:t>Про затвердження технічної документації з нормативної грошової оцінки земельних ділянок».</w:t>
            </w:r>
          </w:p>
        </w:tc>
      </w:tr>
      <w:tr w:rsidR="000A6A4E" w:rsidTr="00613E5C">
        <w:trPr>
          <w:trHeight w:val="1657"/>
        </w:trPr>
        <w:tc>
          <w:tcPr>
            <w:tcW w:w="2200" w:type="dxa"/>
          </w:tcPr>
          <w:p w:rsidR="000A6A4E" w:rsidRPr="000D243F" w:rsidRDefault="000A6A4E" w:rsidP="00613E5C">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EA00CA" w:rsidRDefault="000A6A4E" w:rsidP="00613E5C">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p>
          <w:p w:rsidR="000A6A4E" w:rsidRPr="00A444A5" w:rsidRDefault="000A6A4E" w:rsidP="00613E5C">
            <w:pPr>
              <w:pStyle w:val="TableParagraph"/>
              <w:spacing w:line="263" w:lineRule="exact"/>
              <w:jc w:val="both"/>
              <w:rPr>
                <w:sz w:val="24"/>
              </w:rPr>
            </w:pPr>
            <w:r>
              <w:t>«</w:t>
            </w:r>
            <w:r w:rsidRPr="007909F1">
              <w:rPr>
                <w:sz w:val="24"/>
                <w:szCs w:val="24"/>
              </w:rPr>
              <w:t>Про затвердження технічної документації з нормативної грошової оцінки земельних ділянок».</w:t>
            </w: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400CA1">
            <w:pPr>
              <w:pStyle w:val="TableParagraph"/>
              <w:spacing w:before="132"/>
              <w:ind w:left="200"/>
              <w:rPr>
                <w:b/>
                <w:sz w:val="24"/>
              </w:rPr>
            </w:pPr>
            <w:r>
              <w:rPr>
                <w:b/>
                <w:sz w:val="24"/>
              </w:rPr>
              <w:t>Слухали:</w:t>
            </w:r>
          </w:p>
          <w:p w:rsidR="000A6A4E" w:rsidRDefault="000A6A4E" w:rsidP="00400CA1">
            <w:pPr>
              <w:pStyle w:val="TableParagraph"/>
              <w:spacing w:before="132"/>
              <w:ind w:left="200"/>
              <w:rPr>
                <w:b/>
                <w:sz w:val="24"/>
              </w:rPr>
            </w:pPr>
            <w:r w:rsidRPr="00AD2122">
              <w:rPr>
                <w:b/>
                <w:sz w:val="24"/>
              </w:rPr>
              <w:t>Гринчука Г.П</w:t>
            </w:r>
          </w:p>
        </w:tc>
        <w:tc>
          <w:tcPr>
            <w:tcW w:w="8030" w:type="dxa"/>
          </w:tcPr>
          <w:p w:rsidR="000A6A4E" w:rsidRPr="00032287" w:rsidRDefault="000A6A4E" w:rsidP="00400CA1">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77" w:history="1">
              <w:r w:rsidRPr="00032287">
                <w:rPr>
                  <w:rStyle w:val="Hyperlink"/>
                  <w:color w:val="auto"/>
                  <w:bdr w:val="none" w:sz="0" w:space="0" w:color="auto" w:frame="1"/>
                  <w:shd w:val="clear" w:color="auto" w:fill="FFFFFF"/>
                </w:rPr>
                <w:t>Про затвердження технічної документації із землеустрою щодо поділу земельної ділянки</w:t>
              </w:r>
            </w:hyperlink>
            <w:r>
              <w:t>»</w:t>
            </w:r>
            <w:r w:rsidRPr="00032287">
              <w:t>.</w:t>
            </w:r>
          </w:p>
          <w:p w:rsidR="000A6A4E" w:rsidRPr="00852092" w:rsidRDefault="000A6A4E" w:rsidP="00400CA1">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400CA1">
            <w:pPr>
              <w:pStyle w:val="TableParagraph"/>
              <w:spacing w:before="135" w:line="275" w:lineRule="exact"/>
              <w:ind w:left="200"/>
              <w:rPr>
                <w:b/>
                <w:sz w:val="24"/>
              </w:rPr>
            </w:pPr>
            <w:r w:rsidRPr="00EA00CA">
              <w:rPr>
                <w:b/>
                <w:sz w:val="24"/>
              </w:rPr>
              <w:t>ВИСТУПИЛИ:</w:t>
            </w:r>
          </w:p>
          <w:p w:rsidR="000A6A4E" w:rsidRPr="00EA00CA" w:rsidRDefault="000A6A4E" w:rsidP="00400CA1">
            <w:pPr>
              <w:pStyle w:val="TableParagraph"/>
              <w:ind w:left="200" w:right="52"/>
              <w:rPr>
                <w:sz w:val="24"/>
              </w:rPr>
            </w:pPr>
            <w:r w:rsidRPr="00EA00CA">
              <w:rPr>
                <w:b/>
                <w:sz w:val="24"/>
              </w:rPr>
              <w:t>Миколайчук І.О.</w:t>
            </w:r>
          </w:p>
        </w:tc>
        <w:tc>
          <w:tcPr>
            <w:tcW w:w="8030" w:type="dxa"/>
          </w:tcPr>
          <w:p w:rsidR="000A6A4E" w:rsidRPr="00EA00CA" w:rsidRDefault="000A6A4E" w:rsidP="00400CA1">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hyperlink r:id="rId78" w:history="1">
              <w:r w:rsidRPr="007909F1">
                <w:rPr>
                  <w:rStyle w:val="Hyperlink"/>
                  <w:color w:val="auto"/>
                  <w:sz w:val="24"/>
                  <w:szCs w:val="24"/>
                  <w:bdr w:val="none" w:sz="0" w:space="0" w:color="auto" w:frame="1"/>
                  <w:shd w:val="clear" w:color="auto" w:fill="FFFFFF"/>
                </w:rPr>
                <w:t>Про затвердження технічної документації із землеустрою щодо поділу земельної ділянки</w:t>
              </w:r>
            </w:hyperlink>
            <w:r w:rsidRPr="007909F1">
              <w:rPr>
                <w:sz w:val="24"/>
                <w:szCs w:val="24"/>
              </w:rPr>
              <w:t>».</w:t>
            </w:r>
          </w:p>
        </w:tc>
      </w:tr>
      <w:tr w:rsidR="000A6A4E" w:rsidTr="00613E5C">
        <w:trPr>
          <w:trHeight w:val="1657"/>
        </w:trPr>
        <w:tc>
          <w:tcPr>
            <w:tcW w:w="2200" w:type="dxa"/>
          </w:tcPr>
          <w:p w:rsidR="000A6A4E" w:rsidRPr="000D243F" w:rsidRDefault="000A6A4E" w:rsidP="00400CA1">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EA00CA" w:rsidRDefault="000A6A4E" w:rsidP="00400CA1">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p>
          <w:p w:rsidR="000A6A4E" w:rsidRPr="007909F1" w:rsidRDefault="000A6A4E" w:rsidP="00400CA1">
            <w:pPr>
              <w:pStyle w:val="TableParagraph"/>
              <w:spacing w:line="263" w:lineRule="exact"/>
              <w:jc w:val="both"/>
              <w:rPr>
                <w:sz w:val="24"/>
                <w:szCs w:val="24"/>
              </w:rPr>
            </w:pPr>
            <w:r w:rsidRPr="007909F1">
              <w:rPr>
                <w:sz w:val="24"/>
                <w:szCs w:val="24"/>
              </w:rPr>
              <w:t>«</w:t>
            </w:r>
            <w:hyperlink r:id="rId79" w:history="1">
              <w:r w:rsidRPr="007909F1">
                <w:rPr>
                  <w:rStyle w:val="Hyperlink"/>
                  <w:color w:val="auto"/>
                  <w:sz w:val="24"/>
                  <w:szCs w:val="24"/>
                  <w:bdr w:val="none" w:sz="0" w:space="0" w:color="auto" w:frame="1"/>
                  <w:shd w:val="clear" w:color="auto" w:fill="FFFFFF"/>
                </w:rPr>
                <w:t>Про затвердження технічної документації із землеустрою щодо поділу земельної ділянки</w:t>
              </w:r>
            </w:hyperlink>
            <w:r w:rsidRPr="007909F1">
              <w:rPr>
                <w:sz w:val="24"/>
                <w:szCs w:val="24"/>
              </w:rPr>
              <w:t>».</w:t>
            </w: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400CA1">
            <w:pPr>
              <w:pStyle w:val="TableParagraph"/>
              <w:spacing w:before="132"/>
              <w:ind w:left="200"/>
              <w:rPr>
                <w:b/>
                <w:sz w:val="24"/>
              </w:rPr>
            </w:pPr>
            <w:r>
              <w:rPr>
                <w:b/>
                <w:sz w:val="24"/>
              </w:rPr>
              <w:t>Слухали:</w:t>
            </w:r>
          </w:p>
          <w:p w:rsidR="000A6A4E" w:rsidRDefault="000A6A4E" w:rsidP="00400CA1">
            <w:pPr>
              <w:pStyle w:val="TableParagraph"/>
              <w:spacing w:before="132"/>
              <w:ind w:left="200"/>
              <w:rPr>
                <w:b/>
                <w:sz w:val="24"/>
              </w:rPr>
            </w:pPr>
            <w:r w:rsidRPr="00AD2122">
              <w:rPr>
                <w:b/>
                <w:sz w:val="24"/>
              </w:rPr>
              <w:t>Гринчука Г.П</w:t>
            </w:r>
          </w:p>
        </w:tc>
        <w:tc>
          <w:tcPr>
            <w:tcW w:w="8030" w:type="dxa"/>
          </w:tcPr>
          <w:p w:rsidR="000A6A4E" w:rsidRPr="00032287" w:rsidRDefault="000A6A4E" w:rsidP="00B96BAA">
            <w:pPr>
              <w:pStyle w:val="BodyText"/>
              <w:spacing w:before="161"/>
              <w:ind w:left="262" w:right="550"/>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80" w:history="1">
              <w:r w:rsidRPr="00032287">
                <w:rPr>
                  <w:rStyle w:val="Hyperlink"/>
                  <w:color w:val="auto"/>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hyperlink>
            <w:r>
              <w:t>».</w:t>
            </w:r>
          </w:p>
          <w:p w:rsidR="000A6A4E" w:rsidRPr="00032287" w:rsidRDefault="000A6A4E" w:rsidP="00400CA1">
            <w:pPr>
              <w:pStyle w:val="BodyText"/>
              <w:spacing w:before="161"/>
              <w:ind w:left="262" w:right="550"/>
              <w:jc w:val="both"/>
            </w:pPr>
          </w:p>
          <w:p w:rsidR="000A6A4E" w:rsidRPr="00852092" w:rsidRDefault="000A6A4E" w:rsidP="00400CA1">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400CA1">
            <w:pPr>
              <w:pStyle w:val="TableParagraph"/>
              <w:spacing w:before="135" w:line="275" w:lineRule="exact"/>
              <w:ind w:left="200"/>
              <w:rPr>
                <w:b/>
                <w:sz w:val="24"/>
              </w:rPr>
            </w:pPr>
            <w:r w:rsidRPr="00EA00CA">
              <w:rPr>
                <w:b/>
                <w:sz w:val="24"/>
              </w:rPr>
              <w:t>ВИСТУПИЛИ:</w:t>
            </w:r>
          </w:p>
          <w:p w:rsidR="000A6A4E" w:rsidRPr="00EA00CA" w:rsidRDefault="000A6A4E" w:rsidP="00400CA1">
            <w:pPr>
              <w:pStyle w:val="TableParagraph"/>
              <w:ind w:left="200" w:right="52"/>
              <w:rPr>
                <w:sz w:val="24"/>
              </w:rPr>
            </w:pPr>
            <w:r w:rsidRPr="00EA00CA">
              <w:rPr>
                <w:b/>
                <w:sz w:val="24"/>
              </w:rPr>
              <w:t>Миколайчук І.О.</w:t>
            </w:r>
          </w:p>
        </w:tc>
        <w:tc>
          <w:tcPr>
            <w:tcW w:w="8030" w:type="dxa"/>
          </w:tcPr>
          <w:p w:rsidR="000A6A4E" w:rsidRPr="00EA00CA" w:rsidRDefault="000A6A4E" w:rsidP="00400CA1">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7909F1">
              <w:rPr>
                <w:sz w:val="24"/>
                <w:szCs w:val="24"/>
              </w:rPr>
              <w:t>«</w:t>
            </w:r>
            <w:hyperlink r:id="rId81" w:history="1">
              <w:r w:rsidRPr="007909F1">
                <w:rPr>
                  <w:rStyle w:val="Hyperlink"/>
                  <w:color w:val="auto"/>
                  <w:sz w:val="24"/>
                  <w:szCs w:val="24"/>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hyperlink>
            <w:r>
              <w:t>»</w:t>
            </w:r>
            <w:r w:rsidRPr="00032287">
              <w:rPr>
                <w:sz w:val="24"/>
                <w:szCs w:val="24"/>
              </w:rPr>
              <w:t>.</w:t>
            </w:r>
          </w:p>
        </w:tc>
      </w:tr>
      <w:tr w:rsidR="000A6A4E" w:rsidTr="00613E5C">
        <w:trPr>
          <w:trHeight w:val="1657"/>
        </w:trPr>
        <w:tc>
          <w:tcPr>
            <w:tcW w:w="2200" w:type="dxa"/>
          </w:tcPr>
          <w:p w:rsidR="000A6A4E" w:rsidRPr="000D243F" w:rsidRDefault="000A6A4E" w:rsidP="00400CA1">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EA00CA" w:rsidRDefault="000A6A4E" w:rsidP="00400CA1">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p>
          <w:p w:rsidR="000A6A4E" w:rsidRPr="007909F1" w:rsidRDefault="000A6A4E" w:rsidP="00400CA1">
            <w:pPr>
              <w:pStyle w:val="TableParagraph"/>
              <w:spacing w:line="263" w:lineRule="exact"/>
              <w:jc w:val="both"/>
              <w:rPr>
                <w:sz w:val="24"/>
                <w:szCs w:val="24"/>
              </w:rPr>
            </w:pPr>
            <w:r w:rsidRPr="007909F1">
              <w:rPr>
                <w:sz w:val="24"/>
                <w:szCs w:val="24"/>
              </w:rPr>
              <w:t>«</w:t>
            </w:r>
            <w:hyperlink r:id="rId82" w:history="1">
              <w:r w:rsidRPr="007909F1">
                <w:rPr>
                  <w:rStyle w:val="Hyperlink"/>
                  <w:color w:val="auto"/>
                  <w:sz w:val="24"/>
                  <w:szCs w:val="24"/>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hyperlink>
            <w:r w:rsidRPr="007909F1">
              <w:rPr>
                <w:sz w:val="24"/>
                <w:szCs w:val="24"/>
              </w:rPr>
              <w:t>».</w:t>
            </w: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400CA1">
            <w:pPr>
              <w:pStyle w:val="TableParagraph"/>
              <w:spacing w:before="132"/>
              <w:ind w:left="200"/>
              <w:rPr>
                <w:b/>
                <w:sz w:val="24"/>
              </w:rPr>
            </w:pPr>
            <w:r>
              <w:rPr>
                <w:b/>
                <w:sz w:val="24"/>
              </w:rPr>
              <w:t>Слухали:</w:t>
            </w:r>
          </w:p>
          <w:p w:rsidR="000A6A4E" w:rsidRDefault="000A6A4E" w:rsidP="00400CA1">
            <w:pPr>
              <w:pStyle w:val="TableParagraph"/>
              <w:spacing w:before="132"/>
              <w:ind w:left="200"/>
              <w:rPr>
                <w:b/>
                <w:sz w:val="24"/>
              </w:rPr>
            </w:pPr>
            <w:r w:rsidRPr="00AD2122">
              <w:rPr>
                <w:b/>
                <w:sz w:val="24"/>
              </w:rPr>
              <w:t>Гринчука Г.П</w:t>
            </w:r>
          </w:p>
        </w:tc>
        <w:tc>
          <w:tcPr>
            <w:tcW w:w="8030" w:type="dxa"/>
          </w:tcPr>
          <w:p w:rsidR="000A6A4E" w:rsidRPr="00032287" w:rsidRDefault="000A6A4E" w:rsidP="00400CA1">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83" w:history="1">
              <w:r w:rsidRPr="00032287">
                <w:rPr>
                  <w:rStyle w:val="Hyperlink"/>
                  <w:color w:val="auto"/>
                  <w:bdr w:val="none" w:sz="0" w:space="0" w:color="auto" w:frame="1"/>
                  <w:shd w:val="clear" w:color="auto" w:fill="FFFFFF"/>
                </w:rPr>
                <w:t>Про передачу земельних ділянок в оренду</w:t>
              </w:r>
            </w:hyperlink>
            <w:r>
              <w:t>»</w:t>
            </w:r>
            <w:r w:rsidRPr="00032287">
              <w:t>.</w:t>
            </w:r>
          </w:p>
          <w:p w:rsidR="000A6A4E" w:rsidRPr="00852092" w:rsidRDefault="000A6A4E" w:rsidP="00400CA1">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400CA1">
            <w:pPr>
              <w:pStyle w:val="TableParagraph"/>
              <w:spacing w:before="135" w:line="275" w:lineRule="exact"/>
              <w:ind w:left="200"/>
              <w:rPr>
                <w:b/>
                <w:sz w:val="24"/>
              </w:rPr>
            </w:pPr>
            <w:r w:rsidRPr="00EA00CA">
              <w:rPr>
                <w:b/>
                <w:sz w:val="24"/>
              </w:rPr>
              <w:t>ВИСТУПИЛИ:</w:t>
            </w:r>
          </w:p>
          <w:p w:rsidR="000A6A4E" w:rsidRPr="00EA00CA" w:rsidRDefault="000A6A4E" w:rsidP="00400CA1">
            <w:pPr>
              <w:pStyle w:val="TableParagraph"/>
              <w:ind w:left="200" w:right="52"/>
              <w:rPr>
                <w:sz w:val="24"/>
              </w:rPr>
            </w:pPr>
            <w:r w:rsidRPr="00EA00CA">
              <w:rPr>
                <w:b/>
                <w:sz w:val="24"/>
              </w:rPr>
              <w:t>Миколайчук І.О.</w:t>
            </w:r>
          </w:p>
        </w:tc>
        <w:tc>
          <w:tcPr>
            <w:tcW w:w="8030" w:type="dxa"/>
          </w:tcPr>
          <w:p w:rsidR="000A6A4E" w:rsidRPr="00EA00CA" w:rsidRDefault="000A6A4E" w:rsidP="00400CA1">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7909F1">
              <w:rPr>
                <w:sz w:val="24"/>
                <w:szCs w:val="24"/>
              </w:rPr>
              <w:t>«</w:t>
            </w:r>
            <w:hyperlink r:id="rId84" w:history="1">
              <w:r w:rsidRPr="007909F1">
                <w:rPr>
                  <w:rStyle w:val="Hyperlink"/>
                  <w:color w:val="auto"/>
                  <w:sz w:val="24"/>
                  <w:szCs w:val="24"/>
                  <w:bdr w:val="none" w:sz="0" w:space="0" w:color="auto" w:frame="1"/>
                  <w:shd w:val="clear" w:color="auto" w:fill="FFFFFF"/>
                </w:rPr>
                <w:t>Про передачу земельних ділянок в оренду</w:t>
              </w:r>
            </w:hyperlink>
            <w:r w:rsidRPr="007909F1">
              <w:rPr>
                <w:sz w:val="24"/>
                <w:szCs w:val="24"/>
              </w:rPr>
              <w:t>».</w:t>
            </w:r>
          </w:p>
        </w:tc>
      </w:tr>
      <w:tr w:rsidR="000A6A4E" w:rsidTr="00613E5C">
        <w:trPr>
          <w:trHeight w:val="1657"/>
        </w:trPr>
        <w:tc>
          <w:tcPr>
            <w:tcW w:w="2200" w:type="dxa"/>
          </w:tcPr>
          <w:p w:rsidR="000A6A4E" w:rsidRPr="000D243F" w:rsidRDefault="000A6A4E" w:rsidP="00400CA1">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EA00CA" w:rsidRDefault="000A6A4E" w:rsidP="00400CA1">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p>
          <w:p w:rsidR="000A6A4E" w:rsidRPr="007909F1" w:rsidRDefault="000A6A4E" w:rsidP="00400CA1">
            <w:pPr>
              <w:pStyle w:val="TableParagraph"/>
              <w:spacing w:line="263" w:lineRule="exact"/>
              <w:jc w:val="both"/>
              <w:rPr>
                <w:sz w:val="24"/>
                <w:szCs w:val="24"/>
              </w:rPr>
            </w:pPr>
            <w:r w:rsidRPr="007909F1">
              <w:rPr>
                <w:sz w:val="24"/>
                <w:szCs w:val="24"/>
              </w:rPr>
              <w:t>«</w:t>
            </w:r>
            <w:hyperlink r:id="rId85" w:history="1">
              <w:r w:rsidRPr="007909F1">
                <w:rPr>
                  <w:rStyle w:val="Hyperlink"/>
                  <w:color w:val="auto"/>
                  <w:sz w:val="24"/>
                  <w:szCs w:val="24"/>
                  <w:bdr w:val="none" w:sz="0" w:space="0" w:color="auto" w:frame="1"/>
                  <w:shd w:val="clear" w:color="auto" w:fill="FFFFFF"/>
                </w:rPr>
                <w:t>Про передачу земельних ділянок в оренду</w:t>
              </w:r>
            </w:hyperlink>
            <w:r w:rsidRPr="007909F1">
              <w:rPr>
                <w:sz w:val="24"/>
                <w:szCs w:val="24"/>
              </w:rPr>
              <w:t>».</w:t>
            </w: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400CA1">
            <w:pPr>
              <w:pStyle w:val="TableParagraph"/>
              <w:spacing w:before="132"/>
              <w:ind w:left="200"/>
              <w:rPr>
                <w:b/>
                <w:sz w:val="24"/>
              </w:rPr>
            </w:pPr>
            <w:r>
              <w:rPr>
                <w:b/>
                <w:sz w:val="24"/>
              </w:rPr>
              <w:t>Слухали:</w:t>
            </w:r>
          </w:p>
          <w:p w:rsidR="000A6A4E" w:rsidRDefault="000A6A4E" w:rsidP="00400CA1">
            <w:pPr>
              <w:pStyle w:val="TableParagraph"/>
              <w:spacing w:before="132"/>
              <w:ind w:left="200"/>
              <w:rPr>
                <w:b/>
                <w:sz w:val="24"/>
              </w:rPr>
            </w:pPr>
            <w:r w:rsidRPr="00AD2122">
              <w:rPr>
                <w:b/>
                <w:sz w:val="24"/>
              </w:rPr>
              <w:t>Гринчука Г.П</w:t>
            </w:r>
          </w:p>
        </w:tc>
        <w:tc>
          <w:tcPr>
            <w:tcW w:w="8030" w:type="dxa"/>
          </w:tcPr>
          <w:p w:rsidR="000A6A4E" w:rsidRPr="00032287" w:rsidRDefault="000A6A4E" w:rsidP="00400CA1">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r w:rsidRPr="00032287">
              <w:t>П</w:t>
            </w:r>
            <w:hyperlink r:id="rId86" w:history="1">
              <w:r w:rsidRPr="00032287">
                <w:rPr>
                  <w:rStyle w:val="Hyperlink"/>
                  <w:color w:val="auto"/>
                  <w:bdr w:val="none" w:sz="0" w:space="0" w:color="auto" w:frame="1"/>
                  <w:shd w:val="clear" w:color="auto" w:fill="FFFFFF"/>
                </w:rPr>
                <w:t>ро розірвання договору оренди</w:t>
              </w:r>
            </w:hyperlink>
            <w:r>
              <w:t>»</w:t>
            </w:r>
            <w:r w:rsidRPr="00032287">
              <w:t>.</w:t>
            </w:r>
          </w:p>
          <w:p w:rsidR="000A6A4E" w:rsidRPr="00852092" w:rsidRDefault="000A6A4E" w:rsidP="00400CA1">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400CA1">
            <w:pPr>
              <w:pStyle w:val="TableParagraph"/>
              <w:spacing w:before="135" w:line="275" w:lineRule="exact"/>
              <w:ind w:left="200"/>
              <w:rPr>
                <w:b/>
                <w:sz w:val="24"/>
              </w:rPr>
            </w:pPr>
            <w:r w:rsidRPr="00EA00CA">
              <w:rPr>
                <w:b/>
                <w:sz w:val="24"/>
              </w:rPr>
              <w:t>ВИСТУПИЛИ:</w:t>
            </w:r>
          </w:p>
          <w:p w:rsidR="000A6A4E" w:rsidRPr="00EA00CA" w:rsidRDefault="000A6A4E" w:rsidP="00400CA1">
            <w:pPr>
              <w:pStyle w:val="TableParagraph"/>
              <w:ind w:left="200" w:right="52"/>
              <w:rPr>
                <w:sz w:val="24"/>
              </w:rPr>
            </w:pPr>
            <w:r w:rsidRPr="00EA00CA">
              <w:rPr>
                <w:b/>
                <w:sz w:val="24"/>
              </w:rPr>
              <w:t>Миколайчук І.О.</w:t>
            </w:r>
          </w:p>
        </w:tc>
        <w:tc>
          <w:tcPr>
            <w:tcW w:w="8030" w:type="dxa"/>
          </w:tcPr>
          <w:p w:rsidR="000A6A4E" w:rsidRPr="00EA00CA" w:rsidRDefault="000A6A4E" w:rsidP="00400CA1">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7909F1">
              <w:rPr>
                <w:sz w:val="24"/>
                <w:szCs w:val="24"/>
              </w:rPr>
              <w:t>«П</w:t>
            </w:r>
            <w:hyperlink r:id="rId87" w:history="1">
              <w:r w:rsidRPr="007909F1">
                <w:rPr>
                  <w:rStyle w:val="Hyperlink"/>
                  <w:color w:val="auto"/>
                  <w:sz w:val="24"/>
                  <w:szCs w:val="24"/>
                  <w:bdr w:val="none" w:sz="0" w:space="0" w:color="auto" w:frame="1"/>
                  <w:shd w:val="clear" w:color="auto" w:fill="FFFFFF"/>
                </w:rPr>
                <w:t>ро розірвання договору оренди</w:t>
              </w:r>
            </w:hyperlink>
            <w:r w:rsidRPr="007909F1">
              <w:rPr>
                <w:sz w:val="24"/>
                <w:szCs w:val="24"/>
              </w:rPr>
              <w:t>».</w:t>
            </w:r>
          </w:p>
        </w:tc>
      </w:tr>
      <w:tr w:rsidR="000A6A4E" w:rsidTr="00613E5C">
        <w:trPr>
          <w:trHeight w:val="1657"/>
        </w:trPr>
        <w:tc>
          <w:tcPr>
            <w:tcW w:w="2200" w:type="dxa"/>
          </w:tcPr>
          <w:p w:rsidR="000A6A4E" w:rsidRPr="000D243F" w:rsidRDefault="000A6A4E" w:rsidP="00400CA1">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EA00CA" w:rsidRDefault="000A6A4E" w:rsidP="00400CA1">
            <w:pPr>
              <w:ind w:left="110"/>
              <w:rPr>
                <w:sz w:val="24"/>
                <w:szCs w:val="24"/>
                <w:lang w:eastAsia="ru-RU"/>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r>
              <w:t xml:space="preserve"> </w:t>
            </w:r>
            <w:r w:rsidRPr="007909F1">
              <w:rPr>
                <w:sz w:val="24"/>
                <w:szCs w:val="24"/>
              </w:rPr>
              <w:t>«П</w:t>
            </w:r>
            <w:hyperlink r:id="rId88" w:history="1">
              <w:r w:rsidRPr="007909F1">
                <w:rPr>
                  <w:rStyle w:val="Hyperlink"/>
                  <w:color w:val="auto"/>
                  <w:sz w:val="24"/>
                  <w:szCs w:val="24"/>
                  <w:bdr w:val="none" w:sz="0" w:space="0" w:color="auto" w:frame="1"/>
                  <w:shd w:val="clear" w:color="auto" w:fill="FFFFFF"/>
                </w:rPr>
                <w:t>ро розірвання договору оренди</w:t>
              </w:r>
            </w:hyperlink>
            <w:r>
              <w:t>»</w:t>
            </w:r>
            <w:r w:rsidRPr="00032287">
              <w:rPr>
                <w:sz w:val="24"/>
                <w:szCs w:val="24"/>
              </w:rPr>
              <w:t>.</w:t>
            </w:r>
          </w:p>
          <w:p w:rsidR="000A6A4E" w:rsidRPr="00A444A5" w:rsidRDefault="000A6A4E" w:rsidP="00400CA1">
            <w:pPr>
              <w:pStyle w:val="TableParagraph"/>
              <w:spacing w:line="263" w:lineRule="exact"/>
              <w:jc w:val="both"/>
              <w:rPr>
                <w:sz w:val="24"/>
              </w:rPr>
            </w:pP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400CA1">
            <w:pPr>
              <w:pStyle w:val="TableParagraph"/>
              <w:spacing w:before="132"/>
              <w:ind w:left="200"/>
              <w:rPr>
                <w:b/>
                <w:sz w:val="24"/>
              </w:rPr>
            </w:pPr>
            <w:r>
              <w:rPr>
                <w:b/>
                <w:sz w:val="24"/>
              </w:rPr>
              <w:t>Слухали:</w:t>
            </w:r>
          </w:p>
          <w:p w:rsidR="000A6A4E" w:rsidRDefault="000A6A4E" w:rsidP="00400CA1">
            <w:pPr>
              <w:pStyle w:val="TableParagraph"/>
              <w:spacing w:before="132"/>
              <w:ind w:left="200"/>
              <w:rPr>
                <w:b/>
                <w:sz w:val="24"/>
              </w:rPr>
            </w:pPr>
            <w:r w:rsidRPr="00AD2122">
              <w:rPr>
                <w:b/>
                <w:sz w:val="24"/>
              </w:rPr>
              <w:t>Гринчука Г.П</w:t>
            </w:r>
          </w:p>
        </w:tc>
        <w:tc>
          <w:tcPr>
            <w:tcW w:w="8030" w:type="dxa"/>
          </w:tcPr>
          <w:p w:rsidR="000A6A4E" w:rsidRPr="00032287" w:rsidRDefault="000A6A4E" w:rsidP="00400CA1">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89" w:history="1">
              <w:r w:rsidRPr="00032287">
                <w:rPr>
                  <w:rStyle w:val="Hyperlink"/>
                  <w:color w:val="auto"/>
                  <w:bdr w:val="none" w:sz="0" w:space="0" w:color="auto" w:frame="1"/>
                  <w:shd w:val="clear" w:color="auto" w:fill="FFFFFF"/>
                </w:rPr>
                <w:t>Про внесення змін до договорів оренди земельних ділянок</w:t>
              </w:r>
            </w:hyperlink>
            <w:r>
              <w:t>»</w:t>
            </w:r>
            <w:r w:rsidRPr="00032287">
              <w:t>.</w:t>
            </w:r>
          </w:p>
          <w:p w:rsidR="000A6A4E" w:rsidRPr="00852092" w:rsidRDefault="000A6A4E" w:rsidP="00400CA1">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400CA1">
            <w:pPr>
              <w:pStyle w:val="TableParagraph"/>
              <w:spacing w:before="135" w:line="275" w:lineRule="exact"/>
              <w:ind w:left="200"/>
              <w:rPr>
                <w:b/>
                <w:sz w:val="24"/>
              </w:rPr>
            </w:pPr>
            <w:r w:rsidRPr="00EA00CA">
              <w:rPr>
                <w:b/>
                <w:sz w:val="24"/>
              </w:rPr>
              <w:t>ВИСТУПИЛИ:</w:t>
            </w:r>
          </w:p>
          <w:p w:rsidR="000A6A4E" w:rsidRPr="00EA00CA" w:rsidRDefault="000A6A4E" w:rsidP="00400CA1">
            <w:pPr>
              <w:pStyle w:val="TableParagraph"/>
              <w:ind w:left="200" w:right="52"/>
              <w:rPr>
                <w:sz w:val="24"/>
              </w:rPr>
            </w:pPr>
            <w:r w:rsidRPr="00EA00CA">
              <w:rPr>
                <w:b/>
                <w:sz w:val="24"/>
              </w:rPr>
              <w:t>Миколайчук І.О.</w:t>
            </w:r>
          </w:p>
        </w:tc>
        <w:tc>
          <w:tcPr>
            <w:tcW w:w="8030" w:type="dxa"/>
          </w:tcPr>
          <w:p w:rsidR="000A6A4E" w:rsidRPr="00EA00CA" w:rsidRDefault="000A6A4E" w:rsidP="00400CA1">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w:t>
            </w:r>
            <w:r w:rsidRPr="007909F1">
              <w:rPr>
                <w:sz w:val="24"/>
                <w:szCs w:val="24"/>
              </w:rPr>
              <w:t>земельних відносин, виніс на розгляд членів постійної комісії проект рішення «</w:t>
            </w:r>
            <w:hyperlink r:id="rId90" w:history="1">
              <w:r w:rsidRPr="007909F1">
                <w:rPr>
                  <w:rStyle w:val="Hyperlink"/>
                  <w:color w:val="auto"/>
                  <w:sz w:val="24"/>
                  <w:szCs w:val="24"/>
                  <w:bdr w:val="none" w:sz="0" w:space="0" w:color="auto" w:frame="1"/>
                  <w:shd w:val="clear" w:color="auto" w:fill="FFFFFF"/>
                </w:rPr>
                <w:t>Про внесення змін до договорів оренди земельних ділянок</w:t>
              </w:r>
            </w:hyperlink>
            <w:r>
              <w:t>»</w:t>
            </w:r>
            <w:r w:rsidRPr="00032287">
              <w:rPr>
                <w:sz w:val="24"/>
                <w:szCs w:val="24"/>
              </w:rPr>
              <w:t>.</w:t>
            </w:r>
          </w:p>
        </w:tc>
      </w:tr>
      <w:tr w:rsidR="000A6A4E" w:rsidTr="00613E5C">
        <w:trPr>
          <w:trHeight w:val="1657"/>
        </w:trPr>
        <w:tc>
          <w:tcPr>
            <w:tcW w:w="2200" w:type="dxa"/>
          </w:tcPr>
          <w:p w:rsidR="000A6A4E" w:rsidRPr="000D243F" w:rsidRDefault="000A6A4E" w:rsidP="00400CA1">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A444A5" w:rsidRDefault="000A6A4E" w:rsidP="00400CA1">
            <w:pPr>
              <w:pStyle w:val="TableParagraph"/>
              <w:spacing w:line="263" w:lineRule="exact"/>
              <w:jc w:val="both"/>
              <w:rPr>
                <w:sz w:val="24"/>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r>
              <w:t xml:space="preserve"> «</w:t>
            </w:r>
            <w:hyperlink r:id="rId91" w:history="1">
              <w:r w:rsidRPr="007909F1">
                <w:rPr>
                  <w:rStyle w:val="Hyperlink"/>
                  <w:color w:val="auto"/>
                  <w:sz w:val="24"/>
                  <w:szCs w:val="24"/>
                  <w:bdr w:val="none" w:sz="0" w:space="0" w:color="auto" w:frame="1"/>
                  <w:shd w:val="clear" w:color="auto" w:fill="FFFFFF"/>
                </w:rPr>
                <w:t>Про внесення змін до договорів оренди земельних ділянок</w:t>
              </w:r>
            </w:hyperlink>
            <w:r w:rsidRPr="007909F1">
              <w:rPr>
                <w:sz w:val="24"/>
                <w:szCs w:val="24"/>
              </w:rPr>
              <w:t>».</w:t>
            </w: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400CA1">
            <w:pPr>
              <w:pStyle w:val="TableParagraph"/>
              <w:spacing w:before="132"/>
              <w:ind w:left="200"/>
              <w:rPr>
                <w:b/>
                <w:sz w:val="24"/>
              </w:rPr>
            </w:pPr>
            <w:r>
              <w:rPr>
                <w:b/>
                <w:sz w:val="24"/>
              </w:rPr>
              <w:t>Слухали:</w:t>
            </w:r>
          </w:p>
          <w:p w:rsidR="000A6A4E" w:rsidRDefault="000A6A4E" w:rsidP="00400CA1">
            <w:pPr>
              <w:pStyle w:val="TableParagraph"/>
              <w:spacing w:before="132"/>
              <w:ind w:left="200"/>
              <w:rPr>
                <w:b/>
                <w:sz w:val="24"/>
              </w:rPr>
            </w:pPr>
            <w:r w:rsidRPr="00AD2122">
              <w:rPr>
                <w:b/>
                <w:sz w:val="24"/>
              </w:rPr>
              <w:t>Гринчука Г.П</w:t>
            </w:r>
          </w:p>
        </w:tc>
        <w:tc>
          <w:tcPr>
            <w:tcW w:w="8030" w:type="dxa"/>
          </w:tcPr>
          <w:p w:rsidR="000A6A4E" w:rsidRPr="00032287" w:rsidRDefault="000A6A4E" w:rsidP="00400CA1">
            <w:pPr>
              <w:pStyle w:val="BodyText"/>
              <w:spacing w:before="161"/>
              <w:ind w:left="262" w:right="550"/>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«П</w:t>
            </w:r>
            <w:r w:rsidRPr="0032456A">
              <w:t>ро припинення права власності та права користування земельними ділянками</w:t>
            </w:r>
            <w:r>
              <w:t>»</w:t>
            </w:r>
            <w:r w:rsidRPr="00032287">
              <w:t>.</w:t>
            </w:r>
          </w:p>
          <w:p w:rsidR="000A6A4E" w:rsidRPr="00852092" w:rsidRDefault="000A6A4E" w:rsidP="00400CA1">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400CA1">
            <w:pPr>
              <w:pStyle w:val="TableParagraph"/>
              <w:spacing w:before="135" w:line="275" w:lineRule="exact"/>
              <w:ind w:left="200"/>
              <w:rPr>
                <w:b/>
                <w:sz w:val="24"/>
              </w:rPr>
            </w:pPr>
            <w:r w:rsidRPr="00EA00CA">
              <w:rPr>
                <w:b/>
                <w:sz w:val="24"/>
              </w:rPr>
              <w:t>ВИСТУПИЛИ:</w:t>
            </w:r>
          </w:p>
          <w:p w:rsidR="000A6A4E" w:rsidRPr="00EA00CA" w:rsidRDefault="000A6A4E" w:rsidP="00400CA1">
            <w:pPr>
              <w:pStyle w:val="TableParagraph"/>
              <w:ind w:left="200" w:right="52"/>
              <w:rPr>
                <w:sz w:val="24"/>
              </w:rPr>
            </w:pPr>
            <w:r w:rsidRPr="00EA00CA">
              <w:rPr>
                <w:b/>
                <w:sz w:val="24"/>
              </w:rPr>
              <w:t>Миколайчук І.О.</w:t>
            </w:r>
          </w:p>
        </w:tc>
        <w:tc>
          <w:tcPr>
            <w:tcW w:w="8030" w:type="dxa"/>
          </w:tcPr>
          <w:p w:rsidR="000A6A4E" w:rsidRPr="00EA00CA" w:rsidRDefault="000A6A4E" w:rsidP="00400CA1">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7909F1">
              <w:rPr>
                <w:sz w:val="24"/>
                <w:szCs w:val="24"/>
              </w:rPr>
              <w:t>«Про припинення права власності та права користування земельними ділянками».</w:t>
            </w:r>
          </w:p>
        </w:tc>
      </w:tr>
      <w:tr w:rsidR="000A6A4E" w:rsidTr="00613E5C">
        <w:trPr>
          <w:trHeight w:val="1657"/>
        </w:trPr>
        <w:tc>
          <w:tcPr>
            <w:tcW w:w="2200" w:type="dxa"/>
          </w:tcPr>
          <w:p w:rsidR="000A6A4E" w:rsidRPr="000D243F" w:rsidRDefault="000A6A4E" w:rsidP="00400CA1">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A444A5" w:rsidRDefault="000A6A4E" w:rsidP="00400CA1">
            <w:pPr>
              <w:pStyle w:val="TableParagraph"/>
              <w:spacing w:line="263" w:lineRule="exact"/>
              <w:jc w:val="both"/>
              <w:rPr>
                <w:sz w:val="24"/>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r>
              <w:t xml:space="preserve"> </w:t>
            </w:r>
            <w:r w:rsidRPr="007909F1">
              <w:rPr>
                <w:sz w:val="24"/>
                <w:szCs w:val="24"/>
              </w:rPr>
              <w:t>«Про припинення права власності та права користування земельними ділянками».</w:t>
            </w: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400CA1">
            <w:pPr>
              <w:pStyle w:val="TableParagraph"/>
              <w:spacing w:before="132"/>
              <w:ind w:left="200"/>
              <w:rPr>
                <w:b/>
                <w:sz w:val="24"/>
              </w:rPr>
            </w:pPr>
            <w:r>
              <w:rPr>
                <w:b/>
                <w:sz w:val="24"/>
              </w:rPr>
              <w:t>Слухали:</w:t>
            </w:r>
          </w:p>
          <w:p w:rsidR="000A6A4E" w:rsidRDefault="000A6A4E" w:rsidP="00400CA1">
            <w:pPr>
              <w:pStyle w:val="TableParagraph"/>
              <w:spacing w:before="132"/>
              <w:ind w:left="200"/>
              <w:rPr>
                <w:b/>
                <w:sz w:val="24"/>
              </w:rPr>
            </w:pPr>
            <w:r w:rsidRPr="00AD2122">
              <w:rPr>
                <w:b/>
                <w:sz w:val="24"/>
              </w:rPr>
              <w:t>Гринчука Г.П</w:t>
            </w:r>
          </w:p>
        </w:tc>
        <w:tc>
          <w:tcPr>
            <w:tcW w:w="8030" w:type="dxa"/>
          </w:tcPr>
          <w:p w:rsidR="000A6A4E" w:rsidRPr="00032287" w:rsidRDefault="000A6A4E" w:rsidP="0032456A">
            <w:pPr>
              <w:pStyle w:val="BodyText"/>
              <w:spacing w:before="161"/>
              <w:ind w:left="262" w:right="550"/>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92" w:history="1">
              <w:r w:rsidRPr="00032287">
                <w:rPr>
                  <w:rStyle w:val="Hyperlink"/>
                  <w:color w:val="auto"/>
                  <w:bdr w:val="none" w:sz="0" w:space="0" w:color="auto" w:frame="1"/>
                  <w:shd w:val="clear" w:color="auto" w:fill="FFFFFF"/>
                </w:rPr>
                <w:t>Про виділення земельних ділянок в натурі (на місцевості)</w:t>
              </w:r>
            </w:hyperlink>
            <w:r>
              <w:t>».</w:t>
            </w:r>
          </w:p>
          <w:p w:rsidR="000A6A4E" w:rsidRPr="00032287" w:rsidRDefault="000A6A4E" w:rsidP="0032456A">
            <w:pPr>
              <w:pStyle w:val="BodyText"/>
              <w:spacing w:before="161"/>
              <w:ind w:right="550"/>
              <w:jc w:val="both"/>
            </w:pPr>
          </w:p>
          <w:p w:rsidR="000A6A4E" w:rsidRPr="00852092" w:rsidRDefault="000A6A4E" w:rsidP="00400CA1">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400CA1">
            <w:pPr>
              <w:pStyle w:val="TableParagraph"/>
              <w:spacing w:before="135" w:line="275" w:lineRule="exact"/>
              <w:ind w:left="200"/>
              <w:rPr>
                <w:b/>
                <w:sz w:val="24"/>
              </w:rPr>
            </w:pPr>
            <w:r w:rsidRPr="00EA00CA">
              <w:rPr>
                <w:b/>
                <w:sz w:val="24"/>
              </w:rPr>
              <w:t>ВИСТУПИЛИ:</w:t>
            </w:r>
          </w:p>
          <w:p w:rsidR="000A6A4E" w:rsidRPr="00EA00CA" w:rsidRDefault="000A6A4E" w:rsidP="00400CA1">
            <w:pPr>
              <w:pStyle w:val="TableParagraph"/>
              <w:ind w:left="200" w:right="52"/>
              <w:rPr>
                <w:sz w:val="24"/>
              </w:rPr>
            </w:pPr>
            <w:r w:rsidRPr="00EA00CA">
              <w:rPr>
                <w:b/>
                <w:sz w:val="24"/>
              </w:rPr>
              <w:t>Миколайчук І.О.</w:t>
            </w:r>
          </w:p>
        </w:tc>
        <w:tc>
          <w:tcPr>
            <w:tcW w:w="8030" w:type="dxa"/>
          </w:tcPr>
          <w:p w:rsidR="000A6A4E" w:rsidRPr="00EA00CA" w:rsidRDefault="000A6A4E" w:rsidP="00400CA1">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7909F1">
              <w:rPr>
                <w:sz w:val="24"/>
                <w:szCs w:val="24"/>
              </w:rPr>
              <w:t>«Про виділення земельних ділянок в натурі (на місцевості».</w:t>
            </w:r>
          </w:p>
        </w:tc>
      </w:tr>
      <w:tr w:rsidR="000A6A4E" w:rsidTr="00613E5C">
        <w:trPr>
          <w:trHeight w:val="1657"/>
        </w:trPr>
        <w:tc>
          <w:tcPr>
            <w:tcW w:w="2200" w:type="dxa"/>
          </w:tcPr>
          <w:p w:rsidR="000A6A4E" w:rsidRPr="000D243F" w:rsidRDefault="000A6A4E" w:rsidP="00400CA1">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A444A5" w:rsidRDefault="000A6A4E" w:rsidP="00400CA1">
            <w:pPr>
              <w:pStyle w:val="TableParagraph"/>
              <w:spacing w:line="263" w:lineRule="exact"/>
              <w:jc w:val="both"/>
              <w:rPr>
                <w:sz w:val="24"/>
              </w:rPr>
            </w:pPr>
            <w:r w:rsidRPr="00EA00CA">
              <w:rPr>
                <w:sz w:val="24"/>
                <w:szCs w:val="24"/>
              </w:rPr>
              <w:t xml:space="preserve">Підтримати проект рішення </w:t>
            </w:r>
            <w:r>
              <w:rPr>
                <w:sz w:val="24"/>
                <w:szCs w:val="24"/>
                <w:lang w:val="en-US"/>
              </w:rPr>
              <w:t>VIII</w:t>
            </w:r>
            <w:r w:rsidRPr="00EA00CA">
              <w:rPr>
                <w:sz w:val="24"/>
                <w:szCs w:val="24"/>
              </w:rPr>
              <w:t xml:space="preserve"> сесії селищної ради </w:t>
            </w:r>
            <w:r w:rsidRPr="00EA00CA">
              <w:rPr>
                <w:sz w:val="24"/>
                <w:szCs w:val="24"/>
                <w:lang w:eastAsia="ru-RU"/>
              </w:rPr>
              <w:t xml:space="preserve">від </w:t>
            </w:r>
            <w:r w:rsidRPr="00613E5C">
              <w:rPr>
                <w:sz w:val="24"/>
                <w:szCs w:val="24"/>
                <w:lang w:eastAsia="ru-RU"/>
              </w:rPr>
              <w:t>25 березня 2021</w:t>
            </w:r>
            <w:r w:rsidRPr="00EA00CA">
              <w:rPr>
                <w:sz w:val="24"/>
                <w:szCs w:val="24"/>
                <w:lang w:eastAsia="ru-RU"/>
              </w:rPr>
              <w:t xml:space="preserve"> року а саме:</w:t>
            </w:r>
            <w:r>
              <w:t xml:space="preserve"> </w:t>
            </w:r>
            <w:r w:rsidRPr="007909F1">
              <w:rPr>
                <w:sz w:val="24"/>
                <w:szCs w:val="24"/>
              </w:rPr>
              <w:t>«Про виділення земельних ділянок в натурі (на місцевості».</w:t>
            </w: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400CA1">
            <w:pPr>
              <w:pStyle w:val="TableParagraph"/>
              <w:spacing w:before="132"/>
              <w:ind w:left="200"/>
              <w:rPr>
                <w:b/>
                <w:sz w:val="24"/>
              </w:rPr>
            </w:pPr>
            <w:r>
              <w:rPr>
                <w:b/>
                <w:sz w:val="24"/>
              </w:rPr>
              <w:t>Слухали:</w:t>
            </w:r>
          </w:p>
          <w:p w:rsidR="000A6A4E" w:rsidRDefault="000A6A4E" w:rsidP="00400CA1">
            <w:pPr>
              <w:pStyle w:val="TableParagraph"/>
              <w:spacing w:before="132"/>
              <w:ind w:left="200"/>
              <w:rPr>
                <w:b/>
                <w:sz w:val="24"/>
              </w:rPr>
            </w:pPr>
            <w:r w:rsidRPr="00AD2122">
              <w:rPr>
                <w:b/>
                <w:sz w:val="24"/>
              </w:rPr>
              <w:t>Гринчука Г.П</w:t>
            </w:r>
          </w:p>
        </w:tc>
        <w:tc>
          <w:tcPr>
            <w:tcW w:w="8030" w:type="dxa"/>
          </w:tcPr>
          <w:p w:rsidR="000A6A4E" w:rsidRPr="00032287" w:rsidRDefault="000A6A4E" w:rsidP="00400CA1">
            <w:pPr>
              <w:pStyle w:val="BodyText"/>
              <w:spacing w:before="161"/>
              <w:ind w:left="262" w:right="550"/>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93" w:history="1">
              <w:r w:rsidRPr="00032287">
                <w:rPr>
                  <w:rStyle w:val="Hyperlink"/>
                  <w:color w:val="auto"/>
                  <w:bdr w:val="none" w:sz="0" w:space="0" w:color="auto" w:frame="1"/>
                  <w:shd w:val="clear" w:color="auto" w:fill="FFFFFF"/>
                </w:rPr>
                <w:t>Про надання згоди на відновлення меж земельної ділянки</w:t>
              </w:r>
            </w:hyperlink>
            <w:r>
              <w:t>».</w:t>
            </w:r>
          </w:p>
          <w:p w:rsidR="000A6A4E" w:rsidRPr="00032287" w:rsidRDefault="000A6A4E" w:rsidP="00400CA1">
            <w:pPr>
              <w:pStyle w:val="BodyText"/>
              <w:spacing w:before="161"/>
              <w:ind w:right="550"/>
              <w:jc w:val="both"/>
            </w:pPr>
          </w:p>
          <w:p w:rsidR="000A6A4E" w:rsidRPr="00852092" w:rsidRDefault="000A6A4E" w:rsidP="00400CA1">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400CA1">
            <w:pPr>
              <w:pStyle w:val="TableParagraph"/>
              <w:spacing w:before="135" w:line="275" w:lineRule="exact"/>
              <w:ind w:left="200"/>
              <w:rPr>
                <w:b/>
                <w:sz w:val="24"/>
              </w:rPr>
            </w:pPr>
            <w:r w:rsidRPr="00EA00CA">
              <w:rPr>
                <w:b/>
                <w:sz w:val="24"/>
              </w:rPr>
              <w:t>ВИСТУПИЛИ:</w:t>
            </w:r>
          </w:p>
          <w:p w:rsidR="000A6A4E" w:rsidRPr="00EA00CA" w:rsidRDefault="000A6A4E" w:rsidP="00400CA1">
            <w:pPr>
              <w:pStyle w:val="TableParagraph"/>
              <w:ind w:left="200" w:right="52"/>
              <w:rPr>
                <w:sz w:val="24"/>
              </w:rPr>
            </w:pPr>
            <w:r w:rsidRPr="00EA00CA">
              <w:rPr>
                <w:b/>
                <w:sz w:val="24"/>
              </w:rPr>
              <w:t>Миколайчук І.О.</w:t>
            </w:r>
          </w:p>
        </w:tc>
        <w:tc>
          <w:tcPr>
            <w:tcW w:w="8030" w:type="dxa"/>
          </w:tcPr>
          <w:p w:rsidR="000A6A4E" w:rsidRPr="00EA00CA" w:rsidRDefault="000A6A4E" w:rsidP="00400CA1">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7909F1">
              <w:rPr>
                <w:sz w:val="24"/>
                <w:szCs w:val="24"/>
              </w:rPr>
              <w:t>«</w:t>
            </w:r>
            <w:hyperlink r:id="rId94" w:history="1">
              <w:r w:rsidRPr="007909F1">
                <w:rPr>
                  <w:rStyle w:val="Hyperlink"/>
                  <w:color w:val="auto"/>
                  <w:sz w:val="24"/>
                  <w:szCs w:val="24"/>
                  <w:bdr w:val="none" w:sz="0" w:space="0" w:color="auto" w:frame="1"/>
                  <w:shd w:val="clear" w:color="auto" w:fill="FFFFFF"/>
                </w:rPr>
                <w:t>Про надання згоди на відновлення меж земельної ділянки</w:t>
              </w:r>
            </w:hyperlink>
            <w:r w:rsidRPr="007909F1">
              <w:rPr>
                <w:sz w:val="24"/>
                <w:szCs w:val="24"/>
              </w:rPr>
              <w:t>».</w:t>
            </w:r>
          </w:p>
        </w:tc>
      </w:tr>
      <w:tr w:rsidR="000A6A4E" w:rsidTr="00613E5C">
        <w:trPr>
          <w:trHeight w:val="1657"/>
        </w:trPr>
        <w:tc>
          <w:tcPr>
            <w:tcW w:w="2200" w:type="dxa"/>
          </w:tcPr>
          <w:p w:rsidR="000A6A4E" w:rsidRPr="000D243F" w:rsidRDefault="000A6A4E" w:rsidP="00400CA1">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7909F1" w:rsidRDefault="000A6A4E" w:rsidP="00400CA1">
            <w:pPr>
              <w:pStyle w:val="TableParagraph"/>
              <w:spacing w:line="263" w:lineRule="exact"/>
              <w:jc w:val="both"/>
              <w:rPr>
                <w:sz w:val="24"/>
                <w:szCs w:val="24"/>
              </w:rPr>
            </w:pPr>
            <w:r w:rsidRPr="007909F1">
              <w:rPr>
                <w:sz w:val="24"/>
                <w:szCs w:val="24"/>
              </w:rPr>
              <w:t xml:space="preserve">Підтримати проект рішення </w:t>
            </w:r>
            <w:r>
              <w:rPr>
                <w:sz w:val="24"/>
                <w:szCs w:val="24"/>
                <w:lang w:val="en-US"/>
              </w:rPr>
              <w:t>VIII</w:t>
            </w:r>
            <w:r w:rsidRPr="00861B1E">
              <w:rPr>
                <w:sz w:val="24"/>
                <w:szCs w:val="24"/>
                <w:lang w:val="ru-RU"/>
              </w:rPr>
              <w:t xml:space="preserve"> </w:t>
            </w:r>
            <w:r w:rsidRPr="007909F1">
              <w:rPr>
                <w:sz w:val="24"/>
                <w:szCs w:val="24"/>
              </w:rPr>
              <w:t xml:space="preserve">сесії селищної ради </w:t>
            </w:r>
            <w:r w:rsidRPr="007909F1">
              <w:rPr>
                <w:sz w:val="24"/>
                <w:szCs w:val="24"/>
                <w:lang w:eastAsia="ru-RU"/>
              </w:rPr>
              <w:t>від 25 березня 2021 року а саме:</w:t>
            </w:r>
            <w:r w:rsidRPr="007909F1">
              <w:rPr>
                <w:sz w:val="24"/>
                <w:szCs w:val="24"/>
              </w:rPr>
              <w:t xml:space="preserve"> «</w:t>
            </w:r>
            <w:hyperlink r:id="rId95" w:history="1">
              <w:r w:rsidRPr="007909F1">
                <w:rPr>
                  <w:rStyle w:val="Hyperlink"/>
                  <w:color w:val="auto"/>
                  <w:sz w:val="24"/>
                  <w:szCs w:val="24"/>
                  <w:bdr w:val="none" w:sz="0" w:space="0" w:color="auto" w:frame="1"/>
                  <w:shd w:val="clear" w:color="auto" w:fill="FFFFFF"/>
                </w:rPr>
                <w:t>Про надання згоди на відновлення меж земельної ділянки</w:t>
              </w:r>
            </w:hyperlink>
            <w:r w:rsidRPr="007909F1">
              <w:rPr>
                <w:sz w:val="24"/>
                <w:szCs w:val="24"/>
              </w:rPr>
              <w:t>».</w:t>
            </w: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Tr="00613E5C">
        <w:trPr>
          <w:trHeight w:val="1657"/>
        </w:trPr>
        <w:tc>
          <w:tcPr>
            <w:tcW w:w="2200" w:type="dxa"/>
          </w:tcPr>
          <w:p w:rsidR="000A6A4E" w:rsidRDefault="000A6A4E" w:rsidP="00400CA1">
            <w:pPr>
              <w:pStyle w:val="TableParagraph"/>
              <w:spacing w:before="132"/>
              <w:ind w:left="200"/>
              <w:rPr>
                <w:b/>
                <w:sz w:val="24"/>
              </w:rPr>
            </w:pPr>
            <w:r>
              <w:rPr>
                <w:b/>
                <w:sz w:val="24"/>
              </w:rPr>
              <w:t>Слухали:</w:t>
            </w:r>
          </w:p>
          <w:p w:rsidR="000A6A4E" w:rsidRDefault="000A6A4E" w:rsidP="00400CA1">
            <w:pPr>
              <w:pStyle w:val="TableParagraph"/>
              <w:spacing w:before="132"/>
              <w:ind w:left="200"/>
              <w:rPr>
                <w:b/>
                <w:sz w:val="24"/>
              </w:rPr>
            </w:pPr>
            <w:r w:rsidRPr="00AD2122">
              <w:rPr>
                <w:b/>
                <w:sz w:val="24"/>
              </w:rPr>
              <w:t>Гринчука Г.П</w:t>
            </w:r>
          </w:p>
        </w:tc>
        <w:tc>
          <w:tcPr>
            <w:tcW w:w="8030" w:type="dxa"/>
          </w:tcPr>
          <w:p w:rsidR="000A6A4E" w:rsidRPr="00032287" w:rsidRDefault="000A6A4E" w:rsidP="00400CA1">
            <w:pPr>
              <w:pStyle w:val="BodyText"/>
              <w:spacing w:before="161"/>
              <w:ind w:left="262" w:right="550"/>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96" w:history="1">
              <w:r w:rsidRPr="00032287">
                <w:rPr>
                  <w:rStyle w:val="Hyperlink"/>
                  <w:color w:val="auto"/>
                  <w:bdr w:val="none" w:sz="0" w:space="0" w:color="auto" w:frame="1"/>
                  <w:shd w:val="clear" w:color="auto" w:fill="FFFFFF"/>
                </w:rPr>
                <w:t>Про включення земельних ділянок в перелік на торги</w:t>
              </w:r>
            </w:hyperlink>
            <w:r>
              <w:t>».</w:t>
            </w:r>
          </w:p>
          <w:p w:rsidR="000A6A4E" w:rsidRPr="00032287" w:rsidRDefault="000A6A4E" w:rsidP="00400CA1">
            <w:pPr>
              <w:pStyle w:val="BodyText"/>
              <w:spacing w:before="161"/>
              <w:ind w:right="550"/>
              <w:jc w:val="both"/>
            </w:pPr>
          </w:p>
          <w:p w:rsidR="000A6A4E" w:rsidRPr="00852092" w:rsidRDefault="000A6A4E" w:rsidP="00400CA1">
            <w:pPr>
              <w:pStyle w:val="TableParagraph"/>
              <w:spacing w:before="3" w:line="259" w:lineRule="exact"/>
              <w:ind w:left="359"/>
              <w:jc w:val="both"/>
              <w:rPr>
                <w:sz w:val="24"/>
                <w:szCs w:val="24"/>
              </w:rPr>
            </w:pPr>
          </w:p>
        </w:tc>
      </w:tr>
      <w:tr w:rsidR="000A6A4E" w:rsidTr="00613E5C">
        <w:trPr>
          <w:trHeight w:val="1657"/>
        </w:trPr>
        <w:tc>
          <w:tcPr>
            <w:tcW w:w="2200" w:type="dxa"/>
          </w:tcPr>
          <w:p w:rsidR="000A6A4E" w:rsidRPr="00EA00CA" w:rsidRDefault="000A6A4E" w:rsidP="00400CA1">
            <w:pPr>
              <w:pStyle w:val="TableParagraph"/>
              <w:spacing w:before="135" w:line="275" w:lineRule="exact"/>
              <w:ind w:left="200"/>
              <w:rPr>
                <w:b/>
                <w:sz w:val="24"/>
              </w:rPr>
            </w:pPr>
            <w:r w:rsidRPr="00EA00CA">
              <w:rPr>
                <w:b/>
                <w:sz w:val="24"/>
              </w:rPr>
              <w:t>ВИСТУПИЛИ:</w:t>
            </w:r>
          </w:p>
          <w:p w:rsidR="000A6A4E" w:rsidRPr="00EA00CA" w:rsidRDefault="000A6A4E" w:rsidP="00400CA1">
            <w:pPr>
              <w:pStyle w:val="TableParagraph"/>
              <w:ind w:left="200" w:right="52"/>
              <w:rPr>
                <w:sz w:val="24"/>
              </w:rPr>
            </w:pPr>
            <w:r w:rsidRPr="00EA00CA">
              <w:rPr>
                <w:b/>
                <w:sz w:val="24"/>
              </w:rPr>
              <w:t>Миколайчук І.О.</w:t>
            </w:r>
          </w:p>
        </w:tc>
        <w:tc>
          <w:tcPr>
            <w:tcW w:w="8030" w:type="dxa"/>
          </w:tcPr>
          <w:p w:rsidR="000A6A4E" w:rsidRPr="007909F1" w:rsidRDefault="000A6A4E" w:rsidP="00400CA1">
            <w:pPr>
              <w:pStyle w:val="TableParagraph"/>
              <w:jc w:val="both"/>
              <w:rPr>
                <w:sz w:val="24"/>
                <w:szCs w:val="24"/>
              </w:rPr>
            </w:pPr>
            <w:r w:rsidRPr="007909F1">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97" w:history="1">
              <w:r w:rsidRPr="007909F1">
                <w:rPr>
                  <w:rStyle w:val="Hyperlink"/>
                  <w:color w:val="auto"/>
                  <w:sz w:val="24"/>
                  <w:szCs w:val="24"/>
                  <w:bdr w:val="none" w:sz="0" w:space="0" w:color="auto" w:frame="1"/>
                  <w:shd w:val="clear" w:color="auto" w:fill="FFFFFF"/>
                </w:rPr>
                <w:t>Про включення земельних ділянок в перелік на торги</w:t>
              </w:r>
            </w:hyperlink>
            <w:r w:rsidRPr="007909F1">
              <w:rPr>
                <w:sz w:val="24"/>
                <w:szCs w:val="24"/>
              </w:rPr>
              <w:t>».</w:t>
            </w:r>
          </w:p>
        </w:tc>
      </w:tr>
      <w:tr w:rsidR="000A6A4E" w:rsidTr="00613E5C">
        <w:trPr>
          <w:trHeight w:val="1657"/>
        </w:trPr>
        <w:tc>
          <w:tcPr>
            <w:tcW w:w="2200" w:type="dxa"/>
          </w:tcPr>
          <w:p w:rsidR="000A6A4E" w:rsidRPr="000D243F" w:rsidRDefault="000A6A4E" w:rsidP="00400CA1">
            <w:pPr>
              <w:pStyle w:val="TableParagraph"/>
              <w:spacing w:line="268" w:lineRule="exact"/>
              <w:ind w:left="200"/>
              <w:rPr>
                <w:b/>
                <w:sz w:val="24"/>
              </w:rPr>
            </w:pPr>
            <w:r>
              <w:rPr>
                <w:b/>
                <w:sz w:val="24"/>
              </w:rPr>
              <w:t>ВИРІШИЛИ</w:t>
            </w:r>
            <w:r w:rsidRPr="000D243F">
              <w:rPr>
                <w:b/>
                <w:sz w:val="24"/>
              </w:rPr>
              <w:t>:</w:t>
            </w:r>
          </w:p>
        </w:tc>
        <w:tc>
          <w:tcPr>
            <w:tcW w:w="8030" w:type="dxa"/>
          </w:tcPr>
          <w:p w:rsidR="000A6A4E" w:rsidRPr="007909F1" w:rsidRDefault="000A6A4E" w:rsidP="00400CA1">
            <w:pPr>
              <w:pStyle w:val="TableParagraph"/>
              <w:spacing w:line="263" w:lineRule="exact"/>
              <w:jc w:val="both"/>
              <w:rPr>
                <w:sz w:val="24"/>
                <w:szCs w:val="24"/>
              </w:rPr>
            </w:pPr>
            <w:r w:rsidRPr="007909F1">
              <w:rPr>
                <w:sz w:val="24"/>
                <w:szCs w:val="24"/>
              </w:rPr>
              <w:t xml:space="preserve">Підтримати проект рішення </w:t>
            </w:r>
            <w:r>
              <w:rPr>
                <w:sz w:val="24"/>
                <w:szCs w:val="24"/>
                <w:lang w:val="en-US"/>
              </w:rPr>
              <w:t>VIII</w:t>
            </w:r>
            <w:r w:rsidRPr="007909F1">
              <w:rPr>
                <w:sz w:val="24"/>
                <w:szCs w:val="24"/>
              </w:rPr>
              <w:t xml:space="preserve"> сесії селищної ради </w:t>
            </w:r>
            <w:r w:rsidRPr="007909F1">
              <w:rPr>
                <w:sz w:val="24"/>
                <w:szCs w:val="24"/>
                <w:lang w:eastAsia="ru-RU"/>
              </w:rPr>
              <w:t>від 25 березня 2021 року а саме:</w:t>
            </w:r>
            <w:r w:rsidRPr="007909F1">
              <w:rPr>
                <w:sz w:val="24"/>
                <w:szCs w:val="24"/>
              </w:rPr>
              <w:t xml:space="preserve"> «</w:t>
            </w:r>
            <w:hyperlink r:id="rId98" w:history="1">
              <w:r w:rsidRPr="007909F1">
                <w:rPr>
                  <w:rStyle w:val="Hyperlink"/>
                  <w:color w:val="auto"/>
                  <w:sz w:val="24"/>
                  <w:szCs w:val="24"/>
                  <w:bdr w:val="none" w:sz="0" w:space="0" w:color="auto" w:frame="1"/>
                  <w:shd w:val="clear" w:color="auto" w:fill="FFFFFF"/>
                </w:rPr>
                <w:t>Про включення земельних ділянок в перелік на торги</w:t>
              </w:r>
            </w:hyperlink>
            <w:r w:rsidRPr="007909F1">
              <w:rPr>
                <w:sz w:val="24"/>
                <w:szCs w:val="24"/>
              </w:rPr>
              <w:t>».</w:t>
            </w:r>
          </w:p>
        </w:tc>
      </w:tr>
      <w:tr w:rsidR="000A6A4E" w:rsidTr="00613E5C">
        <w:trPr>
          <w:trHeight w:val="1657"/>
        </w:trPr>
        <w:tc>
          <w:tcPr>
            <w:tcW w:w="2200" w:type="dxa"/>
          </w:tcPr>
          <w:p w:rsidR="000A6A4E" w:rsidRDefault="000A6A4E" w:rsidP="00400CA1">
            <w:pPr>
              <w:pStyle w:val="TableParagraph"/>
              <w:spacing w:before="132"/>
              <w:ind w:left="200"/>
              <w:rPr>
                <w:b/>
                <w:sz w:val="24"/>
              </w:rPr>
            </w:pPr>
          </w:p>
          <w:p w:rsidR="000A6A4E" w:rsidRDefault="000A6A4E" w:rsidP="00400CA1">
            <w:pPr>
              <w:pStyle w:val="TableParagraph"/>
              <w:spacing w:before="132"/>
              <w:ind w:left="200"/>
              <w:rPr>
                <w:b/>
                <w:sz w:val="24"/>
              </w:rPr>
            </w:pPr>
            <w:r>
              <w:rPr>
                <w:b/>
                <w:sz w:val="24"/>
              </w:rPr>
              <w:t>ГОЛОСУВАЛИ:</w:t>
            </w:r>
          </w:p>
        </w:tc>
        <w:tc>
          <w:tcPr>
            <w:tcW w:w="8030" w:type="dxa"/>
          </w:tcPr>
          <w:p w:rsidR="000A6A4E" w:rsidRDefault="000A6A4E" w:rsidP="00400CA1">
            <w:pPr>
              <w:pStyle w:val="BodyText"/>
              <w:ind w:left="200" w:right="483"/>
              <w:jc w:val="both"/>
            </w:pPr>
          </w:p>
          <w:p w:rsidR="000A6A4E" w:rsidRDefault="000A6A4E" w:rsidP="00400CA1">
            <w:pPr>
              <w:pStyle w:val="BodyText"/>
              <w:ind w:left="200" w:right="483"/>
              <w:jc w:val="both"/>
            </w:pPr>
          </w:p>
          <w:p w:rsidR="000A6A4E" w:rsidRPr="00CB57ED" w:rsidRDefault="000A6A4E" w:rsidP="00400CA1">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r>
              <w:rPr>
                <w:b/>
              </w:rPr>
              <w:t xml:space="preserve">   </w:t>
            </w:r>
          </w:p>
        </w:tc>
      </w:tr>
    </w:tbl>
    <w:p w:rsidR="000A6A4E" w:rsidRDefault="000A6A4E" w:rsidP="00032287">
      <w:pPr>
        <w:tabs>
          <w:tab w:val="left" w:pos="6887"/>
        </w:tabs>
      </w:pPr>
    </w:p>
    <w:p w:rsidR="000A6A4E" w:rsidRPr="00B652F8" w:rsidRDefault="000A6A4E" w:rsidP="00B652F8"/>
    <w:p w:rsidR="000A6A4E" w:rsidRPr="00B652F8" w:rsidRDefault="000A6A4E" w:rsidP="00B652F8"/>
    <w:p w:rsidR="000A6A4E" w:rsidRDefault="000A6A4E" w:rsidP="00B652F8"/>
    <w:p w:rsidR="000A6A4E" w:rsidRDefault="000A6A4E" w:rsidP="00B652F8">
      <w:pPr>
        <w:tabs>
          <w:tab w:val="left" w:pos="2504"/>
        </w:tabs>
      </w:pPr>
      <w:r>
        <w:tab/>
      </w:r>
    </w:p>
    <w:p w:rsidR="000A6A4E" w:rsidRDefault="000A6A4E" w:rsidP="00B652F8">
      <w:pPr>
        <w:tabs>
          <w:tab w:val="left" w:pos="2504"/>
        </w:tabs>
      </w:pPr>
      <w:r>
        <w:t>Голова комісії                                                                                       Г. Гринчук</w:t>
      </w:r>
    </w:p>
    <w:p w:rsidR="000A6A4E" w:rsidRDefault="000A6A4E" w:rsidP="00B652F8">
      <w:pPr>
        <w:tabs>
          <w:tab w:val="left" w:pos="2504"/>
        </w:tabs>
      </w:pPr>
    </w:p>
    <w:p w:rsidR="000A6A4E" w:rsidRDefault="000A6A4E" w:rsidP="00B652F8">
      <w:pPr>
        <w:tabs>
          <w:tab w:val="left" w:pos="2504"/>
        </w:tabs>
      </w:pPr>
      <w:r>
        <w:t>Секретар комісії                                                                                   В. Фурман</w:t>
      </w: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B652F8">
      <w:pPr>
        <w:tabs>
          <w:tab w:val="left" w:pos="2504"/>
        </w:tabs>
      </w:pPr>
    </w:p>
    <w:p w:rsidR="000A6A4E" w:rsidRDefault="000A6A4E" w:rsidP="00AB7CC6">
      <w:pPr>
        <w:pStyle w:val="Heading1"/>
        <w:spacing w:before="71"/>
      </w:pPr>
      <w:r>
        <w:t>ПРОТОКОЛ №6</w:t>
      </w:r>
    </w:p>
    <w:p w:rsidR="000A6A4E" w:rsidRDefault="000A6A4E" w:rsidP="00AB7CC6">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AB7CC6">
      <w:pPr>
        <w:spacing w:before="5" w:line="237" w:lineRule="auto"/>
        <w:ind w:left="262" w:right="550"/>
        <w:jc w:val="center"/>
        <w:rPr>
          <w:b/>
          <w:sz w:val="24"/>
        </w:rPr>
      </w:pPr>
      <w:r>
        <w:rPr>
          <w:b/>
          <w:sz w:val="24"/>
        </w:rPr>
        <w:t>планування території та містобудування</w:t>
      </w:r>
    </w:p>
    <w:p w:rsidR="000A6A4E" w:rsidRDefault="000A6A4E" w:rsidP="00AB7CC6">
      <w:pPr>
        <w:tabs>
          <w:tab w:val="right" w:pos="9491"/>
        </w:tabs>
        <w:spacing w:before="273"/>
        <w:ind w:left="200"/>
        <w:rPr>
          <w:i/>
          <w:sz w:val="24"/>
        </w:rPr>
      </w:pPr>
      <w:r>
        <w:rPr>
          <w:i/>
          <w:sz w:val="24"/>
        </w:rPr>
        <w:t>16 квітня 2021</w:t>
      </w:r>
      <w:r>
        <w:rPr>
          <w:i/>
          <w:spacing w:val="2"/>
          <w:sz w:val="24"/>
        </w:rPr>
        <w:t xml:space="preserve"> </w:t>
      </w:r>
      <w:r>
        <w:rPr>
          <w:i/>
          <w:sz w:val="24"/>
        </w:rPr>
        <w:t>року</w:t>
      </w:r>
      <w:r>
        <w:rPr>
          <w:i/>
          <w:sz w:val="24"/>
        </w:rPr>
        <w:tab/>
        <w:t>10.30</w:t>
      </w:r>
    </w:p>
    <w:p w:rsidR="000A6A4E" w:rsidRDefault="000A6A4E" w:rsidP="00AB7CC6">
      <w:pPr>
        <w:tabs>
          <w:tab w:val="right" w:pos="9491"/>
        </w:tabs>
        <w:spacing w:before="273"/>
        <w:ind w:left="200"/>
        <w:rPr>
          <w:i/>
          <w:sz w:val="24"/>
        </w:rPr>
      </w:pPr>
    </w:p>
    <w:p w:rsidR="000A6A4E" w:rsidRDefault="000A6A4E" w:rsidP="00AB7CC6">
      <w:pPr>
        <w:pStyle w:val="Heading2"/>
        <w:spacing w:line="242" w:lineRule="auto"/>
        <w:ind w:right="6779"/>
        <w:rPr>
          <w:b w:val="0"/>
        </w:rPr>
      </w:pPr>
      <w:r>
        <w:t xml:space="preserve">Всього членів комісії – </w:t>
      </w:r>
      <w:r w:rsidRPr="00FA0114">
        <w:rPr>
          <w:b w:val="0"/>
          <w:i w:val="0"/>
        </w:rPr>
        <w:t>5 чол</w:t>
      </w:r>
      <w:r w:rsidRPr="00FA0114">
        <w:rPr>
          <w:b w:val="0"/>
        </w:rPr>
        <w:t>.</w:t>
      </w:r>
    </w:p>
    <w:p w:rsidR="000A6A4E" w:rsidRDefault="000A6A4E" w:rsidP="00AB7CC6">
      <w:pPr>
        <w:pStyle w:val="Heading2"/>
        <w:spacing w:line="242" w:lineRule="auto"/>
        <w:ind w:right="6779"/>
      </w:pPr>
    </w:p>
    <w:p w:rsidR="000A6A4E" w:rsidRDefault="000A6A4E" w:rsidP="00AB7CC6">
      <w:pPr>
        <w:pStyle w:val="BodyText"/>
        <w:spacing w:line="266" w:lineRule="exact"/>
        <w:ind w:left="200"/>
      </w:pPr>
      <w:r>
        <w:rPr>
          <w:b/>
          <w:i/>
        </w:rPr>
        <w:t xml:space="preserve">Присутні: </w:t>
      </w:r>
      <w:r>
        <w:t>Гринчук Г. П., Дудчак М.М., Кищук І.І.</w:t>
      </w:r>
    </w:p>
    <w:p w:rsidR="000A6A4E" w:rsidRPr="00FA0114" w:rsidRDefault="000A6A4E" w:rsidP="00AB7CC6">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AB7CC6">
      <w:pPr>
        <w:pStyle w:val="BodyText"/>
        <w:spacing w:line="272" w:lineRule="exact"/>
        <w:ind w:left="200"/>
      </w:pPr>
      <w:r>
        <w:rPr>
          <w:b/>
          <w:i/>
        </w:rPr>
        <w:t xml:space="preserve">Запрошені: </w:t>
      </w:r>
      <w:r>
        <w:t>Р.Садлій – перший заступник Новоушицького селищного голови, І.Миколайчук, спеціаліст відділу комунальної власності, житлова комунального господарства, благоустрою, зовнішньої реклами, охорони навколишнього природного середовища, інфраструктури та земельних відносин., О.Гринчук спеціаліст юридичного відділу.</w:t>
      </w:r>
    </w:p>
    <w:p w:rsidR="000A6A4E" w:rsidRDefault="000A6A4E" w:rsidP="00AB7CC6">
      <w:pPr>
        <w:pStyle w:val="BodyText"/>
        <w:spacing w:before="161"/>
        <w:ind w:left="262" w:right="550"/>
        <w:jc w:val="center"/>
        <w:rPr>
          <w:b/>
        </w:rPr>
      </w:pPr>
      <w:r w:rsidRPr="00267851">
        <w:rPr>
          <w:b/>
        </w:rPr>
        <w:t>ПОРЯДОК ДЕННИЙ</w:t>
      </w:r>
    </w:p>
    <w:p w:rsidR="000A6A4E" w:rsidRPr="008A0CE0" w:rsidRDefault="000A6A4E" w:rsidP="00CA67EB">
      <w:pPr>
        <w:pStyle w:val="BodyText"/>
        <w:numPr>
          <w:ilvl w:val="0"/>
          <w:numId w:val="14"/>
        </w:numPr>
        <w:tabs>
          <w:tab w:val="left" w:pos="701"/>
        </w:tabs>
        <w:spacing w:before="161"/>
        <w:ind w:right="550"/>
      </w:pPr>
      <w:r w:rsidRPr="008A0CE0">
        <w:t>Про внесення змін до Програми проведення робіт з нормативної грошової оцінки земель населених пунктів та розроблення землевпорядної документації на 2017-2022 роки.</w:t>
      </w:r>
    </w:p>
    <w:p w:rsidR="000A6A4E" w:rsidRPr="008A0CE0" w:rsidRDefault="000A6A4E" w:rsidP="00CA67EB">
      <w:pPr>
        <w:pStyle w:val="BodyText"/>
        <w:numPr>
          <w:ilvl w:val="0"/>
          <w:numId w:val="14"/>
        </w:numPr>
        <w:tabs>
          <w:tab w:val="left" w:pos="701"/>
        </w:tabs>
        <w:spacing w:before="161"/>
        <w:ind w:right="550"/>
      </w:pPr>
      <w:r w:rsidRPr="008A0CE0">
        <w:t>Про внесення змін до рішення селищної ради від 25 березня 2021 року № 31.</w:t>
      </w:r>
    </w:p>
    <w:p w:rsidR="000A6A4E" w:rsidRPr="008A0CE0" w:rsidRDefault="000A6A4E" w:rsidP="00CA67EB">
      <w:pPr>
        <w:pStyle w:val="BodyText"/>
        <w:numPr>
          <w:ilvl w:val="0"/>
          <w:numId w:val="14"/>
        </w:numPr>
        <w:tabs>
          <w:tab w:val="left" w:pos="701"/>
        </w:tabs>
        <w:spacing w:before="161"/>
        <w:ind w:right="550"/>
      </w:pPr>
      <w:r w:rsidRPr="008A0CE0">
        <w:t>Про розроблення детальних планів територій.</w:t>
      </w:r>
    </w:p>
    <w:p w:rsidR="000A6A4E" w:rsidRDefault="000A6A4E" w:rsidP="00CA67EB">
      <w:pPr>
        <w:pStyle w:val="BodyText"/>
        <w:tabs>
          <w:tab w:val="left" w:pos="701"/>
        </w:tabs>
        <w:spacing w:before="161"/>
        <w:ind w:left="712" w:right="550"/>
        <w:rPr>
          <w:b/>
        </w:rPr>
      </w:pPr>
    </w:p>
    <w:tbl>
      <w:tblPr>
        <w:tblW w:w="10230" w:type="dxa"/>
        <w:tblLayout w:type="fixed"/>
        <w:tblCellMar>
          <w:left w:w="0" w:type="dxa"/>
          <w:right w:w="0" w:type="dxa"/>
        </w:tblCellMar>
        <w:tblLook w:val="01E0"/>
      </w:tblPr>
      <w:tblGrid>
        <w:gridCol w:w="2200"/>
        <w:gridCol w:w="8030"/>
      </w:tblGrid>
      <w:tr w:rsidR="000A6A4E" w:rsidRPr="00BB57D8" w:rsidTr="008A0CE0">
        <w:trPr>
          <w:trHeight w:val="1347"/>
        </w:trPr>
        <w:tc>
          <w:tcPr>
            <w:tcW w:w="2200" w:type="dxa"/>
          </w:tcPr>
          <w:p w:rsidR="000A6A4E" w:rsidRDefault="000A6A4E" w:rsidP="008A0CE0">
            <w:pPr>
              <w:pStyle w:val="TableParagraph"/>
              <w:spacing w:line="262" w:lineRule="exact"/>
              <w:ind w:left="200"/>
              <w:rPr>
                <w:b/>
                <w:sz w:val="24"/>
              </w:rPr>
            </w:pPr>
          </w:p>
          <w:p w:rsidR="000A6A4E" w:rsidRPr="000D243F" w:rsidRDefault="000A6A4E" w:rsidP="008A0CE0">
            <w:pPr>
              <w:pStyle w:val="TableParagraph"/>
              <w:spacing w:line="262" w:lineRule="exact"/>
              <w:ind w:left="200"/>
              <w:rPr>
                <w:b/>
                <w:sz w:val="24"/>
              </w:rPr>
            </w:pPr>
            <w:r>
              <w:rPr>
                <w:b/>
                <w:sz w:val="24"/>
              </w:rPr>
              <w:t xml:space="preserve">1. </w:t>
            </w:r>
            <w:r w:rsidRPr="000D243F">
              <w:rPr>
                <w:b/>
                <w:sz w:val="24"/>
              </w:rPr>
              <w:t>СЛУХАЛИ:</w:t>
            </w:r>
          </w:p>
          <w:p w:rsidR="000A6A4E" w:rsidRPr="000D243F" w:rsidRDefault="000A6A4E" w:rsidP="008A0CE0">
            <w:pPr>
              <w:pStyle w:val="TableParagraph"/>
              <w:spacing w:line="272" w:lineRule="exact"/>
              <w:ind w:left="200"/>
              <w:rPr>
                <w:sz w:val="24"/>
              </w:rPr>
            </w:pPr>
            <w:r w:rsidRPr="00AD2122">
              <w:rPr>
                <w:b/>
                <w:sz w:val="24"/>
              </w:rPr>
              <w:t xml:space="preserve">  Гринчука Г.П</w:t>
            </w:r>
            <w:r>
              <w:rPr>
                <w:sz w:val="24"/>
              </w:rPr>
              <w:t>.</w:t>
            </w:r>
          </w:p>
        </w:tc>
        <w:tc>
          <w:tcPr>
            <w:tcW w:w="8030" w:type="dxa"/>
          </w:tcPr>
          <w:p w:rsidR="000A6A4E" w:rsidRDefault="000A6A4E" w:rsidP="00CA67EB">
            <w:pPr>
              <w:pStyle w:val="BodyText"/>
              <w:tabs>
                <w:tab w:val="left" w:pos="701"/>
              </w:tabs>
              <w:spacing w:before="161"/>
              <w:ind w:right="550"/>
              <w:jc w:val="both"/>
              <w:rPr>
                <w:b/>
              </w:rPr>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w:t>
            </w:r>
            <w:r w:rsidRPr="006438B0">
              <w:t>ться</w:t>
            </w:r>
            <w:r>
              <w:t xml:space="preserve"> питання</w:t>
            </w:r>
            <w:r w:rsidRPr="006438B0">
              <w:rPr>
                <w:spacing w:val="-19"/>
              </w:rPr>
              <w:t xml:space="preserve"> </w:t>
            </w:r>
            <w:r w:rsidRPr="00CA67EB">
              <w:rPr>
                <w:spacing w:val="-19"/>
              </w:rPr>
              <w:t>«</w:t>
            </w:r>
            <w:r w:rsidRPr="00CA67EB">
              <w:t>Про внесення змін до Програми проведення робіт з нормативної грошової оцінки земель населених пунктів та розроблення землевпорядної</w:t>
            </w:r>
            <w:r>
              <w:t xml:space="preserve"> документації на 2017-2022 роки».</w:t>
            </w:r>
          </w:p>
          <w:p w:rsidR="000A6A4E" w:rsidRDefault="000A6A4E" w:rsidP="00CA67EB">
            <w:pPr>
              <w:pStyle w:val="BodyText"/>
              <w:ind w:right="483"/>
              <w:jc w:val="both"/>
            </w:pPr>
          </w:p>
          <w:p w:rsidR="000A6A4E" w:rsidRDefault="000A6A4E" w:rsidP="008A0CE0"/>
          <w:p w:rsidR="000A6A4E" w:rsidRPr="00BB57D8" w:rsidRDefault="000A6A4E" w:rsidP="008A0CE0">
            <w:pPr>
              <w:tabs>
                <w:tab w:val="left" w:pos="1052"/>
              </w:tabs>
            </w:pPr>
            <w:r>
              <w:tab/>
            </w:r>
          </w:p>
        </w:tc>
      </w:tr>
      <w:tr w:rsidR="000A6A4E" w:rsidRPr="00EA00CA" w:rsidTr="008A0CE0">
        <w:trPr>
          <w:trHeight w:val="1941"/>
        </w:trPr>
        <w:tc>
          <w:tcPr>
            <w:tcW w:w="2200" w:type="dxa"/>
          </w:tcPr>
          <w:p w:rsidR="000A6A4E" w:rsidRPr="00EA00CA" w:rsidRDefault="000A6A4E" w:rsidP="008A0CE0">
            <w:pPr>
              <w:pStyle w:val="TableParagraph"/>
              <w:spacing w:before="135" w:line="275" w:lineRule="exact"/>
              <w:ind w:left="200"/>
              <w:rPr>
                <w:b/>
                <w:sz w:val="24"/>
              </w:rPr>
            </w:pPr>
            <w:r w:rsidRPr="00EA00CA">
              <w:rPr>
                <w:b/>
                <w:sz w:val="24"/>
              </w:rPr>
              <w:t>ВИСТУПИЛИ:</w:t>
            </w:r>
          </w:p>
          <w:p w:rsidR="000A6A4E" w:rsidRPr="00EA00CA" w:rsidRDefault="000A6A4E" w:rsidP="008A0CE0">
            <w:pPr>
              <w:pStyle w:val="TableParagraph"/>
              <w:ind w:left="200" w:right="52"/>
              <w:rPr>
                <w:sz w:val="24"/>
              </w:rPr>
            </w:pPr>
            <w:r w:rsidRPr="00EA00CA">
              <w:rPr>
                <w:b/>
                <w:sz w:val="24"/>
              </w:rPr>
              <w:t>Миколайчук І.О.</w:t>
            </w:r>
          </w:p>
        </w:tc>
        <w:tc>
          <w:tcPr>
            <w:tcW w:w="8030" w:type="dxa"/>
          </w:tcPr>
          <w:p w:rsidR="000A6A4E" w:rsidRPr="00EA00CA" w:rsidRDefault="000A6A4E" w:rsidP="008A0CE0">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r w:rsidRPr="00CA67EB">
              <w:rPr>
                <w:sz w:val="24"/>
                <w:szCs w:val="24"/>
              </w:rPr>
              <w:t>Про внесення змін до Програми проведення робіт з нормативної грошової оцінки земель населених пунктів та розроблення землевпорядної документації на 2017-2022 роки</w:t>
            </w:r>
            <w:r>
              <w:t>».</w:t>
            </w:r>
          </w:p>
        </w:tc>
      </w:tr>
      <w:tr w:rsidR="000A6A4E" w:rsidRPr="00A444A5" w:rsidTr="008A0CE0">
        <w:trPr>
          <w:trHeight w:val="411"/>
        </w:trPr>
        <w:tc>
          <w:tcPr>
            <w:tcW w:w="2200" w:type="dxa"/>
          </w:tcPr>
          <w:p w:rsidR="000A6A4E" w:rsidRPr="000D243F" w:rsidRDefault="000A6A4E" w:rsidP="008A0CE0">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EA00CA" w:rsidRDefault="000A6A4E" w:rsidP="008A0CE0">
            <w:pPr>
              <w:ind w:left="110"/>
              <w:rPr>
                <w:sz w:val="24"/>
                <w:szCs w:val="24"/>
                <w:lang w:eastAsia="ru-RU"/>
              </w:rPr>
            </w:pPr>
            <w:r w:rsidRPr="00EA00CA">
              <w:rPr>
                <w:sz w:val="24"/>
                <w:szCs w:val="24"/>
              </w:rPr>
              <w:t>Підтримати проект рішення</w:t>
            </w:r>
            <w:r w:rsidRPr="007B27CA">
              <w:rPr>
                <w:sz w:val="24"/>
                <w:szCs w:val="24"/>
                <w:lang w:val="ru-RU"/>
              </w:rPr>
              <w:t xml:space="preserve"> </w:t>
            </w:r>
            <w:r>
              <w:rPr>
                <w:sz w:val="24"/>
                <w:szCs w:val="24"/>
                <w:lang w:val="en-US"/>
              </w:rPr>
              <w:t>IX</w:t>
            </w:r>
            <w:r w:rsidRPr="00EA00CA">
              <w:rPr>
                <w:sz w:val="24"/>
                <w:szCs w:val="24"/>
              </w:rPr>
              <w:t xml:space="preserve"> позачергової сесії селищної ради </w:t>
            </w:r>
            <w:r w:rsidRPr="00EA00CA">
              <w:rPr>
                <w:sz w:val="24"/>
                <w:szCs w:val="24"/>
                <w:lang w:eastAsia="ru-RU"/>
              </w:rPr>
              <w:t xml:space="preserve">від </w:t>
            </w:r>
            <w:r>
              <w:rPr>
                <w:sz w:val="24"/>
                <w:szCs w:val="24"/>
                <w:lang w:eastAsia="ru-RU"/>
              </w:rPr>
              <w:t>16 квітня</w:t>
            </w:r>
            <w:r w:rsidRPr="00EA00CA">
              <w:rPr>
                <w:sz w:val="24"/>
                <w:szCs w:val="24"/>
                <w:lang w:eastAsia="ru-RU"/>
              </w:rPr>
              <w:t xml:space="preserve"> 2021 року а саме:</w:t>
            </w:r>
          </w:p>
          <w:p w:rsidR="000A6A4E" w:rsidRPr="00A444A5" w:rsidRDefault="000A6A4E" w:rsidP="008A0CE0">
            <w:pPr>
              <w:pStyle w:val="TableParagraph"/>
              <w:spacing w:line="263" w:lineRule="exact"/>
              <w:jc w:val="both"/>
              <w:rPr>
                <w:sz w:val="24"/>
              </w:rPr>
            </w:pPr>
            <w:r>
              <w:t>«</w:t>
            </w:r>
            <w:r w:rsidRPr="00CA67EB">
              <w:rPr>
                <w:sz w:val="24"/>
                <w:szCs w:val="24"/>
              </w:rPr>
              <w:t>Про внесення змін до Програми проведення робіт з нормативної грошової оцінки земель населених пунктів та розроблення землевпорядної документації на 2017-2022 роки</w:t>
            </w:r>
            <w:r>
              <w:t>».</w:t>
            </w:r>
          </w:p>
        </w:tc>
      </w:tr>
      <w:tr w:rsidR="000A6A4E" w:rsidRPr="00CB57ED" w:rsidTr="008A0CE0">
        <w:trPr>
          <w:trHeight w:val="1657"/>
        </w:trPr>
        <w:tc>
          <w:tcPr>
            <w:tcW w:w="2200" w:type="dxa"/>
          </w:tcPr>
          <w:p w:rsidR="000A6A4E" w:rsidRDefault="000A6A4E" w:rsidP="008A0CE0">
            <w:pPr>
              <w:pStyle w:val="TableParagraph"/>
              <w:spacing w:before="132"/>
              <w:ind w:left="200"/>
              <w:rPr>
                <w:b/>
                <w:sz w:val="24"/>
              </w:rPr>
            </w:pPr>
          </w:p>
          <w:p w:rsidR="000A6A4E" w:rsidRDefault="000A6A4E" w:rsidP="008A0CE0">
            <w:pPr>
              <w:pStyle w:val="TableParagraph"/>
              <w:spacing w:before="132"/>
              <w:ind w:left="200"/>
              <w:rPr>
                <w:b/>
                <w:sz w:val="24"/>
              </w:rPr>
            </w:pPr>
            <w:r>
              <w:rPr>
                <w:b/>
                <w:sz w:val="24"/>
              </w:rPr>
              <w:t>ГОЛОСУВАЛИ:</w:t>
            </w:r>
          </w:p>
        </w:tc>
        <w:tc>
          <w:tcPr>
            <w:tcW w:w="8030" w:type="dxa"/>
          </w:tcPr>
          <w:p w:rsidR="000A6A4E" w:rsidRDefault="000A6A4E" w:rsidP="008A0CE0">
            <w:pPr>
              <w:pStyle w:val="BodyText"/>
              <w:ind w:left="200" w:right="483"/>
              <w:jc w:val="both"/>
            </w:pPr>
          </w:p>
          <w:p w:rsidR="000A6A4E" w:rsidRDefault="000A6A4E" w:rsidP="008A0CE0">
            <w:pPr>
              <w:pStyle w:val="BodyText"/>
              <w:ind w:left="200" w:right="483"/>
              <w:jc w:val="both"/>
            </w:pPr>
          </w:p>
          <w:p w:rsidR="000A6A4E" w:rsidRPr="00CB57ED" w:rsidRDefault="000A6A4E" w:rsidP="008A0CE0">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852092" w:rsidTr="008A0CE0">
        <w:trPr>
          <w:trHeight w:val="1657"/>
        </w:trPr>
        <w:tc>
          <w:tcPr>
            <w:tcW w:w="2200" w:type="dxa"/>
          </w:tcPr>
          <w:p w:rsidR="000A6A4E" w:rsidRDefault="000A6A4E" w:rsidP="008A0CE0">
            <w:pPr>
              <w:pStyle w:val="TableParagraph"/>
              <w:spacing w:before="132"/>
              <w:ind w:left="200"/>
              <w:rPr>
                <w:b/>
                <w:sz w:val="24"/>
              </w:rPr>
            </w:pPr>
            <w:r>
              <w:rPr>
                <w:b/>
                <w:sz w:val="24"/>
              </w:rPr>
              <w:t>СЛУХАЛИ:</w:t>
            </w:r>
          </w:p>
          <w:p w:rsidR="000A6A4E" w:rsidRDefault="000A6A4E" w:rsidP="008A0CE0">
            <w:pPr>
              <w:pStyle w:val="TableParagraph"/>
              <w:spacing w:before="132"/>
              <w:ind w:left="200"/>
              <w:rPr>
                <w:b/>
                <w:sz w:val="24"/>
              </w:rPr>
            </w:pPr>
            <w:r w:rsidRPr="00AD2122">
              <w:rPr>
                <w:b/>
                <w:sz w:val="24"/>
              </w:rPr>
              <w:t>Гринчука Г.П</w:t>
            </w:r>
          </w:p>
        </w:tc>
        <w:tc>
          <w:tcPr>
            <w:tcW w:w="8030" w:type="dxa"/>
          </w:tcPr>
          <w:p w:rsidR="000A6A4E" w:rsidRPr="00852092" w:rsidRDefault="000A6A4E" w:rsidP="008A0CE0">
            <w:pPr>
              <w:pStyle w:val="TableParagraph"/>
              <w:spacing w:before="3" w:line="259" w:lineRule="exact"/>
              <w:ind w:left="359"/>
              <w:jc w:val="both"/>
              <w:rPr>
                <w:sz w:val="24"/>
                <w:szCs w:val="24"/>
              </w:rPr>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 xml:space="preserve">иться питання </w:t>
            </w:r>
            <w:r w:rsidRPr="00CA67EB">
              <w:rPr>
                <w:sz w:val="24"/>
                <w:szCs w:val="24"/>
              </w:rPr>
              <w:t>«Про внесення змін до рішення селищної ради від 25 березня 2021 року № 31».</w:t>
            </w:r>
          </w:p>
        </w:tc>
      </w:tr>
      <w:tr w:rsidR="000A6A4E" w:rsidRPr="00852092" w:rsidTr="008A0CE0">
        <w:trPr>
          <w:trHeight w:val="1657"/>
        </w:trPr>
        <w:tc>
          <w:tcPr>
            <w:tcW w:w="2200" w:type="dxa"/>
          </w:tcPr>
          <w:p w:rsidR="000A6A4E" w:rsidRPr="00EA00CA" w:rsidRDefault="000A6A4E" w:rsidP="008A0CE0">
            <w:pPr>
              <w:pStyle w:val="TableParagraph"/>
              <w:spacing w:before="135" w:line="275" w:lineRule="exact"/>
              <w:ind w:left="200"/>
              <w:rPr>
                <w:b/>
                <w:sz w:val="24"/>
              </w:rPr>
            </w:pPr>
            <w:r w:rsidRPr="00EA00CA">
              <w:rPr>
                <w:b/>
                <w:sz w:val="24"/>
              </w:rPr>
              <w:t>ВИСТУПИЛИ:</w:t>
            </w:r>
          </w:p>
          <w:p w:rsidR="000A6A4E" w:rsidRPr="00EA00CA" w:rsidRDefault="000A6A4E" w:rsidP="008A0CE0">
            <w:pPr>
              <w:pStyle w:val="TableParagraph"/>
              <w:ind w:left="200" w:right="52"/>
              <w:rPr>
                <w:sz w:val="24"/>
              </w:rPr>
            </w:pPr>
            <w:r w:rsidRPr="00EA00CA">
              <w:rPr>
                <w:b/>
                <w:sz w:val="24"/>
              </w:rPr>
              <w:t>Миколайчук І.О.</w:t>
            </w:r>
          </w:p>
        </w:tc>
        <w:tc>
          <w:tcPr>
            <w:tcW w:w="8030" w:type="dxa"/>
          </w:tcPr>
          <w:p w:rsidR="000A6A4E" w:rsidRPr="00EA00CA" w:rsidRDefault="000A6A4E" w:rsidP="008A0CE0">
            <w:pPr>
              <w:pStyle w:val="TableParagraph"/>
              <w:jc w:val="both"/>
              <w:rPr>
                <w:sz w:val="24"/>
                <w:szCs w:val="24"/>
              </w:rPr>
            </w:pPr>
            <w:r w:rsidRPr="00EA00CA">
              <w:rPr>
                <w:sz w:val="24"/>
                <w:szCs w:val="24"/>
              </w:rPr>
              <w:t xml:space="preserve">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t>«</w:t>
            </w:r>
            <w:r w:rsidRPr="00CA67EB">
              <w:rPr>
                <w:sz w:val="24"/>
                <w:szCs w:val="24"/>
              </w:rPr>
              <w:t>Про внесення змін до рішення селищної ради від 25 березня 2021 року № 31</w:t>
            </w:r>
            <w:r>
              <w:t>».</w:t>
            </w:r>
          </w:p>
        </w:tc>
      </w:tr>
      <w:tr w:rsidR="000A6A4E" w:rsidRPr="00852092" w:rsidTr="008A0CE0">
        <w:trPr>
          <w:trHeight w:val="1657"/>
        </w:trPr>
        <w:tc>
          <w:tcPr>
            <w:tcW w:w="2200" w:type="dxa"/>
          </w:tcPr>
          <w:p w:rsidR="000A6A4E" w:rsidRPr="000D243F" w:rsidRDefault="000A6A4E" w:rsidP="008A0CE0">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EA00CA" w:rsidRDefault="000A6A4E" w:rsidP="008A0CE0">
            <w:pPr>
              <w:ind w:left="110"/>
              <w:rPr>
                <w:sz w:val="24"/>
                <w:szCs w:val="24"/>
                <w:lang w:eastAsia="ru-RU"/>
              </w:rPr>
            </w:pPr>
            <w:r w:rsidRPr="00EA00CA">
              <w:rPr>
                <w:sz w:val="24"/>
                <w:szCs w:val="24"/>
              </w:rPr>
              <w:t>Підтримати проект рішення</w:t>
            </w:r>
            <w:r w:rsidRPr="007B27CA">
              <w:rPr>
                <w:sz w:val="24"/>
                <w:szCs w:val="24"/>
                <w:lang w:val="ru-RU"/>
              </w:rPr>
              <w:t xml:space="preserve"> </w:t>
            </w:r>
            <w:r>
              <w:rPr>
                <w:sz w:val="24"/>
                <w:szCs w:val="24"/>
                <w:lang w:val="en-US"/>
              </w:rPr>
              <w:t>IX</w:t>
            </w:r>
            <w:r w:rsidRPr="00EA00CA">
              <w:rPr>
                <w:sz w:val="24"/>
                <w:szCs w:val="24"/>
              </w:rPr>
              <w:t xml:space="preserve"> позачергової сесії селищної ради </w:t>
            </w:r>
            <w:r w:rsidRPr="00EA00CA">
              <w:rPr>
                <w:sz w:val="24"/>
                <w:szCs w:val="24"/>
                <w:lang w:eastAsia="ru-RU"/>
              </w:rPr>
              <w:t xml:space="preserve">від </w:t>
            </w:r>
            <w:r>
              <w:rPr>
                <w:sz w:val="24"/>
                <w:szCs w:val="24"/>
                <w:lang w:eastAsia="ru-RU"/>
              </w:rPr>
              <w:t>16 квітня</w:t>
            </w:r>
            <w:r w:rsidRPr="00EA00CA">
              <w:rPr>
                <w:sz w:val="24"/>
                <w:szCs w:val="24"/>
                <w:lang w:eastAsia="ru-RU"/>
              </w:rPr>
              <w:t xml:space="preserve"> 2021 року а саме:</w:t>
            </w:r>
          </w:p>
          <w:p w:rsidR="000A6A4E" w:rsidRPr="00A444A5" w:rsidRDefault="000A6A4E" w:rsidP="008A0CE0">
            <w:pPr>
              <w:pStyle w:val="TableParagraph"/>
              <w:spacing w:line="263" w:lineRule="exact"/>
              <w:jc w:val="both"/>
              <w:rPr>
                <w:sz w:val="24"/>
              </w:rPr>
            </w:pPr>
            <w:r>
              <w:t>«</w:t>
            </w:r>
            <w:r w:rsidRPr="00CA67EB">
              <w:rPr>
                <w:sz w:val="24"/>
                <w:szCs w:val="24"/>
              </w:rPr>
              <w:t>Про внесення змін до рішення селищної ради від 25 березня 2021 року № 31</w:t>
            </w:r>
            <w:r>
              <w:t>».</w:t>
            </w:r>
          </w:p>
        </w:tc>
      </w:tr>
      <w:tr w:rsidR="000A6A4E" w:rsidRPr="00852092" w:rsidTr="008A0CE0">
        <w:trPr>
          <w:trHeight w:val="1657"/>
        </w:trPr>
        <w:tc>
          <w:tcPr>
            <w:tcW w:w="2200" w:type="dxa"/>
          </w:tcPr>
          <w:p w:rsidR="000A6A4E" w:rsidRDefault="000A6A4E" w:rsidP="008A0CE0">
            <w:pPr>
              <w:pStyle w:val="TableParagraph"/>
              <w:spacing w:before="132"/>
              <w:ind w:left="200"/>
              <w:rPr>
                <w:b/>
                <w:sz w:val="24"/>
              </w:rPr>
            </w:pPr>
          </w:p>
          <w:p w:rsidR="000A6A4E" w:rsidRDefault="000A6A4E" w:rsidP="008A0CE0">
            <w:pPr>
              <w:pStyle w:val="TableParagraph"/>
              <w:spacing w:before="132"/>
              <w:ind w:left="200"/>
              <w:rPr>
                <w:b/>
                <w:sz w:val="24"/>
              </w:rPr>
            </w:pPr>
            <w:r>
              <w:rPr>
                <w:b/>
                <w:sz w:val="24"/>
              </w:rPr>
              <w:t>ГОЛОСУВАЛИ:</w:t>
            </w:r>
          </w:p>
        </w:tc>
        <w:tc>
          <w:tcPr>
            <w:tcW w:w="8030" w:type="dxa"/>
          </w:tcPr>
          <w:p w:rsidR="000A6A4E" w:rsidRDefault="000A6A4E" w:rsidP="008A0CE0">
            <w:pPr>
              <w:pStyle w:val="BodyText"/>
              <w:ind w:left="200" w:right="483"/>
              <w:jc w:val="both"/>
            </w:pPr>
          </w:p>
          <w:p w:rsidR="000A6A4E" w:rsidRDefault="000A6A4E" w:rsidP="008A0CE0">
            <w:pPr>
              <w:pStyle w:val="BodyText"/>
              <w:ind w:left="200" w:right="483"/>
              <w:jc w:val="both"/>
            </w:pPr>
          </w:p>
          <w:p w:rsidR="000A6A4E" w:rsidRPr="00CB57ED" w:rsidRDefault="000A6A4E" w:rsidP="008A0CE0">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852092" w:rsidTr="008A0CE0">
        <w:trPr>
          <w:trHeight w:val="1657"/>
        </w:trPr>
        <w:tc>
          <w:tcPr>
            <w:tcW w:w="2200" w:type="dxa"/>
          </w:tcPr>
          <w:p w:rsidR="000A6A4E" w:rsidRDefault="000A6A4E" w:rsidP="008A0CE0">
            <w:pPr>
              <w:pStyle w:val="TableParagraph"/>
              <w:spacing w:before="132"/>
              <w:ind w:left="200"/>
              <w:rPr>
                <w:b/>
                <w:sz w:val="24"/>
              </w:rPr>
            </w:pPr>
            <w:r>
              <w:rPr>
                <w:b/>
                <w:sz w:val="24"/>
              </w:rPr>
              <w:t>СЛУХАЛИ:</w:t>
            </w:r>
          </w:p>
          <w:p w:rsidR="000A6A4E" w:rsidRDefault="000A6A4E" w:rsidP="008A0CE0">
            <w:pPr>
              <w:pStyle w:val="TableParagraph"/>
              <w:spacing w:before="132"/>
              <w:ind w:left="200"/>
              <w:rPr>
                <w:b/>
                <w:sz w:val="24"/>
              </w:rPr>
            </w:pPr>
            <w:r w:rsidRPr="00AD2122">
              <w:rPr>
                <w:b/>
                <w:sz w:val="24"/>
              </w:rPr>
              <w:t>Гринчука Г.П</w:t>
            </w:r>
          </w:p>
        </w:tc>
        <w:tc>
          <w:tcPr>
            <w:tcW w:w="8030" w:type="dxa"/>
          </w:tcPr>
          <w:p w:rsidR="000A6A4E" w:rsidRPr="00852092" w:rsidRDefault="000A6A4E" w:rsidP="008A0CE0">
            <w:pPr>
              <w:pStyle w:val="TableParagraph"/>
              <w:spacing w:before="3" w:line="259" w:lineRule="exact"/>
              <w:ind w:left="359"/>
              <w:jc w:val="both"/>
              <w:rPr>
                <w:sz w:val="24"/>
                <w:szCs w:val="24"/>
              </w:rPr>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 xml:space="preserve">иться питання </w:t>
            </w:r>
            <w:r w:rsidRPr="00CA67EB">
              <w:rPr>
                <w:sz w:val="24"/>
                <w:szCs w:val="24"/>
              </w:rPr>
              <w:t>«Про розроблення детальних планів територій».</w:t>
            </w:r>
          </w:p>
        </w:tc>
      </w:tr>
      <w:tr w:rsidR="000A6A4E" w:rsidRPr="00852092" w:rsidTr="008A0CE0">
        <w:trPr>
          <w:trHeight w:val="1657"/>
        </w:trPr>
        <w:tc>
          <w:tcPr>
            <w:tcW w:w="2200" w:type="dxa"/>
          </w:tcPr>
          <w:p w:rsidR="000A6A4E" w:rsidRPr="00EA00CA" w:rsidRDefault="000A6A4E" w:rsidP="008A0CE0">
            <w:pPr>
              <w:pStyle w:val="TableParagraph"/>
              <w:spacing w:before="135" w:line="275" w:lineRule="exact"/>
              <w:ind w:left="200"/>
              <w:rPr>
                <w:b/>
                <w:sz w:val="24"/>
              </w:rPr>
            </w:pPr>
            <w:r w:rsidRPr="00EA00CA">
              <w:rPr>
                <w:b/>
                <w:sz w:val="24"/>
              </w:rPr>
              <w:t>ВИСТУПИЛИ:</w:t>
            </w:r>
          </w:p>
          <w:p w:rsidR="000A6A4E" w:rsidRPr="00EA00CA" w:rsidRDefault="000A6A4E" w:rsidP="008A0CE0">
            <w:pPr>
              <w:pStyle w:val="TableParagraph"/>
              <w:ind w:left="200" w:right="52"/>
              <w:rPr>
                <w:sz w:val="24"/>
              </w:rPr>
            </w:pPr>
            <w:r>
              <w:rPr>
                <w:b/>
                <w:sz w:val="24"/>
              </w:rPr>
              <w:t>Гринчук О.В.</w:t>
            </w:r>
          </w:p>
        </w:tc>
        <w:tc>
          <w:tcPr>
            <w:tcW w:w="8030" w:type="dxa"/>
          </w:tcPr>
          <w:p w:rsidR="000A6A4E" w:rsidRPr="00EA00CA" w:rsidRDefault="000A6A4E" w:rsidP="008A0CE0">
            <w:pPr>
              <w:pStyle w:val="TableParagraph"/>
              <w:jc w:val="both"/>
              <w:rPr>
                <w:sz w:val="24"/>
                <w:szCs w:val="24"/>
              </w:rPr>
            </w:pPr>
            <w:r w:rsidRPr="00EA00CA">
              <w:rPr>
                <w:sz w:val="24"/>
                <w:szCs w:val="24"/>
              </w:rPr>
              <w:t xml:space="preserve">Спеціаліст </w:t>
            </w:r>
            <w:r>
              <w:rPr>
                <w:sz w:val="24"/>
                <w:szCs w:val="24"/>
              </w:rPr>
              <w:t>юридичного відділу</w:t>
            </w:r>
            <w:r w:rsidRPr="00EA00CA">
              <w:rPr>
                <w:sz w:val="24"/>
                <w:szCs w:val="24"/>
              </w:rPr>
              <w:t xml:space="preserve"> виніс на розгляд членів постійної комісії проект рішення </w:t>
            </w:r>
            <w:r>
              <w:t>«</w:t>
            </w:r>
            <w:r w:rsidRPr="00CA67EB">
              <w:rPr>
                <w:sz w:val="24"/>
                <w:szCs w:val="24"/>
              </w:rPr>
              <w:t>Про розроблення детальних планів територій</w:t>
            </w:r>
            <w:r>
              <w:t>».</w:t>
            </w:r>
          </w:p>
        </w:tc>
      </w:tr>
      <w:tr w:rsidR="000A6A4E" w:rsidRPr="00852092" w:rsidTr="008A0CE0">
        <w:trPr>
          <w:trHeight w:val="1657"/>
        </w:trPr>
        <w:tc>
          <w:tcPr>
            <w:tcW w:w="2200" w:type="dxa"/>
          </w:tcPr>
          <w:p w:rsidR="000A6A4E" w:rsidRPr="000D243F" w:rsidRDefault="000A6A4E" w:rsidP="008A0CE0">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EA00CA" w:rsidRDefault="000A6A4E" w:rsidP="008A0CE0">
            <w:pPr>
              <w:ind w:left="110"/>
              <w:rPr>
                <w:sz w:val="24"/>
                <w:szCs w:val="24"/>
                <w:lang w:eastAsia="ru-RU"/>
              </w:rPr>
            </w:pPr>
            <w:r w:rsidRPr="00EA00CA">
              <w:rPr>
                <w:sz w:val="24"/>
                <w:szCs w:val="24"/>
              </w:rPr>
              <w:t>Підтримати проект рішення</w:t>
            </w:r>
            <w:r w:rsidRPr="007B27CA">
              <w:rPr>
                <w:sz w:val="24"/>
                <w:szCs w:val="24"/>
                <w:lang w:val="ru-RU"/>
              </w:rPr>
              <w:t xml:space="preserve"> </w:t>
            </w:r>
            <w:r>
              <w:rPr>
                <w:sz w:val="24"/>
                <w:szCs w:val="24"/>
                <w:lang w:val="en-US"/>
              </w:rPr>
              <w:t>IX</w:t>
            </w:r>
            <w:r w:rsidRPr="00EA00CA">
              <w:rPr>
                <w:sz w:val="24"/>
                <w:szCs w:val="24"/>
              </w:rPr>
              <w:t xml:space="preserve"> позачергової сесії селищної ради </w:t>
            </w:r>
            <w:r w:rsidRPr="00EA00CA">
              <w:rPr>
                <w:sz w:val="24"/>
                <w:szCs w:val="24"/>
                <w:lang w:eastAsia="ru-RU"/>
              </w:rPr>
              <w:t xml:space="preserve">від </w:t>
            </w:r>
            <w:r>
              <w:rPr>
                <w:sz w:val="24"/>
                <w:szCs w:val="24"/>
                <w:lang w:eastAsia="ru-RU"/>
              </w:rPr>
              <w:t>16 квітня</w:t>
            </w:r>
            <w:r w:rsidRPr="00EA00CA">
              <w:rPr>
                <w:sz w:val="24"/>
                <w:szCs w:val="24"/>
                <w:lang w:eastAsia="ru-RU"/>
              </w:rPr>
              <w:t xml:space="preserve"> 2021 року а саме:</w:t>
            </w:r>
          </w:p>
          <w:p w:rsidR="000A6A4E" w:rsidRPr="00A444A5" w:rsidRDefault="000A6A4E" w:rsidP="008A0CE0">
            <w:pPr>
              <w:pStyle w:val="TableParagraph"/>
              <w:spacing w:line="263" w:lineRule="exact"/>
              <w:jc w:val="both"/>
              <w:rPr>
                <w:sz w:val="24"/>
              </w:rPr>
            </w:pPr>
            <w:r>
              <w:t>«</w:t>
            </w:r>
            <w:r w:rsidRPr="00CA67EB">
              <w:rPr>
                <w:sz w:val="24"/>
                <w:szCs w:val="24"/>
              </w:rPr>
              <w:t>Про розроблення детальних планів територій</w:t>
            </w:r>
            <w:r>
              <w:t>».</w:t>
            </w:r>
          </w:p>
        </w:tc>
      </w:tr>
      <w:tr w:rsidR="000A6A4E" w:rsidRPr="00852092" w:rsidTr="008A0CE0">
        <w:trPr>
          <w:trHeight w:val="1657"/>
        </w:trPr>
        <w:tc>
          <w:tcPr>
            <w:tcW w:w="2200" w:type="dxa"/>
          </w:tcPr>
          <w:p w:rsidR="000A6A4E" w:rsidRDefault="000A6A4E" w:rsidP="008A0CE0">
            <w:pPr>
              <w:pStyle w:val="TableParagraph"/>
              <w:spacing w:before="132"/>
              <w:ind w:left="200"/>
              <w:rPr>
                <w:b/>
                <w:sz w:val="24"/>
              </w:rPr>
            </w:pPr>
          </w:p>
          <w:p w:rsidR="000A6A4E" w:rsidRDefault="000A6A4E" w:rsidP="008A0CE0">
            <w:pPr>
              <w:pStyle w:val="TableParagraph"/>
              <w:spacing w:before="132"/>
              <w:ind w:left="200"/>
              <w:rPr>
                <w:b/>
                <w:sz w:val="24"/>
              </w:rPr>
            </w:pPr>
            <w:r>
              <w:rPr>
                <w:b/>
                <w:sz w:val="24"/>
              </w:rPr>
              <w:t>ГОЛОСУВАЛИ:</w:t>
            </w:r>
          </w:p>
        </w:tc>
        <w:tc>
          <w:tcPr>
            <w:tcW w:w="8030" w:type="dxa"/>
          </w:tcPr>
          <w:p w:rsidR="000A6A4E" w:rsidRDefault="000A6A4E" w:rsidP="008A0CE0">
            <w:pPr>
              <w:pStyle w:val="BodyText"/>
              <w:ind w:left="200" w:right="483"/>
              <w:jc w:val="both"/>
            </w:pPr>
          </w:p>
          <w:p w:rsidR="000A6A4E" w:rsidRDefault="000A6A4E" w:rsidP="008A0CE0">
            <w:pPr>
              <w:pStyle w:val="BodyText"/>
              <w:ind w:left="200" w:right="483"/>
              <w:jc w:val="both"/>
            </w:pPr>
          </w:p>
          <w:p w:rsidR="000A6A4E" w:rsidRPr="00CB57ED" w:rsidRDefault="000A6A4E" w:rsidP="008A0CE0">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bl>
    <w:p w:rsidR="000A6A4E" w:rsidRDefault="000A6A4E" w:rsidP="008A0CE0">
      <w:pPr>
        <w:tabs>
          <w:tab w:val="left" w:pos="2504"/>
        </w:tabs>
      </w:pPr>
      <w:r>
        <w:tab/>
      </w:r>
    </w:p>
    <w:p w:rsidR="000A6A4E" w:rsidRDefault="000A6A4E" w:rsidP="008A0CE0">
      <w:pPr>
        <w:tabs>
          <w:tab w:val="left" w:pos="2504"/>
        </w:tabs>
      </w:pPr>
      <w:r>
        <w:t xml:space="preserve"> Голова комісії                                                                                       Г. Гринчук</w:t>
      </w:r>
    </w:p>
    <w:p w:rsidR="000A6A4E" w:rsidRDefault="000A6A4E" w:rsidP="00EB3396">
      <w:pPr>
        <w:tabs>
          <w:tab w:val="left" w:pos="4195"/>
        </w:tabs>
      </w:pPr>
    </w:p>
    <w:p w:rsidR="000A6A4E" w:rsidRDefault="000A6A4E" w:rsidP="00EB3396">
      <w:pPr>
        <w:tabs>
          <w:tab w:val="left" w:pos="4195"/>
        </w:tabs>
      </w:pPr>
      <w:r>
        <w:t xml:space="preserve"> Заступник голови комісії                                                                    М. ДУДЧАК      </w:t>
      </w:r>
    </w:p>
    <w:p w:rsidR="000A6A4E" w:rsidRDefault="000A6A4E" w:rsidP="00EB3396">
      <w:pPr>
        <w:tabs>
          <w:tab w:val="left" w:pos="4195"/>
        </w:tabs>
      </w:pPr>
    </w:p>
    <w:p w:rsidR="000A6A4E" w:rsidRDefault="000A6A4E" w:rsidP="00EB3396">
      <w:pPr>
        <w:tabs>
          <w:tab w:val="left" w:pos="4195"/>
        </w:tabs>
      </w:pPr>
    </w:p>
    <w:p w:rsidR="000A6A4E" w:rsidRDefault="000A6A4E" w:rsidP="00EB3396">
      <w:pPr>
        <w:tabs>
          <w:tab w:val="left" w:pos="4195"/>
        </w:tabs>
      </w:pPr>
    </w:p>
    <w:p w:rsidR="000A6A4E" w:rsidRDefault="000A6A4E" w:rsidP="00EB3396">
      <w:pPr>
        <w:tabs>
          <w:tab w:val="left" w:pos="4195"/>
        </w:tabs>
      </w:pPr>
    </w:p>
    <w:p w:rsidR="000A6A4E" w:rsidRPr="00C77461" w:rsidRDefault="000A6A4E" w:rsidP="00C77461">
      <w:pPr>
        <w:tabs>
          <w:tab w:val="left" w:pos="2504"/>
        </w:tabs>
        <w:jc w:val="center"/>
        <w:rPr>
          <w:b/>
        </w:rPr>
      </w:pPr>
      <w:r w:rsidRPr="00C77461">
        <w:rPr>
          <w:b/>
        </w:rPr>
        <w:t>ПРОТОКОЛ №7</w:t>
      </w:r>
    </w:p>
    <w:p w:rsidR="000A6A4E" w:rsidRDefault="000A6A4E" w:rsidP="008A0CE0">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8A0CE0">
      <w:pPr>
        <w:spacing w:before="5" w:line="237" w:lineRule="auto"/>
        <w:ind w:left="262" w:right="550"/>
        <w:jc w:val="center"/>
        <w:rPr>
          <w:b/>
          <w:sz w:val="24"/>
        </w:rPr>
      </w:pPr>
      <w:r>
        <w:rPr>
          <w:b/>
          <w:sz w:val="24"/>
        </w:rPr>
        <w:t>планування території та містобудування</w:t>
      </w:r>
    </w:p>
    <w:p w:rsidR="000A6A4E" w:rsidRDefault="000A6A4E" w:rsidP="008A0CE0">
      <w:pPr>
        <w:tabs>
          <w:tab w:val="right" w:pos="9491"/>
        </w:tabs>
        <w:spacing w:before="273"/>
        <w:ind w:left="200"/>
        <w:rPr>
          <w:i/>
          <w:sz w:val="24"/>
        </w:rPr>
      </w:pPr>
      <w:r>
        <w:rPr>
          <w:i/>
          <w:sz w:val="24"/>
        </w:rPr>
        <w:t>27 квітня 2021</w:t>
      </w:r>
      <w:r>
        <w:rPr>
          <w:i/>
          <w:spacing w:val="2"/>
          <w:sz w:val="24"/>
        </w:rPr>
        <w:t xml:space="preserve"> </w:t>
      </w:r>
      <w:r>
        <w:rPr>
          <w:i/>
          <w:sz w:val="24"/>
        </w:rPr>
        <w:t>року</w:t>
      </w:r>
      <w:r>
        <w:rPr>
          <w:i/>
          <w:sz w:val="24"/>
        </w:rPr>
        <w:tab/>
        <w:t>14.00</w:t>
      </w:r>
    </w:p>
    <w:p w:rsidR="000A6A4E" w:rsidRDefault="000A6A4E" w:rsidP="008A0CE0">
      <w:pPr>
        <w:pStyle w:val="Heading2"/>
        <w:spacing w:line="242" w:lineRule="auto"/>
        <w:ind w:right="6779"/>
      </w:pPr>
      <w:r>
        <w:t xml:space="preserve">Всього членів комісії – </w:t>
      </w:r>
      <w:r w:rsidRPr="00FA0114">
        <w:rPr>
          <w:b w:val="0"/>
          <w:i w:val="0"/>
        </w:rPr>
        <w:t>5 чол</w:t>
      </w:r>
      <w:r w:rsidRPr="00FA0114">
        <w:rPr>
          <w:b w:val="0"/>
        </w:rPr>
        <w:t>.</w:t>
      </w:r>
    </w:p>
    <w:p w:rsidR="000A6A4E" w:rsidRDefault="000A6A4E" w:rsidP="008A0CE0">
      <w:pPr>
        <w:pStyle w:val="BodyText"/>
        <w:spacing w:line="266" w:lineRule="exact"/>
        <w:ind w:left="200"/>
      </w:pPr>
      <w:r>
        <w:rPr>
          <w:b/>
          <w:i/>
        </w:rPr>
        <w:t xml:space="preserve">Присутні: </w:t>
      </w:r>
      <w:r>
        <w:t>Гринчук Г. П., Дудчак М.М., Тарчинський В.В.</w:t>
      </w:r>
    </w:p>
    <w:p w:rsidR="000A6A4E" w:rsidRPr="00FA0114" w:rsidRDefault="000A6A4E" w:rsidP="008A0CE0">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8A0CE0">
      <w:pPr>
        <w:pStyle w:val="BodyText"/>
        <w:spacing w:line="272" w:lineRule="exact"/>
        <w:ind w:left="200"/>
      </w:pPr>
      <w:r>
        <w:rPr>
          <w:b/>
          <w:i/>
        </w:rPr>
        <w:t xml:space="preserve">Запрошені: </w:t>
      </w:r>
      <w:r>
        <w:t>Р.Садлій – перший заступник Новоушицького селищного голови, І.Миколайчук, спеціаліст відділу комунальної власності, житлова комунального господарства, благоустрою, зовнішньої реклами, охорони навколишнього природного середовища, інфраструктури та земельних відносин.</w:t>
      </w:r>
    </w:p>
    <w:p w:rsidR="000A6A4E" w:rsidRDefault="000A6A4E" w:rsidP="008A0CE0">
      <w:pPr>
        <w:pStyle w:val="BodyText"/>
        <w:spacing w:before="161"/>
        <w:ind w:left="262" w:right="550"/>
        <w:jc w:val="center"/>
        <w:rPr>
          <w:b/>
        </w:rPr>
      </w:pPr>
      <w:r w:rsidRPr="00267851">
        <w:rPr>
          <w:b/>
        </w:rPr>
        <w:t>ПОРЯДОК ДЕННИЙ</w:t>
      </w:r>
    </w:p>
    <w:p w:rsidR="000A6A4E" w:rsidRPr="00AB5DCB" w:rsidRDefault="000A6A4E" w:rsidP="008A0CE0">
      <w:pPr>
        <w:pStyle w:val="BodyText"/>
        <w:tabs>
          <w:tab w:val="left" w:pos="701"/>
        </w:tabs>
        <w:spacing w:before="161"/>
        <w:ind w:left="712" w:right="550"/>
        <w:rPr>
          <w:b/>
        </w:rPr>
      </w:pPr>
      <w:r w:rsidRPr="00AB5DCB">
        <w:t>1.</w:t>
      </w:r>
      <w:hyperlink r:id="rId99" w:history="1">
        <w:r w:rsidRPr="00AB5DCB">
          <w:rPr>
            <w:rStyle w:val="Hyperlink"/>
            <w:rFonts w:ascii="inherit" w:hAnsi="inherit"/>
            <w:color w:val="auto"/>
            <w:bdr w:val="none" w:sz="0" w:space="0" w:color="auto" w:frame="1"/>
            <w:shd w:val="clear" w:color="auto" w:fill="FFFFFF"/>
          </w:rPr>
          <w:t>Про виділення земельних ділянок в натурі (на місцевості)</w:t>
        </w:r>
      </w:hyperlink>
      <w:r w:rsidRPr="00AB5DCB">
        <w:t>.</w:t>
      </w:r>
    </w:p>
    <w:p w:rsidR="000A6A4E" w:rsidRPr="00AB5DCB" w:rsidRDefault="000A6A4E" w:rsidP="008A0CE0">
      <w:pPr>
        <w:pStyle w:val="BodyText"/>
        <w:tabs>
          <w:tab w:val="left" w:pos="701"/>
        </w:tabs>
        <w:spacing w:before="161"/>
        <w:ind w:right="550" w:firstLine="720"/>
      </w:pPr>
      <w:r w:rsidRPr="00AB5DCB">
        <w:t>2.</w:t>
      </w:r>
      <w:hyperlink r:id="rId100" w:history="1">
        <w:r w:rsidRPr="00AB5DCB">
          <w:rPr>
            <w:rStyle w:val="Hyperlink"/>
            <w:rFonts w:ascii="inherit" w:hAnsi="inherit" w:cs="Arial"/>
            <w:color w:val="auto"/>
            <w:bdr w:val="none" w:sz="0" w:space="0" w:color="auto" w:frame="1"/>
            <w:shd w:val="clear" w:color="auto" w:fill="FFFFFF"/>
          </w:rPr>
          <w:t>Про затвердження Порядку визначення розміру плати за тимчасове користування місцем розташування рекламних засобів, що перебуває у комунальній власності</w:t>
        </w:r>
      </w:hyperlink>
      <w:r w:rsidRPr="00AB5DCB">
        <w:t>.</w:t>
      </w:r>
    </w:p>
    <w:p w:rsidR="000A6A4E" w:rsidRPr="00AB5DCB" w:rsidRDefault="000A6A4E" w:rsidP="008A0CE0">
      <w:pPr>
        <w:pStyle w:val="BodyText"/>
        <w:tabs>
          <w:tab w:val="left" w:pos="701"/>
        </w:tabs>
        <w:spacing w:before="161"/>
        <w:ind w:right="550" w:firstLine="720"/>
      </w:pPr>
      <w:r w:rsidRPr="00AB5DCB">
        <w:t xml:space="preserve">3. </w:t>
      </w:r>
      <w:hyperlink r:id="rId101" w:history="1">
        <w:r w:rsidRPr="00AB5DCB">
          <w:rPr>
            <w:rStyle w:val="Hyperlink"/>
            <w:rFonts w:ascii="inherit" w:hAnsi="inherit" w:cs="Arial"/>
            <w:color w:val="auto"/>
            <w:bdr w:val="none" w:sz="0" w:space="0" w:color="auto" w:frame="1"/>
            <w:shd w:val="clear" w:color="auto" w:fill="FFFFFF"/>
          </w:rPr>
          <w:t>Про затвердження проектів землеустрою щодо відведення земельних ділянок</w:t>
        </w:r>
      </w:hyperlink>
      <w:r w:rsidRPr="00AB5DCB">
        <w:t>.</w:t>
      </w:r>
    </w:p>
    <w:p w:rsidR="000A6A4E" w:rsidRPr="00AB5DCB" w:rsidRDefault="000A6A4E" w:rsidP="008A0CE0">
      <w:pPr>
        <w:pStyle w:val="BodyText"/>
        <w:tabs>
          <w:tab w:val="left" w:pos="701"/>
        </w:tabs>
        <w:spacing w:before="161"/>
        <w:ind w:right="550" w:firstLine="720"/>
      </w:pPr>
      <w:r w:rsidRPr="00AB5DCB">
        <w:t xml:space="preserve">4. </w:t>
      </w:r>
      <w:hyperlink r:id="rId102" w:history="1">
        <w:r w:rsidRPr="00AB5DCB">
          <w:rPr>
            <w:rStyle w:val="Hyperlink"/>
            <w:rFonts w:ascii="inherit" w:hAnsi="inherit" w:cs="Arial"/>
            <w:color w:val="auto"/>
            <w:bdr w:val="none" w:sz="0" w:space="0" w:color="auto" w:frame="1"/>
            <w:shd w:val="clear" w:color="auto" w:fill="FFFFFF"/>
          </w:rPr>
          <w:t>Про затвердження проєкту землеустрою щодо відведення земельної ділянки зі зміною цільового призначення</w:t>
        </w:r>
      </w:hyperlink>
      <w:r w:rsidRPr="00AB5DCB">
        <w:t>.</w:t>
      </w:r>
    </w:p>
    <w:p w:rsidR="000A6A4E" w:rsidRPr="00AB5DCB" w:rsidRDefault="000A6A4E" w:rsidP="008A0CE0">
      <w:pPr>
        <w:pStyle w:val="BodyText"/>
        <w:tabs>
          <w:tab w:val="left" w:pos="701"/>
        </w:tabs>
        <w:spacing w:before="161"/>
        <w:ind w:right="550" w:firstLine="720"/>
      </w:pPr>
      <w:r w:rsidRPr="00AB5DCB">
        <w:t xml:space="preserve">5. </w:t>
      </w:r>
      <w:hyperlink r:id="rId103" w:history="1">
        <w:r w:rsidRPr="00AB5DCB">
          <w:rPr>
            <w:rStyle w:val="Hyperlink"/>
            <w:rFonts w:ascii="inherit" w:hAnsi="inherit"/>
            <w:color w:val="auto"/>
            <w:bdr w:val="none" w:sz="0" w:space="0" w:color="auto" w:frame="1"/>
            <w:shd w:val="clear" w:color="auto" w:fill="FFFFFF"/>
          </w:rPr>
          <w:t>Про затвердження технічної документації з нормативної грошової оцінки земельних ділянок</w:t>
        </w:r>
      </w:hyperlink>
      <w:r w:rsidRPr="00AB5DCB">
        <w:t>.</w:t>
      </w:r>
    </w:p>
    <w:p w:rsidR="000A6A4E" w:rsidRPr="00AB5DCB" w:rsidRDefault="000A6A4E" w:rsidP="008A0CE0">
      <w:pPr>
        <w:pStyle w:val="BodyText"/>
        <w:tabs>
          <w:tab w:val="left" w:pos="701"/>
        </w:tabs>
        <w:spacing w:before="161"/>
        <w:ind w:right="550" w:firstLine="720"/>
      </w:pPr>
      <w:r w:rsidRPr="00AB5DCB">
        <w:t xml:space="preserve">6. </w:t>
      </w:r>
      <w:hyperlink r:id="rId104" w:history="1">
        <w:r w:rsidRPr="00AB5DCB">
          <w:rPr>
            <w:rStyle w:val="Hyperlink"/>
            <w:rFonts w:ascii="inherit" w:hAnsi="inherit"/>
            <w:color w:val="auto"/>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hyperlink>
      <w:r w:rsidRPr="00AB5DCB">
        <w:t>.</w:t>
      </w:r>
    </w:p>
    <w:p w:rsidR="000A6A4E" w:rsidRPr="00AB5DCB" w:rsidRDefault="000A6A4E" w:rsidP="008A0CE0">
      <w:pPr>
        <w:pStyle w:val="BodyText"/>
        <w:tabs>
          <w:tab w:val="left" w:pos="701"/>
        </w:tabs>
        <w:spacing w:before="161"/>
        <w:ind w:right="550" w:firstLine="720"/>
        <w:rPr>
          <w:b/>
        </w:rPr>
      </w:pPr>
      <w:r w:rsidRPr="00AB5DCB">
        <w:t xml:space="preserve">7. </w:t>
      </w:r>
      <w:r w:rsidRPr="00AB5DCB">
        <w:rPr>
          <w:rFonts w:ascii="inherit" w:hAnsi="inherit"/>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 (невитребуваних земельних часток (паїв))</w:t>
      </w:r>
      <w:r w:rsidRPr="00AB5DCB">
        <w:rPr>
          <w:b/>
        </w:rPr>
        <w:t>.</w:t>
      </w:r>
    </w:p>
    <w:p w:rsidR="000A6A4E" w:rsidRPr="00AB5DCB" w:rsidRDefault="000A6A4E" w:rsidP="008A0CE0">
      <w:pPr>
        <w:pStyle w:val="BodyText"/>
        <w:tabs>
          <w:tab w:val="left" w:pos="701"/>
        </w:tabs>
        <w:spacing w:before="161"/>
        <w:ind w:right="550" w:firstLine="720"/>
      </w:pPr>
      <w:r w:rsidRPr="00AB5DCB">
        <w:t xml:space="preserve">8. </w:t>
      </w:r>
      <w:hyperlink r:id="rId105" w:history="1">
        <w:r w:rsidRPr="00AB5DCB">
          <w:rPr>
            <w:rStyle w:val="Hyperlink"/>
            <w:rFonts w:ascii="inherit" w:hAnsi="inherit"/>
            <w:color w:val="auto"/>
            <w:bdr w:val="none" w:sz="0" w:space="0" w:color="auto" w:frame="1"/>
            <w:shd w:val="clear" w:color="auto" w:fill="FFFFFF"/>
          </w:rPr>
          <w:t>Про інвентаризацію земельних ділянок комунальної власності</w:t>
        </w:r>
      </w:hyperlink>
      <w:r w:rsidRPr="00AB5DCB">
        <w:t>.</w:t>
      </w:r>
    </w:p>
    <w:p w:rsidR="000A6A4E" w:rsidRPr="00AB5DCB" w:rsidRDefault="000A6A4E" w:rsidP="008A0CE0">
      <w:pPr>
        <w:pStyle w:val="BodyText"/>
        <w:tabs>
          <w:tab w:val="left" w:pos="701"/>
        </w:tabs>
        <w:spacing w:before="161"/>
        <w:ind w:right="550" w:firstLine="720"/>
      </w:pPr>
      <w:r w:rsidRPr="00AB5DCB">
        <w:t xml:space="preserve">9. </w:t>
      </w:r>
      <w:hyperlink r:id="rId106" w:history="1">
        <w:r w:rsidRPr="00AB5DCB">
          <w:rPr>
            <w:rStyle w:val="Hyperlink"/>
            <w:rFonts w:ascii="inherit" w:hAnsi="inherit"/>
            <w:color w:val="auto"/>
            <w:bdr w:val="none" w:sz="0" w:space="0" w:color="auto" w:frame="1"/>
            <w:shd w:val="clear" w:color="auto" w:fill="FFFFFF"/>
          </w:rPr>
          <w:t>Про надання дозволу на розроблення проектів землеустрою щодо відведення земельних ділянок</w:t>
        </w:r>
      </w:hyperlink>
      <w:r w:rsidRPr="00AB5DCB">
        <w:t>.</w:t>
      </w:r>
    </w:p>
    <w:p w:rsidR="000A6A4E" w:rsidRPr="00AB5DCB" w:rsidRDefault="000A6A4E" w:rsidP="008A0CE0">
      <w:pPr>
        <w:pStyle w:val="BodyText"/>
        <w:tabs>
          <w:tab w:val="left" w:pos="701"/>
        </w:tabs>
        <w:spacing w:before="161"/>
        <w:ind w:right="550" w:firstLine="720"/>
      </w:pPr>
      <w:r w:rsidRPr="00AB5DCB">
        <w:t xml:space="preserve">10. </w:t>
      </w:r>
      <w:hyperlink r:id="rId107" w:history="1">
        <w:r w:rsidRPr="00AB5DCB">
          <w:rPr>
            <w:rStyle w:val="Hyperlink"/>
            <w:rFonts w:ascii="inherit" w:hAnsi="inherit"/>
            <w:color w:val="auto"/>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hyperlink>
      <w:r w:rsidRPr="00AB5DCB">
        <w:t>.</w:t>
      </w:r>
    </w:p>
    <w:p w:rsidR="000A6A4E" w:rsidRPr="00AB5DCB" w:rsidRDefault="000A6A4E" w:rsidP="008A0CE0">
      <w:pPr>
        <w:pStyle w:val="BodyText"/>
        <w:tabs>
          <w:tab w:val="left" w:pos="701"/>
        </w:tabs>
        <w:spacing w:before="161"/>
        <w:ind w:right="550" w:firstLine="720"/>
      </w:pPr>
      <w:r w:rsidRPr="00AB5DCB">
        <w:t xml:space="preserve">11. </w:t>
      </w:r>
      <w:hyperlink r:id="rId108" w:history="1">
        <w:r w:rsidRPr="00AB5DCB">
          <w:rPr>
            <w:rStyle w:val="Hyperlink"/>
            <w:rFonts w:ascii="inherit" w:hAnsi="inherit"/>
            <w:color w:val="auto"/>
            <w:bdr w:val="none" w:sz="0" w:space="0" w:color="auto" w:frame="1"/>
            <w:shd w:val="clear" w:color="auto" w:fill="FFFFFF"/>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w:t>
        </w:r>
      </w:hyperlink>
      <w:r w:rsidRPr="00AB5DCB">
        <w:t>.</w:t>
      </w:r>
    </w:p>
    <w:p w:rsidR="000A6A4E" w:rsidRPr="00AB5DCB" w:rsidRDefault="000A6A4E" w:rsidP="008A0CE0">
      <w:pPr>
        <w:pStyle w:val="BodyText"/>
        <w:tabs>
          <w:tab w:val="left" w:pos="701"/>
        </w:tabs>
        <w:spacing w:before="161"/>
        <w:ind w:right="550" w:firstLine="720"/>
      </w:pPr>
      <w:r w:rsidRPr="00AB5DCB">
        <w:t xml:space="preserve">12. </w:t>
      </w:r>
      <w:hyperlink r:id="rId109" w:history="1">
        <w:r w:rsidRPr="00AB5DCB">
          <w:rPr>
            <w:rStyle w:val="Hyperlink"/>
            <w:rFonts w:ascii="inherit" w:hAnsi="inherit"/>
            <w:color w:val="auto"/>
            <w:bdr w:val="none" w:sz="0" w:space="0" w:color="auto" w:frame="1"/>
            <w:shd w:val="clear" w:color="auto" w:fill="FFFFFF"/>
          </w:rPr>
          <w:t>Про надання дозволу на розроблення проекту землеустрою щодо відведення земельної ділянки у розмірі земельної частки (паю) зі зміною цільового призначення</w:t>
        </w:r>
      </w:hyperlink>
      <w:r w:rsidRPr="00AB5DCB">
        <w:t>.</w:t>
      </w:r>
    </w:p>
    <w:p w:rsidR="000A6A4E" w:rsidRPr="00AB5DCB" w:rsidRDefault="000A6A4E" w:rsidP="008A0CE0">
      <w:pPr>
        <w:pStyle w:val="BodyText"/>
        <w:tabs>
          <w:tab w:val="left" w:pos="701"/>
        </w:tabs>
        <w:spacing w:before="161"/>
        <w:ind w:right="550" w:firstLine="720"/>
      </w:pPr>
      <w:r w:rsidRPr="00AB5DCB">
        <w:t xml:space="preserve">13. </w:t>
      </w:r>
      <w:hyperlink r:id="rId110" w:history="1">
        <w:r w:rsidRPr="00AB5DCB">
          <w:rPr>
            <w:rStyle w:val="Hyperlink"/>
            <w:rFonts w:ascii="inherit" w:hAnsi="inherit"/>
            <w:color w:val="auto"/>
            <w:bdr w:val="none" w:sz="0" w:space="0" w:color="auto" w:frame="1"/>
            <w:shd w:val="clear" w:color="auto" w:fill="FFFFFF"/>
          </w:rPr>
          <w:t>Про погодження виготовлення технічної документації із землеустрою, щодо поділу земельних ділянок </w:t>
        </w:r>
      </w:hyperlink>
      <w:r w:rsidRPr="00AB5DCB">
        <w:t>.</w:t>
      </w:r>
    </w:p>
    <w:p w:rsidR="000A6A4E" w:rsidRPr="00AB5DCB" w:rsidRDefault="000A6A4E" w:rsidP="008A0CE0">
      <w:pPr>
        <w:pStyle w:val="BodyText"/>
        <w:tabs>
          <w:tab w:val="left" w:pos="701"/>
        </w:tabs>
        <w:spacing w:before="161"/>
        <w:ind w:right="550" w:firstLine="720"/>
      </w:pPr>
      <w:r w:rsidRPr="00AB5DCB">
        <w:t xml:space="preserve">14. </w:t>
      </w:r>
      <w:hyperlink r:id="rId111" w:history="1">
        <w:r w:rsidRPr="00AB5DCB">
          <w:rPr>
            <w:rStyle w:val="Hyperlink"/>
            <w:rFonts w:ascii="inherit" w:hAnsi="inherit"/>
            <w:color w:val="auto"/>
            <w:bdr w:val="none" w:sz="0" w:space="0" w:color="auto" w:frame="1"/>
            <w:shd w:val="clear" w:color="auto" w:fill="FFFFFF"/>
          </w:rPr>
          <w:t>Про припинення договору оренди земельної ділянки</w:t>
        </w:r>
      </w:hyperlink>
    </w:p>
    <w:p w:rsidR="000A6A4E" w:rsidRPr="00C77461" w:rsidRDefault="000A6A4E" w:rsidP="008A0CE0">
      <w:pPr>
        <w:pStyle w:val="BodyText"/>
        <w:tabs>
          <w:tab w:val="left" w:pos="701"/>
        </w:tabs>
        <w:spacing w:before="161"/>
        <w:ind w:right="550" w:firstLine="720"/>
      </w:pPr>
      <w:r w:rsidRPr="00AB5DCB">
        <w:t xml:space="preserve">15. </w:t>
      </w:r>
      <w:hyperlink r:id="rId112" w:history="1">
        <w:r w:rsidRPr="00AB5DCB">
          <w:rPr>
            <w:rStyle w:val="Hyperlink"/>
            <w:rFonts w:ascii="inherit" w:hAnsi="inherit"/>
            <w:color w:val="auto"/>
            <w:bdr w:val="none" w:sz="0" w:space="0" w:color="auto" w:frame="1"/>
            <w:shd w:val="clear" w:color="auto" w:fill="FFFFFF"/>
          </w:rPr>
          <w:t>Про проведення експертної грошової оцінки земельної ділянки несільськогосподарського призначення</w:t>
        </w:r>
      </w:hyperlink>
      <w:r w:rsidRPr="00C77461">
        <w:t>.</w:t>
      </w:r>
    </w:p>
    <w:p w:rsidR="000A6A4E" w:rsidRPr="00C77461" w:rsidRDefault="000A6A4E" w:rsidP="008A0CE0">
      <w:pPr>
        <w:pStyle w:val="BodyText"/>
        <w:tabs>
          <w:tab w:val="left" w:pos="701"/>
        </w:tabs>
        <w:spacing w:before="161"/>
        <w:ind w:right="550" w:firstLine="720"/>
      </w:pPr>
      <w:r w:rsidRPr="00C77461">
        <w:t xml:space="preserve">16. </w:t>
      </w:r>
      <w:hyperlink r:id="rId113" w:history="1">
        <w:r w:rsidRPr="00C77461">
          <w:rPr>
            <w:rStyle w:val="Hyperlink"/>
            <w:rFonts w:ascii="inherit" w:hAnsi="inherit"/>
            <w:color w:val="000000"/>
            <w:bdr w:val="none" w:sz="0" w:space="0" w:color="auto" w:frame="1"/>
            <w:shd w:val="clear" w:color="auto" w:fill="FFFFFF"/>
          </w:rPr>
          <w:t>Про продаж земельної ділянки несільськогосподарського призначення</w:t>
        </w:r>
      </w:hyperlink>
      <w:r w:rsidRPr="00C77461">
        <w:t>.</w:t>
      </w:r>
    </w:p>
    <w:p w:rsidR="000A6A4E" w:rsidRDefault="000A6A4E" w:rsidP="008A0CE0">
      <w:pPr>
        <w:pStyle w:val="BodyText"/>
        <w:tabs>
          <w:tab w:val="left" w:pos="701"/>
        </w:tabs>
        <w:spacing w:before="161"/>
        <w:ind w:right="550" w:firstLine="720"/>
      </w:pPr>
      <w:r w:rsidRPr="00C77461">
        <w:t xml:space="preserve">17. </w:t>
      </w:r>
      <w:hyperlink r:id="rId114" w:history="1">
        <w:r w:rsidRPr="00C77461">
          <w:rPr>
            <w:rStyle w:val="Hyperlink"/>
            <w:rFonts w:ascii="inherit" w:hAnsi="inherit"/>
            <w:color w:val="000000"/>
            <w:bdr w:val="none" w:sz="0" w:space="0" w:color="auto" w:frame="1"/>
            <w:shd w:val="clear" w:color="auto" w:fill="FFFFFF"/>
          </w:rPr>
          <w:t>Про комісію зі встановлення факту отруєння бджіл</w:t>
        </w:r>
      </w:hyperlink>
      <w:r>
        <w:t>.</w:t>
      </w:r>
    </w:p>
    <w:p w:rsidR="000A6A4E" w:rsidRDefault="000A6A4E" w:rsidP="008A0CE0">
      <w:pPr>
        <w:pStyle w:val="BodyText"/>
        <w:tabs>
          <w:tab w:val="left" w:pos="701"/>
        </w:tabs>
        <w:spacing w:before="161"/>
        <w:ind w:right="550" w:firstLine="720"/>
        <w:rPr>
          <w:b/>
        </w:rPr>
      </w:pPr>
    </w:p>
    <w:tbl>
      <w:tblPr>
        <w:tblW w:w="10230" w:type="dxa"/>
        <w:tblLayout w:type="fixed"/>
        <w:tblCellMar>
          <w:left w:w="0" w:type="dxa"/>
          <w:right w:w="0" w:type="dxa"/>
        </w:tblCellMar>
        <w:tblLook w:val="01E0"/>
      </w:tblPr>
      <w:tblGrid>
        <w:gridCol w:w="2200"/>
        <w:gridCol w:w="8030"/>
      </w:tblGrid>
      <w:tr w:rsidR="000A6A4E" w:rsidRPr="00BB57D8" w:rsidTr="00B3562A">
        <w:trPr>
          <w:trHeight w:val="1347"/>
        </w:trPr>
        <w:tc>
          <w:tcPr>
            <w:tcW w:w="2200" w:type="dxa"/>
          </w:tcPr>
          <w:p w:rsidR="000A6A4E" w:rsidRDefault="000A6A4E" w:rsidP="00B3562A">
            <w:pPr>
              <w:pStyle w:val="TableParagraph"/>
              <w:spacing w:line="262" w:lineRule="exact"/>
              <w:ind w:left="200"/>
              <w:rPr>
                <w:b/>
                <w:sz w:val="24"/>
              </w:rPr>
            </w:pPr>
          </w:p>
          <w:p w:rsidR="000A6A4E" w:rsidRPr="000D243F" w:rsidRDefault="000A6A4E" w:rsidP="00B3562A">
            <w:pPr>
              <w:pStyle w:val="TableParagraph"/>
              <w:spacing w:line="262" w:lineRule="exact"/>
              <w:ind w:left="200"/>
              <w:rPr>
                <w:b/>
                <w:sz w:val="24"/>
              </w:rPr>
            </w:pPr>
            <w:r>
              <w:rPr>
                <w:b/>
                <w:sz w:val="24"/>
              </w:rPr>
              <w:t xml:space="preserve">  </w:t>
            </w:r>
            <w:r w:rsidRPr="000D243F">
              <w:rPr>
                <w:b/>
                <w:sz w:val="24"/>
              </w:rPr>
              <w:t>СЛУХАЛИ:</w:t>
            </w:r>
          </w:p>
          <w:p w:rsidR="000A6A4E" w:rsidRPr="000D243F" w:rsidRDefault="000A6A4E" w:rsidP="00B3562A">
            <w:pPr>
              <w:pStyle w:val="TableParagraph"/>
              <w:spacing w:line="272" w:lineRule="exact"/>
              <w:ind w:left="200"/>
              <w:rPr>
                <w:sz w:val="24"/>
              </w:rPr>
            </w:pPr>
            <w:r w:rsidRPr="00AD2122">
              <w:rPr>
                <w:b/>
                <w:sz w:val="24"/>
              </w:rPr>
              <w:t xml:space="preserve">  Гринчука Г.П</w:t>
            </w:r>
            <w:r>
              <w:rPr>
                <w:sz w:val="24"/>
              </w:rPr>
              <w:t>.</w:t>
            </w:r>
          </w:p>
        </w:tc>
        <w:tc>
          <w:tcPr>
            <w:tcW w:w="8030" w:type="dxa"/>
          </w:tcPr>
          <w:p w:rsidR="000A6A4E" w:rsidRPr="00D51FAA" w:rsidRDefault="000A6A4E" w:rsidP="00B3562A">
            <w:pPr>
              <w:pStyle w:val="BodyText"/>
              <w:tabs>
                <w:tab w:val="left" w:pos="701"/>
              </w:tabs>
              <w:spacing w:before="161"/>
              <w:ind w:right="550"/>
              <w:jc w:val="both"/>
              <w:rPr>
                <w:b/>
              </w:rPr>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w:t>
            </w:r>
            <w:r w:rsidRPr="00D51FAA">
              <w:rPr>
                <w:spacing w:val="-19"/>
              </w:rPr>
              <w:t xml:space="preserve"> «</w:t>
            </w:r>
            <w:hyperlink r:id="rId115" w:history="1">
              <w:r w:rsidRPr="00D51FAA">
                <w:rPr>
                  <w:rStyle w:val="Hyperlink"/>
                  <w:color w:val="000000"/>
                  <w:bdr w:val="none" w:sz="0" w:space="0" w:color="auto" w:frame="1"/>
                  <w:shd w:val="clear" w:color="auto" w:fill="FFFFFF"/>
                </w:rPr>
                <w:t>Про виділення земельних ділянок в натурі (на місцевості)</w:t>
              </w:r>
            </w:hyperlink>
            <w:r w:rsidRPr="00D51FAA">
              <w:t>».</w:t>
            </w:r>
          </w:p>
          <w:p w:rsidR="000A6A4E" w:rsidRPr="00D51FAA" w:rsidRDefault="000A6A4E" w:rsidP="00B3562A">
            <w:pPr>
              <w:pStyle w:val="BodyText"/>
              <w:ind w:right="483"/>
              <w:jc w:val="both"/>
            </w:pPr>
          </w:p>
          <w:p w:rsidR="000A6A4E" w:rsidRPr="00D51FAA" w:rsidRDefault="000A6A4E" w:rsidP="00B3562A">
            <w:pPr>
              <w:rPr>
                <w:sz w:val="24"/>
                <w:szCs w:val="24"/>
              </w:rPr>
            </w:pPr>
          </w:p>
          <w:p w:rsidR="000A6A4E" w:rsidRPr="00D51FAA" w:rsidRDefault="000A6A4E" w:rsidP="00B3562A">
            <w:pPr>
              <w:tabs>
                <w:tab w:val="left" w:pos="1052"/>
              </w:tabs>
              <w:rPr>
                <w:sz w:val="24"/>
                <w:szCs w:val="24"/>
              </w:rPr>
            </w:pPr>
            <w:r w:rsidRPr="00D51FAA">
              <w:rPr>
                <w:sz w:val="24"/>
                <w:szCs w:val="24"/>
              </w:rPr>
              <w:tab/>
            </w:r>
          </w:p>
        </w:tc>
      </w:tr>
      <w:tr w:rsidR="000A6A4E" w:rsidRPr="00EA00CA" w:rsidTr="00B3562A">
        <w:trPr>
          <w:trHeight w:val="1941"/>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16" w:history="1">
              <w:r w:rsidRPr="00D51FAA">
                <w:rPr>
                  <w:rStyle w:val="Hyperlink"/>
                  <w:color w:val="000000"/>
                  <w:sz w:val="24"/>
                  <w:szCs w:val="24"/>
                  <w:bdr w:val="none" w:sz="0" w:space="0" w:color="auto" w:frame="1"/>
                  <w:shd w:val="clear" w:color="auto" w:fill="FFFFFF"/>
                </w:rPr>
                <w:t>Про виділення земельних ділянок в натурі (на місцевості)</w:t>
              </w:r>
            </w:hyperlink>
            <w:r w:rsidRPr="00D51FAA">
              <w:rPr>
                <w:sz w:val="24"/>
                <w:szCs w:val="24"/>
              </w:rPr>
              <w:t>».</w:t>
            </w:r>
          </w:p>
        </w:tc>
      </w:tr>
      <w:tr w:rsidR="000A6A4E" w:rsidRPr="00A444A5" w:rsidTr="00B3562A">
        <w:trPr>
          <w:trHeight w:val="411"/>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17" w:history="1">
              <w:r w:rsidRPr="00D51FAA">
                <w:rPr>
                  <w:rStyle w:val="Hyperlink"/>
                  <w:color w:val="000000"/>
                  <w:sz w:val="24"/>
                  <w:szCs w:val="24"/>
                  <w:bdr w:val="none" w:sz="0" w:space="0" w:color="auto" w:frame="1"/>
                  <w:shd w:val="clear" w:color="auto" w:fill="FFFFFF"/>
                </w:rPr>
                <w:t>Про виділення земельних ділянок в натурі (на місцевості)</w:t>
              </w:r>
            </w:hyperlink>
            <w:r w:rsidRPr="00D51FAA">
              <w:rPr>
                <w:sz w:val="24"/>
                <w:szCs w:val="24"/>
              </w:rPr>
              <w:t>».</w:t>
            </w:r>
          </w:p>
        </w:tc>
      </w:tr>
      <w:tr w:rsidR="000A6A4E" w:rsidRPr="00CB57ED"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r>
              <w:rPr>
                <w:b/>
                <w:sz w:val="24"/>
              </w:rPr>
              <w:t xml:space="preserve"> СЛУХАЛИ:</w:t>
            </w:r>
          </w:p>
          <w:p w:rsidR="000A6A4E" w:rsidRDefault="000A6A4E" w:rsidP="00B3562A">
            <w:pPr>
              <w:pStyle w:val="TableParagraph"/>
              <w:spacing w:before="132"/>
              <w:ind w:left="200"/>
              <w:rPr>
                <w:b/>
                <w:sz w:val="24"/>
              </w:rPr>
            </w:pPr>
            <w:r w:rsidRPr="00AD2122">
              <w:rPr>
                <w:b/>
                <w:sz w:val="24"/>
              </w:rPr>
              <w:t>Гринчука Г.П</w:t>
            </w:r>
          </w:p>
        </w:tc>
        <w:tc>
          <w:tcPr>
            <w:tcW w:w="8030" w:type="dxa"/>
          </w:tcPr>
          <w:p w:rsidR="000A6A4E" w:rsidRPr="00D51FAA" w:rsidRDefault="000A6A4E" w:rsidP="00B3562A">
            <w:pPr>
              <w:pStyle w:val="TableParagraph"/>
              <w:spacing w:before="3" w:line="259" w:lineRule="exact"/>
              <w:ind w:left="359"/>
              <w:jc w:val="both"/>
              <w:rPr>
                <w:sz w:val="24"/>
                <w:szCs w:val="24"/>
              </w:rPr>
            </w:pPr>
            <w:r w:rsidRPr="00D51FAA">
              <w:rPr>
                <w:sz w:val="24"/>
                <w:szCs w:val="24"/>
              </w:rPr>
              <w:t>На</w:t>
            </w:r>
            <w:r w:rsidRPr="00D51FAA">
              <w:rPr>
                <w:spacing w:val="-18"/>
                <w:sz w:val="24"/>
                <w:szCs w:val="24"/>
              </w:rPr>
              <w:t xml:space="preserve"> </w:t>
            </w:r>
            <w:r w:rsidRPr="00D51FAA">
              <w:rPr>
                <w:sz w:val="24"/>
                <w:szCs w:val="24"/>
              </w:rPr>
              <w:t>розгляд</w:t>
            </w:r>
            <w:r w:rsidRPr="00D51FAA">
              <w:rPr>
                <w:spacing w:val="-17"/>
                <w:sz w:val="24"/>
                <w:szCs w:val="24"/>
              </w:rPr>
              <w:t xml:space="preserve"> </w:t>
            </w:r>
            <w:r w:rsidRPr="00D51FAA">
              <w:rPr>
                <w:sz w:val="24"/>
                <w:szCs w:val="24"/>
              </w:rPr>
              <w:t>комісії виноситься питання «</w:t>
            </w:r>
            <w:hyperlink r:id="rId118" w:history="1">
              <w:r w:rsidRPr="00D51FAA">
                <w:rPr>
                  <w:rStyle w:val="Hyperlink"/>
                  <w:color w:val="000000"/>
                  <w:sz w:val="24"/>
                  <w:szCs w:val="24"/>
                  <w:bdr w:val="none" w:sz="0" w:space="0" w:color="auto" w:frame="1"/>
                  <w:shd w:val="clear" w:color="auto" w:fill="FFFFFF"/>
                </w:rPr>
                <w:t>Про затвердження Порядку визначення розміру плати за тимчасове користування місцем розташування рекламних засобів, що перебуває у комунальній власності</w:t>
              </w:r>
            </w:hyperlink>
            <w:r w:rsidRPr="00D51FAA">
              <w:rPr>
                <w:sz w:val="24"/>
                <w:szCs w:val="24"/>
              </w:rPr>
              <w:t>».</w:t>
            </w: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19" w:history="1">
              <w:r w:rsidRPr="00D51FAA">
                <w:rPr>
                  <w:rStyle w:val="Hyperlink"/>
                  <w:color w:val="000000"/>
                  <w:sz w:val="24"/>
                  <w:szCs w:val="24"/>
                  <w:bdr w:val="none" w:sz="0" w:space="0" w:color="auto" w:frame="1"/>
                  <w:shd w:val="clear" w:color="auto" w:fill="FFFFFF"/>
                </w:rPr>
                <w:t>Про затвердження Порядку визначення розміру плати за тимчасове користування місцем розташування рекламних засобів, що перебуває у комунальній власності</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20" w:history="1">
              <w:r w:rsidRPr="00D51FAA">
                <w:rPr>
                  <w:rStyle w:val="Hyperlink"/>
                  <w:color w:val="000000"/>
                  <w:sz w:val="24"/>
                  <w:szCs w:val="24"/>
                  <w:bdr w:val="none" w:sz="0" w:space="0" w:color="auto" w:frame="1"/>
                  <w:shd w:val="clear" w:color="auto" w:fill="FFFFFF"/>
                </w:rPr>
                <w:t>Про затвердження Порядку визначення розміру плати за тимчасове користування місцем розташування рекламних засобів, що перебуває у комунальній власності</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Default="000A6A4E" w:rsidP="00B3562A">
            <w:pPr>
              <w:pStyle w:val="TableParagraph"/>
              <w:spacing w:line="262" w:lineRule="exact"/>
              <w:ind w:left="200"/>
              <w:rPr>
                <w:b/>
                <w:sz w:val="24"/>
              </w:rPr>
            </w:pPr>
          </w:p>
          <w:p w:rsidR="000A6A4E" w:rsidRPr="000D243F" w:rsidRDefault="000A6A4E" w:rsidP="00B3562A">
            <w:pPr>
              <w:pStyle w:val="TableParagraph"/>
              <w:spacing w:line="262" w:lineRule="exact"/>
              <w:ind w:left="200"/>
              <w:rPr>
                <w:b/>
                <w:sz w:val="24"/>
              </w:rPr>
            </w:pPr>
            <w:r>
              <w:rPr>
                <w:b/>
                <w:sz w:val="24"/>
              </w:rPr>
              <w:t xml:space="preserve">  </w:t>
            </w:r>
            <w:r w:rsidRPr="000D243F">
              <w:rPr>
                <w:b/>
                <w:sz w:val="24"/>
              </w:rPr>
              <w:t>СЛУХАЛИ:</w:t>
            </w:r>
          </w:p>
          <w:p w:rsidR="000A6A4E" w:rsidRPr="000D243F" w:rsidRDefault="000A6A4E" w:rsidP="00B3562A">
            <w:pPr>
              <w:pStyle w:val="TableParagraph"/>
              <w:spacing w:line="272" w:lineRule="exact"/>
              <w:ind w:left="200"/>
              <w:rPr>
                <w:sz w:val="24"/>
              </w:rPr>
            </w:pPr>
            <w:r w:rsidRPr="00AD2122">
              <w:rPr>
                <w:b/>
                <w:sz w:val="24"/>
              </w:rPr>
              <w:t xml:space="preserve">  Гринчука Г.П</w:t>
            </w:r>
            <w:r>
              <w:rPr>
                <w:sz w:val="24"/>
              </w:rPr>
              <w:t>.</w:t>
            </w:r>
          </w:p>
        </w:tc>
        <w:tc>
          <w:tcPr>
            <w:tcW w:w="8030" w:type="dxa"/>
          </w:tcPr>
          <w:p w:rsidR="000A6A4E" w:rsidRPr="00D51FAA" w:rsidRDefault="000A6A4E" w:rsidP="00B3562A">
            <w:pPr>
              <w:pStyle w:val="BodyText"/>
              <w:tabs>
                <w:tab w:val="left" w:pos="701"/>
              </w:tabs>
              <w:spacing w:before="161"/>
              <w:ind w:right="550"/>
              <w:jc w:val="both"/>
              <w:rPr>
                <w:b/>
              </w:rPr>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w:t>
            </w:r>
            <w:r w:rsidRPr="00D51FAA">
              <w:rPr>
                <w:spacing w:val="-19"/>
              </w:rPr>
              <w:t xml:space="preserve"> «</w:t>
            </w:r>
            <w:hyperlink r:id="rId121" w:history="1">
              <w:r w:rsidRPr="00D51FAA">
                <w:rPr>
                  <w:rStyle w:val="Hyperlink"/>
                  <w:color w:val="000000"/>
                  <w:bdr w:val="none" w:sz="0" w:space="0" w:color="auto" w:frame="1"/>
                  <w:shd w:val="clear" w:color="auto" w:fill="FFFFFF"/>
                </w:rPr>
                <w:t>Про затвердження проектів землеустрою щодо відведення земельних ділянок</w:t>
              </w:r>
            </w:hyperlink>
            <w:r w:rsidRPr="00D51FAA">
              <w:t>».</w:t>
            </w:r>
          </w:p>
          <w:p w:rsidR="000A6A4E" w:rsidRPr="00D51FAA" w:rsidRDefault="000A6A4E" w:rsidP="00B3562A">
            <w:pPr>
              <w:pStyle w:val="BodyText"/>
              <w:ind w:right="483"/>
              <w:jc w:val="both"/>
            </w:pPr>
          </w:p>
          <w:p w:rsidR="000A6A4E" w:rsidRPr="00D51FAA" w:rsidRDefault="000A6A4E" w:rsidP="00B3562A">
            <w:pPr>
              <w:rPr>
                <w:sz w:val="24"/>
                <w:szCs w:val="24"/>
              </w:rPr>
            </w:pPr>
          </w:p>
          <w:p w:rsidR="000A6A4E" w:rsidRPr="00D51FAA" w:rsidRDefault="000A6A4E" w:rsidP="00B3562A">
            <w:pPr>
              <w:tabs>
                <w:tab w:val="left" w:pos="1052"/>
              </w:tabs>
              <w:rPr>
                <w:sz w:val="24"/>
                <w:szCs w:val="24"/>
              </w:rPr>
            </w:pPr>
            <w:r w:rsidRPr="00D51FAA">
              <w:rPr>
                <w:sz w:val="24"/>
                <w:szCs w:val="24"/>
              </w:rPr>
              <w:tab/>
            </w: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22" w:history="1">
              <w:r w:rsidRPr="00D51FAA">
                <w:rPr>
                  <w:rStyle w:val="Hyperlink"/>
                  <w:color w:val="000000"/>
                  <w:sz w:val="24"/>
                  <w:szCs w:val="24"/>
                  <w:bdr w:val="none" w:sz="0" w:space="0" w:color="auto" w:frame="1"/>
                  <w:shd w:val="clear" w:color="auto" w:fill="FFFFFF"/>
                </w:rPr>
                <w:t>Про затвердження проектів землеустрою щодо відведення земельних ділянок</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23" w:history="1">
              <w:r w:rsidRPr="00D51FAA">
                <w:rPr>
                  <w:rStyle w:val="Hyperlink"/>
                  <w:color w:val="000000"/>
                  <w:sz w:val="24"/>
                  <w:szCs w:val="24"/>
                  <w:bdr w:val="none" w:sz="0" w:space="0" w:color="auto" w:frame="1"/>
                  <w:shd w:val="clear" w:color="auto" w:fill="FFFFFF"/>
                </w:rPr>
                <w:t>Про затвердження проектів землеустрою щодо відведення земельних ділянок</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Default="000A6A4E" w:rsidP="00B3562A">
            <w:pPr>
              <w:pStyle w:val="TableParagraph"/>
              <w:spacing w:line="262" w:lineRule="exact"/>
              <w:ind w:left="200"/>
              <w:rPr>
                <w:b/>
                <w:sz w:val="24"/>
              </w:rPr>
            </w:pPr>
          </w:p>
          <w:p w:rsidR="000A6A4E" w:rsidRPr="000D243F" w:rsidRDefault="000A6A4E" w:rsidP="00B3562A">
            <w:pPr>
              <w:pStyle w:val="TableParagraph"/>
              <w:spacing w:line="262" w:lineRule="exact"/>
              <w:ind w:left="200"/>
              <w:rPr>
                <w:b/>
                <w:sz w:val="24"/>
              </w:rPr>
            </w:pPr>
            <w:r>
              <w:rPr>
                <w:b/>
                <w:sz w:val="24"/>
              </w:rPr>
              <w:t xml:space="preserve">  </w:t>
            </w:r>
            <w:r w:rsidRPr="000D243F">
              <w:rPr>
                <w:b/>
                <w:sz w:val="24"/>
              </w:rPr>
              <w:t>СЛУХАЛИ:</w:t>
            </w:r>
          </w:p>
          <w:p w:rsidR="000A6A4E" w:rsidRPr="000D243F" w:rsidRDefault="000A6A4E" w:rsidP="00B3562A">
            <w:pPr>
              <w:pStyle w:val="TableParagraph"/>
              <w:spacing w:line="272" w:lineRule="exact"/>
              <w:ind w:left="200"/>
              <w:rPr>
                <w:sz w:val="24"/>
              </w:rPr>
            </w:pPr>
            <w:r w:rsidRPr="00AD2122">
              <w:rPr>
                <w:b/>
                <w:sz w:val="24"/>
              </w:rPr>
              <w:t xml:space="preserve">  Гринчука Г.П</w:t>
            </w:r>
            <w:r>
              <w:rPr>
                <w:sz w:val="24"/>
              </w:rPr>
              <w:t>.</w:t>
            </w:r>
          </w:p>
        </w:tc>
        <w:tc>
          <w:tcPr>
            <w:tcW w:w="8030" w:type="dxa"/>
          </w:tcPr>
          <w:p w:rsidR="000A6A4E" w:rsidRPr="00D51FAA" w:rsidRDefault="000A6A4E" w:rsidP="00B3562A">
            <w:pPr>
              <w:pStyle w:val="BodyText"/>
              <w:tabs>
                <w:tab w:val="left" w:pos="701"/>
              </w:tabs>
              <w:spacing w:before="161"/>
              <w:ind w:right="550"/>
              <w:jc w:val="both"/>
              <w:rPr>
                <w:b/>
              </w:rPr>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w:t>
            </w:r>
            <w:r w:rsidRPr="00D51FAA">
              <w:rPr>
                <w:spacing w:val="-19"/>
              </w:rPr>
              <w:t xml:space="preserve"> «</w:t>
            </w:r>
            <w:hyperlink r:id="rId124" w:history="1">
              <w:r w:rsidRPr="00D51FAA">
                <w:rPr>
                  <w:rStyle w:val="Hyperlink"/>
                  <w:color w:val="000000"/>
                  <w:bdr w:val="none" w:sz="0" w:space="0" w:color="auto" w:frame="1"/>
                  <w:shd w:val="clear" w:color="auto" w:fill="FFFFFF"/>
                </w:rPr>
                <w:t>Про затвердження проєкту землеустрою щодо відведення земельної ділянки зі зміною цільового призначення</w:t>
              </w:r>
            </w:hyperlink>
            <w:r w:rsidRPr="00D51FAA">
              <w:t>».</w:t>
            </w:r>
          </w:p>
          <w:p w:rsidR="000A6A4E" w:rsidRPr="00D51FAA" w:rsidRDefault="000A6A4E" w:rsidP="00B3562A">
            <w:pPr>
              <w:pStyle w:val="BodyText"/>
              <w:ind w:right="483"/>
              <w:jc w:val="both"/>
            </w:pPr>
          </w:p>
          <w:p w:rsidR="000A6A4E" w:rsidRPr="00D51FAA" w:rsidRDefault="000A6A4E" w:rsidP="00B3562A">
            <w:pPr>
              <w:rPr>
                <w:sz w:val="24"/>
                <w:szCs w:val="24"/>
              </w:rPr>
            </w:pPr>
          </w:p>
          <w:p w:rsidR="000A6A4E" w:rsidRPr="00D51FAA" w:rsidRDefault="000A6A4E" w:rsidP="00B3562A">
            <w:pPr>
              <w:tabs>
                <w:tab w:val="left" w:pos="1052"/>
              </w:tabs>
              <w:rPr>
                <w:sz w:val="24"/>
                <w:szCs w:val="24"/>
              </w:rPr>
            </w:pPr>
            <w:r w:rsidRPr="00D51FAA">
              <w:rPr>
                <w:sz w:val="24"/>
                <w:szCs w:val="24"/>
              </w:rPr>
              <w:tab/>
            </w: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25" w:history="1">
              <w:r w:rsidRPr="00D51FAA">
                <w:rPr>
                  <w:rStyle w:val="Hyperlink"/>
                  <w:color w:val="000000"/>
                  <w:sz w:val="24"/>
                  <w:szCs w:val="24"/>
                  <w:bdr w:val="none" w:sz="0" w:space="0" w:color="auto" w:frame="1"/>
                  <w:shd w:val="clear" w:color="auto" w:fill="FFFFFF"/>
                </w:rPr>
                <w:t>Про затвердження проєкту землеустрою щодо відведення земельної ділянки зі зміною цільового призначення</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26" w:history="1">
              <w:r w:rsidRPr="00D51FAA">
                <w:rPr>
                  <w:rStyle w:val="Hyperlink"/>
                  <w:color w:val="000000"/>
                  <w:sz w:val="24"/>
                  <w:szCs w:val="24"/>
                  <w:bdr w:val="none" w:sz="0" w:space="0" w:color="auto" w:frame="1"/>
                  <w:shd w:val="clear" w:color="auto" w:fill="FFFFFF"/>
                </w:rPr>
                <w:t>Про затвердження проєкту землеустрою щодо відведення земельної ділянки зі зміною цільового призначення</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Default="000A6A4E" w:rsidP="00B3562A">
            <w:pPr>
              <w:pStyle w:val="TableParagraph"/>
              <w:spacing w:line="262" w:lineRule="exact"/>
              <w:ind w:left="200"/>
              <w:rPr>
                <w:b/>
                <w:sz w:val="24"/>
              </w:rPr>
            </w:pPr>
          </w:p>
          <w:p w:rsidR="000A6A4E" w:rsidRPr="000D243F" w:rsidRDefault="000A6A4E" w:rsidP="00B3562A">
            <w:pPr>
              <w:pStyle w:val="TableParagraph"/>
              <w:spacing w:line="262" w:lineRule="exact"/>
              <w:ind w:left="200"/>
              <w:rPr>
                <w:b/>
                <w:sz w:val="24"/>
              </w:rPr>
            </w:pPr>
            <w:r>
              <w:rPr>
                <w:b/>
                <w:sz w:val="24"/>
              </w:rPr>
              <w:t xml:space="preserve">   </w:t>
            </w:r>
            <w:r w:rsidRPr="000D243F">
              <w:rPr>
                <w:b/>
                <w:sz w:val="24"/>
              </w:rPr>
              <w:t>СЛУХАЛИ:</w:t>
            </w:r>
          </w:p>
          <w:p w:rsidR="000A6A4E" w:rsidRPr="000D243F" w:rsidRDefault="000A6A4E" w:rsidP="00B3562A">
            <w:pPr>
              <w:pStyle w:val="TableParagraph"/>
              <w:spacing w:line="272" w:lineRule="exact"/>
              <w:ind w:left="200"/>
              <w:rPr>
                <w:sz w:val="24"/>
              </w:rPr>
            </w:pPr>
            <w:r w:rsidRPr="00AD2122">
              <w:rPr>
                <w:b/>
                <w:sz w:val="24"/>
              </w:rPr>
              <w:t xml:space="preserve">  Гринчука Г.П</w:t>
            </w:r>
            <w:r>
              <w:rPr>
                <w:sz w:val="24"/>
              </w:rPr>
              <w:t>.</w:t>
            </w:r>
          </w:p>
        </w:tc>
        <w:tc>
          <w:tcPr>
            <w:tcW w:w="8030" w:type="dxa"/>
          </w:tcPr>
          <w:p w:rsidR="000A6A4E" w:rsidRPr="00D51FAA" w:rsidRDefault="000A6A4E" w:rsidP="00B3562A">
            <w:pPr>
              <w:pStyle w:val="BodyText"/>
              <w:tabs>
                <w:tab w:val="left" w:pos="701"/>
              </w:tabs>
              <w:spacing w:before="161"/>
              <w:ind w:right="550"/>
              <w:jc w:val="both"/>
              <w:rPr>
                <w:b/>
              </w:rPr>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w:t>
            </w:r>
            <w:r w:rsidRPr="00D51FAA">
              <w:rPr>
                <w:spacing w:val="-19"/>
              </w:rPr>
              <w:t xml:space="preserve"> «</w:t>
            </w:r>
            <w:hyperlink r:id="rId127" w:history="1">
              <w:r w:rsidRPr="00D51FAA">
                <w:rPr>
                  <w:rStyle w:val="Hyperlink"/>
                  <w:color w:val="000000"/>
                  <w:bdr w:val="none" w:sz="0" w:space="0" w:color="auto" w:frame="1"/>
                  <w:shd w:val="clear" w:color="auto" w:fill="FFFFFF"/>
                </w:rPr>
                <w:t>Про затвердження технічної документації з нормативної грошової оцінки земельних ділянок</w:t>
              </w:r>
            </w:hyperlink>
            <w:r w:rsidRPr="00D51FAA">
              <w:t>.</w:t>
            </w:r>
          </w:p>
          <w:p w:rsidR="000A6A4E" w:rsidRPr="00D51FAA" w:rsidRDefault="000A6A4E" w:rsidP="00B3562A">
            <w:pPr>
              <w:pStyle w:val="BodyText"/>
              <w:ind w:right="483"/>
              <w:jc w:val="both"/>
            </w:pPr>
          </w:p>
          <w:p w:rsidR="000A6A4E" w:rsidRPr="00D51FAA" w:rsidRDefault="000A6A4E" w:rsidP="00B3562A">
            <w:pPr>
              <w:rPr>
                <w:sz w:val="24"/>
                <w:szCs w:val="24"/>
              </w:rPr>
            </w:pPr>
          </w:p>
          <w:p w:rsidR="000A6A4E" w:rsidRPr="00D51FAA" w:rsidRDefault="000A6A4E" w:rsidP="00B3562A">
            <w:pPr>
              <w:tabs>
                <w:tab w:val="left" w:pos="1052"/>
              </w:tabs>
              <w:rPr>
                <w:sz w:val="24"/>
                <w:szCs w:val="24"/>
              </w:rPr>
            </w:pPr>
            <w:r w:rsidRPr="00D51FAA">
              <w:rPr>
                <w:sz w:val="24"/>
                <w:szCs w:val="24"/>
              </w:rPr>
              <w:tab/>
            </w: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28" w:history="1">
              <w:r w:rsidRPr="00D51FAA">
                <w:rPr>
                  <w:rStyle w:val="Hyperlink"/>
                  <w:color w:val="000000"/>
                  <w:sz w:val="24"/>
                  <w:szCs w:val="24"/>
                  <w:bdr w:val="none" w:sz="0" w:space="0" w:color="auto" w:frame="1"/>
                  <w:shd w:val="clear" w:color="auto" w:fill="FFFFFF"/>
                </w:rPr>
                <w:t>Про затвердження технічної документації з нормативної грошової оцінки земельних ділянок</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29" w:history="1">
              <w:r w:rsidRPr="00D51FAA">
                <w:rPr>
                  <w:rStyle w:val="Hyperlink"/>
                  <w:color w:val="000000"/>
                  <w:sz w:val="24"/>
                  <w:szCs w:val="24"/>
                  <w:bdr w:val="none" w:sz="0" w:space="0" w:color="auto" w:frame="1"/>
                  <w:shd w:val="clear" w:color="auto" w:fill="FFFFFF"/>
                </w:rPr>
                <w:t>Про затвердження технічної документації з нормативної грошової оцінки земельних ділянок</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8649AB">
            <w:pPr>
              <w:pStyle w:val="TableParagraph"/>
              <w:spacing w:line="262" w:lineRule="exact"/>
              <w:ind w:left="200"/>
              <w:rPr>
                <w:b/>
                <w:sz w:val="24"/>
              </w:rPr>
            </w:pPr>
            <w:r w:rsidRPr="000D243F">
              <w:rPr>
                <w:b/>
                <w:sz w:val="24"/>
              </w:rPr>
              <w:t>СЛУХАЛИ:</w:t>
            </w:r>
          </w:p>
          <w:p w:rsidR="000A6A4E" w:rsidRDefault="000A6A4E" w:rsidP="008649AB">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8649AB">
            <w:pPr>
              <w:pStyle w:val="BodyText"/>
              <w:tabs>
                <w:tab w:val="left" w:pos="701"/>
              </w:tabs>
              <w:spacing w:before="161"/>
              <w:ind w:right="550"/>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r w:rsidRPr="00D51FAA">
              <w:rPr>
                <w:spacing w:val="-19"/>
              </w:rPr>
              <w:t xml:space="preserve"> </w:t>
            </w:r>
            <w:hyperlink r:id="rId130" w:history="1">
              <w:r w:rsidRPr="00D51FAA">
                <w:rPr>
                  <w:rStyle w:val="Hyperlink"/>
                  <w:color w:val="000000"/>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hyperlink>
            <w:r w:rsidRPr="00D51FAA">
              <w:t>».</w:t>
            </w:r>
          </w:p>
          <w:p w:rsidR="000A6A4E" w:rsidRPr="00D51FAA" w:rsidRDefault="000A6A4E" w:rsidP="00B3562A">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31" w:history="1">
              <w:r w:rsidRPr="00D51FAA">
                <w:rPr>
                  <w:rStyle w:val="Hyperlink"/>
                  <w:color w:val="000000"/>
                  <w:sz w:val="24"/>
                  <w:szCs w:val="24"/>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32" w:history="1">
              <w:r w:rsidRPr="00D51FAA">
                <w:rPr>
                  <w:rStyle w:val="Hyperlink"/>
                  <w:color w:val="000000"/>
                  <w:sz w:val="24"/>
                  <w:szCs w:val="24"/>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B3562A">
            <w:pPr>
              <w:pStyle w:val="TableParagraph"/>
              <w:spacing w:line="262" w:lineRule="exact"/>
              <w:ind w:left="200"/>
              <w:rPr>
                <w:b/>
                <w:sz w:val="24"/>
              </w:rPr>
            </w:pPr>
            <w:r w:rsidRPr="000D243F">
              <w:rPr>
                <w:b/>
                <w:sz w:val="24"/>
              </w:rPr>
              <w:t>СЛУХАЛИ:</w:t>
            </w:r>
          </w:p>
          <w:p w:rsidR="000A6A4E" w:rsidRDefault="000A6A4E" w:rsidP="00B3562A">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B3562A">
            <w:pPr>
              <w:pStyle w:val="BodyText"/>
              <w:tabs>
                <w:tab w:val="left" w:pos="701"/>
              </w:tabs>
              <w:spacing w:before="161"/>
              <w:ind w:right="550"/>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r w:rsidRPr="00D51FAA">
              <w:rPr>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 (невитребуваних земельних часток (паїв)</w:t>
            </w:r>
            <w:r w:rsidRPr="00D51FAA">
              <w:t>».</w:t>
            </w:r>
          </w:p>
          <w:p w:rsidR="000A6A4E" w:rsidRPr="00D51FAA" w:rsidRDefault="000A6A4E" w:rsidP="00B3562A">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D51FAA">
              <w:rPr>
                <w:sz w:val="24"/>
                <w:szCs w:val="24"/>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 (невитребуваних земельних часток (паїв)</w:t>
            </w:r>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r w:rsidRPr="00D51FAA">
              <w:rPr>
                <w:sz w:val="24"/>
                <w:szCs w:val="24"/>
                <w:bdr w:val="none" w:sz="0" w:space="0" w:color="auto" w:frame="1"/>
                <w:shd w:val="clear" w:color="auto" w:fill="FFFFFF"/>
              </w:rPr>
              <w:t>Про затвердження технічної документації із землеустрою щодо встановлення (відновлення) меж земельних ділянок в натурі (на місцевості) (невитребуваних земельних часток (паїв)</w:t>
            </w:r>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B3562A">
            <w:pPr>
              <w:pStyle w:val="TableParagraph"/>
              <w:spacing w:line="262" w:lineRule="exact"/>
              <w:ind w:left="200"/>
              <w:rPr>
                <w:b/>
                <w:sz w:val="24"/>
              </w:rPr>
            </w:pPr>
            <w:r w:rsidRPr="000D243F">
              <w:rPr>
                <w:b/>
                <w:sz w:val="24"/>
              </w:rPr>
              <w:t>СЛУХАЛИ:</w:t>
            </w:r>
          </w:p>
          <w:p w:rsidR="000A6A4E" w:rsidRDefault="000A6A4E" w:rsidP="00B3562A">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B3562A">
            <w:pPr>
              <w:pStyle w:val="BodyText"/>
              <w:tabs>
                <w:tab w:val="left" w:pos="701"/>
              </w:tabs>
              <w:spacing w:before="161"/>
              <w:ind w:right="550"/>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hyperlink r:id="rId133" w:history="1">
              <w:r w:rsidRPr="00D51FAA">
                <w:rPr>
                  <w:rStyle w:val="Hyperlink"/>
                  <w:color w:val="000000"/>
                  <w:bdr w:val="none" w:sz="0" w:space="0" w:color="auto" w:frame="1"/>
                  <w:shd w:val="clear" w:color="auto" w:fill="FFFFFF"/>
                </w:rPr>
                <w:t>Про інвентаризацію земельних ділянок комунальної власності</w:t>
              </w:r>
            </w:hyperlink>
            <w:r w:rsidRPr="00D51FAA">
              <w:t>».</w:t>
            </w:r>
          </w:p>
          <w:p w:rsidR="000A6A4E" w:rsidRPr="00D51FAA" w:rsidRDefault="000A6A4E" w:rsidP="00B3562A">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34" w:history="1">
              <w:r w:rsidRPr="00D51FAA">
                <w:rPr>
                  <w:rStyle w:val="Hyperlink"/>
                  <w:color w:val="000000"/>
                  <w:sz w:val="24"/>
                  <w:szCs w:val="24"/>
                  <w:bdr w:val="none" w:sz="0" w:space="0" w:color="auto" w:frame="1"/>
                  <w:shd w:val="clear" w:color="auto" w:fill="FFFFFF"/>
                </w:rPr>
                <w:t>Про інвентаризацію земельних ділянок комунальної власності</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35" w:history="1">
              <w:r w:rsidRPr="00D51FAA">
                <w:rPr>
                  <w:rStyle w:val="Hyperlink"/>
                  <w:color w:val="000000"/>
                  <w:sz w:val="24"/>
                  <w:szCs w:val="24"/>
                  <w:bdr w:val="none" w:sz="0" w:space="0" w:color="auto" w:frame="1"/>
                  <w:shd w:val="clear" w:color="auto" w:fill="FFFFFF"/>
                </w:rPr>
                <w:t>Про інвентаризацію земельних ділянок комунальної власності</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B3562A">
            <w:pPr>
              <w:pStyle w:val="TableParagraph"/>
              <w:spacing w:line="262" w:lineRule="exact"/>
              <w:ind w:left="200"/>
              <w:rPr>
                <w:b/>
                <w:sz w:val="24"/>
              </w:rPr>
            </w:pPr>
            <w:r w:rsidRPr="000D243F">
              <w:rPr>
                <w:b/>
                <w:sz w:val="24"/>
              </w:rPr>
              <w:t>СЛУХАЛИ:</w:t>
            </w:r>
          </w:p>
          <w:p w:rsidR="000A6A4E" w:rsidRDefault="000A6A4E" w:rsidP="00B3562A">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B3562A">
            <w:pPr>
              <w:pStyle w:val="BodyText"/>
              <w:tabs>
                <w:tab w:val="left" w:pos="701"/>
              </w:tabs>
              <w:spacing w:before="161"/>
              <w:ind w:right="550"/>
              <w:jc w:val="both"/>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hyperlink r:id="rId136" w:history="1">
              <w:r w:rsidRPr="00D51FAA">
                <w:rPr>
                  <w:rStyle w:val="Hyperlink"/>
                  <w:color w:val="000000"/>
                  <w:bdr w:val="none" w:sz="0" w:space="0" w:color="auto" w:frame="1"/>
                  <w:shd w:val="clear" w:color="auto" w:fill="FFFFFF"/>
                </w:rPr>
                <w:t>Про надання дозволу на розроблення проектів землеустрою щодо відведення земельних ділянок</w:t>
              </w:r>
            </w:hyperlink>
            <w:r w:rsidRPr="00D51FAA">
              <w:t>».</w:t>
            </w:r>
          </w:p>
          <w:p w:rsidR="000A6A4E" w:rsidRPr="00D51FAA" w:rsidRDefault="000A6A4E" w:rsidP="00B3562A">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37" w:history="1">
              <w:r w:rsidRPr="00D51FAA">
                <w:rPr>
                  <w:rStyle w:val="Hyperlink"/>
                  <w:color w:val="000000"/>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B26171">
              <w:rPr>
                <w:sz w:val="24"/>
                <w:szCs w:val="24"/>
                <w:lang w:val="ru-RU"/>
              </w:rPr>
              <w:t xml:space="preserve"> </w:t>
            </w:r>
            <w:r w:rsidRPr="00D51FAA">
              <w:rPr>
                <w:sz w:val="24"/>
                <w:szCs w:val="24"/>
              </w:rPr>
              <w:t xml:space="preserve">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38" w:history="1">
              <w:r w:rsidRPr="00D51FAA">
                <w:rPr>
                  <w:rStyle w:val="Hyperlink"/>
                  <w:color w:val="000000"/>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B3562A">
            <w:pPr>
              <w:pStyle w:val="TableParagraph"/>
              <w:spacing w:line="262" w:lineRule="exact"/>
              <w:ind w:left="200"/>
              <w:rPr>
                <w:b/>
                <w:sz w:val="24"/>
              </w:rPr>
            </w:pPr>
            <w:r w:rsidRPr="000D243F">
              <w:rPr>
                <w:b/>
                <w:sz w:val="24"/>
              </w:rPr>
              <w:t>СЛУХАЛИ:</w:t>
            </w:r>
          </w:p>
          <w:p w:rsidR="000A6A4E" w:rsidRDefault="000A6A4E" w:rsidP="00B3562A">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B3562A">
            <w:pPr>
              <w:pStyle w:val="BodyText"/>
              <w:tabs>
                <w:tab w:val="left" w:pos="701"/>
              </w:tabs>
              <w:spacing w:before="161"/>
              <w:ind w:right="550"/>
              <w:jc w:val="both"/>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hyperlink r:id="rId139" w:history="1">
              <w:r w:rsidRPr="00D51FAA">
                <w:rPr>
                  <w:rStyle w:val="Hyperlink"/>
                  <w:color w:val="000000"/>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hyperlink>
            <w:r w:rsidRPr="00D51FAA">
              <w:t>».</w:t>
            </w:r>
          </w:p>
          <w:p w:rsidR="000A6A4E" w:rsidRPr="00D51FAA" w:rsidRDefault="000A6A4E" w:rsidP="00B3562A">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40" w:history="1">
              <w:r w:rsidRPr="00D51FAA">
                <w:rPr>
                  <w:rStyle w:val="Hyperlink"/>
                  <w:color w:val="000000"/>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41" w:history="1">
              <w:r w:rsidRPr="00D51FAA">
                <w:rPr>
                  <w:rStyle w:val="Hyperlink"/>
                  <w:color w:val="000000"/>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B3562A">
            <w:pPr>
              <w:pStyle w:val="TableParagraph"/>
              <w:spacing w:line="262" w:lineRule="exact"/>
              <w:ind w:left="200"/>
              <w:rPr>
                <w:b/>
                <w:sz w:val="24"/>
              </w:rPr>
            </w:pPr>
            <w:r w:rsidRPr="000D243F">
              <w:rPr>
                <w:b/>
                <w:sz w:val="24"/>
              </w:rPr>
              <w:t>СЛУХАЛИ:</w:t>
            </w:r>
          </w:p>
          <w:p w:rsidR="000A6A4E" w:rsidRDefault="000A6A4E" w:rsidP="00B3562A">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B3562A">
            <w:pPr>
              <w:pStyle w:val="BodyText"/>
              <w:tabs>
                <w:tab w:val="left" w:pos="701"/>
              </w:tabs>
              <w:spacing w:before="161"/>
              <w:ind w:right="550"/>
              <w:jc w:val="both"/>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hyperlink r:id="rId142" w:history="1">
              <w:r w:rsidRPr="00D51FAA">
                <w:rPr>
                  <w:rStyle w:val="Hyperlink"/>
                  <w:color w:val="000000"/>
                  <w:bdr w:val="none" w:sz="0" w:space="0" w:color="auto" w:frame="1"/>
                  <w:shd w:val="clear" w:color="auto" w:fill="FFFFFF"/>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w:t>
              </w:r>
            </w:hyperlink>
            <w:r w:rsidRPr="00D51FAA">
              <w:t>».</w:t>
            </w:r>
          </w:p>
          <w:p w:rsidR="000A6A4E" w:rsidRPr="00D51FAA" w:rsidRDefault="000A6A4E" w:rsidP="00B3562A">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43" w:history="1">
              <w:r w:rsidRPr="00D51FAA">
                <w:rPr>
                  <w:rStyle w:val="Hyperlink"/>
                  <w:color w:val="000000"/>
                  <w:sz w:val="24"/>
                  <w:szCs w:val="24"/>
                  <w:bdr w:val="none" w:sz="0" w:space="0" w:color="auto" w:frame="1"/>
                  <w:shd w:val="clear" w:color="auto" w:fill="FFFFFF"/>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B26171">
              <w:rPr>
                <w:sz w:val="24"/>
                <w:szCs w:val="24"/>
                <w:lang w:val="ru-RU"/>
              </w:rPr>
              <w:t xml:space="preserve"> </w:t>
            </w:r>
            <w:r w:rsidRPr="00D51FAA">
              <w:rPr>
                <w:sz w:val="24"/>
                <w:szCs w:val="24"/>
              </w:rPr>
              <w:t xml:space="preserve">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44" w:history="1">
              <w:r w:rsidRPr="00D51FAA">
                <w:rPr>
                  <w:rStyle w:val="Hyperlink"/>
                  <w:color w:val="000000"/>
                  <w:sz w:val="24"/>
                  <w:szCs w:val="24"/>
                  <w:bdr w:val="none" w:sz="0" w:space="0" w:color="auto" w:frame="1"/>
                  <w:shd w:val="clear" w:color="auto" w:fill="FFFFFF"/>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B3562A">
            <w:pPr>
              <w:pStyle w:val="TableParagraph"/>
              <w:spacing w:line="262" w:lineRule="exact"/>
              <w:ind w:left="200"/>
              <w:rPr>
                <w:b/>
                <w:sz w:val="24"/>
              </w:rPr>
            </w:pPr>
            <w:r w:rsidRPr="000D243F">
              <w:rPr>
                <w:b/>
                <w:sz w:val="24"/>
              </w:rPr>
              <w:t>СЛУХАЛИ:</w:t>
            </w:r>
          </w:p>
          <w:p w:rsidR="000A6A4E" w:rsidRDefault="000A6A4E" w:rsidP="00B3562A">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B3562A">
            <w:pPr>
              <w:pStyle w:val="BodyText"/>
              <w:tabs>
                <w:tab w:val="left" w:pos="701"/>
              </w:tabs>
              <w:spacing w:before="161"/>
              <w:ind w:right="550"/>
              <w:jc w:val="both"/>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hyperlink r:id="rId145" w:history="1">
              <w:r w:rsidRPr="00D51FAA">
                <w:rPr>
                  <w:rStyle w:val="Hyperlink"/>
                  <w:color w:val="000000"/>
                  <w:bdr w:val="none" w:sz="0" w:space="0" w:color="auto" w:frame="1"/>
                  <w:shd w:val="clear" w:color="auto" w:fill="FFFFFF"/>
                </w:rPr>
                <w:t>Про надання дозволу на розроблення проекту землеустрою щодо відведення земельної ділянки у розмірі земельної частки (паю) зі зміною цільового призначення</w:t>
              </w:r>
            </w:hyperlink>
            <w:r w:rsidRPr="00D51FAA">
              <w:t>».</w:t>
            </w:r>
          </w:p>
          <w:p w:rsidR="000A6A4E" w:rsidRPr="00D51FAA" w:rsidRDefault="000A6A4E" w:rsidP="00B3562A">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46" w:history="1">
              <w:r w:rsidRPr="00D51FAA">
                <w:rPr>
                  <w:rStyle w:val="Hyperlink"/>
                  <w:color w:val="000000"/>
                  <w:sz w:val="24"/>
                  <w:szCs w:val="24"/>
                  <w:bdr w:val="none" w:sz="0" w:space="0" w:color="auto" w:frame="1"/>
                  <w:shd w:val="clear" w:color="auto" w:fill="FFFFFF"/>
                </w:rPr>
                <w:t>Про надання дозволу на розроблення проекту землеустрою щодо відведення земельної ділянки у розмірі земельної частки (паю) зі зміною цільового призначення</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47" w:history="1">
              <w:r w:rsidRPr="00D51FAA">
                <w:rPr>
                  <w:rStyle w:val="Hyperlink"/>
                  <w:color w:val="000000"/>
                  <w:sz w:val="24"/>
                  <w:szCs w:val="24"/>
                  <w:bdr w:val="none" w:sz="0" w:space="0" w:color="auto" w:frame="1"/>
                  <w:shd w:val="clear" w:color="auto" w:fill="FFFFFF"/>
                </w:rPr>
                <w:t>Про надання дозволу на розроблення проекту землеустрою щодо відведення земельної ділянки у розмірі земельної частки (паю) зі зміною цільового призначення</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B3562A">
            <w:pPr>
              <w:pStyle w:val="TableParagraph"/>
              <w:spacing w:line="262" w:lineRule="exact"/>
              <w:ind w:left="200"/>
              <w:rPr>
                <w:b/>
                <w:sz w:val="24"/>
              </w:rPr>
            </w:pPr>
            <w:r w:rsidRPr="000D243F">
              <w:rPr>
                <w:b/>
                <w:sz w:val="24"/>
              </w:rPr>
              <w:t>СЛУХАЛИ:</w:t>
            </w:r>
          </w:p>
          <w:p w:rsidR="000A6A4E" w:rsidRDefault="000A6A4E" w:rsidP="00B3562A">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B3562A">
            <w:pPr>
              <w:pStyle w:val="BodyText"/>
              <w:tabs>
                <w:tab w:val="left" w:pos="701"/>
              </w:tabs>
              <w:spacing w:before="161"/>
              <w:ind w:right="550"/>
              <w:jc w:val="both"/>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«Про погодження виготовлення технічної документації із землеустрою, щодо поділу земельних ділянок».</w:t>
            </w:r>
          </w:p>
          <w:p w:rsidR="000A6A4E" w:rsidRPr="00D51FAA" w:rsidRDefault="000A6A4E" w:rsidP="00B3562A">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«Про погодження виготовлення технічної документації із землеустрою, щодо поділу земельних ділянок».</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«Про погодження виготовлення технічної документації із землеустрою, щодо поділу земельних ділянок».</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B3562A">
            <w:pPr>
              <w:pStyle w:val="TableParagraph"/>
              <w:spacing w:line="262" w:lineRule="exact"/>
              <w:ind w:left="200"/>
              <w:rPr>
                <w:b/>
                <w:sz w:val="24"/>
              </w:rPr>
            </w:pPr>
            <w:r w:rsidRPr="000D243F">
              <w:rPr>
                <w:b/>
                <w:sz w:val="24"/>
              </w:rPr>
              <w:t>СЛУХАЛИ:</w:t>
            </w:r>
          </w:p>
          <w:p w:rsidR="000A6A4E" w:rsidRDefault="000A6A4E" w:rsidP="00B3562A">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B3562A">
            <w:pPr>
              <w:pStyle w:val="BodyText"/>
              <w:tabs>
                <w:tab w:val="left" w:pos="701"/>
              </w:tabs>
              <w:spacing w:before="161"/>
              <w:ind w:right="550"/>
              <w:jc w:val="both"/>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hyperlink r:id="rId148" w:history="1">
              <w:r w:rsidRPr="00D51FAA">
                <w:rPr>
                  <w:rStyle w:val="Hyperlink"/>
                  <w:color w:val="000000"/>
                  <w:bdr w:val="none" w:sz="0" w:space="0" w:color="auto" w:frame="1"/>
                  <w:shd w:val="clear" w:color="auto" w:fill="FFFFFF"/>
                </w:rPr>
                <w:t>Про припинення договору оренди земельної ділянки</w:t>
              </w:r>
            </w:hyperlink>
            <w:r w:rsidRPr="00D51FAA">
              <w:t>».</w:t>
            </w:r>
          </w:p>
          <w:p w:rsidR="000A6A4E" w:rsidRPr="00D51FAA" w:rsidRDefault="000A6A4E" w:rsidP="00B3562A">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B3562A">
            <w:pPr>
              <w:pStyle w:val="TableParagraph"/>
              <w:spacing w:before="135" w:line="275" w:lineRule="exact"/>
              <w:ind w:left="200"/>
              <w:rPr>
                <w:b/>
                <w:sz w:val="24"/>
              </w:rPr>
            </w:pPr>
            <w:r w:rsidRPr="00EA00CA">
              <w:rPr>
                <w:b/>
                <w:sz w:val="24"/>
              </w:rPr>
              <w:t>ВИСТУПИЛИ:</w:t>
            </w:r>
          </w:p>
          <w:p w:rsidR="000A6A4E" w:rsidRPr="00EA00CA" w:rsidRDefault="000A6A4E" w:rsidP="00B3562A">
            <w:pPr>
              <w:pStyle w:val="TableParagraph"/>
              <w:ind w:left="200" w:right="52"/>
              <w:rPr>
                <w:sz w:val="24"/>
              </w:rPr>
            </w:pPr>
            <w:r w:rsidRPr="00EA00CA">
              <w:rPr>
                <w:b/>
                <w:sz w:val="24"/>
              </w:rPr>
              <w:t>Миколайчук І.О.</w:t>
            </w:r>
          </w:p>
        </w:tc>
        <w:tc>
          <w:tcPr>
            <w:tcW w:w="8030" w:type="dxa"/>
          </w:tcPr>
          <w:p w:rsidR="000A6A4E" w:rsidRPr="00D51FAA" w:rsidRDefault="000A6A4E" w:rsidP="00B3562A">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49" w:history="1">
              <w:r w:rsidRPr="00D51FAA">
                <w:rPr>
                  <w:rStyle w:val="Hyperlink"/>
                  <w:color w:val="000000"/>
                  <w:sz w:val="24"/>
                  <w:szCs w:val="24"/>
                  <w:bdr w:val="none" w:sz="0" w:space="0" w:color="auto" w:frame="1"/>
                  <w:shd w:val="clear" w:color="auto" w:fill="FFFFFF"/>
                </w:rPr>
                <w:t>Про припинення договору оренди земельної ділянки</w:t>
              </w:r>
            </w:hyperlink>
            <w:r w:rsidRPr="00D51FAA">
              <w:rPr>
                <w:sz w:val="24"/>
                <w:szCs w:val="24"/>
              </w:rPr>
              <w:t>».</w:t>
            </w:r>
          </w:p>
        </w:tc>
      </w:tr>
      <w:tr w:rsidR="000A6A4E" w:rsidRPr="00852092" w:rsidTr="00B3562A">
        <w:trPr>
          <w:trHeight w:val="1657"/>
        </w:trPr>
        <w:tc>
          <w:tcPr>
            <w:tcW w:w="2200" w:type="dxa"/>
          </w:tcPr>
          <w:p w:rsidR="000A6A4E" w:rsidRPr="000D243F" w:rsidRDefault="000A6A4E" w:rsidP="00B3562A">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B3562A">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B26171">
              <w:rPr>
                <w:sz w:val="24"/>
                <w:szCs w:val="24"/>
                <w:lang w:val="ru-RU"/>
              </w:rPr>
              <w:t xml:space="preserve"> </w:t>
            </w:r>
            <w:r w:rsidRPr="00D51FAA">
              <w:rPr>
                <w:sz w:val="24"/>
                <w:szCs w:val="24"/>
              </w:rPr>
              <w:t xml:space="preserve">сесії селищної ради </w:t>
            </w:r>
            <w:r w:rsidRPr="00D51FAA">
              <w:rPr>
                <w:sz w:val="24"/>
                <w:szCs w:val="24"/>
                <w:lang w:eastAsia="ru-RU"/>
              </w:rPr>
              <w:t>від 29 квітня 2021 року а саме:</w:t>
            </w:r>
          </w:p>
          <w:p w:rsidR="000A6A4E" w:rsidRPr="00D51FAA" w:rsidRDefault="000A6A4E" w:rsidP="00B3562A">
            <w:pPr>
              <w:pStyle w:val="TableParagraph"/>
              <w:spacing w:line="263" w:lineRule="exact"/>
              <w:jc w:val="both"/>
              <w:rPr>
                <w:sz w:val="24"/>
                <w:szCs w:val="24"/>
              </w:rPr>
            </w:pPr>
            <w:r w:rsidRPr="00D51FAA">
              <w:rPr>
                <w:sz w:val="24"/>
                <w:szCs w:val="24"/>
              </w:rPr>
              <w:t>«</w:t>
            </w:r>
            <w:hyperlink r:id="rId150" w:history="1">
              <w:r w:rsidRPr="00D51FAA">
                <w:rPr>
                  <w:rStyle w:val="Hyperlink"/>
                  <w:color w:val="000000"/>
                  <w:sz w:val="24"/>
                  <w:szCs w:val="24"/>
                  <w:bdr w:val="none" w:sz="0" w:space="0" w:color="auto" w:frame="1"/>
                  <w:shd w:val="clear" w:color="auto" w:fill="FFFFFF"/>
                </w:rPr>
                <w:t>Про припинення договору оренди земельної ділянки</w:t>
              </w:r>
            </w:hyperlink>
            <w:r w:rsidRPr="00D51FAA">
              <w:rPr>
                <w:sz w:val="24"/>
                <w:szCs w:val="24"/>
              </w:rPr>
              <w:t>».</w:t>
            </w:r>
          </w:p>
        </w:tc>
      </w:tr>
      <w:tr w:rsidR="000A6A4E" w:rsidRPr="00852092" w:rsidTr="00B3562A">
        <w:trPr>
          <w:trHeight w:val="1657"/>
        </w:trPr>
        <w:tc>
          <w:tcPr>
            <w:tcW w:w="2200" w:type="dxa"/>
          </w:tcPr>
          <w:p w:rsidR="000A6A4E" w:rsidRDefault="000A6A4E" w:rsidP="00B3562A">
            <w:pPr>
              <w:pStyle w:val="TableParagraph"/>
              <w:spacing w:before="132"/>
              <w:ind w:left="200"/>
              <w:rPr>
                <w:b/>
                <w:sz w:val="24"/>
              </w:rPr>
            </w:pPr>
          </w:p>
          <w:p w:rsidR="000A6A4E" w:rsidRDefault="000A6A4E" w:rsidP="00B3562A">
            <w:pPr>
              <w:pStyle w:val="TableParagraph"/>
              <w:spacing w:before="132"/>
              <w:ind w:left="200"/>
              <w:rPr>
                <w:b/>
                <w:sz w:val="24"/>
              </w:rPr>
            </w:pPr>
            <w:r>
              <w:rPr>
                <w:b/>
                <w:sz w:val="24"/>
              </w:rPr>
              <w:t>ГОЛОСУВАЛИ:</w:t>
            </w:r>
          </w:p>
        </w:tc>
        <w:tc>
          <w:tcPr>
            <w:tcW w:w="8030" w:type="dxa"/>
          </w:tcPr>
          <w:p w:rsidR="000A6A4E" w:rsidRPr="00D51FAA" w:rsidRDefault="000A6A4E" w:rsidP="00B3562A">
            <w:pPr>
              <w:pStyle w:val="BodyText"/>
              <w:ind w:left="200" w:right="483"/>
              <w:jc w:val="both"/>
            </w:pPr>
          </w:p>
          <w:p w:rsidR="000A6A4E" w:rsidRPr="00D51FAA" w:rsidRDefault="000A6A4E" w:rsidP="00B3562A">
            <w:pPr>
              <w:pStyle w:val="BodyText"/>
              <w:ind w:left="200" w:right="483"/>
              <w:jc w:val="both"/>
            </w:pPr>
          </w:p>
          <w:p w:rsidR="000A6A4E" w:rsidRPr="00D51FAA" w:rsidRDefault="000A6A4E" w:rsidP="00B3562A">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F75728">
            <w:pPr>
              <w:pStyle w:val="TableParagraph"/>
              <w:spacing w:line="262" w:lineRule="exact"/>
              <w:ind w:left="200"/>
              <w:rPr>
                <w:b/>
                <w:sz w:val="24"/>
              </w:rPr>
            </w:pPr>
            <w:r w:rsidRPr="000D243F">
              <w:rPr>
                <w:b/>
                <w:sz w:val="24"/>
              </w:rPr>
              <w:t>СЛУХАЛИ:</w:t>
            </w:r>
          </w:p>
          <w:p w:rsidR="000A6A4E" w:rsidRDefault="000A6A4E" w:rsidP="00F75728">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F75728">
            <w:pPr>
              <w:pStyle w:val="BodyText"/>
              <w:tabs>
                <w:tab w:val="left" w:pos="701"/>
              </w:tabs>
              <w:spacing w:before="161"/>
              <w:ind w:right="550"/>
              <w:jc w:val="both"/>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r w:rsidRPr="00D51FAA">
              <w:rPr>
                <w:bdr w:val="none" w:sz="0" w:space="0" w:color="auto" w:frame="1"/>
                <w:shd w:val="clear" w:color="auto" w:fill="FFFFFF"/>
              </w:rPr>
              <w:t>Про проведення експертної грошової оцінки земельної ділянки несільськогосподарського призначення</w:t>
            </w:r>
            <w:r w:rsidRPr="00D51FAA">
              <w:t>».</w:t>
            </w:r>
          </w:p>
          <w:p w:rsidR="000A6A4E" w:rsidRPr="00D51FAA" w:rsidRDefault="000A6A4E" w:rsidP="00F75728">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F75728">
            <w:pPr>
              <w:pStyle w:val="TableParagraph"/>
              <w:spacing w:before="135" w:line="275" w:lineRule="exact"/>
              <w:ind w:left="200"/>
              <w:rPr>
                <w:b/>
                <w:sz w:val="24"/>
              </w:rPr>
            </w:pPr>
            <w:r w:rsidRPr="00EA00CA">
              <w:rPr>
                <w:b/>
                <w:sz w:val="24"/>
              </w:rPr>
              <w:t>ВИСТУПИЛИ:</w:t>
            </w:r>
          </w:p>
          <w:p w:rsidR="000A6A4E" w:rsidRPr="00EA00CA" w:rsidRDefault="000A6A4E" w:rsidP="00F75728">
            <w:pPr>
              <w:pStyle w:val="TableParagraph"/>
              <w:ind w:left="200" w:right="52"/>
              <w:rPr>
                <w:sz w:val="24"/>
              </w:rPr>
            </w:pPr>
            <w:r w:rsidRPr="00EA00CA">
              <w:rPr>
                <w:b/>
                <w:sz w:val="24"/>
              </w:rPr>
              <w:t>Миколайчук І.О.</w:t>
            </w:r>
          </w:p>
        </w:tc>
        <w:tc>
          <w:tcPr>
            <w:tcW w:w="8030" w:type="dxa"/>
          </w:tcPr>
          <w:p w:rsidR="000A6A4E" w:rsidRPr="00D51FAA" w:rsidRDefault="000A6A4E" w:rsidP="00F75728">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r w:rsidRPr="00D51FAA">
              <w:rPr>
                <w:sz w:val="24"/>
                <w:szCs w:val="24"/>
                <w:bdr w:val="none" w:sz="0" w:space="0" w:color="auto" w:frame="1"/>
                <w:shd w:val="clear" w:color="auto" w:fill="FFFFFF"/>
              </w:rPr>
              <w:t>Про проведення експертної грошової оцінки земельної ділянки несільськогосподарського призначення</w:t>
            </w:r>
            <w:r w:rsidRPr="00D51FAA">
              <w:rPr>
                <w:sz w:val="24"/>
                <w:szCs w:val="24"/>
              </w:rPr>
              <w:t>».</w:t>
            </w:r>
          </w:p>
        </w:tc>
      </w:tr>
      <w:tr w:rsidR="000A6A4E" w:rsidRPr="00852092" w:rsidTr="00B3562A">
        <w:trPr>
          <w:trHeight w:val="1657"/>
        </w:trPr>
        <w:tc>
          <w:tcPr>
            <w:tcW w:w="2200" w:type="dxa"/>
          </w:tcPr>
          <w:p w:rsidR="000A6A4E" w:rsidRPr="000D243F" w:rsidRDefault="000A6A4E" w:rsidP="00F75728">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F75728">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F75728">
            <w:pPr>
              <w:pStyle w:val="TableParagraph"/>
              <w:spacing w:line="263" w:lineRule="exact"/>
              <w:jc w:val="both"/>
              <w:rPr>
                <w:sz w:val="24"/>
                <w:szCs w:val="24"/>
              </w:rPr>
            </w:pPr>
            <w:r w:rsidRPr="00D51FAA">
              <w:rPr>
                <w:sz w:val="24"/>
                <w:szCs w:val="24"/>
              </w:rPr>
              <w:t>«</w:t>
            </w:r>
            <w:r w:rsidRPr="00D51FAA">
              <w:rPr>
                <w:sz w:val="24"/>
                <w:szCs w:val="24"/>
                <w:bdr w:val="none" w:sz="0" w:space="0" w:color="auto" w:frame="1"/>
                <w:shd w:val="clear" w:color="auto" w:fill="FFFFFF"/>
              </w:rPr>
              <w:t>Про проведення експертної грошової оцінки земельної ділянки несільськогосподарського призначення</w:t>
            </w:r>
            <w:r w:rsidRPr="00D51FAA">
              <w:rPr>
                <w:sz w:val="24"/>
                <w:szCs w:val="24"/>
              </w:rPr>
              <w:t>».</w:t>
            </w:r>
          </w:p>
        </w:tc>
      </w:tr>
      <w:tr w:rsidR="000A6A4E" w:rsidRPr="00852092" w:rsidTr="00B3562A">
        <w:trPr>
          <w:trHeight w:val="1657"/>
        </w:trPr>
        <w:tc>
          <w:tcPr>
            <w:tcW w:w="2200" w:type="dxa"/>
          </w:tcPr>
          <w:p w:rsidR="000A6A4E" w:rsidRDefault="000A6A4E" w:rsidP="00F75728">
            <w:pPr>
              <w:pStyle w:val="TableParagraph"/>
              <w:spacing w:before="132"/>
              <w:ind w:left="200"/>
              <w:rPr>
                <w:b/>
                <w:sz w:val="24"/>
              </w:rPr>
            </w:pPr>
          </w:p>
          <w:p w:rsidR="000A6A4E" w:rsidRDefault="000A6A4E" w:rsidP="00F75728">
            <w:pPr>
              <w:pStyle w:val="TableParagraph"/>
              <w:spacing w:before="132"/>
              <w:ind w:left="200"/>
              <w:rPr>
                <w:b/>
                <w:sz w:val="24"/>
              </w:rPr>
            </w:pPr>
            <w:r>
              <w:rPr>
                <w:b/>
                <w:sz w:val="24"/>
              </w:rPr>
              <w:t>ГОЛОСУВАЛИ:</w:t>
            </w:r>
          </w:p>
        </w:tc>
        <w:tc>
          <w:tcPr>
            <w:tcW w:w="8030" w:type="dxa"/>
          </w:tcPr>
          <w:p w:rsidR="000A6A4E" w:rsidRPr="00D51FAA" w:rsidRDefault="000A6A4E" w:rsidP="00F75728">
            <w:pPr>
              <w:pStyle w:val="BodyText"/>
              <w:ind w:left="200" w:right="483"/>
              <w:jc w:val="both"/>
            </w:pPr>
          </w:p>
          <w:p w:rsidR="000A6A4E" w:rsidRPr="00D51FAA" w:rsidRDefault="000A6A4E" w:rsidP="00F75728">
            <w:pPr>
              <w:pStyle w:val="BodyText"/>
              <w:ind w:left="200" w:right="483"/>
              <w:jc w:val="both"/>
            </w:pPr>
          </w:p>
          <w:p w:rsidR="000A6A4E" w:rsidRPr="00D51FAA" w:rsidRDefault="000A6A4E" w:rsidP="00F75728">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F75728">
            <w:pPr>
              <w:pStyle w:val="TableParagraph"/>
              <w:spacing w:line="262" w:lineRule="exact"/>
              <w:ind w:left="200"/>
              <w:rPr>
                <w:b/>
                <w:sz w:val="24"/>
              </w:rPr>
            </w:pPr>
            <w:r w:rsidRPr="000D243F">
              <w:rPr>
                <w:b/>
                <w:sz w:val="24"/>
              </w:rPr>
              <w:t>СЛУХАЛИ:</w:t>
            </w:r>
          </w:p>
          <w:p w:rsidR="000A6A4E" w:rsidRDefault="000A6A4E" w:rsidP="00F75728">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F75728">
            <w:pPr>
              <w:pStyle w:val="BodyText"/>
              <w:tabs>
                <w:tab w:val="left" w:pos="701"/>
              </w:tabs>
              <w:spacing w:before="161"/>
              <w:ind w:right="550"/>
              <w:jc w:val="both"/>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hyperlink r:id="rId151" w:history="1">
              <w:r w:rsidRPr="00D51FAA">
                <w:rPr>
                  <w:rStyle w:val="Hyperlink"/>
                  <w:color w:val="000000"/>
                  <w:bdr w:val="none" w:sz="0" w:space="0" w:color="auto" w:frame="1"/>
                  <w:shd w:val="clear" w:color="auto" w:fill="FFFFFF"/>
                </w:rPr>
                <w:t>Про продаж земельної ділянки несільськогосподарського призначення</w:t>
              </w:r>
            </w:hyperlink>
            <w:r w:rsidRPr="00D51FAA">
              <w:t>».</w:t>
            </w:r>
          </w:p>
          <w:p w:rsidR="000A6A4E" w:rsidRPr="00D51FAA" w:rsidRDefault="000A6A4E" w:rsidP="00F75728">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F75728">
            <w:pPr>
              <w:pStyle w:val="TableParagraph"/>
              <w:spacing w:before="135" w:line="275" w:lineRule="exact"/>
              <w:ind w:left="200"/>
              <w:rPr>
                <w:b/>
                <w:sz w:val="24"/>
              </w:rPr>
            </w:pPr>
            <w:r w:rsidRPr="00EA00CA">
              <w:rPr>
                <w:b/>
                <w:sz w:val="24"/>
              </w:rPr>
              <w:t>ВИСТУПИЛИ:</w:t>
            </w:r>
          </w:p>
          <w:p w:rsidR="000A6A4E" w:rsidRPr="00EA00CA" w:rsidRDefault="000A6A4E" w:rsidP="00F75728">
            <w:pPr>
              <w:pStyle w:val="TableParagraph"/>
              <w:ind w:left="200" w:right="52"/>
              <w:rPr>
                <w:sz w:val="24"/>
              </w:rPr>
            </w:pPr>
            <w:r w:rsidRPr="00EA00CA">
              <w:rPr>
                <w:b/>
                <w:sz w:val="24"/>
              </w:rPr>
              <w:t>Миколайчук І.О.</w:t>
            </w:r>
          </w:p>
        </w:tc>
        <w:tc>
          <w:tcPr>
            <w:tcW w:w="8030" w:type="dxa"/>
          </w:tcPr>
          <w:p w:rsidR="000A6A4E" w:rsidRPr="00D51FAA" w:rsidRDefault="000A6A4E" w:rsidP="00F75728">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52" w:history="1">
              <w:r w:rsidRPr="00D51FAA">
                <w:rPr>
                  <w:rStyle w:val="Hyperlink"/>
                  <w:color w:val="000000"/>
                  <w:sz w:val="24"/>
                  <w:szCs w:val="24"/>
                  <w:bdr w:val="none" w:sz="0" w:space="0" w:color="auto" w:frame="1"/>
                  <w:shd w:val="clear" w:color="auto" w:fill="FFFFFF"/>
                </w:rPr>
                <w:t>Про продаж земельної ділянки несільськогосподарського призначення</w:t>
              </w:r>
            </w:hyperlink>
            <w:r w:rsidRPr="00D51FAA">
              <w:rPr>
                <w:sz w:val="24"/>
                <w:szCs w:val="24"/>
              </w:rPr>
              <w:t>».</w:t>
            </w:r>
          </w:p>
        </w:tc>
      </w:tr>
      <w:tr w:rsidR="000A6A4E" w:rsidRPr="00852092" w:rsidTr="00B3562A">
        <w:trPr>
          <w:trHeight w:val="1657"/>
        </w:trPr>
        <w:tc>
          <w:tcPr>
            <w:tcW w:w="2200" w:type="dxa"/>
          </w:tcPr>
          <w:p w:rsidR="000A6A4E" w:rsidRPr="000D243F" w:rsidRDefault="000A6A4E" w:rsidP="00F75728">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F75728">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F75728">
            <w:pPr>
              <w:pStyle w:val="TableParagraph"/>
              <w:spacing w:line="263" w:lineRule="exact"/>
              <w:jc w:val="both"/>
              <w:rPr>
                <w:sz w:val="24"/>
                <w:szCs w:val="24"/>
              </w:rPr>
            </w:pPr>
            <w:r w:rsidRPr="00D51FAA">
              <w:rPr>
                <w:sz w:val="24"/>
                <w:szCs w:val="24"/>
              </w:rPr>
              <w:t>«</w:t>
            </w:r>
            <w:hyperlink r:id="rId153" w:history="1">
              <w:r w:rsidRPr="00D51FAA">
                <w:rPr>
                  <w:rStyle w:val="Hyperlink"/>
                  <w:color w:val="000000"/>
                  <w:sz w:val="24"/>
                  <w:szCs w:val="24"/>
                  <w:bdr w:val="none" w:sz="0" w:space="0" w:color="auto" w:frame="1"/>
                  <w:shd w:val="clear" w:color="auto" w:fill="FFFFFF"/>
                </w:rPr>
                <w:t>Про продаж земельної ділянки несільськогосподарського призначення</w:t>
              </w:r>
            </w:hyperlink>
            <w:r w:rsidRPr="00D51FAA">
              <w:rPr>
                <w:sz w:val="24"/>
                <w:szCs w:val="24"/>
              </w:rPr>
              <w:t>».</w:t>
            </w:r>
          </w:p>
        </w:tc>
      </w:tr>
      <w:tr w:rsidR="000A6A4E" w:rsidRPr="00852092" w:rsidTr="00B3562A">
        <w:trPr>
          <w:trHeight w:val="1657"/>
        </w:trPr>
        <w:tc>
          <w:tcPr>
            <w:tcW w:w="2200" w:type="dxa"/>
          </w:tcPr>
          <w:p w:rsidR="000A6A4E" w:rsidRDefault="000A6A4E" w:rsidP="00F75728">
            <w:pPr>
              <w:pStyle w:val="TableParagraph"/>
              <w:spacing w:before="132"/>
              <w:ind w:left="200"/>
              <w:rPr>
                <w:b/>
                <w:sz w:val="24"/>
              </w:rPr>
            </w:pPr>
          </w:p>
          <w:p w:rsidR="000A6A4E" w:rsidRDefault="000A6A4E" w:rsidP="00F75728">
            <w:pPr>
              <w:pStyle w:val="TableParagraph"/>
              <w:spacing w:before="132"/>
              <w:ind w:left="200"/>
              <w:rPr>
                <w:b/>
                <w:sz w:val="24"/>
              </w:rPr>
            </w:pPr>
            <w:r>
              <w:rPr>
                <w:b/>
                <w:sz w:val="24"/>
              </w:rPr>
              <w:t>ГОЛОСУВАЛИ:</w:t>
            </w:r>
          </w:p>
        </w:tc>
        <w:tc>
          <w:tcPr>
            <w:tcW w:w="8030" w:type="dxa"/>
          </w:tcPr>
          <w:p w:rsidR="000A6A4E" w:rsidRPr="00D51FAA" w:rsidRDefault="000A6A4E" w:rsidP="00F75728">
            <w:pPr>
              <w:pStyle w:val="BodyText"/>
              <w:ind w:left="200" w:right="483"/>
              <w:jc w:val="both"/>
            </w:pPr>
          </w:p>
          <w:p w:rsidR="000A6A4E" w:rsidRPr="00D51FAA" w:rsidRDefault="000A6A4E" w:rsidP="00F75728">
            <w:pPr>
              <w:pStyle w:val="BodyText"/>
              <w:ind w:left="200" w:right="483"/>
              <w:jc w:val="both"/>
            </w:pPr>
          </w:p>
          <w:p w:rsidR="000A6A4E" w:rsidRPr="00D51FAA" w:rsidRDefault="000A6A4E" w:rsidP="00F75728">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r w:rsidR="000A6A4E" w:rsidRPr="00852092" w:rsidTr="00B3562A">
        <w:trPr>
          <w:trHeight w:val="1657"/>
        </w:trPr>
        <w:tc>
          <w:tcPr>
            <w:tcW w:w="2200" w:type="dxa"/>
          </w:tcPr>
          <w:p w:rsidR="000A6A4E" w:rsidRPr="000D243F" w:rsidRDefault="000A6A4E" w:rsidP="00F75728">
            <w:pPr>
              <w:pStyle w:val="TableParagraph"/>
              <w:spacing w:line="262" w:lineRule="exact"/>
              <w:ind w:left="200"/>
              <w:rPr>
                <w:b/>
                <w:sz w:val="24"/>
              </w:rPr>
            </w:pPr>
            <w:r w:rsidRPr="000D243F">
              <w:rPr>
                <w:b/>
                <w:sz w:val="24"/>
              </w:rPr>
              <w:t>СЛУХАЛИ:</w:t>
            </w:r>
          </w:p>
          <w:p w:rsidR="000A6A4E" w:rsidRDefault="000A6A4E" w:rsidP="00F75728">
            <w:pPr>
              <w:pStyle w:val="TableParagraph"/>
              <w:spacing w:line="262" w:lineRule="exact"/>
              <w:rPr>
                <w:b/>
                <w:sz w:val="24"/>
              </w:rPr>
            </w:pPr>
            <w:r w:rsidRPr="00AD2122">
              <w:rPr>
                <w:b/>
                <w:sz w:val="24"/>
              </w:rPr>
              <w:t xml:space="preserve"> Гринчука Г.</w:t>
            </w:r>
            <w:r>
              <w:rPr>
                <w:b/>
                <w:sz w:val="24"/>
              </w:rPr>
              <w:t xml:space="preserve"> </w:t>
            </w:r>
            <w:r w:rsidRPr="00AD2122">
              <w:rPr>
                <w:b/>
                <w:sz w:val="24"/>
              </w:rPr>
              <w:t>П</w:t>
            </w:r>
          </w:p>
        </w:tc>
        <w:tc>
          <w:tcPr>
            <w:tcW w:w="8030" w:type="dxa"/>
          </w:tcPr>
          <w:p w:rsidR="000A6A4E" w:rsidRPr="00D51FAA" w:rsidRDefault="000A6A4E" w:rsidP="00F75728">
            <w:pPr>
              <w:pStyle w:val="BodyText"/>
              <w:tabs>
                <w:tab w:val="left" w:pos="701"/>
              </w:tabs>
              <w:spacing w:before="161"/>
              <w:ind w:right="550"/>
              <w:jc w:val="both"/>
            </w:pPr>
            <w:r w:rsidRPr="00D51FAA">
              <w:t>На</w:t>
            </w:r>
            <w:r w:rsidRPr="00D51FAA">
              <w:rPr>
                <w:spacing w:val="-18"/>
              </w:rPr>
              <w:t xml:space="preserve"> </w:t>
            </w:r>
            <w:r w:rsidRPr="00D51FAA">
              <w:t>розгляд</w:t>
            </w:r>
            <w:r w:rsidRPr="00D51FAA">
              <w:rPr>
                <w:spacing w:val="-17"/>
              </w:rPr>
              <w:t xml:space="preserve"> </w:t>
            </w:r>
            <w:r w:rsidRPr="00D51FAA">
              <w:t>комісії виноситься питання «</w:t>
            </w:r>
            <w:hyperlink r:id="rId154" w:history="1">
              <w:r w:rsidRPr="00D51FAA">
                <w:rPr>
                  <w:rStyle w:val="Hyperlink"/>
                  <w:color w:val="000000"/>
                  <w:bdr w:val="none" w:sz="0" w:space="0" w:color="auto" w:frame="1"/>
                  <w:shd w:val="clear" w:color="auto" w:fill="FFFFFF"/>
                </w:rPr>
                <w:t>Про створення комісії зі встановлення факту отруєння бджіл</w:t>
              </w:r>
            </w:hyperlink>
            <w:r w:rsidRPr="00D51FAA">
              <w:t>».</w:t>
            </w:r>
          </w:p>
          <w:p w:rsidR="000A6A4E" w:rsidRPr="00D51FAA" w:rsidRDefault="000A6A4E" w:rsidP="00F75728">
            <w:pPr>
              <w:pStyle w:val="BodyText"/>
              <w:tabs>
                <w:tab w:val="left" w:pos="701"/>
              </w:tabs>
              <w:spacing w:before="161"/>
              <w:ind w:right="550"/>
              <w:jc w:val="both"/>
            </w:pPr>
          </w:p>
        </w:tc>
      </w:tr>
      <w:tr w:rsidR="000A6A4E" w:rsidRPr="00852092" w:rsidTr="00B3562A">
        <w:trPr>
          <w:trHeight w:val="1657"/>
        </w:trPr>
        <w:tc>
          <w:tcPr>
            <w:tcW w:w="2200" w:type="dxa"/>
          </w:tcPr>
          <w:p w:rsidR="000A6A4E" w:rsidRPr="00EA00CA" w:rsidRDefault="000A6A4E" w:rsidP="00F75728">
            <w:pPr>
              <w:pStyle w:val="TableParagraph"/>
              <w:spacing w:before="135" w:line="275" w:lineRule="exact"/>
              <w:ind w:left="200"/>
              <w:rPr>
                <w:b/>
                <w:sz w:val="24"/>
              </w:rPr>
            </w:pPr>
            <w:r w:rsidRPr="00EA00CA">
              <w:rPr>
                <w:b/>
                <w:sz w:val="24"/>
              </w:rPr>
              <w:t>ВИСТУПИЛИ:</w:t>
            </w:r>
          </w:p>
          <w:p w:rsidR="000A6A4E" w:rsidRPr="00EA00CA" w:rsidRDefault="000A6A4E" w:rsidP="00F75728">
            <w:pPr>
              <w:pStyle w:val="TableParagraph"/>
              <w:ind w:left="200" w:right="52"/>
              <w:rPr>
                <w:sz w:val="24"/>
              </w:rPr>
            </w:pPr>
            <w:r w:rsidRPr="00EA00CA">
              <w:rPr>
                <w:b/>
                <w:sz w:val="24"/>
              </w:rPr>
              <w:t>Миколайчук І.О.</w:t>
            </w:r>
          </w:p>
        </w:tc>
        <w:tc>
          <w:tcPr>
            <w:tcW w:w="8030" w:type="dxa"/>
          </w:tcPr>
          <w:p w:rsidR="000A6A4E" w:rsidRPr="00D51FAA" w:rsidRDefault="000A6A4E" w:rsidP="00F75728">
            <w:pPr>
              <w:pStyle w:val="TableParagraph"/>
              <w:jc w:val="both"/>
              <w:rPr>
                <w:sz w:val="24"/>
                <w:szCs w:val="24"/>
              </w:rPr>
            </w:pPr>
            <w:r w:rsidRPr="00D51FAA">
              <w:rPr>
                <w:sz w:val="24"/>
                <w:szCs w:val="24"/>
              </w:rPr>
              <w:t>Спеціаліст відділу комунальної власності, житлово комунального господарства, благоустрою, зовнішньої реклами, охорони навколишнього природного середовища, інфраструктури та земельних відносин, виніс на розгляд членів постійної комісії проект рішення «</w:t>
            </w:r>
            <w:hyperlink r:id="rId155" w:history="1">
              <w:r w:rsidRPr="00D51FAA">
                <w:rPr>
                  <w:rStyle w:val="Hyperlink"/>
                  <w:color w:val="000000"/>
                  <w:sz w:val="24"/>
                  <w:szCs w:val="24"/>
                  <w:bdr w:val="none" w:sz="0" w:space="0" w:color="auto" w:frame="1"/>
                  <w:shd w:val="clear" w:color="auto" w:fill="FFFFFF"/>
                </w:rPr>
                <w:t>Про створення комісії зі встановлення факту отруєння бджіл</w:t>
              </w:r>
            </w:hyperlink>
            <w:r w:rsidRPr="00D51FAA">
              <w:rPr>
                <w:sz w:val="24"/>
                <w:szCs w:val="24"/>
              </w:rPr>
              <w:t>».</w:t>
            </w:r>
          </w:p>
        </w:tc>
      </w:tr>
      <w:tr w:rsidR="000A6A4E" w:rsidRPr="00852092" w:rsidTr="00B3562A">
        <w:trPr>
          <w:trHeight w:val="1657"/>
        </w:trPr>
        <w:tc>
          <w:tcPr>
            <w:tcW w:w="2200" w:type="dxa"/>
          </w:tcPr>
          <w:p w:rsidR="000A6A4E" w:rsidRPr="000D243F" w:rsidRDefault="000A6A4E" w:rsidP="00F75728">
            <w:pPr>
              <w:pStyle w:val="TableParagraph"/>
              <w:spacing w:line="268" w:lineRule="exact"/>
              <w:ind w:left="200"/>
              <w:jc w:val="center"/>
              <w:rPr>
                <w:b/>
                <w:sz w:val="24"/>
              </w:rPr>
            </w:pPr>
            <w:r>
              <w:rPr>
                <w:b/>
                <w:sz w:val="24"/>
              </w:rPr>
              <w:t>ВИРІШИЛИ</w:t>
            </w:r>
            <w:r w:rsidRPr="000D243F">
              <w:rPr>
                <w:b/>
                <w:sz w:val="24"/>
              </w:rPr>
              <w:t>:</w:t>
            </w:r>
          </w:p>
        </w:tc>
        <w:tc>
          <w:tcPr>
            <w:tcW w:w="8030" w:type="dxa"/>
          </w:tcPr>
          <w:p w:rsidR="000A6A4E" w:rsidRPr="00D51FAA" w:rsidRDefault="000A6A4E" w:rsidP="00F75728">
            <w:pPr>
              <w:ind w:left="110"/>
              <w:rPr>
                <w:sz w:val="24"/>
                <w:szCs w:val="24"/>
                <w:lang w:eastAsia="ru-RU"/>
              </w:rPr>
            </w:pPr>
            <w:r w:rsidRPr="00D51FAA">
              <w:rPr>
                <w:sz w:val="24"/>
                <w:szCs w:val="24"/>
              </w:rPr>
              <w:t xml:space="preserve">Підтримати проект рішення </w:t>
            </w:r>
            <w:r>
              <w:rPr>
                <w:sz w:val="24"/>
                <w:szCs w:val="24"/>
                <w:lang w:val="en-US"/>
              </w:rPr>
              <w:t>X</w:t>
            </w:r>
            <w:r w:rsidRPr="00D51FAA">
              <w:rPr>
                <w:sz w:val="24"/>
                <w:szCs w:val="24"/>
              </w:rPr>
              <w:t xml:space="preserve"> сесії селищної ради </w:t>
            </w:r>
            <w:r w:rsidRPr="00D51FAA">
              <w:rPr>
                <w:sz w:val="24"/>
                <w:szCs w:val="24"/>
                <w:lang w:eastAsia="ru-RU"/>
              </w:rPr>
              <w:t>від 29 квітня 2021 року а саме:</w:t>
            </w:r>
          </w:p>
          <w:p w:rsidR="000A6A4E" w:rsidRPr="00D51FAA" w:rsidRDefault="000A6A4E" w:rsidP="00F75728">
            <w:pPr>
              <w:pStyle w:val="TableParagraph"/>
              <w:spacing w:line="263" w:lineRule="exact"/>
              <w:jc w:val="both"/>
              <w:rPr>
                <w:sz w:val="24"/>
                <w:szCs w:val="24"/>
              </w:rPr>
            </w:pPr>
            <w:r w:rsidRPr="00D51FAA">
              <w:rPr>
                <w:sz w:val="24"/>
                <w:szCs w:val="24"/>
              </w:rPr>
              <w:t>«</w:t>
            </w:r>
            <w:hyperlink r:id="rId156" w:history="1">
              <w:r w:rsidRPr="00D51FAA">
                <w:rPr>
                  <w:rStyle w:val="Hyperlink"/>
                  <w:color w:val="000000"/>
                  <w:sz w:val="24"/>
                  <w:szCs w:val="24"/>
                  <w:bdr w:val="none" w:sz="0" w:space="0" w:color="auto" w:frame="1"/>
                  <w:shd w:val="clear" w:color="auto" w:fill="FFFFFF"/>
                </w:rPr>
                <w:t>П</w:t>
              </w:r>
              <w:hyperlink r:id="rId157" w:history="1">
                <w:r w:rsidRPr="00D51FAA">
                  <w:rPr>
                    <w:rStyle w:val="Hyperlink"/>
                    <w:color w:val="000000"/>
                    <w:sz w:val="24"/>
                    <w:szCs w:val="24"/>
                    <w:bdr w:val="none" w:sz="0" w:space="0" w:color="auto" w:frame="1"/>
                    <w:shd w:val="clear" w:color="auto" w:fill="FFFFFF"/>
                  </w:rPr>
                  <w:t>ро створення комісії зі встановлення факту отруєння бджіл</w:t>
                </w:r>
              </w:hyperlink>
            </w:hyperlink>
            <w:r w:rsidRPr="00D51FAA">
              <w:rPr>
                <w:sz w:val="24"/>
                <w:szCs w:val="24"/>
              </w:rPr>
              <w:t>».</w:t>
            </w:r>
          </w:p>
        </w:tc>
      </w:tr>
      <w:tr w:rsidR="000A6A4E" w:rsidRPr="00852092" w:rsidTr="00B3562A">
        <w:trPr>
          <w:trHeight w:val="1657"/>
        </w:trPr>
        <w:tc>
          <w:tcPr>
            <w:tcW w:w="2200" w:type="dxa"/>
          </w:tcPr>
          <w:p w:rsidR="000A6A4E" w:rsidRDefault="000A6A4E" w:rsidP="00F75728">
            <w:pPr>
              <w:pStyle w:val="TableParagraph"/>
              <w:spacing w:before="132"/>
              <w:ind w:left="200"/>
              <w:rPr>
                <w:b/>
                <w:sz w:val="24"/>
              </w:rPr>
            </w:pPr>
          </w:p>
          <w:p w:rsidR="000A6A4E" w:rsidRDefault="000A6A4E" w:rsidP="00F75728">
            <w:pPr>
              <w:pStyle w:val="TableParagraph"/>
              <w:spacing w:before="132"/>
              <w:ind w:left="200"/>
              <w:rPr>
                <w:b/>
                <w:sz w:val="24"/>
              </w:rPr>
            </w:pPr>
            <w:r>
              <w:rPr>
                <w:b/>
                <w:sz w:val="24"/>
              </w:rPr>
              <w:t>ГОЛОСУВАЛИ:</w:t>
            </w:r>
          </w:p>
        </w:tc>
        <w:tc>
          <w:tcPr>
            <w:tcW w:w="8030" w:type="dxa"/>
          </w:tcPr>
          <w:p w:rsidR="000A6A4E" w:rsidRPr="00D51FAA" w:rsidRDefault="000A6A4E" w:rsidP="00F75728">
            <w:pPr>
              <w:pStyle w:val="BodyText"/>
              <w:ind w:left="200" w:right="483"/>
              <w:jc w:val="both"/>
            </w:pPr>
          </w:p>
          <w:p w:rsidR="000A6A4E" w:rsidRPr="00D51FAA" w:rsidRDefault="000A6A4E" w:rsidP="00F75728">
            <w:pPr>
              <w:pStyle w:val="BodyText"/>
              <w:ind w:left="200" w:right="483"/>
              <w:jc w:val="both"/>
            </w:pPr>
          </w:p>
          <w:p w:rsidR="000A6A4E" w:rsidRPr="00D51FAA" w:rsidRDefault="000A6A4E" w:rsidP="00F75728">
            <w:pPr>
              <w:rPr>
                <w:sz w:val="24"/>
                <w:szCs w:val="24"/>
              </w:rPr>
            </w:pPr>
            <w:r w:rsidRPr="00D51FAA">
              <w:rPr>
                <w:b/>
                <w:sz w:val="24"/>
                <w:szCs w:val="24"/>
              </w:rPr>
              <w:t>За – 3, Проти – 0, Утрим. – 0, Не голос. – 0.</w:t>
            </w:r>
            <w:r w:rsidRPr="00D51FAA">
              <w:rPr>
                <w:sz w:val="24"/>
                <w:szCs w:val="24"/>
              </w:rPr>
              <w:t xml:space="preserve"> </w:t>
            </w:r>
            <w:r w:rsidRPr="00D51FAA">
              <w:rPr>
                <w:b/>
                <w:sz w:val="24"/>
                <w:szCs w:val="24"/>
              </w:rPr>
              <w:t>ПРИЙНЯТО</w:t>
            </w:r>
          </w:p>
        </w:tc>
      </w:tr>
    </w:tbl>
    <w:p w:rsidR="000A6A4E" w:rsidRDefault="000A6A4E" w:rsidP="00EB3396">
      <w:pPr>
        <w:tabs>
          <w:tab w:val="left" w:pos="4195"/>
        </w:tabs>
        <w:rPr>
          <w:sz w:val="20"/>
          <w:szCs w:val="20"/>
        </w:rPr>
      </w:pPr>
    </w:p>
    <w:p w:rsidR="000A6A4E" w:rsidRPr="00BD6089" w:rsidRDefault="000A6A4E" w:rsidP="00BD6089">
      <w:pPr>
        <w:rPr>
          <w:sz w:val="20"/>
          <w:szCs w:val="20"/>
        </w:rPr>
      </w:pPr>
    </w:p>
    <w:p w:rsidR="000A6A4E" w:rsidRDefault="000A6A4E" w:rsidP="00BD6089">
      <w:pPr>
        <w:rPr>
          <w:sz w:val="20"/>
          <w:szCs w:val="20"/>
        </w:rPr>
      </w:pPr>
    </w:p>
    <w:p w:rsidR="000A6A4E" w:rsidRDefault="000A6A4E" w:rsidP="00BD6089">
      <w:pPr>
        <w:pStyle w:val="BodyText"/>
        <w:tabs>
          <w:tab w:val="left" w:pos="4708"/>
          <w:tab w:val="left" w:pos="7988"/>
        </w:tabs>
        <w:spacing w:before="90"/>
        <w:ind w:left="200"/>
      </w:pPr>
      <w:r>
        <w:t>Голова</w:t>
      </w:r>
      <w:r>
        <w:rPr>
          <w:spacing w:val="-2"/>
        </w:rPr>
        <w:t xml:space="preserve"> </w:t>
      </w:r>
      <w:r>
        <w:t>комісії</w:t>
      </w:r>
      <w:r>
        <w:tab/>
        <w:t xml:space="preserve">                        Г. ГРИНЧУК</w:t>
      </w:r>
    </w:p>
    <w:p w:rsidR="000A6A4E" w:rsidRDefault="000A6A4E" w:rsidP="00BD6089">
      <w:pPr>
        <w:pStyle w:val="BodyText"/>
        <w:rPr>
          <w:sz w:val="26"/>
        </w:rPr>
      </w:pPr>
    </w:p>
    <w:p w:rsidR="000A6A4E" w:rsidRPr="00BC3424" w:rsidRDefault="000A6A4E" w:rsidP="00BC3424">
      <w:pPr>
        <w:rPr>
          <w:sz w:val="20"/>
          <w:szCs w:val="20"/>
        </w:rPr>
      </w:pPr>
      <w:r>
        <w:t xml:space="preserve">  Заступник голови комісії                                                                    М. ДУДЧАК      </w:t>
      </w:r>
    </w:p>
    <w:p w:rsidR="000A6A4E" w:rsidRPr="00BC3424" w:rsidRDefault="000A6A4E" w:rsidP="00BC3424">
      <w:pPr>
        <w:rPr>
          <w:sz w:val="20"/>
          <w:szCs w:val="20"/>
        </w:rPr>
      </w:pPr>
    </w:p>
    <w:p w:rsidR="000A6A4E" w:rsidRPr="00BC3424" w:rsidRDefault="000A6A4E" w:rsidP="00BC3424">
      <w:pPr>
        <w:rPr>
          <w:sz w:val="20"/>
          <w:szCs w:val="20"/>
        </w:rPr>
      </w:pPr>
    </w:p>
    <w:p w:rsidR="000A6A4E" w:rsidRPr="00BC3424" w:rsidRDefault="000A6A4E" w:rsidP="00BC3424">
      <w:pPr>
        <w:rPr>
          <w:sz w:val="20"/>
          <w:szCs w:val="20"/>
        </w:rPr>
      </w:pPr>
    </w:p>
    <w:p w:rsidR="000A6A4E" w:rsidRPr="00BC3424" w:rsidRDefault="000A6A4E" w:rsidP="00BC3424">
      <w:pPr>
        <w:rPr>
          <w:sz w:val="20"/>
          <w:szCs w:val="20"/>
        </w:rPr>
      </w:pPr>
    </w:p>
    <w:p w:rsidR="000A6A4E" w:rsidRPr="00BC3424" w:rsidRDefault="000A6A4E" w:rsidP="00BC3424">
      <w:pPr>
        <w:rPr>
          <w:sz w:val="20"/>
          <w:szCs w:val="20"/>
        </w:rPr>
      </w:pPr>
    </w:p>
    <w:p w:rsidR="000A6A4E" w:rsidRPr="00BC3424" w:rsidRDefault="000A6A4E" w:rsidP="00BC3424">
      <w:pPr>
        <w:rPr>
          <w:sz w:val="20"/>
          <w:szCs w:val="20"/>
        </w:rPr>
      </w:pPr>
    </w:p>
    <w:p w:rsidR="000A6A4E" w:rsidRPr="00BC3424" w:rsidRDefault="000A6A4E" w:rsidP="00BC3424">
      <w:pPr>
        <w:rPr>
          <w:sz w:val="20"/>
          <w:szCs w:val="20"/>
        </w:rPr>
      </w:pPr>
    </w:p>
    <w:p w:rsidR="000A6A4E" w:rsidRPr="00BC3424" w:rsidRDefault="000A6A4E" w:rsidP="00BC3424">
      <w:pPr>
        <w:rPr>
          <w:sz w:val="20"/>
          <w:szCs w:val="20"/>
        </w:rPr>
      </w:pPr>
    </w:p>
    <w:p w:rsidR="000A6A4E" w:rsidRDefault="000A6A4E" w:rsidP="00BC3424">
      <w:pPr>
        <w:rPr>
          <w:sz w:val="20"/>
          <w:szCs w:val="20"/>
        </w:rPr>
      </w:pPr>
    </w:p>
    <w:p w:rsidR="000A6A4E" w:rsidRPr="00BC3424" w:rsidRDefault="000A6A4E" w:rsidP="00BC3424">
      <w:pPr>
        <w:rPr>
          <w:sz w:val="20"/>
          <w:szCs w:val="20"/>
        </w:rPr>
      </w:pPr>
    </w:p>
    <w:p w:rsidR="000A6A4E" w:rsidRPr="00BC3424" w:rsidRDefault="000A6A4E" w:rsidP="00BC3424">
      <w:pPr>
        <w:rPr>
          <w:sz w:val="20"/>
          <w:szCs w:val="20"/>
        </w:rPr>
      </w:pPr>
    </w:p>
    <w:p w:rsidR="000A6A4E" w:rsidRDefault="000A6A4E" w:rsidP="00BC3424">
      <w:pPr>
        <w:rPr>
          <w:sz w:val="20"/>
          <w:szCs w:val="20"/>
        </w:rPr>
      </w:pPr>
    </w:p>
    <w:p w:rsidR="000A6A4E" w:rsidRDefault="000A6A4E" w:rsidP="00BC3424">
      <w:pPr>
        <w:tabs>
          <w:tab w:val="left" w:pos="4032"/>
        </w:tabs>
        <w:rPr>
          <w:sz w:val="20"/>
          <w:szCs w:val="20"/>
        </w:rPr>
      </w:pPr>
      <w:r>
        <w:rPr>
          <w:sz w:val="20"/>
          <w:szCs w:val="20"/>
        </w:rPr>
        <w:tab/>
      </w:r>
    </w:p>
    <w:p w:rsidR="000A6A4E" w:rsidRDefault="000A6A4E" w:rsidP="00BC3424">
      <w:pPr>
        <w:tabs>
          <w:tab w:val="left" w:pos="4032"/>
        </w:tabs>
        <w:rPr>
          <w:sz w:val="20"/>
          <w:szCs w:val="20"/>
        </w:rPr>
      </w:pPr>
    </w:p>
    <w:p w:rsidR="000A6A4E" w:rsidRDefault="000A6A4E" w:rsidP="00BC3424">
      <w:pPr>
        <w:tabs>
          <w:tab w:val="left" w:pos="4032"/>
        </w:tabs>
        <w:rPr>
          <w:sz w:val="20"/>
          <w:szCs w:val="20"/>
        </w:rPr>
      </w:pPr>
    </w:p>
    <w:p w:rsidR="000A6A4E" w:rsidRDefault="000A6A4E" w:rsidP="00BC3424">
      <w:pPr>
        <w:tabs>
          <w:tab w:val="left" w:pos="4032"/>
        </w:tabs>
        <w:rPr>
          <w:sz w:val="20"/>
          <w:szCs w:val="20"/>
        </w:rPr>
      </w:pPr>
    </w:p>
    <w:p w:rsidR="000A6A4E" w:rsidRDefault="000A6A4E" w:rsidP="00BC3424">
      <w:pPr>
        <w:tabs>
          <w:tab w:val="left" w:pos="4032"/>
        </w:tabs>
        <w:rPr>
          <w:sz w:val="20"/>
          <w:szCs w:val="20"/>
        </w:rPr>
      </w:pPr>
    </w:p>
    <w:p w:rsidR="000A6A4E" w:rsidRDefault="000A6A4E" w:rsidP="00BC3424">
      <w:pPr>
        <w:tabs>
          <w:tab w:val="left" w:pos="4032"/>
        </w:tabs>
        <w:rPr>
          <w:sz w:val="20"/>
          <w:szCs w:val="20"/>
        </w:rPr>
      </w:pPr>
    </w:p>
    <w:p w:rsidR="000A6A4E" w:rsidRDefault="000A6A4E" w:rsidP="00BC3424">
      <w:pPr>
        <w:tabs>
          <w:tab w:val="left" w:pos="4032"/>
        </w:tabs>
        <w:rPr>
          <w:sz w:val="20"/>
          <w:szCs w:val="20"/>
        </w:rPr>
      </w:pPr>
    </w:p>
    <w:p w:rsidR="000A6A4E" w:rsidRDefault="000A6A4E" w:rsidP="00BC3424">
      <w:pPr>
        <w:tabs>
          <w:tab w:val="left" w:pos="4032"/>
        </w:tabs>
        <w:rPr>
          <w:sz w:val="20"/>
          <w:szCs w:val="20"/>
        </w:rPr>
      </w:pPr>
    </w:p>
    <w:p w:rsidR="000A6A4E" w:rsidRDefault="000A6A4E" w:rsidP="00BC3424">
      <w:pPr>
        <w:tabs>
          <w:tab w:val="left" w:pos="4032"/>
        </w:tabs>
        <w:rPr>
          <w:sz w:val="20"/>
          <w:szCs w:val="20"/>
        </w:rPr>
      </w:pPr>
    </w:p>
    <w:p w:rsidR="000A6A4E" w:rsidRDefault="000A6A4E" w:rsidP="00BC3424">
      <w:pPr>
        <w:tabs>
          <w:tab w:val="left" w:pos="4032"/>
        </w:tabs>
        <w:rPr>
          <w:sz w:val="20"/>
          <w:szCs w:val="20"/>
        </w:rPr>
      </w:pPr>
    </w:p>
    <w:p w:rsidR="000A6A4E" w:rsidRDefault="000A6A4E" w:rsidP="00BC3424">
      <w:pPr>
        <w:tabs>
          <w:tab w:val="left" w:pos="4032"/>
        </w:tabs>
        <w:rPr>
          <w:sz w:val="20"/>
          <w:szCs w:val="20"/>
        </w:rPr>
      </w:pPr>
    </w:p>
    <w:p w:rsidR="000A6A4E" w:rsidRPr="001D1DBB" w:rsidRDefault="000A6A4E" w:rsidP="00BC3424">
      <w:pPr>
        <w:tabs>
          <w:tab w:val="left" w:pos="4032"/>
        </w:tabs>
        <w:rPr>
          <w:b/>
          <w:sz w:val="20"/>
          <w:szCs w:val="20"/>
        </w:rPr>
      </w:pPr>
    </w:p>
    <w:p w:rsidR="000A6A4E" w:rsidRDefault="000A6A4E" w:rsidP="00BC3424">
      <w:pPr>
        <w:tabs>
          <w:tab w:val="left" w:pos="4032"/>
        </w:tabs>
        <w:rPr>
          <w:sz w:val="20"/>
          <w:szCs w:val="20"/>
        </w:rPr>
      </w:pPr>
    </w:p>
    <w:p w:rsidR="000A6A4E" w:rsidRPr="00FD4177" w:rsidRDefault="000A6A4E" w:rsidP="00FD4177">
      <w:pPr>
        <w:tabs>
          <w:tab w:val="left" w:pos="2504"/>
        </w:tabs>
        <w:jc w:val="center"/>
        <w:rPr>
          <w:b/>
          <w:lang w:val="ru-RU"/>
        </w:rPr>
      </w:pPr>
      <w:r w:rsidRPr="00C77461">
        <w:rPr>
          <w:b/>
        </w:rPr>
        <w:t>ПРОТОКОЛ №</w:t>
      </w:r>
      <w:r>
        <w:rPr>
          <w:b/>
          <w:lang w:val="ru-RU"/>
        </w:rPr>
        <w:t>8</w:t>
      </w:r>
    </w:p>
    <w:p w:rsidR="000A6A4E" w:rsidRDefault="000A6A4E" w:rsidP="00FD4177">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FD4177">
      <w:pPr>
        <w:spacing w:before="5" w:line="237" w:lineRule="auto"/>
        <w:ind w:left="262" w:right="550"/>
        <w:jc w:val="center"/>
        <w:rPr>
          <w:b/>
          <w:sz w:val="24"/>
        </w:rPr>
      </w:pPr>
      <w:r>
        <w:rPr>
          <w:b/>
          <w:sz w:val="24"/>
        </w:rPr>
        <w:t>планування території та містобудування</w:t>
      </w:r>
    </w:p>
    <w:p w:rsidR="000A6A4E" w:rsidRPr="00D02FF4" w:rsidRDefault="000A6A4E" w:rsidP="00FD4177">
      <w:pPr>
        <w:tabs>
          <w:tab w:val="right" w:pos="9491"/>
        </w:tabs>
        <w:spacing w:before="273"/>
        <w:ind w:left="200"/>
        <w:rPr>
          <w:b/>
          <w:i/>
          <w:sz w:val="24"/>
        </w:rPr>
      </w:pPr>
      <w:r w:rsidRPr="00D02FF4">
        <w:rPr>
          <w:b/>
          <w:i/>
          <w:sz w:val="24"/>
        </w:rPr>
        <w:t>2</w:t>
      </w:r>
      <w:r w:rsidRPr="00D02FF4">
        <w:rPr>
          <w:b/>
          <w:i/>
          <w:sz w:val="24"/>
          <w:lang w:val="ru-RU"/>
        </w:rPr>
        <w:t>6</w:t>
      </w:r>
      <w:r w:rsidRPr="00D02FF4">
        <w:rPr>
          <w:b/>
          <w:i/>
          <w:sz w:val="24"/>
        </w:rPr>
        <w:t xml:space="preserve"> </w:t>
      </w:r>
      <w:r w:rsidRPr="00D02FF4">
        <w:rPr>
          <w:b/>
          <w:i/>
          <w:sz w:val="24"/>
          <w:lang w:val="ru-RU"/>
        </w:rPr>
        <w:t>травня</w:t>
      </w:r>
      <w:r w:rsidRPr="00D02FF4">
        <w:rPr>
          <w:b/>
          <w:i/>
          <w:sz w:val="24"/>
        </w:rPr>
        <w:t xml:space="preserve"> 2021</w:t>
      </w:r>
      <w:r w:rsidRPr="00D02FF4">
        <w:rPr>
          <w:b/>
          <w:i/>
          <w:spacing w:val="2"/>
          <w:sz w:val="24"/>
        </w:rPr>
        <w:t xml:space="preserve"> </w:t>
      </w:r>
      <w:r w:rsidRPr="00D02FF4">
        <w:rPr>
          <w:b/>
          <w:i/>
          <w:sz w:val="24"/>
        </w:rPr>
        <w:t>року</w:t>
      </w:r>
      <w:r>
        <w:rPr>
          <w:i/>
          <w:sz w:val="24"/>
        </w:rPr>
        <w:tab/>
      </w:r>
      <w:r w:rsidRPr="00D02FF4">
        <w:rPr>
          <w:b/>
          <w:i/>
          <w:sz w:val="24"/>
        </w:rPr>
        <w:t>14.00</w:t>
      </w:r>
    </w:p>
    <w:p w:rsidR="000A6A4E" w:rsidRDefault="000A6A4E" w:rsidP="00FD4177">
      <w:pPr>
        <w:pStyle w:val="Heading2"/>
        <w:spacing w:line="242" w:lineRule="auto"/>
        <w:ind w:right="6779"/>
        <w:rPr>
          <w:b w:val="0"/>
        </w:rPr>
      </w:pPr>
      <w:r>
        <w:t xml:space="preserve">Всього членів комісії – </w:t>
      </w:r>
      <w:r w:rsidRPr="00FA0114">
        <w:rPr>
          <w:b w:val="0"/>
          <w:i w:val="0"/>
        </w:rPr>
        <w:t>5 чол</w:t>
      </w:r>
      <w:r w:rsidRPr="00FA0114">
        <w:rPr>
          <w:b w:val="0"/>
        </w:rPr>
        <w:t>.</w:t>
      </w:r>
    </w:p>
    <w:p w:rsidR="000A6A4E" w:rsidRPr="00FD4177" w:rsidRDefault="000A6A4E" w:rsidP="00FD4177">
      <w:pPr>
        <w:pStyle w:val="BodyText"/>
        <w:spacing w:line="266" w:lineRule="exact"/>
        <w:ind w:left="200"/>
      </w:pPr>
      <w:r>
        <w:rPr>
          <w:b/>
          <w:i/>
        </w:rPr>
        <w:t xml:space="preserve">Присутні: </w:t>
      </w:r>
      <w:r>
        <w:t>Гринчук Г. П., Дудчак М.М., Тарчинський В.В</w:t>
      </w:r>
      <w:r w:rsidRPr="00FD4177">
        <w:t>, Кищук І.І., Фурман В.А.</w:t>
      </w:r>
    </w:p>
    <w:p w:rsidR="000A6A4E" w:rsidRPr="00FA0114" w:rsidRDefault="000A6A4E" w:rsidP="00FD4177">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FD4177">
      <w:pPr>
        <w:pStyle w:val="BodyText"/>
        <w:spacing w:line="272" w:lineRule="exact"/>
        <w:ind w:left="200"/>
      </w:pPr>
      <w:r>
        <w:rPr>
          <w:b/>
          <w:i/>
        </w:rPr>
        <w:t xml:space="preserve">Запрошені: </w:t>
      </w:r>
      <w:r>
        <w:t xml:space="preserve">Р.Садлій – перший заступник Новоушицького селищного голови, О.Андрієнко, начальник  відділу </w:t>
      </w:r>
      <w:r w:rsidRPr="002A4F43">
        <w:rPr>
          <w:color w:val="000000"/>
          <w:shd w:val="clear" w:color="auto" w:fill="FFFFFF"/>
        </w:rPr>
        <w:t>земельних відносин та охорони навколишнього природного середовища</w:t>
      </w:r>
      <w:r>
        <w:t>.</w:t>
      </w:r>
    </w:p>
    <w:p w:rsidR="000A6A4E" w:rsidRDefault="000A6A4E" w:rsidP="00FD4177">
      <w:pPr>
        <w:tabs>
          <w:tab w:val="left" w:pos="4032"/>
        </w:tabs>
        <w:rPr>
          <w:sz w:val="20"/>
          <w:szCs w:val="20"/>
        </w:rPr>
      </w:pPr>
      <w:r>
        <w:rPr>
          <w:b/>
        </w:rPr>
        <w:t xml:space="preserve">                                                            </w:t>
      </w:r>
      <w:r w:rsidRPr="00267851">
        <w:rPr>
          <w:b/>
        </w:rPr>
        <w:t>ПОРЯДОК ДЕННИЙ</w:t>
      </w:r>
    </w:p>
    <w:p w:rsidR="000A6A4E" w:rsidRDefault="000A6A4E" w:rsidP="00FD4177">
      <w:pPr>
        <w:rPr>
          <w:sz w:val="20"/>
          <w:szCs w:val="20"/>
        </w:rPr>
      </w:pPr>
    </w:p>
    <w:tbl>
      <w:tblPr>
        <w:tblW w:w="10242" w:type="dxa"/>
        <w:tblInd w:w="13" w:type="dxa"/>
        <w:tblCellMar>
          <w:left w:w="0" w:type="dxa"/>
          <w:right w:w="0" w:type="dxa"/>
        </w:tblCellMar>
        <w:tblLook w:val="0000"/>
      </w:tblPr>
      <w:tblGrid>
        <w:gridCol w:w="788"/>
        <w:gridCol w:w="9454"/>
      </w:tblGrid>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1</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58" w:history="1">
              <w:r w:rsidRPr="001E6181">
                <w:rPr>
                  <w:rStyle w:val="Hyperlink"/>
                  <w:color w:val="auto"/>
                  <w:sz w:val="24"/>
                  <w:szCs w:val="24"/>
                  <w:bdr w:val="none" w:sz="0" w:space="0" w:color="auto" w:frame="1"/>
                </w:rPr>
                <w:t>Про виключення земельних ділянок з переліку земельних ділянок сільськогосподарського призначення комунальної власності, право оренди на які пропонується до продажу на земельних торгах</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2</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59" w:history="1">
              <w:r w:rsidRPr="001E6181">
                <w:rPr>
                  <w:rStyle w:val="Hyperlink"/>
                  <w:color w:val="auto"/>
                  <w:sz w:val="24"/>
                  <w:szCs w:val="24"/>
                  <w:bdr w:val="none" w:sz="0" w:space="0" w:color="auto" w:frame="1"/>
                </w:rPr>
                <w:t>Про затвердження Положення про громадські пасовища</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3</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0" w:history="1">
              <w:r w:rsidRPr="001E6181">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для створення громадських пасовищ на території Новоушицької селищної ради</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4</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1" w:history="1">
              <w:r w:rsidRPr="001E6181">
                <w:rPr>
                  <w:rStyle w:val="Hyperlink"/>
                  <w:color w:val="auto"/>
                  <w:sz w:val="24"/>
                  <w:szCs w:val="24"/>
                  <w:bdr w:val="none" w:sz="0" w:space="0" w:color="auto" w:frame="1"/>
                </w:rPr>
                <w:t>Про припинення права користування земельними ділянками</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5</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2" w:history="1">
              <w:r w:rsidRPr="001E6181">
                <w:rPr>
                  <w:rStyle w:val="Hyperlink"/>
                  <w:color w:val="auto"/>
                  <w:sz w:val="24"/>
                  <w:szCs w:val="24"/>
                  <w:bdr w:val="none" w:sz="0" w:space="0" w:color="auto" w:frame="1"/>
                </w:rPr>
                <w:t>Про припинення договору оренди земельної ділянки</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6</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3" w:history="1">
              <w:r w:rsidRPr="001E6181">
                <w:rPr>
                  <w:rStyle w:val="Hyperlink"/>
                  <w:color w:val="auto"/>
                  <w:sz w:val="24"/>
                  <w:szCs w:val="24"/>
                  <w:bdr w:val="none" w:sz="0" w:space="0" w:color="auto" w:frame="1"/>
                </w:rPr>
                <w:t>Про надання дозволу на виготовлення експертної грошової оцінки земельної ділянки</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7</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4" w:history="1">
              <w:r w:rsidRPr="001E6181">
                <w:rPr>
                  <w:rStyle w:val="Hyperlink"/>
                  <w:color w:val="auto"/>
                  <w:sz w:val="24"/>
                  <w:szCs w:val="24"/>
                  <w:bdr w:val="none" w:sz="0" w:space="0" w:color="auto" w:frame="1"/>
                </w:rPr>
                <w:t>Про виділення земельних ділянок в натурі (на місцевості)</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8</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5" w:history="1">
              <w:r w:rsidRPr="001E6181">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у власність</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9.</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6" w:history="1">
              <w:r w:rsidRPr="001E6181">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в постійне користування</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10</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7" w:history="1">
              <w:r w:rsidRPr="001E6181">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в оренду</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11</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8" w:history="1">
              <w:r w:rsidRPr="001E6181">
                <w:rPr>
                  <w:rStyle w:val="Hyperlink"/>
                  <w:color w:val="auto"/>
                  <w:sz w:val="24"/>
                  <w:szCs w:val="24"/>
                  <w:bdr w:val="none" w:sz="0" w:space="0" w:color="auto" w:frame="1"/>
                </w:rPr>
                <w:t>Про передачу земельної ділянки в оренду</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12</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69" w:history="1">
              <w:r w:rsidRPr="001E6181">
                <w:rPr>
                  <w:rStyle w:val="Hyperlink"/>
                  <w:color w:val="auto"/>
                  <w:sz w:val="24"/>
                  <w:szCs w:val="24"/>
                  <w:bdr w:val="none" w:sz="0" w:space="0" w:color="auto" w:frame="1"/>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13</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70" w:history="1">
              <w:r w:rsidRPr="001E6181">
                <w:rPr>
                  <w:rStyle w:val="Hyperlink"/>
                  <w:color w:val="auto"/>
                  <w:sz w:val="24"/>
                  <w:szCs w:val="24"/>
                  <w:bdr w:val="none" w:sz="0" w:space="0" w:color="auto" w:frame="1"/>
                </w:rPr>
                <w:t>Про затвердження проектів землеустрою щодо відведення земельних ділянок у власність</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14.</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71" w:history="1">
              <w:r w:rsidRPr="001E6181">
                <w:rPr>
                  <w:rStyle w:val="Hyperlink"/>
                  <w:color w:val="auto"/>
                  <w:sz w:val="24"/>
                  <w:szCs w:val="24"/>
                  <w:bdr w:val="none" w:sz="0" w:space="0" w:color="auto" w:frame="1"/>
                </w:rPr>
                <w:t>Про затвердження технічної документації із землеустрою щодо встановлення (відновлення) меж земельних ділянок в натурі (на місцевості)</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15</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72" w:history="1">
              <w:r w:rsidRPr="001E6181">
                <w:rPr>
                  <w:rStyle w:val="Hyperlink"/>
                  <w:color w:val="auto"/>
                  <w:sz w:val="24"/>
                  <w:szCs w:val="24"/>
                  <w:bdr w:val="none" w:sz="0" w:space="0" w:color="auto" w:frame="1"/>
                </w:rPr>
                <w:t>Про відмову в затвердженні проектів землеустрою</w:t>
              </w:r>
            </w:hyperlink>
          </w:p>
        </w:tc>
      </w:tr>
      <w:tr w:rsidR="000A6A4E" w:rsidRPr="00FD4177" w:rsidTr="00031B97">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center"/>
              <w:rPr>
                <w:sz w:val="24"/>
                <w:szCs w:val="24"/>
              </w:rPr>
            </w:pPr>
            <w:r w:rsidRPr="001E6181">
              <w:rPr>
                <w:sz w:val="24"/>
                <w:szCs w:val="24"/>
              </w:rPr>
              <w:t>16</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1E6181" w:rsidRDefault="000A6A4E">
            <w:pPr>
              <w:jc w:val="both"/>
              <w:rPr>
                <w:sz w:val="24"/>
                <w:szCs w:val="24"/>
              </w:rPr>
            </w:pPr>
            <w:hyperlink r:id="rId173" w:history="1">
              <w:r w:rsidRPr="001E6181">
                <w:rPr>
                  <w:rStyle w:val="Hyperlink"/>
                  <w:color w:val="auto"/>
                  <w:sz w:val="24"/>
                  <w:szCs w:val="24"/>
                  <w:bdr w:val="none" w:sz="0" w:space="0" w:color="auto" w:frame="1"/>
                </w:rPr>
                <w:t>Про відмову в наданні дозволу на розробку проектів землеустрою</w:t>
              </w:r>
            </w:hyperlink>
          </w:p>
        </w:tc>
      </w:tr>
    </w:tbl>
    <w:p w:rsidR="000A6A4E" w:rsidRDefault="000A6A4E" w:rsidP="00FD4177">
      <w:pPr>
        <w:rPr>
          <w:sz w:val="20"/>
          <w:szCs w:val="20"/>
        </w:rPr>
      </w:pPr>
    </w:p>
    <w:p w:rsidR="000A6A4E" w:rsidRDefault="000A6A4E" w:rsidP="00FD4177">
      <w:pPr>
        <w:rPr>
          <w:sz w:val="20"/>
          <w:szCs w:val="20"/>
        </w:rPr>
      </w:pPr>
    </w:p>
    <w:tbl>
      <w:tblPr>
        <w:tblW w:w="10230" w:type="dxa"/>
        <w:tblLayout w:type="fixed"/>
        <w:tblCellMar>
          <w:left w:w="0" w:type="dxa"/>
          <w:right w:w="0" w:type="dxa"/>
        </w:tblCellMar>
        <w:tblLook w:val="01E0"/>
      </w:tblPr>
      <w:tblGrid>
        <w:gridCol w:w="2090"/>
        <w:gridCol w:w="8140"/>
      </w:tblGrid>
      <w:tr w:rsidR="000A6A4E" w:rsidRPr="00BB57D8" w:rsidTr="00CB761C">
        <w:trPr>
          <w:trHeight w:val="1347"/>
        </w:trPr>
        <w:tc>
          <w:tcPr>
            <w:tcW w:w="2090" w:type="dxa"/>
          </w:tcPr>
          <w:p w:rsidR="000A6A4E" w:rsidRPr="000D243F" w:rsidRDefault="000A6A4E" w:rsidP="00962CB3">
            <w:pPr>
              <w:pStyle w:val="TableParagraph"/>
              <w:spacing w:line="262" w:lineRule="exact"/>
              <w:ind w:left="200"/>
              <w:rPr>
                <w:b/>
                <w:sz w:val="24"/>
              </w:rPr>
            </w:pPr>
            <w:r>
              <w:rPr>
                <w:b/>
                <w:sz w:val="24"/>
              </w:rPr>
              <w:t xml:space="preserve">1. </w:t>
            </w:r>
            <w:r w:rsidRPr="000D243F">
              <w:rPr>
                <w:b/>
                <w:sz w:val="24"/>
              </w:rPr>
              <w:t>СЛУХАЛИ:</w:t>
            </w:r>
          </w:p>
          <w:p w:rsidR="000A6A4E" w:rsidRPr="000D243F" w:rsidRDefault="000A6A4E" w:rsidP="00962CB3">
            <w:pPr>
              <w:pStyle w:val="TableParagraph"/>
              <w:spacing w:line="272" w:lineRule="exact"/>
              <w:ind w:left="200"/>
              <w:rPr>
                <w:sz w:val="24"/>
              </w:rPr>
            </w:pPr>
            <w:r w:rsidRPr="00AD2122">
              <w:rPr>
                <w:b/>
                <w:sz w:val="24"/>
              </w:rPr>
              <w:t xml:space="preserve">  Гринчука Г.П</w:t>
            </w:r>
            <w:r>
              <w:rPr>
                <w:sz w:val="24"/>
              </w:rPr>
              <w:t>.</w:t>
            </w:r>
          </w:p>
        </w:tc>
        <w:tc>
          <w:tcPr>
            <w:tcW w:w="8140" w:type="dxa"/>
          </w:tcPr>
          <w:p w:rsidR="000A6A4E" w:rsidRDefault="000A6A4E" w:rsidP="00962CB3">
            <w:pPr>
              <w:pStyle w:val="BodyText"/>
              <w:ind w:left="200" w:right="483"/>
              <w:jc w:val="both"/>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w:t>
            </w:r>
            <w:r w:rsidRPr="006438B0">
              <w:t>ться</w:t>
            </w:r>
            <w:r>
              <w:t xml:space="preserve"> питання</w:t>
            </w:r>
            <w:r w:rsidRPr="006438B0">
              <w:rPr>
                <w:spacing w:val="-19"/>
              </w:rPr>
              <w:t xml:space="preserve"> </w:t>
            </w:r>
            <w:r w:rsidRPr="002A4F43">
              <w:rPr>
                <w:spacing w:val="-19"/>
              </w:rPr>
              <w:t>«</w:t>
            </w:r>
            <w:hyperlink r:id="rId174" w:history="1">
              <w:r w:rsidRPr="002A4F43">
                <w:rPr>
                  <w:rStyle w:val="Hyperlink"/>
                  <w:color w:val="auto"/>
                  <w:bdr w:val="none" w:sz="0" w:space="0" w:color="auto" w:frame="1"/>
                </w:rPr>
                <w:t>Про виключення земельних ділянок з переліку земельних ділянок сільськогосподарського призначення комунальної власності, право оренди на які пропонується до продажу на земельних торгах</w:t>
              </w:r>
            </w:hyperlink>
            <w:r>
              <w:t>».</w:t>
            </w:r>
          </w:p>
          <w:p w:rsidR="000A6A4E" w:rsidRDefault="000A6A4E" w:rsidP="00962CB3"/>
          <w:p w:rsidR="000A6A4E" w:rsidRPr="00BB57D8" w:rsidRDefault="000A6A4E" w:rsidP="00962CB3">
            <w:pPr>
              <w:tabs>
                <w:tab w:val="left" w:pos="1052"/>
              </w:tabs>
            </w:pPr>
            <w:r>
              <w:tab/>
            </w:r>
          </w:p>
        </w:tc>
      </w:tr>
      <w:tr w:rsidR="000A6A4E" w:rsidRPr="00EA00CA" w:rsidTr="00CB761C">
        <w:trPr>
          <w:trHeight w:val="1941"/>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175" w:history="1">
              <w:r w:rsidRPr="00032287">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w:t>
              </w:r>
            </w:hyperlink>
            <w:r>
              <w:t>».</w:t>
            </w:r>
          </w:p>
        </w:tc>
      </w:tr>
      <w:tr w:rsidR="000A6A4E" w:rsidRPr="00A444A5" w:rsidTr="00CB761C">
        <w:trPr>
          <w:trHeight w:val="411"/>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Pr>
                <w:sz w:val="24"/>
                <w:szCs w:val="24"/>
              </w:rPr>
              <w:t xml:space="preserve">Підтримати проект рішення </w:t>
            </w:r>
            <w:r>
              <w:rPr>
                <w:sz w:val="24"/>
                <w:szCs w:val="24"/>
                <w:lang w:val="en-US"/>
              </w:rPr>
              <w:t>XI</w:t>
            </w:r>
            <w:r w:rsidRPr="00EA00CA">
              <w:rPr>
                <w:sz w:val="24"/>
                <w:szCs w:val="24"/>
              </w:rPr>
              <w:t xml:space="preserve"> сесії селищної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176" w:history="1">
              <w:r w:rsidRPr="00032287">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w:t>
              </w:r>
            </w:hyperlink>
            <w:r>
              <w:t>».</w:t>
            </w:r>
          </w:p>
        </w:tc>
      </w:tr>
      <w:tr w:rsidR="000A6A4E" w:rsidRPr="00CB57ED"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r>
              <w:rPr>
                <w:b/>
                <w:sz w:val="24"/>
              </w:rPr>
              <w:t>Слухали:</w:t>
            </w:r>
          </w:p>
          <w:p w:rsidR="000A6A4E" w:rsidRDefault="000A6A4E" w:rsidP="00962CB3">
            <w:pPr>
              <w:pStyle w:val="TableParagraph"/>
              <w:spacing w:before="132"/>
              <w:ind w:left="200"/>
              <w:rPr>
                <w:b/>
                <w:sz w:val="24"/>
              </w:rPr>
            </w:pPr>
            <w:r w:rsidRPr="00AD2122">
              <w:rPr>
                <w:b/>
                <w:sz w:val="24"/>
              </w:rPr>
              <w:t>Гринчука Г.П</w:t>
            </w:r>
          </w:p>
        </w:tc>
        <w:tc>
          <w:tcPr>
            <w:tcW w:w="8140" w:type="dxa"/>
          </w:tcPr>
          <w:p w:rsidR="000A6A4E" w:rsidRPr="00852092" w:rsidRDefault="000A6A4E" w:rsidP="00962CB3">
            <w:pPr>
              <w:pStyle w:val="TableParagraph"/>
              <w:spacing w:before="3" w:line="259" w:lineRule="exact"/>
              <w:ind w:left="359"/>
              <w:jc w:val="both"/>
              <w:rPr>
                <w:sz w:val="24"/>
                <w:szCs w:val="24"/>
              </w:rPr>
            </w:pPr>
            <w:r w:rsidRPr="006438B0">
              <w:t>На</w:t>
            </w:r>
            <w:r w:rsidRPr="006438B0">
              <w:rPr>
                <w:spacing w:val="-18"/>
              </w:rPr>
              <w:t xml:space="preserve"> </w:t>
            </w:r>
            <w:r w:rsidRPr="006438B0">
              <w:t>розгляд</w:t>
            </w:r>
            <w:r w:rsidRPr="006438B0">
              <w:rPr>
                <w:spacing w:val="-17"/>
              </w:rPr>
              <w:t xml:space="preserve"> </w:t>
            </w:r>
            <w:r w:rsidRPr="006438B0">
              <w:t>комісії винос</w:t>
            </w:r>
            <w:r>
              <w:t>иться питання «</w:t>
            </w:r>
            <w:hyperlink r:id="rId177" w:history="1">
              <w:r w:rsidRPr="00032287">
                <w:rPr>
                  <w:rStyle w:val="Hyperlink"/>
                  <w:color w:val="auto"/>
                  <w:sz w:val="24"/>
                  <w:szCs w:val="24"/>
                  <w:bdr w:val="none" w:sz="0" w:space="0" w:color="auto" w:frame="1"/>
                  <w:shd w:val="clear" w:color="auto" w:fill="FFFFFF"/>
                </w:rPr>
                <w:t>Про надання дозволу на розроблення проектів землеустрою щодо відведення земельних ділянок в оренду</w:t>
              </w:r>
            </w:hyperlink>
            <w:r>
              <w:t>».</w:t>
            </w:r>
          </w:p>
        </w:tc>
      </w:tr>
      <w:tr w:rsidR="000A6A4E" w:rsidRPr="00852092" w:rsidTr="00CB761C">
        <w:trPr>
          <w:trHeight w:val="1657"/>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178" w:history="1">
              <w:r w:rsidRPr="002D13FD">
                <w:rPr>
                  <w:rStyle w:val="Hyperlink"/>
                  <w:color w:val="auto"/>
                  <w:sz w:val="24"/>
                  <w:szCs w:val="24"/>
                  <w:bdr w:val="none" w:sz="0" w:space="0" w:color="auto" w:frame="1"/>
                </w:rPr>
                <w:t>Про затвердження Положення про громадські пасовища</w:t>
              </w:r>
            </w:hyperlink>
            <w:r>
              <w:t>».</w:t>
            </w:r>
          </w:p>
        </w:tc>
      </w:tr>
      <w:tr w:rsidR="000A6A4E" w:rsidRPr="00852092" w:rsidTr="00CB761C">
        <w:trPr>
          <w:trHeight w:val="1657"/>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179" w:history="1">
              <w:r w:rsidRPr="002D13FD">
                <w:rPr>
                  <w:rStyle w:val="Hyperlink"/>
                  <w:color w:val="auto"/>
                  <w:sz w:val="24"/>
                  <w:szCs w:val="24"/>
                  <w:bdr w:val="none" w:sz="0" w:space="0" w:color="auto" w:frame="1"/>
                </w:rPr>
                <w:t>Про затвердження Положення про громадські пасовища</w:t>
              </w:r>
            </w:hyperlink>
            <w:r>
              <w:t>».</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r>
              <w:rPr>
                <w:b/>
                <w:sz w:val="24"/>
              </w:rPr>
              <w:t>Слухали:</w:t>
            </w:r>
          </w:p>
          <w:p w:rsidR="000A6A4E" w:rsidRDefault="000A6A4E" w:rsidP="00962CB3">
            <w:pPr>
              <w:pStyle w:val="TableParagraph"/>
              <w:spacing w:before="132"/>
              <w:ind w:left="200"/>
              <w:rPr>
                <w:b/>
                <w:sz w:val="24"/>
              </w:rPr>
            </w:pPr>
            <w:r w:rsidRPr="00AD2122">
              <w:rPr>
                <w:b/>
                <w:sz w:val="24"/>
              </w:rPr>
              <w:t>Гринчука Г.П</w:t>
            </w:r>
          </w:p>
        </w:tc>
        <w:tc>
          <w:tcPr>
            <w:tcW w:w="8140" w:type="dxa"/>
          </w:tcPr>
          <w:p w:rsidR="000A6A4E" w:rsidRPr="00852092" w:rsidRDefault="000A6A4E" w:rsidP="00962CB3">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комісії виноситься питання «</w:t>
            </w:r>
            <w:hyperlink r:id="rId180" w:history="1">
              <w:r w:rsidRPr="002D13FD">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для створення громадських пасовищ на території Новоушицької селищної ради</w:t>
              </w:r>
            </w:hyperlink>
            <w:r>
              <w:t>».</w:t>
            </w:r>
          </w:p>
        </w:tc>
      </w:tr>
      <w:tr w:rsidR="000A6A4E" w:rsidRPr="00852092" w:rsidTr="00CB761C">
        <w:trPr>
          <w:trHeight w:val="1657"/>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181" w:history="1">
              <w:r w:rsidRPr="002D13FD">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для створення громадських пасовищ на території Новоушицької селищної ради</w:t>
              </w:r>
            </w:hyperlink>
            <w:r>
              <w:t>».</w:t>
            </w:r>
          </w:p>
        </w:tc>
      </w:tr>
      <w:tr w:rsidR="000A6A4E" w:rsidRPr="00852092" w:rsidTr="00CB761C">
        <w:trPr>
          <w:trHeight w:val="1657"/>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182" w:history="1">
              <w:r w:rsidRPr="002D13FD">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для створення громадських пасовищ на території Новоушицької селищної ради</w:t>
              </w:r>
            </w:hyperlink>
            <w:r>
              <w:t>».</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r>
              <w:rPr>
                <w:b/>
                <w:sz w:val="24"/>
              </w:rPr>
              <w:t>Слухали:</w:t>
            </w:r>
          </w:p>
          <w:p w:rsidR="000A6A4E" w:rsidRDefault="000A6A4E" w:rsidP="00962CB3">
            <w:pPr>
              <w:pStyle w:val="TableParagraph"/>
              <w:spacing w:before="132"/>
              <w:ind w:left="200"/>
              <w:rPr>
                <w:b/>
                <w:sz w:val="24"/>
              </w:rPr>
            </w:pPr>
            <w:r w:rsidRPr="00AD2122">
              <w:rPr>
                <w:b/>
                <w:sz w:val="24"/>
              </w:rPr>
              <w:t>Гринчука Г.П</w:t>
            </w:r>
          </w:p>
        </w:tc>
        <w:tc>
          <w:tcPr>
            <w:tcW w:w="8140" w:type="dxa"/>
          </w:tcPr>
          <w:p w:rsidR="000A6A4E" w:rsidRPr="00852092" w:rsidRDefault="000A6A4E" w:rsidP="00962CB3">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комісії виноситься питання «</w:t>
            </w:r>
            <w:hyperlink r:id="rId183" w:history="1">
              <w:r w:rsidRPr="002D13FD">
                <w:rPr>
                  <w:rStyle w:val="Hyperlink"/>
                  <w:color w:val="auto"/>
                  <w:sz w:val="24"/>
                  <w:szCs w:val="24"/>
                  <w:bdr w:val="none" w:sz="0" w:space="0" w:color="auto" w:frame="1"/>
                </w:rPr>
                <w:t>Про припинення права користування земельними ділянками</w:t>
              </w:r>
            </w:hyperlink>
            <w:r>
              <w:t>».</w:t>
            </w:r>
          </w:p>
        </w:tc>
      </w:tr>
      <w:tr w:rsidR="000A6A4E" w:rsidRPr="00852092" w:rsidTr="00CB761C">
        <w:trPr>
          <w:trHeight w:val="1657"/>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184" w:history="1">
              <w:r w:rsidRPr="002D13FD">
                <w:rPr>
                  <w:rStyle w:val="Hyperlink"/>
                  <w:color w:val="auto"/>
                  <w:sz w:val="24"/>
                  <w:szCs w:val="24"/>
                  <w:bdr w:val="none" w:sz="0" w:space="0" w:color="auto" w:frame="1"/>
                </w:rPr>
                <w:t>Про припинення права користування земельними ділянками</w:t>
              </w:r>
            </w:hyperlink>
            <w:r>
              <w:t>».</w:t>
            </w:r>
          </w:p>
        </w:tc>
      </w:tr>
      <w:tr w:rsidR="000A6A4E" w:rsidRPr="00852092" w:rsidTr="00CB761C">
        <w:trPr>
          <w:trHeight w:val="1657"/>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185" w:history="1">
              <w:r w:rsidRPr="002D13FD">
                <w:rPr>
                  <w:rStyle w:val="Hyperlink"/>
                  <w:color w:val="auto"/>
                  <w:sz w:val="24"/>
                  <w:szCs w:val="24"/>
                  <w:bdr w:val="none" w:sz="0" w:space="0" w:color="auto" w:frame="1"/>
                </w:rPr>
                <w:t>Про припинення права користування земельними ділянками</w:t>
              </w:r>
            </w:hyperlink>
            <w:r>
              <w:t>».</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r>
              <w:rPr>
                <w:b/>
                <w:sz w:val="24"/>
              </w:rPr>
              <w:t>Слухали:</w:t>
            </w:r>
          </w:p>
          <w:p w:rsidR="000A6A4E" w:rsidRDefault="000A6A4E" w:rsidP="00962CB3">
            <w:pPr>
              <w:pStyle w:val="TableParagraph"/>
              <w:spacing w:before="132"/>
              <w:ind w:left="200"/>
              <w:rPr>
                <w:b/>
                <w:sz w:val="24"/>
              </w:rPr>
            </w:pPr>
            <w:r w:rsidRPr="00AD2122">
              <w:rPr>
                <w:b/>
                <w:sz w:val="24"/>
              </w:rPr>
              <w:t>Гринчука Г.П</w:t>
            </w:r>
          </w:p>
        </w:tc>
        <w:tc>
          <w:tcPr>
            <w:tcW w:w="8140" w:type="dxa"/>
          </w:tcPr>
          <w:p w:rsidR="000A6A4E" w:rsidRPr="00852092" w:rsidRDefault="000A6A4E" w:rsidP="00962CB3">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комісії виноситься питання «</w:t>
            </w:r>
            <w:hyperlink r:id="rId186" w:history="1">
              <w:r w:rsidRPr="002D13FD">
                <w:rPr>
                  <w:rStyle w:val="Hyperlink"/>
                  <w:color w:val="auto"/>
                  <w:sz w:val="24"/>
                  <w:szCs w:val="24"/>
                  <w:bdr w:val="none" w:sz="0" w:space="0" w:color="auto" w:frame="1"/>
                </w:rPr>
                <w:t>Про припинення договору оренди земельної ділянки</w:t>
              </w:r>
            </w:hyperlink>
            <w:r w:rsidRPr="002D13FD">
              <w:rPr>
                <w:sz w:val="24"/>
                <w:szCs w:val="24"/>
              </w:rPr>
              <w:t>».</w:t>
            </w:r>
          </w:p>
        </w:tc>
      </w:tr>
      <w:tr w:rsidR="000A6A4E" w:rsidRPr="00852092" w:rsidTr="00CB761C">
        <w:trPr>
          <w:trHeight w:val="1657"/>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187" w:history="1">
              <w:r w:rsidRPr="002D13FD">
                <w:rPr>
                  <w:rStyle w:val="Hyperlink"/>
                  <w:color w:val="auto"/>
                  <w:sz w:val="24"/>
                  <w:szCs w:val="24"/>
                  <w:bdr w:val="none" w:sz="0" w:space="0" w:color="auto" w:frame="1"/>
                </w:rPr>
                <w:t>Про припинення договору оренди земельної ділянки</w:t>
              </w:r>
            </w:hyperlink>
            <w:r>
              <w:t>».</w:t>
            </w:r>
          </w:p>
        </w:tc>
      </w:tr>
      <w:tr w:rsidR="000A6A4E" w:rsidRPr="00852092" w:rsidTr="00CB761C">
        <w:trPr>
          <w:trHeight w:val="1657"/>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188" w:history="1">
              <w:r w:rsidRPr="002D13FD">
                <w:rPr>
                  <w:rStyle w:val="Hyperlink"/>
                  <w:color w:val="auto"/>
                  <w:sz w:val="24"/>
                  <w:szCs w:val="24"/>
                  <w:bdr w:val="none" w:sz="0" w:space="0" w:color="auto" w:frame="1"/>
                </w:rPr>
                <w:t>Про припинення договору оренди земельної ділянки</w:t>
              </w:r>
            </w:hyperlink>
            <w:r>
              <w:t>».</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r>
              <w:rPr>
                <w:b/>
                <w:sz w:val="24"/>
              </w:rPr>
              <w:t>Слухали:</w:t>
            </w:r>
          </w:p>
          <w:p w:rsidR="000A6A4E" w:rsidRDefault="000A6A4E" w:rsidP="00962CB3">
            <w:pPr>
              <w:pStyle w:val="TableParagraph"/>
              <w:spacing w:before="132"/>
              <w:ind w:left="200"/>
              <w:rPr>
                <w:b/>
                <w:sz w:val="24"/>
              </w:rPr>
            </w:pPr>
            <w:r w:rsidRPr="00AD2122">
              <w:rPr>
                <w:b/>
                <w:sz w:val="24"/>
              </w:rPr>
              <w:t>Гринчука Г.П</w:t>
            </w:r>
          </w:p>
        </w:tc>
        <w:tc>
          <w:tcPr>
            <w:tcW w:w="8140" w:type="dxa"/>
          </w:tcPr>
          <w:p w:rsidR="000A6A4E" w:rsidRPr="00852092" w:rsidRDefault="000A6A4E" w:rsidP="00962CB3">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комісії виноситься питання «</w:t>
            </w:r>
            <w:hyperlink r:id="rId189" w:history="1">
              <w:r w:rsidRPr="00EA3549">
                <w:rPr>
                  <w:rStyle w:val="Hyperlink"/>
                  <w:color w:val="auto"/>
                  <w:sz w:val="24"/>
                  <w:szCs w:val="24"/>
                  <w:bdr w:val="none" w:sz="0" w:space="0" w:color="auto" w:frame="1"/>
                </w:rPr>
                <w:t>Про надання дозволу на виготовлення експертної грошової оцінки земельної ділянки</w:t>
              </w:r>
            </w:hyperlink>
            <w:r w:rsidRPr="002D13FD">
              <w:rPr>
                <w:sz w:val="24"/>
                <w:szCs w:val="24"/>
              </w:rPr>
              <w:t>».</w:t>
            </w:r>
          </w:p>
        </w:tc>
      </w:tr>
      <w:tr w:rsidR="000A6A4E" w:rsidRPr="00852092" w:rsidTr="00CB761C">
        <w:trPr>
          <w:trHeight w:val="1657"/>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190" w:history="1">
              <w:r w:rsidRPr="00EA3549">
                <w:rPr>
                  <w:rStyle w:val="Hyperlink"/>
                  <w:color w:val="auto"/>
                  <w:sz w:val="24"/>
                  <w:szCs w:val="24"/>
                  <w:bdr w:val="none" w:sz="0" w:space="0" w:color="auto" w:frame="1"/>
                </w:rPr>
                <w:t>Про надання дозволу на виготовлення експертної грошової оцінки земельної ділянки</w:t>
              </w:r>
            </w:hyperlink>
            <w:r>
              <w:t>».</w:t>
            </w:r>
          </w:p>
        </w:tc>
      </w:tr>
      <w:tr w:rsidR="000A6A4E" w:rsidRPr="00852092" w:rsidTr="00CB761C">
        <w:trPr>
          <w:trHeight w:val="1657"/>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191" w:history="1">
              <w:r w:rsidRPr="00EA3549">
                <w:rPr>
                  <w:rStyle w:val="Hyperlink"/>
                  <w:color w:val="auto"/>
                  <w:sz w:val="24"/>
                  <w:szCs w:val="24"/>
                  <w:bdr w:val="none" w:sz="0" w:space="0" w:color="auto" w:frame="1"/>
                </w:rPr>
                <w:t>Про надання дозволу на виготовлення експертної грошової оцінки земельної ділянки</w:t>
              </w:r>
            </w:hyperlink>
            <w:r>
              <w:t>».</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r>
              <w:rPr>
                <w:b/>
                <w:sz w:val="24"/>
              </w:rPr>
              <w:t>Слухали:</w:t>
            </w:r>
          </w:p>
          <w:p w:rsidR="000A6A4E" w:rsidRDefault="000A6A4E" w:rsidP="00962CB3">
            <w:pPr>
              <w:pStyle w:val="TableParagraph"/>
              <w:spacing w:before="132"/>
              <w:ind w:left="200"/>
              <w:rPr>
                <w:b/>
                <w:sz w:val="24"/>
              </w:rPr>
            </w:pPr>
            <w:r w:rsidRPr="00AD2122">
              <w:rPr>
                <w:b/>
                <w:sz w:val="24"/>
              </w:rPr>
              <w:t>Гринчука Г.П</w:t>
            </w:r>
          </w:p>
        </w:tc>
        <w:tc>
          <w:tcPr>
            <w:tcW w:w="8140" w:type="dxa"/>
          </w:tcPr>
          <w:p w:rsidR="000A6A4E" w:rsidRPr="00852092" w:rsidRDefault="000A6A4E" w:rsidP="00962CB3">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комісії виноситься питання «</w:t>
            </w:r>
            <w:hyperlink r:id="rId192" w:history="1">
              <w:r w:rsidRPr="00EA3549">
                <w:rPr>
                  <w:rStyle w:val="Hyperlink"/>
                  <w:color w:val="auto"/>
                  <w:sz w:val="24"/>
                  <w:szCs w:val="24"/>
                  <w:bdr w:val="none" w:sz="0" w:space="0" w:color="auto" w:frame="1"/>
                </w:rPr>
                <w:t>Про виділення земельних ділянок в натурі (на місцевості)</w:t>
              </w:r>
            </w:hyperlink>
            <w:r w:rsidRPr="002D13FD">
              <w:rPr>
                <w:sz w:val="24"/>
                <w:szCs w:val="24"/>
              </w:rPr>
              <w:t>».</w:t>
            </w:r>
          </w:p>
        </w:tc>
      </w:tr>
      <w:tr w:rsidR="000A6A4E" w:rsidRPr="00852092" w:rsidTr="00CB761C">
        <w:trPr>
          <w:trHeight w:val="1657"/>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193" w:history="1">
              <w:r w:rsidRPr="00EA3549">
                <w:rPr>
                  <w:rStyle w:val="Hyperlink"/>
                  <w:color w:val="auto"/>
                  <w:sz w:val="24"/>
                  <w:szCs w:val="24"/>
                  <w:bdr w:val="none" w:sz="0" w:space="0" w:color="auto" w:frame="1"/>
                </w:rPr>
                <w:t>Про виділення земельних ділянок в натурі (на місцевості)</w:t>
              </w:r>
            </w:hyperlink>
            <w:r>
              <w:t>».</w:t>
            </w:r>
          </w:p>
        </w:tc>
      </w:tr>
      <w:tr w:rsidR="000A6A4E" w:rsidRPr="00852092" w:rsidTr="00CB761C">
        <w:trPr>
          <w:trHeight w:val="1657"/>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194" w:history="1">
              <w:r w:rsidRPr="00EA3549">
                <w:rPr>
                  <w:rStyle w:val="Hyperlink"/>
                  <w:color w:val="auto"/>
                  <w:sz w:val="24"/>
                  <w:szCs w:val="24"/>
                  <w:bdr w:val="none" w:sz="0" w:space="0" w:color="auto" w:frame="1"/>
                </w:rPr>
                <w:t>Про виділення земельних ділянок в натурі (на місцевості)</w:t>
              </w:r>
            </w:hyperlink>
            <w:r>
              <w:t>».</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r>
              <w:rPr>
                <w:b/>
                <w:sz w:val="24"/>
              </w:rPr>
              <w:t>Слухали:</w:t>
            </w:r>
          </w:p>
          <w:p w:rsidR="000A6A4E" w:rsidRDefault="000A6A4E" w:rsidP="00962CB3">
            <w:pPr>
              <w:pStyle w:val="TableParagraph"/>
              <w:spacing w:before="132"/>
              <w:ind w:left="200"/>
              <w:rPr>
                <w:b/>
                <w:sz w:val="24"/>
              </w:rPr>
            </w:pPr>
            <w:r w:rsidRPr="00AD2122">
              <w:rPr>
                <w:b/>
                <w:sz w:val="24"/>
              </w:rPr>
              <w:t>Гринчука Г.П</w:t>
            </w:r>
          </w:p>
        </w:tc>
        <w:tc>
          <w:tcPr>
            <w:tcW w:w="8140" w:type="dxa"/>
          </w:tcPr>
          <w:p w:rsidR="000A6A4E" w:rsidRPr="00852092" w:rsidRDefault="000A6A4E" w:rsidP="00962CB3">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195" w:history="1">
              <w:r w:rsidRPr="001D4754">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у власність</w:t>
              </w:r>
            </w:hyperlink>
            <w:r w:rsidRPr="002D13FD">
              <w:rPr>
                <w:sz w:val="24"/>
                <w:szCs w:val="24"/>
              </w:rPr>
              <w:t>».</w:t>
            </w:r>
          </w:p>
        </w:tc>
      </w:tr>
      <w:tr w:rsidR="000A6A4E" w:rsidRPr="00852092" w:rsidTr="00CB761C">
        <w:trPr>
          <w:trHeight w:val="1657"/>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196" w:history="1">
              <w:r w:rsidRPr="001D4754">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у власність</w:t>
              </w:r>
            </w:hyperlink>
            <w:r>
              <w:t>».</w:t>
            </w:r>
          </w:p>
        </w:tc>
      </w:tr>
      <w:tr w:rsidR="000A6A4E" w:rsidRPr="00852092" w:rsidTr="00CB761C">
        <w:trPr>
          <w:trHeight w:val="1657"/>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197" w:history="1">
              <w:r w:rsidRPr="001D4754">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у власність</w:t>
              </w:r>
            </w:hyperlink>
            <w:r>
              <w:t>».</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r>
              <w:rPr>
                <w:b/>
                <w:sz w:val="24"/>
              </w:rPr>
              <w:t>Слухали:</w:t>
            </w:r>
          </w:p>
          <w:p w:rsidR="000A6A4E" w:rsidRDefault="000A6A4E" w:rsidP="00962CB3">
            <w:pPr>
              <w:pStyle w:val="TableParagraph"/>
              <w:spacing w:before="132"/>
              <w:ind w:left="200"/>
              <w:rPr>
                <w:b/>
                <w:sz w:val="24"/>
              </w:rPr>
            </w:pPr>
            <w:r w:rsidRPr="00AD2122">
              <w:rPr>
                <w:b/>
                <w:sz w:val="24"/>
              </w:rPr>
              <w:t>Гринчука Г.П</w:t>
            </w:r>
          </w:p>
        </w:tc>
        <w:tc>
          <w:tcPr>
            <w:tcW w:w="8140" w:type="dxa"/>
          </w:tcPr>
          <w:p w:rsidR="000A6A4E" w:rsidRPr="00852092" w:rsidRDefault="000A6A4E" w:rsidP="00962CB3">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198" w:history="1">
              <w:r w:rsidRPr="001D4754">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в постійне користування</w:t>
              </w:r>
            </w:hyperlink>
            <w:r w:rsidRPr="002D13FD">
              <w:rPr>
                <w:sz w:val="24"/>
                <w:szCs w:val="24"/>
              </w:rPr>
              <w:t>».</w:t>
            </w:r>
          </w:p>
        </w:tc>
      </w:tr>
      <w:tr w:rsidR="000A6A4E" w:rsidRPr="00852092" w:rsidTr="00CB761C">
        <w:trPr>
          <w:trHeight w:val="1657"/>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199" w:history="1">
              <w:r w:rsidRPr="001D4754">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в постійне користування</w:t>
              </w:r>
            </w:hyperlink>
            <w:r>
              <w:t>».</w:t>
            </w:r>
          </w:p>
        </w:tc>
      </w:tr>
      <w:tr w:rsidR="000A6A4E" w:rsidRPr="00852092" w:rsidTr="00CB761C">
        <w:trPr>
          <w:trHeight w:val="1657"/>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200" w:history="1">
              <w:r w:rsidRPr="001D4754">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в постійне користування</w:t>
              </w:r>
            </w:hyperlink>
            <w:r>
              <w:t>».</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r>
              <w:rPr>
                <w:b/>
                <w:sz w:val="24"/>
              </w:rPr>
              <w:t>Слухали:</w:t>
            </w:r>
          </w:p>
          <w:p w:rsidR="000A6A4E" w:rsidRDefault="000A6A4E" w:rsidP="00962CB3">
            <w:pPr>
              <w:pStyle w:val="TableParagraph"/>
              <w:spacing w:before="132"/>
              <w:ind w:left="200"/>
              <w:rPr>
                <w:b/>
                <w:sz w:val="24"/>
              </w:rPr>
            </w:pPr>
            <w:r w:rsidRPr="00AD2122">
              <w:rPr>
                <w:b/>
                <w:sz w:val="24"/>
              </w:rPr>
              <w:t>Гринчука Г.П</w:t>
            </w:r>
          </w:p>
        </w:tc>
        <w:tc>
          <w:tcPr>
            <w:tcW w:w="8140" w:type="dxa"/>
          </w:tcPr>
          <w:p w:rsidR="000A6A4E" w:rsidRPr="00852092" w:rsidRDefault="000A6A4E" w:rsidP="00962CB3">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01" w:history="1">
              <w:r w:rsidRPr="001D4754">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в оренду</w:t>
              </w:r>
            </w:hyperlink>
            <w:r w:rsidRPr="002D13FD">
              <w:rPr>
                <w:sz w:val="24"/>
                <w:szCs w:val="24"/>
              </w:rPr>
              <w:t>».</w:t>
            </w:r>
          </w:p>
        </w:tc>
      </w:tr>
      <w:tr w:rsidR="000A6A4E" w:rsidRPr="00852092" w:rsidTr="00CB761C">
        <w:trPr>
          <w:trHeight w:val="1657"/>
        </w:trPr>
        <w:tc>
          <w:tcPr>
            <w:tcW w:w="2090" w:type="dxa"/>
          </w:tcPr>
          <w:p w:rsidR="000A6A4E" w:rsidRPr="00EA00CA" w:rsidRDefault="000A6A4E" w:rsidP="00962CB3">
            <w:pPr>
              <w:pStyle w:val="TableParagraph"/>
              <w:spacing w:before="135" w:line="275" w:lineRule="exact"/>
              <w:ind w:left="200"/>
              <w:rPr>
                <w:b/>
                <w:sz w:val="24"/>
              </w:rPr>
            </w:pPr>
            <w:r w:rsidRPr="00EA00CA">
              <w:rPr>
                <w:b/>
                <w:sz w:val="24"/>
              </w:rPr>
              <w:t>ВИСТУПИЛИ:</w:t>
            </w:r>
          </w:p>
          <w:p w:rsidR="000A6A4E" w:rsidRPr="00EA00CA" w:rsidRDefault="000A6A4E" w:rsidP="00962CB3">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962CB3">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202" w:history="1">
              <w:r w:rsidRPr="001D4754">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в оренду</w:t>
              </w:r>
            </w:hyperlink>
            <w:r>
              <w:t>».</w:t>
            </w:r>
          </w:p>
        </w:tc>
      </w:tr>
      <w:tr w:rsidR="000A6A4E" w:rsidRPr="00852092" w:rsidTr="00CB761C">
        <w:trPr>
          <w:trHeight w:val="1657"/>
        </w:trPr>
        <w:tc>
          <w:tcPr>
            <w:tcW w:w="2090" w:type="dxa"/>
          </w:tcPr>
          <w:p w:rsidR="000A6A4E" w:rsidRPr="000D243F" w:rsidRDefault="000A6A4E" w:rsidP="00962CB3">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962CB3">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962CB3">
            <w:pPr>
              <w:pStyle w:val="TableParagraph"/>
              <w:spacing w:line="263" w:lineRule="exact"/>
              <w:jc w:val="both"/>
              <w:rPr>
                <w:sz w:val="24"/>
              </w:rPr>
            </w:pPr>
            <w:r>
              <w:t>«</w:t>
            </w:r>
            <w:hyperlink r:id="rId203" w:history="1">
              <w:r w:rsidRPr="001D4754">
                <w:rPr>
                  <w:rStyle w:val="Hyperlink"/>
                  <w:color w:val="auto"/>
                  <w:sz w:val="24"/>
                  <w:szCs w:val="24"/>
                  <w:bdr w:val="none" w:sz="0" w:space="0" w:color="auto" w:frame="1"/>
                </w:rPr>
                <w:t>Про надання дозволу на розробку проектів землеустрою щодо відведення земельних ділянок в оренду</w:t>
              </w:r>
            </w:hyperlink>
            <w:r>
              <w:t>».</w:t>
            </w:r>
          </w:p>
        </w:tc>
      </w:tr>
      <w:tr w:rsidR="000A6A4E" w:rsidRPr="00852092" w:rsidTr="00CB761C">
        <w:trPr>
          <w:trHeight w:val="1657"/>
        </w:trPr>
        <w:tc>
          <w:tcPr>
            <w:tcW w:w="2090" w:type="dxa"/>
          </w:tcPr>
          <w:p w:rsidR="000A6A4E" w:rsidRDefault="000A6A4E" w:rsidP="00962CB3">
            <w:pPr>
              <w:pStyle w:val="TableParagraph"/>
              <w:spacing w:before="132"/>
              <w:ind w:left="200"/>
              <w:rPr>
                <w:b/>
                <w:sz w:val="24"/>
              </w:rPr>
            </w:pPr>
          </w:p>
          <w:p w:rsidR="000A6A4E" w:rsidRDefault="000A6A4E" w:rsidP="00962CB3">
            <w:pPr>
              <w:pStyle w:val="TableParagraph"/>
              <w:spacing w:before="132"/>
              <w:ind w:left="200"/>
              <w:rPr>
                <w:b/>
                <w:sz w:val="24"/>
              </w:rPr>
            </w:pPr>
            <w:r>
              <w:rPr>
                <w:b/>
                <w:sz w:val="24"/>
              </w:rPr>
              <w:t>ГОЛОСУВАЛИ:</w:t>
            </w:r>
          </w:p>
        </w:tc>
        <w:tc>
          <w:tcPr>
            <w:tcW w:w="8140" w:type="dxa"/>
          </w:tcPr>
          <w:p w:rsidR="000A6A4E" w:rsidRDefault="000A6A4E" w:rsidP="00962CB3">
            <w:pPr>
              <w:pStyle w:val="BodyText"/>
              <w:ind w:left="200" w:right="483"/>
              <w:jc w:val="both"/>
            </w:pPr>
          </w:p>
          <w:p w:rsidR="000A6A4E" w:rsidRDefault="000A6A4E" w:rsidP="00962CB3">
            <w:pPr>
              <w:pStyle w:val="BodyText"/>
              <w:ind w:left="200" w:right="483"/>
              <w:jc w:val="both"/>
            </w:pPr>
          </w:p>
          <w:p w:rsidR="000A6A4E" w:rsidRPr="00CB57ED" w:rsidRDefault="000A6A4E" w:rsidP="00962CB3">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031B97">
            <w:pPr>
              <w:pStyle w:val="TableParagraph"/>
              <w:spacing w:before="132"/>
              <w:ind w:left="200"/>
              <w:rPr>
                <w:b/>
                <w:sz w:val="24"/>
              </w:rPr>
            </w:pPr>
            <w:r>
              <w:rPr>
                <w:b/>
                <w:sz w:val="24"/>
              </w:rPr>
              <w:t>Слухали:</w:t>
            </w:r>
          </w:p>
          <w:p w:rsidR="000A6A4E" w:rsidRDefault="000A6A4E" w:rsidP="00031B97">
            <w:pPr>
              <w:pStyle w:val="TableParagraph"/>
              <w:spacing w:before="132"/>
              <w:ind w:left="200"/>
              <w:rPr>
                <w:b/>
                <w:sz w:val="24"/>
              </w:rPr>
            </w:pPr>
            <w:r w:rsidRPr="00AD2122">
              <w:rPr>
                <w:b/>
                <w:sz w:val="24"/>
              </w:rPr>
              <w:t>Гринчука Г.П</w:t>
            </w:r>
          </w:p>
        </w:tc>
        <w:tc>
          <w:tcPr>
            <w:tcW w:w="8140" w:type="dxa"/>
          </w:tcPr>
          <w:p w:rsidR="000A6A4E" w:rsidRPr="00852092" w:rsidRDefault="000A6A4E" w:rsidP="00031B97">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04" w:history="1">
              <w:r w:rsidRPr="00031B97">
                <w:rPr>
                  <w:rStyle w:val="Hyperlink"/>
                  <w:color w:val="auto"/>
                  <w:sz w:val="24"/>
                  <w:szCs w:val="24"/>
                  <w:bdr w:val="none" w:sz="0" w:space="0" w:color="auto" w:frame="1"/>
                </w:rPr>
                <w:t>Про передачу земельної ділянки в оренду</w:t>
              </w:r>
            </w:hyperlink>
            <w:r w:rsidRPr="002D13FD">
              <w:rPr>
                <w:sz w:val="24"/>
                <w:szCs w:val="24"/>
              </w:rPr>
              <w:t>».</w:t>
            </w:r>
          </w:p>
        </w:tc>
      </w:tr>
      <w:tr w:rsidR="000A6A4E" w:rsidRPr="00852092" w:rsidTr="00CB761C">
        <w:trPr>
          <w:trHeight w:val="1657"/>
        </w:trPr>
        <w:tc>
          <w:tcPr>
            <w:tcW w:w="2090" w:type="dxa"/>
          </w:tcPr>
          <w:p w:rsidR="000A6A4E" w:rsidRPr="00EA00CA" w:rsidRDefault="000A6A4E" w:rsidP="00031B97">
            <w:pPr>
              <w:pStyle w:val="TableParagraph"/>
              <w:spacing w:before="135" w:line="275" w:lineRule="exact"/>
              <w:ind w:left="200"/>
              <w:rPr>
                <w:b/>
                <w:sz w:val="24"/>
              </w:rPr>
            </w:pPr>
            <w:r w:rsidRPr="00EA00CA">
              <w:rPr>
                <w:b/>
                <w:sz w:val="24"/>
              </w:rPr>
              <w:t>ВИСТУПИЛИ:</w:t>
            </w:r>
          </w:p>
          <w:p w:rsidR="000A6A4E" w:rsidRPr="00EA00CA" w:rsidRDefault="000A6A4E" w:rsidP="00031B97">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031B97">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205" w:history="1">
              <w:r w:rsidRPr="00031B97">
                <w:rPr>
                  <w:rStyle w:val="Hyperlink"/>
                  <w:color w:val="auto"/>
                  <w:sz w:val="24"/>
                  <w:szCs w:val="24"/>
                  <w:bdr w:val="none" w:sz="0" w:space="0" w:color="auto" w:frame="1"/>
                </w:rPr>
                <w:t>Про передачу земельної ділянки в оренду</w:t>
              </w:r>
            </w:hyperlink>
            <w:r>
              <w:t>».</w:t>
            </w:r>
          </w:p>
        </w:tc>
      </w:tr>
      <w:tr w:rsidR="000A6A4E" w:rsidRPr="00852092" w:rsidTr="00CB761C">
        <w:trPr>
          <w:trHeight w:val="1657"/>
        </w:trPr>
        <w:tc>
          <w:tcPr>
            <w:tcW w:w="2090" w:type="dxa"/>
          </w:tcPr>
          <w:p w:rsidR="000A6A4E" w:rsidRPr="000D243F" w:rsidRDefault="000A6A4E" w:rsidP="00031B97">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031B97">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031B97">
            <w:pPr>
              <w:pStyle w:val="TableParagraph"/>
              <w:spacing w:line="263" w:lineRule="exact"/>
              <w:jc w:val="both"/>
              <w:rPr>
                <w:sz w:val="24"/>
              </w:rPr>
            </w:pPr>
            <w:r>
              <w:t>«</w:t>
            </w:r>
            <w:hyperlink r:id="rId206" w:history="1">
              <w:r w:rsidRPr="00031B97">
                <w:rPr>
                  <w:rStyle w:val="Hyperlink"/>
                  <w:color w:val="auto"/>
                  <w:sz w:val="24"/>
                  <w:szCs w:val="24"/>
                  <w:bdr w:val="none" w:sz="0" w:space="0" w:color="auto" w:frame="1"/>
                </w:rPr>
                <w:t>Про передачу земельної ділянки в оренду</w:t>
              </w:r>
            </w:hyperlink>
            <w:r>
              <w:t>».</w:t>
            </w:r>
          </w:p>
        </w:tc>
      </w:tr>
      <w:tr w:rsidR="000A6A4E" w:rsidRPr="00852092" w:rsidTr="00CB761C">
        <w:trPr>
          <w:trHeight w:val="1657"/>
        </w:trPr>
        <w:tc>
          <w:tcPr>
            <w:tcW w:w="2090" w:type="dxa"/>
          </w:tcPr>
          <w:p w:rsidR="000A6A4E" w:rsidRDefault="000A6A4E" w:rsidP="00031B97">
            <w:pPr>
              <w:pStyle w:val="TableParagraph"/>
              <w:spacing w:before="132"/>
              <w:ind w:left="200"/>
              <w:rPr>
                <w:b/>
                <w:sz w:val="24"/>
              </w:rPr>
            </w:pPr>
          </w:p>
          <w:p w:rsidR="000A6A4E" w:rsidRDefault="000A6A4E" w:rsidP="00031B97">
            <w:pPr>
              <w:pStyle w:val="TableParagraph"/>
              <w:spacing w:before="132"/>
              <w:ind w:left="200"/>
              <w:rPr>
                <w:b/>
                <w:sz w:val="24"/>
              </w:rPr>
            </w:pPr>
            <w:r>
              <w:rPr>
                <w:b/>
                <w:sz w:val="24"/>
              </w:rPr>
              <w:t>ГОЛОСУВАЛИ:</w:t>
            </w:r>
          </w:p>
        </w:tc>
        <w:tc>
          <w:tcPr>
            <w:tcW w:w="8140" w:type="dxa"/>
          </w:tcPr>
          <w:p w:rsidR="000A6A4E" w:rsidRDefault="000A6A4E" w:rsidP="00031B97">
            <w:pPr>
              <w:pStyle w:val="BodyText"/>
              <w:ind w:left="200" w:right="483"/>
              <w:jc w:val="both"/>
            </w:pPr>
          </w:p>
          <w:p w:rsidR="000A6A4E" w:rsidRDefault="000A6A4E" w:rsidP="00031B97">
            <w:pPr>
              <w:pStyle w:val="BodyText"/>
              <w:ind w:left="200" w:right="483"/>
              <w:jc w:val="both"/>
            </w:pPr>
          </w:p>
          <w:p w:rsidR="000A6A4E" w:rsidRPr="00CB57ED" w:rsidRDefault="000A6A4E" w:rsidP="00031B97">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031B97">
            <w:pPr>
              <w:pStyle w:val="TableParagraph"/>
              <w:spacing w:before="132"/>
              <w:ind w:left="200"/>
              <w:rPr>
                <w:b/>
                <w:sz w:val="24"/>
              </w:rPr>
            </w:pPr>
            <w:r>
              <w:rPr>
                <w:b/>
                <w:sz w:val="24"/>
              </w:rPr>
              <w:t>Слухали:</w:t>
            </w:r>
          </w:p>
          <w:p w:rsidR="000A6A4E" w:rsidRDefault="000A6A4E" w:rsidP="00031B97">
            <w:pPr>
              <w:pStyle w:val="TableParagraph"/>
              <w:spacing w:before="132"/>
              <w:ind w:left="200"/>
              <w:rPr>
                <w:b/>
                <w:sz w:val="24"/>
              </w:rPr>
            </w:pPr>
            <w:r w:rsidRPr="00AD2122">
              <w:rPr>
                <w:b/>
                <w:sz w:val="24"/>
              </w:rPr>
              <w:t>Гринчука Г.П</w:t>
            </w:r>
          </w:p>
        </w:tc>
        <w:tc>
          <w:tcPr>
            <w:tcW w:w="8140" w:type="dxa"/>
          </w:tcPr>
          <w:p w:rsidR="000A6A4E" w:rsidRPr="00852092" w:rsidRDefault="000A6A4E" w:rsidP="00031B97">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07" w:history="1">
              <w:r w:rsidRPr="00031B97">
                <w:rPr>
                  <w:rStyle w:val="Hyperlink"/>
                  <w:color w:val="auto"/>
                  <w:sz w:val="24"/>
                  <w:szCs w:val="24"/>
                  <w:bdr w:val="none" w:sz="0" w:space="0" w:color="auto" w:frame="1"/>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hyperlink>
            <w:r w:rsidRPr="00031B97">
              <w:rPr>
                <w:sz w:val="24"/>
                <w:szCs w:val="24"/>
              </w:rPr>
              <w:t>.</w:t>
            </w:r>
          </w:p>
        </w:tc>
      </w:tr>
      <w:tr w:rsidR="000A6A4E" w:rsidRPr="00852092" w:rsidTr="00CB761C">
        <w:trPr>
          <w:trHeight w:val="1657"/>
        </w:trPr>
        <w:tc>
          <w:tcPr>
            <w:tcW w:w="2090" w:type="dxa"/>
          </w:tcPr>
          <w:p w:rsidR="000A6A4E" w:rsidRPr="00EA00CA" w:rsidRDefault="000A6A4E" w:rsidP="004370F9">
            <w:pPr>
              <w:pStyle w:val="TableParagraph"/>
              <w:spacing w:before="135" w:line="275" w:lineRule="exact"/>
              <w:ind w:left="200"/>
              <w:rPr>
                <w:b/>
                <w:sz w:val="24"/>
              </w:rPr>
            </w:pPr>
            <w:r w:rsidRPr="00EA00CA">
              <w:rPr>
                <w:b/>
                <w:sz w:val="24"/>
              </w:rPr>
              <w:t>ВИСТУПИЛИ:</w:t>
            </w:r>
          </w:p>
          <w:p w:rsidR="000A6A4E" w:rsidRPr="00EA00CA" w:rsidRDefault="000A6A4E" w:rsidP="004370F9">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4370F9">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208" w:history="1">
              <w:r w:rsidRPr="00031B97">
                <w:rPr>
                  <w:rStyle w:val="Hyperlink"/>
                  <w:color w:val="auto"/>
                  <w:sz w:val="24"/>
                  <w:szCs w:val="24"/>
                  <w:bdr w:val="none" w:sz="0" w:space="0" w:color="auto" w:frame="1"/>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hyperlink>
            <w:r>
              <w:t>».</w:t>
            </w:r>
          </w:p>
        </w:tc>
      </w:tr>
      <w:tr w:rsidR="000A6A4E" w:rsidRPr="00852092" w:rsidTr="00CB761C">
        <w:trPr>
          <w:trHeight w:val="1657"/>
        </w:trPr>
        <w:tc>
          <w:tcPr>
            <w:tcW w:w="2090" w:type="dxa"/>
          </w:tcPr>
          <w:p w:rsidR="000A6A4E" w:rsidRPr="000D243F" w:rsidRDefault="000A6A4E" w:rsidP="004370F9">
            <w:pPr>
              <w:pStyle w:val="TableParagraph"/>
              <w:spacing w:line="268" w:lineRule="exact"/>
              <w:ind w:left="200"/>
              <w:jc w:val="center"/>
              <w:rPr>
                <w:b/>
                <w:sz w:val="24"/>
              </w:rPr>
            </w:pPr>
            <w:r>
              <w:rPr>
                <w:b/>
                <w:sz w:val="24"/>
              </w:rPr>
              <w:t>ВИРІШИЛИ</w:t>
            </w:r>
            <w:r w:rsidRPr="000D243F">
              <w:rPr>
                <w:b/>
                <w:sz w:val="24"/>
              </w:rPr>
              <w:t>:</w:t>
            </w:r>
          </w:p>
        </w:tc>
        <w:tc>
          <w:tcPr>
            <w:tcW w:w="8140" w:type="dxa"/>
          </w:tcPr>
          <w:p w:rsidR="000A6A4E" w:rsidRPr="00EA00CA" w:rsidRDefault="000A6A4E" w:rsidP="004370F9">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4370F9">
            <w:pPr>
              <w:pStyle w:val="TableParagraph"/>
              <w:spacing w:line="263" w:lineRule="exact"/>
              <w:jc w:val="both"/>
              <w:rPr>
                <w:sz w:val="24"/>
              </w:rPr>
            </w:pPr>
            <w:r>
              <w:t>«</w:t>
            </w:r>
            <w:hyperlink r:id="rId209" w:history="1">
              <w:r w:rsidRPr="00031B97">
                <w:rPr>
                  <w:rStyle w:val="Hyperlink"/>
                  <w:color w:val="auto"/>
                  <w:sz w:val="24"/>
                  <w:szCs w:val="24"/>
                  <w:bdr w:val="none" w:sz="0" w:space="0" w:color="auto" w:frame="1"/>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hyperlink>
            <w:r>
              <w:t>».</w:t>
            </w:r>
          </w:p>
        </w:tc>
      </w:tr>
      <w:tr w:rsidR="000A6A4E" w:rsidRPr="00852092" w:rsidTr="00CB761C">
        <w:trPr>
          <w:trHeight w:val="1657"/>
        </w:trPr>
        <w:tc>
          <w:tcPr>
            <w:tcW w:w="2090" w:type="dxa"/>
          </w:tcPr>
          <w:p w:rsidR="000A6A4E" w:rsidRDefault="000A6A4E" w:rsidP="004370F9">
            <w:pPr>
              <w:pStyle w:val="TableParagraph"/>
              <w:spacing w:before="132"/>
              <w:ind w:left="200"/>
              <w:rPr>
                <w:b/>
                <w:sz w:val="24"/>
              </w:rPr>
            </w:pPr>
          </w:p>
          <w:p w:rsidR="000A6A4E" w:rsidRDefault="000A6A4E" w:rsidP="004370F9">
            <w:pPr>
              <w:pStyle w:val="TableParagraph"/>
              <w:spacing w:before="132"/>
              <w:ind w:left="200"/>
              <w:rPr>
                <w:b/>
                <w:sz w:val="24"/>
              </w:rPr>
            </w:pPr>
            <w:r>
              <w:rPr>
                <w:b/>
                <w:sz w:val="24"/>
              </w:rPr>
              <w:t>ГОЛОСУВАЛИ:</w:t>
            </w:r>
          </w:p>
        </w:tc>
        <w:tc>
          <w:tcPr>
            <w:tcW w:w="8140" w:type="dxa"/>
          </w:tcPr>
          <w:p w:rsidR="000A6A4E" w:rsidRDefault="000A6A4E" w:rsidP="004370F9">
            <w:pPr>
              <w:pStyle w:val="BodyText"/>
              <w:ind w:left="200" w:right="483"/>
              <w:jc w:val="both"/>
            </w:pPr>
          </w:p>
          <w:p w:rsidR="000A6A4E" w:rsidRDefault="000A6A4E" w:rsidP="004370F9">
            <w:pPr>
              <w:pStyle w:val="BodyText"/>
              <w:ind w:left="200" w:right="483"/>
              <w:jc w:val="both"/>
            </w:pPr>
          </w:p>
          <w:p w:rsidR="000A6A4E" w:rsidRPr="00CB57ED" w:rsidRDefault="000A6A4E" w:rsidP="004370F9">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4370F9">
            <w:pPr>
              <w:pStyle w:val="TableParagraph"/>
              <w:spacing w:before="132"/>
              <w:ind w:left="200"/>
              <w:rPr>
                <w:b/>
                <w:sz w:val="24"/>
              </w:rPr>
            </w:pPr>
            <w:r>
              <w:rPr>
                <w:b/>
                <w:sz w:val="24"/>
              </w:rPr>
              <w:t>Слухали:</w:t>
            </w:r>
          </w:p>
          <w:p w:rsidR="000A6A4E" w:rsidRDefault="000A6A4E" w:rsidP="004370F9">
            <w:pPr>
              <w:pStyle w:val="TableParagraph"/>
              <w:spacing w:before="132"/>
              <w:ind w:left="200"/>
              <w:rPr>
                <w:b/>
                <w:sz w:val="24"/>
              </w:rPr>
            </w:pPr>
            <w:r w:rsidRPr="00AD2122">
              <w:rPr>
                <w:b/>
                <w:sz w:val="24"/>
              </w:rPr>
              <w:t>Гринчука Г.П</w:t>
            </w:r>
          </w:p>
        </w:tc>
        <w:tc>
          <w:tcPr>
            <w:tcW w:w="8140" w:type="dxa"/>
          </w:tcPr>
          <w:p w:rsidR="000A6A4E" w:rsidRPr="00852092" w:rsidRDefault="000A6A4E" w:rsidP="004370F9">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10" w:history="1">
              <w:r w:rsidRPr="001E6181">
                <w:rPr>
                  <w:rStyle w:val="Hyperlink"/>
                  <w:color w:val="auto"/>
                  <w:sz w:val="24"/>
                  <w:szCs w:val="24"/>
                  <w:bdr w:val="none" w:sz="0" w:space="0" w:color="auto" w:frame="1"/>
                </w:rPr>
                <w:t>Про затвердження проектів землеустрою щодо відведення земельних ділянок у власність</w:t>
              </w:r>
            </w:hyperlink>
            <w:r>
              <w:rPr>
                <w:sz w:val="24"/>
                <w:szCs w:val="24"/>
              </w:rPr>
              <w:t>»</w:t>
            </w:r>
            <w:r w:rsidRPr="00031B97">
              <w:rPr>
                <w:sz w:val="24"/>
                <w:szCs w:val="24"/>
              </w:rPr>
              <w:t>.</w:t>
            </w:r>
          </w:p>
        </w:tc>
      </w:tr>
      <w:tr w:rsidR="000A6A4E" w:rsidRPr="00852092" w:rsidTr="00CB761C">
        <w:trPr>
          <w:trHeight w:val="1657"/>
        </w:trPr>
        <w:tc>
          <w:tcPr>
            <w:tcW w:w="2090" w:type="dxa"/>
          </w:tcPr>
          <w:p w:rsidR="000A6A4E" w:rsidRPr="00EA00CA" w:rsidRDefault="000A6A4E" w:rsidP="004370F9">
            <w:pPr>
              <w:pStyle w:val="TableParagraph"/>
              <w:spacing w:before="135" w:line="275" w:lineRule="exact"/>
              <w:ind w:left="200"/>
              <w:rPr>
                <w:b/>
                <w:sz w:val="24"/>
              </w:rPr>
            </w:pPr>
            <w:r w:rsidRPr="00EA00CA">
              <w:rPr>
                <w:b/>
                <w:sz w:val="24"/>
              </w:rPr>
              <w:t>ВИСТУПИЛИ:</w:t>
            </w:r>
          </w:p>
          <w:p w:rsidR="000A6A4E" w:rsidRPr="00EA00CA" w:rsidRDefault="000A6A4E" w:rsidP="004370F9">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4370F9">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211" w:history="1">
              <w:r w:rsidRPr="001E6181">
                <w:rPr>
                  <w:rStyle w:val="Hyperlink"/>
                  <w:color w:val="auto"/>
                  <w:sz w:val="24"/>
                  <w:szCs w:val="24"/>
                  <w:bdr w:val="none" w:sz="0" w:space="0" w:color="auto" w:frame="1"/>
                </w:rPr>
                <w:t>Про затвердження проектів землеустрою щодо відведення земельних ділянок у власність</w:t>
              </w:r>
            </w:hyperlink>
            <w:r>
              <w:t>».</w:t>
            </w:r>
          </w:p>
        </w:tc>
      </w:tr>
      <w:tr w:rsidR="000A6A4E" w:rsidRPr="00852092" w:rsidTr="00CB761C">
        <w:trPr>
          <w:trHeight w:val="1657"/>
        </w:trPr>
        <w:tc>
          <w:tcPr>
            <w:tcW w:w="2090" w:type="dxa"/>
          </w:tcPr>
          <w:p w:rsidR="000A6A4E" w:rsidRPr="000D243F" w:rsidRDefault="000A6A4E" w:rsidP="00B65D38">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4370F9">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4370F9">
            <w:pPr>
              <w:pStyle w:val="TableParagraph"/>
              <w:spacing w:line="263" w:lineRule="exact"/>
              <w:jc w:val="both"/>
              <w:rPr>
                <w:sz w:val="24"/>
              </w:rPr>
            </w:pPr>
            <w:r>
              <w:t>«</w:t>
            </w:r>
            <w:hyperlink r:id="rId212" w:history="1">
              <w:r w:rsidRPr="001E6181">
                <w:rPr>
                  <w:rStyle w:val="Hyperlink"/>
                  <w:color w:val="auto"/>
                  <w:sz w:val="24"/>
                  <w:szCs w:val="24"/>
                  <w:bdr w:val="none" w:sz="0" w:space="0" w:color="auto" w:frame="1"/>
                </w:rPr>
                <w:t>Про затвердження проектів землеустрою щодо відведення земельних ділянок у власність</w:t>
              </w:r>
            </w:hyperlink>
            <w:r>
              <w:t>».</w:t>
            </w:r>
          </w:p>
        </w:tc>
      </w:tr>
      <w:tr w:rsidR="000A6A4E" w:rsidRPr="00852092" w:rsidTr="00CB761C">
        <w:trPr>
          <w:trHeight w:val="1657"/>
        </w:trPr>
        <w:tc>
          <w:tcPr>
            <w:tcW w:w="2090" w:type="dxa"/>
          </w:tcPr>
          <w:p w:rsidR="000A6A4E" w:rsidRDefault="000A6A4E" w:rsidP="004370F9">
            <w:pPr>
              <w:pStyle w:val="TableParagraph"/>
              <w:spacing w:before="132"/>
              <w:ind w:left="200"/>
              <w:rPr>
                <w:b/>
                <w:sz w:val="24"/>
              </w:rPr>
            </w:pPr>
          </w:p>
          <w:p w:rsidR="000A6A4E" w:rsidRDefault="000A6A4E" w:rsidP="004370F9">
            <w:pPr>
              <w:pStyle w:val="TableParagraph"/>
              <w:spacing w:before="132"/>
              <w:ind w:left="200"/>
              <w:rPr>
                <w:b/>
                <w:sz w:val="24"/>
              </w:rPr>
            </w:pPr>
            <w:r>
              <w:rPr>
                <w:b/>
                <w:sz w:val="24"/>
              </w:rPr>
              <w:t>ГОЛОСУВАЛИ:</w:t>
            </w:r>
          </w:p>
        </w:tc>
        <w:tc>
          <w:tcPr>
            <w:tcW w:w="8140" w:type="dxa"/>
          </w:tcPr>
          <w:p w:rsidR="000A6A4E" w:rsidRDefault="000A6A4E" w:rsidP="004370F9">
            <w:pPr>
              <w:pStyle w:val="BodyText"/>
              <w:ind w:left="200" w:right="483"/>
              <w:jc w:val="both"/>
            </w:pPr>
          </w:p>
          <w:p w:rsidR="000A6A4E" w:rsidRDefault="000A6A4E" w:rsidP="004370F9">
            <w:pPr>
              <w:pStyle w:val="BodyText"/>
              <w:ind w:left="200" w:right="483"/>
              <w:jc w:val="both"/>
            </w:pPr>
          </w:p>
          <w:p w:rsidR="000A6A4E" w:rsidRPr="00CB57ED" w:rsidRDefault="000A6A4E" w:rsidP="004370F9">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4370F9">
            <w:pPr>
              <w:pStyle w:val="TableParagraph"/>
              <w:spacing w:before="132"/>
              <w:ind w:left="200"/>
              <w:rPr>
                <w:b/>
                <w:sz w:val="24"/>
              </w:rPr>
            </w:pPr>
            <w:r>
              <w:rPr>
                <w:b/>
                <w:sz w:val="24"/>
              </w:rPr>
              <w:t>Слухали:</w:t>
            </w:r>
          </w:p>
          <w:p w:rsidR="000A6A4E" w:rsidRDefault="000A6A4E" w:rsidP="004370F9">
            <w:pPr>
              <w:pStyle w:val="TableParagraph"/>
              <w:spacing w:before="132"/>
              <w:ind w:left="200"/>
              <w:rPr>
                <w:b/>
                <w:sz w:val="24"/>
              </w:rPr>
            </w:pPr>
            <w:r w:rsidRPr="00AD2122">
              <w:rPr>
                <w:b/>
                <w:sz w:val="24"/>
              </w:rPr>
              <w:t>Гринчука Г.П</w:t>
            </w:r>
          </w:p>
        </w:tc>
        <w:tc>
          <w:tcPr>
            <w:tcW w:w="8140" w:type="dxa"/>
          </w:tcPr>
          <w:p w:rsidR="000A6A4E" w:rsidRPr="00852092" w:rsidRDefault="000A6A4E" w:rsidP="004370F9">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13" w:history="1">
              <w:r w:rsidRPr="001E6181">
                <w:rPr>
                  <w:rStyle w:val="Hyperlink"/>
                  <w:color w:val="auto"/>
                  <w:sz w:val="24"/>
                  <w:szCs w:val="24"/>
                  <w:bdr w:val="none" w:sz="0" w:space="0" w:color="auto" w:frame="1"/>
                </w:rPr>
                <w:t>Про затвердження технічної документації із землеустрою щодо встановлення (відновлення) меж земельних ділянок в натурі (на місцевості)</w:t>
              </w:r>
            </w:hyperlink>
            <w:r>
              <w:rPr>
                <w:sz w:val="24"/>
                <w:szCs w:val="24"/>
              </w:rPr>
              <w:t>»</w:t>
            </w:r>
            <w:r w:rsidRPr="00031B97">
              <w:rPr>
                <w:sz w:val="24"/>
                <w:szCs w:val="24"/>
              </w:rPr>
              <w:t>.</w:t>
            </w:r>
          </w:p>
        </w:tc>
      </w:tr>
      <w:tr w:rsidR="000A6A4E" w:rsidRPr="00852092" w:rsidTr="00CB761C">
        <w:trPr>
          <w:trHeight w:val="1657"/>
        </w:trPr>
        <w:tc>
          <w:tcPr>
            <w:tcW w:w="2090" w:type="dxa"/>
          </w:tcPr>
          <w:p w:rsidR="000A6A4E" w:rsidRPr="00EA00CA" w:rsidRDefault="000A6A4E" w:rsidP="004370F9">
            <w:pPr>
              <w:pStyle w:val="TableParagraph"/>
              <w:spacing w:before="135" w:line="275" w:lineRule="exact"/>
              <w:ind w:left="200"/>
              <w:rPr>
                <w:b/>
                <w:sz w:val="24"/>
              </w:rPr>
            </w:pPr>
            <w:r w:rsidRPr="00EA00CA">
              <w:rPr>
                <w:b/>
                <w:sz w:val="24"/>
              </w:rPr>
              <w:t>ВИСТУПИЛИ:</w:t>
            </w:r>
          </w:p>
          <w:p w:rsidR="000A6A4E" w:rsidRPr="00EA00CA" w:rsidRDefault="000A6A4E" w:rsidP="004370F9">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4370F9">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214" w:history="1">
              <w:r w:rsidRPr="001E6181">
                <w:rPr>
                  <w:rStyle w:val="Hyperlink"/>
                  <w:color w:val="auto"/>
                  <w:sz w:val="24"/>
                  <w:szCs w:val="24"/>
                  <w:bdr w:val="none" w:sz="0" w:space="0" w:color="auto" w:frame="1"/>
                </w:rPr>
                <w:t>Про затвердження технічної документації із землеустрою щодо встановлення (відновлення) меж земельних ділянок в натурі (на місцевості)</w:t>
              </w:r>
            </w:hyperlink>
            <w:r>
              <w:t>».</w:t>
            </w:r>
          </w:p>
        </w:tc>
      </w:tr>
      <w:tr w:rsidR="000A6A4E" w:rsidRPr="00852092" w:rsidTr="00CB761C">
        <w:trPr>
          <w:trHeight w:val="1657"/>
        </w:trPr>
        <w:tc>
          <w:tcPr>
            <w:tcW w:w="2090" w:type="dxa"/>
          </w:tcPr>
          <w:p w:rsidR="000A6A4E" w:rsidRPr="000D243F" w:rsidRDefault="000A6A4E" w:rsidP="004370F9">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4370F9">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4370F9">
            <w:pPr>
              <w:pStyle w:val="TableParagraph"/>
              <w:spacing w:line="263" w:lineRule="exact"/>
              <w:jc w:val="both"/>
              <w:rPr>
                <w:sz w:val="24"/>
              </w:rPr>
            </w:pPr>
            <w:r>
              <w:t>«</w:t>
            </w:r>
            <w:hyperlink r:id="rId215" w:history="1">
              <w:r w:rsidRPr="001E6181">
                <w:rPr>
                  <w:rStyle w:val="Hyperlink"/>
                  <w:color w:val="auto"/>
                  <w:sz w:val="24"/>
                  <w:szCs w:val="24"/>
                  <w:bdr w:val="none" w:sz="0" w:space="0" w:color="auto" w:frame="1"/>
                </w:rPr>
                <w:t>Про затвердження технічної документації із землеустрою щодо встановлення (відновлення) меж земельних ділянок в натурі (на місцевості)</w:t>
              </w:r>
            </w:hyperlink>
            <w:r>
              <w:t>».</w:t>
            </w:r>
          </w:p>
        </w:tc>
      </w:tr>
      <w:tr w:rsidR="000A6A4E" w:rsidRPr="00852092" w:rsidTr="00CB761C">
        <w:trPr>
          <w:trHeight w:val="1657"/>
        </w:trPr>
        <w:tc>
          <w:tcPr>
            <w:tcW w:w="2090" w:type="dxa"/>
          </w:tcPr>
          <w:p w:rsidR="000A6A4E" w:rsidRDefault="000A6A4E" w:rsidP="004370F9">
            <w:pPr>
              <w:pStyle w:val="TableParagraph"/>
              <w:spacing w:before="132"/>
              <w:ind w:left="200"/>
              <w:rPr>
                <w:b/>
                <w:sz w:val="24"/>
              </w:rPr>
            </w:pPr>
          </w:p>
          <w:p w:rsidR="000A6A4E" w:rsidRDefault="000A6A4E" w:rsidP="004370F9">
            <w:pPr>
              <w:pStyle w:val="TableParagraph"/>
              <w:spacing w:before="132"/>
              <w:ind w:left="200"/>
              <w:rPr>
                <w:b/>
                <w:sz w:val="24"/>
              </w:rPr>
            </w:pPr>
            <w:r>
              <w:rPr>
                <w:b/>
                <w:sz w:val="24"/>
              </w:rPr>
              <w:t>ГОЛОСУВАЛИ:</w:t>
            </w:r>
          </w:p>
        </w:tc>
        <w:tc>
          <w:tcPr>
            <w:tcW w:w="8140" w:type="dxa"/>
          </w:tcPr>
          <w:p w:rsidR="000A6A4E" w:rsidRDefault="000A6A4E" w:rsidP="004370F9">
            <w:pPr>
              <w:pStyle w:val="BodyText"/>
              <w:ind w:left="200" w:right="483"/>
              <w:jc w:val="both"/>
            </w:pPr>
          </w:p>
          <w:p w:rsidR="000A6A4E" w:rsidRDefault="000A6A4E" w:rsidP="004370F9">
            <w:pPr>
              <w:pStyle w:val="BodyText"/>
              <w:ind w:left="200" w:right="483"/>
              <w:jc w:val="both"/>
            </w:pPr>
          </w:p>
          <w:p w:rsidR="000A6A4E" w:rsidRPr="00CB57ED" w:rsidRDefault="000A6A4E" w:rsidP="004370F9">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4370F9">
            <w:pPr>
              <w:pStyle w:val="TableParagraph"/>
              <w:spacing w:before="132"/>
              <w:ind w:left="200"/>
              <w:rPr>
                <w:b/>
                <w:sz w:val="24"/>
              </w:rPr>
            </w:pPr>
            <w:r>
              <w:rPr>
                <w:b/>
                <w:sz w:val="24"/>
              </w:rPr>
              <w:t>Слухали:</w:t>
            </w:r>
          </w:p>
          <w:p w:rsidR="000A6A4E" w:rsidRDefault="000A6A4E" w:rsidP="004370F9">
            <w:pPr>
              <w:pStyle w:val="TableParagraph"/>
              <w:spacing w:before="132"/>
              <w:ind w:left="200"/>
              <w:rPr>
                <w:b/>
                <w:sz w:val="24"/>
              </w:rPr>
            </w:pPr>
            <w:r w:rsidRPr="00AD2122">
              <w:rPr>
                <w:b/>
                <w:sz w:val="24"/>
              </w:rPr>
              <w:t>Гринчука Г.П</w:t>
            </w:r>
          </w:p>
        </w:tc>
        <w:tc>
          <w:tcPr>
            <w:tcW w:w="8140" w:type="dxa"/>
          </w:tcPr>
          <w:p w:rsidR="000A6A4E" w:rsidRPr="00852092" w:rsidRDefault="000A6A4E" w:rsidP="004370F9">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16" w:history="1">
              <w:r w:rsidRPr="001E6181">
                <w:rPr>
                  <w:rStyle w:val="Hyperlink"/>
                  <w:color w:val="auto"/>
                  <w:sz w:val="24"/>
                  <w:szCs w:val="24"/>
                  <w:bdr w:val="none" w:sz="0" w:space="0" w:color="auto" w:frame="1"/>
                </w:rPr>
                <w:t>Про відмову в затвердженні проектів землеустрою</w:t>
              </w:r>
            </w:hyperlink>
            <w:r>
              <w:rPr>
                <w:sz w:val="24"/>
                <w:szCs w:val="24"/>
              </w:rPr>
              <w:t>»</w:t>
            </w:r>
            <w:r w:rsidRPr="00031B97">
              <w:rPr>
                <w:sz w:val="24"/>
                <w:szCs w:val="24"/>
              </w:rPr>
              <w:t>.</w:t>
            </w:r>
          </w:p>
        </w:tc>
      </w:tr>
      <w:tr w:rsidR="000A6A4E" w:rsidRPr="00852092" w:rsidTr="00CB761C">
        <w:trPr>
          <w:trHeight w:val="1657"/>
        </w:trPr>
        <w:tc>
          <w:tcPr>
            <w:tcW w:w="2090" w:type="dxa"/>
          </w:tcPr>
          <w:p w:rsidR="000A6A4E" w:rsidRPr="00EA00CA" w:rsidRDefault="000A6A4E" w:rsidP="004370F9">
            <w:pPr>
              <w:pStyle w:val="TableParagraph"/>
              <w:spacing w:before="135" w:line="275" w:lineRule="exact"/>
              <w:ind w:left="200"/>
              <w:rPr>
                <w:b/>
                <w:sz w:val="24"/>
              </w:rPr>
            </w:pPr>
            <w:r w:rsidRPr="00EA00CA">
              <w:rPr>
                <w:b/>
                <w:sz w:val="24"/>
              </w:rPr>
              <w:t>ВИСТУПИЛИ:</w:t>
            </w:r>
          </w:p>
          <w:p w:rsidR="000A6A4E" w:rsidRPr="00EA00CA" w:rsidRDefault="000A6A4E" w:rsidP="004370F9">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4370F9">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217" w:history="1">
              <w:r w:rsidRPr="001E6181">
                <w:rPr>
                  <w:rStyle w:val="Hyperlink"/>
                  <w:color w:val="auto"/>
                  <w:sz w:val="24"/>
                  <w:szCs w:val="24"/>
                  <w:bdr w:val="none" w:sz="0" w:space="0" w:color="auto" w:frame="1"/>
                </w:rPr>
                <w:t>Про відмову в затвердженні проектів землеустрою</w:t>
              </w:r>
            </w:hyperlink>
            <w:r>
              <w:t>».</w:t>
            </w:r>
          </w:p>
        </w:tc>
      </w:tr>
      <w:tr w:rsidR="000A6A4E" w:rsidRPr="00852092" w:rsidTr="00CB761C">
        <w:trPr>
          <w:trHeight w:val="1657"/>
        </w:trPr>
        <w:tc>
          <w:tcPr>
            <w:tcW w:w="2090" w:type="dxa"/>
          </w:tcPr>
          <w:p w:rsidR="000A6A4E" w:rsidRPr="000D243F" w:rsidRDefault="000A6A4E" w:rsidP="004370F9">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4370F9">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4370F9">
            <w:pPr>
              <w:pStyle w:val="TableParagraph"/>
              <w:spacing w:line="263" w:lineRule="exact"/>
              <w:jc w:val="both"/>
              <w:rPr>
                <w:sz w:val="24"/>
              </w:rPr>
            </w:pPr>
            <w:r>
              <w:t>«</w:t>
            </w:r>
            <w:hyperlink r:id="rId218" w:history="1">
              <w:r w:rsidRPr="001E6181">
                <w:rPr>
                  <w:rStyle w:val="Hyperlink"/>
                  <w:color w:val="auto"/>
                  <w:sz w:val="24"/>
                  <w:szCs w:val="24"/>
                  <w:bdr w:val="none" w:sz="0" w:space="0" w:color="auto" w:frame="1"/>
                </w:rPr>
                <w:t>Про відмову в затвердженні проектів землеустрою</w:t>
              </w:r>
            </w:hyperlink>
            <w:r>
              <w:t>».</w:t>
            </w:r>
          </w:p>
        </w:tc>
      </w:tr>
      <w:tr w:rsidR="000A6A4E" w:rsidRPr="00852092" w:rsidTr="00CB761C">
        <w:trPr>
          <w:trHeight w:val="1657"/>
        </w:trPr>
        <w:tc>
          <w:tcPr>
            <w:tcW w:w="2090" w:type="dxa"/>
          </w:tcPr>
          <w:p w:rsidR="000A6A4E" w:rsidRDefault="000A6A4E" w:rsidP="004370F9">
            <w:pPr>
              <w:pStyle w:val="TableParagraph"/>
              <w:spacing w:before="132"/>
              <w:ind w:left="200"/>
              <w:rPr>
                <w:b/>
                <w:sz w:val="24"/>
              </w:rPr>
            </w:pPr>
          </w:p>
          <w:p w:rsidR="000A6A4E" w:rsidRDefault="000A6A4E" w:rsidP="004370F9">
            <w:pPr>
              <w:pStyle w:val="TableParagraph"/>
              <w:spacing w:before="132"/>
              <w:ind w:left="200"/>
              <w:rPr>
                <w:b/>
                <w:sz w:val="24"/>
              </w:rPr>
            </w:pPr>
            <w:r>
              <w:rPr>
                <w:b/>
                <w:sz w:val="24"/>
              </w:rPr>
              <w:t>ГОЛОСУВАЛИ:</w:t>
            </w:r>
          </w:p>
        </w:tc>
        <w:tc>
          <w:tcPr>
            <w:tcW w:w="8140" w:type="dxa"/>
          </w:tcPr>
          <w:p w:rsidR="000A6A4E" w:rsidRDefault="000A6A4E" w:rsidP="004370F9">
            <w:pPr>
              <w:pStyle w:val="BodyText"/>
              <w:ind w:left="200" w:right="483"/>
              <w:jc w:val="both"/>
            </w:pPr>
          </w:p>
          <w:p w:rsidR="000A6A4E" w:rsidRDefault="000A6A4E" w:rsidP="004370F9">
            <w:pPr>
              <w:pStyle w:val="BodyText"/>
              <w:ind w:left="200" w:right="483"/>
              <w:jc w:val="both"/>
            </w:pPr>
          </w:p>
          <w:p w:rsidR="000A6A4E" w:rsidRPr="00CB57ED" w:rsidRDefault="000A6A4E" w:rsidP="004370F9">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r w:rsidR="000A6A4E" w:rsidRPr="00852092" w:rsidTr="00CB761C">
        <w:trPr>
          <w:trHeight w:val="1657"/>
        </w:trPr>
        <w:tc>
          <w:tcPr>
            <w:tcW w:w="2090" w:type="dxa"/>
          </w:tcPr>
          <w:p w:rsidR="000A6A4E" w:rsidRDefault="000A6A4E" w:rsidP="004370F9">
            <w:pPr>
              <w:pStyle w:val="TableParagraph"/>
              <w:spacing w:before="132"/>
              <w:ind w:left="200"/>
              <w:rPr>
                <w:b/>
                <w:sz w:val="24"/>
              </w:rPr>
            </w:pPr>
            <w:r>
              <w:rPr>
                <w:b/>
                <w:sz w:val="24"/>
              </w:rPr>
              <w:t>Слухали:</w:t>
            </w:r>
          </w:p>
          <w:p w:rsidR="000A6A4E" w:rsidRDefault="000A6A4E" w:rsidP="004370F9">
            <w:pPr>
              <w:pStyle w:val="TableParagraph"/>
              <w:spacing w:before="132"/>
              <w:ind w:left="200"/>
              <w:rPr>
                <w:b/>
                <w:sz w:val="24"/>
              </w:rPr>
            </w:pPr>
            <w:r w:rsidRPr="00AD2122">
              <w:rPr>
                <w:b/>
                <w:sz w:val="24"/>
              </w:rPr>
              <w:t>Гринчука Г.П</w:t>
            </w:r>
          </w:p>
        </w:tc>
        <w:tc>
          <w:tcPr>
            <w:tcW w:w="8140" w:type="dxa"/>
          </w:tcPr>
          <w:p w:rsidR="000A6A4E" w:rsidRPr="00852092" w:rsidRDefault="000A6A4E" w:rsidP="004370F9">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19" w:history="1">
              <w:r w:rsidRPr="001E6181">
                <w:rPr>
                  <w:rStyle w:val="Hyperlink"/>
                  <w:color w:val="auto"/>
                  <w:sz w:val="24"/>
                  <w:szCs w:val="24"/>
                  <w:bdr w:val="none" w:sz="0" w:space="0" w:color="auto" w:frame="1"/>
                </w:rPr>
                <w:t>Про відмову в наданні дозволу на розробку проектів землеустрою</w:t>
              </w:r>
            </w:hyperlink>
            <w:r>
              <w:rPr>
                <w:sz w:val="24"/>
                <w:szCs w:val="24"/>
              </w:rPr>
              <w:t>»</w:t>
            </w:r>
            <w:r w:rsidRPr="00031B97">
              <w:rPr>
                <w:sz w:val="24"/>
                <w:szCs w:val="24"/>
              </w:rPr>
              <w:t>.</w:t>
            </w:r>
          </w:p>
        </w:tc>
      </w:tr>
      <w:tr w:rsidR="000A6A4E" w:rsidRPr="00852092" w:rsidTr="00CB761C">
        <w:trPr>
          <w:trHeight w:val="1657"/>
        </w:trPr>
        <w:tc>
          <w:tcPr>
            <w:tcW w:w="2090" w:type="dxa"/>
          </w:tcPr>
          <w:p w:rsidR="000A6A4E" w:rsidRPr="00EA00CA" w:rsidRDefault="000A6A4E" w:rsidP="004370F9">
            <w:pPr>
              <w:pStyle w:val="TableParagraph"/>
              <w:spacing w:before="135" w:line="275" w:lineRule="exact"/>
              <w:ind w:left="200"/>
              <w:rPr>
                <w:b/>
                <w:sz w:val="24"/>
              </w:rPr>
            </w:pPr>
            <w:r w:rsidRPr="00EA00CA">
              <w:rPr>
                <w:b/>
                <w:sz w:val="24"/>
              </w:rPr>
              <w:t>ВИСТУПИЛИ:</w:t>
            </w:r>
          </w:p>
          <w:p w:rsidR="000A6A4E" w:rsidRPr="00EA00CA" w:rsidRDefault="000A6A4E" w:rsidP="004370F9">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4370F9">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hyperlink r:id="rId220" w:history="1">
              <w:r w:rsidRPr="001E6181">
                <w:rPr>
                  <w:rStyle w:val="Hyperlink"/>
                  <w:color w:val="auto"/>
                  <w:sz w:val="24"/>
                  <w:szCs w:val="24"/>
                  <w:bdr w:val="none" w:sz="0" w:space="0" w:color="auto" w:frame="1"/>
                </w:rPr>
                <w:t>Про відмову в наданні дозволу на розробку проектів землеустрою</w:t>
              </w:r>
            </w:hyperlink>
            <w:r>
              <w:t>».</w:t>
            </w:r>
          </w:p>
        </w:tc>
      </w:tr>
      <w:tr w:rsidR="000A6A4E" w:rsidRPr="00852092" w:rsidTr="00CB761C">
        <w:trPr>
          <w:trHeight w:val="1336"/>
        </w:trPr>
        <w:tc>
          <w:tcPr>
            <w:tcW w:w="2090" w:type="dxa"/>
          </w:tcPr>
          <w:p w:rsidR="000A6A4E" w:rsidRPr="000D243F" w:rsidRDefault="000A6A4E" w:rsidP="004370F9">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4370F9">
            <w:pPr>
              <w:ind w:left="110"/>
              <w:rPr>
                <w:sz w:val="24"/>
                <w:szCs w:val="24"/>
                <w:lang w:eastAsia="ru-RU"/>
              </w:rPr>
            </w:pPr>
            <w:r w:rsidRPr="00EA00CA">
              <w:rPr>
                <w:sz w:val="24"/>
                <w:szCs w:val="24"/>
              </w:rPr>
              <w:t xml:space="preserve">Підтримати проект рішення </w:t>
            </w:r>
            <w:r>
              <w:rPr>
                <w:sz w:val="24"/>
                <w:szCs w:val="24"/>
                <w:lang w:val="en-US"/>
              </w:rPr>
              <w:t>XI</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2A4F43">
              <w:rPr>
                <w:sz w:val="24"/>
                <w:szCs w:val="24"/>
                <w:lang w:val="ru-RU" w:eastAsia="ru-RU"/>
              </w:rPr>
              <w:t>7</w:t>
            </w:r>
            <w:r>
              <w:rPr>
                <w:sz w:val="24"/>
                <w:szCs w:val="24"/>
                <w:lang w:eastAsia="ru-RU"/>
              </w:rPr>
              <w:t xml:space="preserve"> травня</w:t>
            </w:r>
            <w:r w:rsidRPr="00EA00CA">
              <w:rPr>
                <w:sz w:val="24"/>
                <w:szCs w:val="24"/>
                <w:lang w:eastAsia="ru-RU"/>
              </w:rPr>
              <w:t xml:space="preserve"> 2021 року а саме:</w:t>
            </w:r>
          </w:p>
          <w:p w:rsidR="000A6A4E" w:rsidRPr="00A444A5" w:rsidRDefault="000A6A4E" w:rsidP="004370F9">
            <w:pPr>
              <w:pStyle w:val="TableParagraph"/>
              <w:spacing w:line="263" w:lineRule="exact"/>
              <w:jc w:val="both"/>
              <w:rPr>
                <w:sz w:val="24"/>
              </w:rPr>
            </w:pPr>
            <w:r>
              <w:t>«</w:t>
            </w:r>
            <w:hyperlink r:id="rId221" w:history="1">
              <w:r w:rsidRPr="001E6181">
                <w:rPr>
                  <w:rStyle w:val="Hyperlink"/>
                  <w:color w:val="auto"/>
                  <w:sz w:val="24"/>
                  <w:szCs w:val="24"/>
                  <w:bdr w:val="none" w:sz="0" w:space="0" w:color="auto" w:frame="1"/>
                </w:rPr>
                <w:t>Про відмову в наданні дозволу на розробку проектів землеустрою</w:t>
              </w:r>
            </w:hyperlink>
            <w:r>
              <w:t>».</w:t>
            </w:r>
          </w:p>
        </w:tc>
      </w:tr>
      <w:tr w:rsidR="000A6A4E" w:rsidRPr="00852092" w:rsidTr="00CB761C">
        <w:trPr>
          <w:trHeight w:val="1124"/>
        </w:trPr>
        <w:tc>
          <w:tcPr>
            <w:tcW w:w="2090" w:type="dxa"/>
          </w:tcPr>
          <w:p w:rsidR="000A6A4E" w:rsidRDefault="000A6A4E" w:rsidP="004370F9">
            <w:pPr>
              <w:pStyle w:val="TableParagraph"/>
              <w:spacing w:before="132"/>
              <w:ind w:left="200"/>
              <w:rPr>
                <w:b/>
                <w:sz w:val="24"/>
              </w:rPr>
            </w:pPr>
          </w:p>
          <w:p w:rsidR="000A6A4E" w:rsidRDefault="000A6A4E" w:rsidP="004370F9">
            <w:pPr>
              <w:pStyle w:val="TableParagraph"/>
              <w:spacing w:before="132"/>
              <w:ind w:left="200"/>
              <w:rPr>
                <w:b/>
                <w:sz w:val="24"/>
              </w:rPr>
            </w:pPr>
            <w:r>
              <w:rPr>
                <w:b/>
                <w:sz w:val="24"/>
              </w:rPr>
              <w:t>ГОЛОСУВАЛИ:</w:t>
            </w:r>
          </w:p>
        </w:tc>
        <w:tc>
          <w:tcPr>
            <w:tcW w:w="8140" w:type="dxa"/>
          </w:tcPr>
          <w:p w:rsidR="000A6A4E" w:rsidRDefault="000A6A4E" w:rsidP="004370F9">
            <w:pPr>
              <w:pStyle w:val="BodyText"/>
              <w:ind w:left="200" w:right="483"/>
              <w:jc w:val="both"/>
            </w:pPr>
          </w:p>
          <w:p w:rsidR="000A6A4E" w:rsidRDefault="000A6A4E" w:rsidP="004370F9">
            <w:pPr>
              <w:pStyle w:val="BodyText"/>
              <w:ind w:left="200" w:right="483"/>
              <w:jc w:val="both"/>
            </w:pPr>
          </w:p>
          <w:p w:rsidR="000A6A4E" w:rsidRPr="00CB57ED" w:rsidRDefault="000A6A4E" w:rsidP="004370F9">
            <w:r w:rsidRPr="00CB57ED">
              <w:rPr>
                <w:b/>
              </w:rPr>
              <w:t xml:space="preserve">За – </w:t>
            </w:r>
            <w:r>
              <w:rPr>
                <w:b/>
              </w:rPr>
              <w:t>5</w:t>
            </w:r>
            <w:r w:rsidRPr="00CB57ED">
              <w:rPr>
                <w:b/>
              </w:rPr>
              <w:t>, Проти – 0, Утрим. – 0, Не голос. – 0.</w:t>
            </w:r>
            <w:r w:rsidRPr="000D243F">
              <w:t xml:space="preserve"> </w:t>
            </w:r>
            <w:r w:rsidRPr="000D243F">
              <w:rPr>
                <w:b/>
              </w:rPr>
              <w:t>ПРИЙНЯТО</w:t>
            </w:r>
          </w:p>
        </w:tc>
      </w:tr>
    </w:tbl>
    <w:p w:rsidR="000A6A4E" w:rsidRDefault="000A6A4E" w:rsidP="00FD4177">
      <w:pPr>
        <w:rPr>
          <w:sz w:val="20"/>
          <w:szCs w:val="20"/>
        </w:rPr>
      </w:pPr>
    </w:p>
    <w:p w:rsidR="000A6A4E" w:rsidRDefault="000A6A4E" w:rsidP="00FD4177">
      <w:pPr>
        <w:rPr>
          <w:sz w:val="20"/>
          <w:szCs w:val="20"/>
        </w:rPr>
      </w:pPr>
    </w:p>
    <w:p w:rsidR="000A6A4E" w:rsidRPr="00140ED5" w:rsidRDefault="000A6A4E" w:rsidP="00D02FF4">
      <w:pPr>
        <w:tabs>
          <w:tab w:val="left" w:pos="2504"/>
        </w:tabs>
        <w:rPr>
          <w:sz w:val="24"/>
          <w:szCs w:val="24"/>
        </w:rPr>
      </w:pPr>
      <w:r w:rsidRPr="00140ED5">
        <w:rPr>
          <w:sz w:val="24"/>
          <w:szCs w:val="24"/>
        </w:rPr>
        <w:t>Голова комісії                                                                                       Г. Гринчук</w:t>
      </w:r>
    </w:p>
    <w:p w:rsidR="000A6A4E" w:rsidRPr="00140ED5" w:rsidRDefault="000A6A4E" w:rsidP="00D02FF4">
      <w:pPr>
        <w:tabs>
          <w:tab w:val="left" w:pos="2504"/>
        </w:tabs>
        <w:rPr>
          <w:sz w:val="24"/>
          <w:szCs w:val="24"/>
        </w:rPr>
      </w:pPr>
    </w:p>
    <w:p w:rsidR="000A6A4E" w:rsidRPr="00140ED5" w:rsidRDefault="000A6A4E" w:rsidP="00D02FF4">
      <w:pPr>
        <w:tabs>
          <w:tab w:val="left" w:pos="2504"/>
        </w:tabs>
        <w:rPr>
          <w:sz w:val="24"/>
          <w:szCs w:val="24"/>
        </w:rPr>
      </w:pPr>
      <w:r w:rsidRPr="00140ED5">
        <w:rPr>
          <w:sz w:val="24"/>
          <w:szCs w:val="24"/>
        </w:rPr>
        <w:t>Секретар комісії                                                                                   В. Фурман</w:t>
      </w:r>
    </w:p>
    <w:p w:rsidR="000A6A4E" w:rsidRDefault="000A6A4E" w:rsidP="003C27EF">
      <w:pPr>
        <w:tabs>
          <w:tab w:val="left" w:pos="4032"/>
        </w:tabs>
        <w:rPr>
          <w:sz w:val="20"/>
          <w:szCs w:val="20"/>
        </w:rPr>
      </w:pPr>
    </w:p>
    <w:p w:rsidR="000A6A4E" w:rsidRPr="00FD4177" w:rsidRDefault="000A6A4E" w:rsidP="003C27EF">
      <w:pPr>
        <w:tabs>
          <w:tab w:val="left" w:pos="2504"/>
        </w:tabs>
        <w:jc w:val="center"/>
        <w:rPr>
          <w:b/>
          <w:lang w:val="ru-RU"/>
        </w:rPr>
      </w:pPr>
      <w:r w:rsidRPr="00C77461">
        <w:rPr>
          <w:b/>
        </w:rPr>
        <w:t>ПРОТОКОЛ №</w:t>
      </w:r>
      <w:r>
        <w:rPr>
          <w:b/>
          <w:lang w:val="ru-RU"/>
        </w:rPr>
        <w:t>9</w:t>
      </w:r>
    </w:p>
    <w:p w:rsidR="000A6A4E" w:rsidRDefault="000A6A4E" w:rsidP="003C27EF">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3C27EF">
      <w:pPr>
        <w:spacing w:before="5" w:line="237" w:lineRule="auto"/>
        <w:ind w:left="262" w:right="550"/>
        <w:jc w:val="center"/>
        <w:rPr>
          <w:b/>
          <w:sz w:val="24"/>
        </w:rPr>
      </w:pPr>
      <w:r>
        <w:rPr>
          <w:b/>
          <w:sz w:val="24"/>
        </w:rPr>
        <w:t>планування території та містобудування</w:t>
      </w:r>
    </w:p>
    <w:p w:rsidR="000A6A4E" w:rsidRPr="00D02FF4" w:rsidRDefault="000A6A4E" w:rsidP="003C27EF">
      <w:pPr>
        <w:tabs>
          <w:tab w:val="right" w:pos="9491"/>
        </w:tabs>
        <w:spacing w:before="273"/>
        <w:ind w:left="200"/>
        <w:rPr>
          <w:b/>
          <w:i/>
          <w:sz w:val="24"/>
        </w:rPr>
      </w:pPr>
      <w:r>
        <w:rPr>
          <w:b/>
          <w:i/>
          <w:sz w:val="24"/>
        </w:rPr>
        <w:t>29 червня</w:t>
      </w:r>
      <w:r w:rsidRPr="00D02FF4">
        <w:rPr>
          <w:b/>
          <w:i/>
          <w:sz w:val="24"/>
        </w:rPr>
        <w:t xml:space="preserve"> 2021</w:t>
      </w:r>
      <w:r w:rsidRPr="00D02FF4">
        <w:rPr>
          <w:b/>
          <w:i/>
          <w:spacing w:val="2"/>
          <w:sz w:val="24"/>
        </w:rPr>
        <w:t xml:space="preserve"> </w:t>
      </w:r>
      <w:r w:rsidRPr="00D02FF4">
        <w:rPr>
          <w:b/>
          <w:i/>
          <w:sz w:val="24"/>
        </w:rPr>
        <w:t>року</w:t>
      </w:r>
      <w:r>
        <w:rPr>
          <w:i/>
          <w:sz w:val="24"/>
        </w:rPr>
        <w:tab/>
      </w:r>
      <w:r>
        <w:rPr>
          <w:b/>
          <w:i/>
          <w:sz w:val="24"/>
        </w:rPr>
        <w:t>10</w:t>
      </w:r>
      <w:r w:rsidRPr="00D02FF4">
        <w:rPr>
          <w:b/>
          <w:i/>
          <w:sz w:val="24"/>
        </w:rPr>
        <w:t>.00</w:t>
      </w:r>
    </w:p>
    <w:p w:rsidR="000A6A4E" w:rsidRDefault="000A6A4E" w:rsidP="003C27EF">
      <w:pPr>
        <w:pStyle w:val="Heading2"/>
        <w:spacing w:line="242" w:lineRule="auto"/>
        <w:ind w:right="6779"/>
        <w:rPr>
          <w:b w:val="0"/>
        </w:rPr>
      </w:pPr>
      <w:r>
        <w:t xml:space="preserve">Всього членів комісії – </w:t>
      </w:r>
      <w:r w:rsidRPr="00FA0114">
        <w:rPr>
          <w:b w:val="0"/>
          <w:i w:val="0"/>
        </w:rPr>
        <w:t>5 чол</w:t>
      </w:r>
      <w:r w:rsidRPr="00FA0114">
        <w:rPr>
          <w:b w:val="0"/>
        </w:rPr>
        <w:t>.</w:t>
      </w:r>
    </w:p>
    <w:p w:rsidR="000A6A4E" w:rsidRPr="00FD4177" w:rsidRDefault="000A6A4E" w:rsidP="003C27EF">
      <w:pPr>
        <w:pStyle w:val="BodyText"/>
        <w:spacing w:line="266" w:lineRule="exact"/>
        <w:ind w:left="200"/>
      </w:pPr>
      <w:r>
        <w:rPr>
          <w:b/>
          <w:i/>
        </w:rPr>
        <w:t xml:space="preserve">Присутні: </w:t>
      </w:r>
      <w:r>
        <w:t xml:space="preserve">Гринчук Г. П., Дудчак М.М., </w:t>
      </w:r>
      <w:r w:rsidRPr="00FD4177">
        <w:t>Кищук І.І., Фурман В.А.</w:t>
      </w:r>
    </w:p>
    <w:p w:rsidR="000A6A4E" w:rsidRPr="00FA0114" w:rsidRDefault="000A6A4E" w:rsidP="003C27EF">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3C27EF">
      <w:pPr>
        <w:pStyle w:val="BodyText"/>
        <w:spacing w:line="272" w:lineRule="exact"/>
        <w:ind w:left="200"/>
      </w:pPr>
      <w:r>
        <w:rPr>
          <w:b/>
          <w:i/>
        </w:rPr>
        <w:t xml:space="preserve">Запрошені: </w:t>
      </w:r>
      <w:r>
        <w:t xml:space="preserve">Р.Садлій – перший заступник Новоушицького селищного голови, О.Андрієнко, начальник  відділу </w:t>
      </w:r>
      <w:r w:rsidRPr="002A4F43">
        <w:rPr>
          <w:color w:val="000000"/>
          <w:shd w:val="clear" w:color="auto" w:fill="FFFFFF"/>
        </w:rPr>
        <w:t>земельних відносин та охорони навколишнього природного середовища</w:t>
      </w:r>
      <w:r>
        <w:t>.</w:t>
      </w:r>
    </w:p>
    <w:p w:rsidR="000A6A4E" w:rsidRDefault="000A6A4E" w:rsidP="003C27EF">
      <w:pPr>
        <w:tabs>
          <w:tab w:val="left" w:pos="4032"/>
        </w:tabs>
        <w:rPr>
          <w:sz w:val="20"/>
          <w:szCs w:val="20"/>
        </w:rPr>
      </w:pPr>
      <w:r>
        <w:rPr>
          <w:b/>
        </w:rPr>
        <w:t xml:space="preserve">                                                            </w:t>
      </w:r>
      <w:r w:rsidRPr="00267851">
        <w:rPr>
          <w:b/>
        </w:rPr>
        <w:t>ПОРЯДОК ДЕННИЙ</w:t>
      </w:r>
    </w:p>
    <w:p w:rsidR="000A6A4E" w:rsidRDefault="000A6A4E" w:rsidP="003C27EF">
      <w:pPr>
        <w:rPr>
          <w:sz w:val="20"/>
          <w:szCs w:val="20"/>
        </w:rPr>
      </w:pPr>
    </w:p>
    <w:tbl>
      <w:tblPr>
        <w:tblW w:w="10242" w:type="dxa"/>
        <w:tblInd w:w="13" w:type="dxa"/>
        <w:tblCellMar>
          <w:left w:w="0" w:type="dxa"/>
          <w:right w:w="0" w:type="dxa"/>
        </w:tblCellMar>
        <w:tblLook w:val="0000"/>
      </w:tblPr>
      <w:tblGrid>
        <w:gridCol w:w="788"/>
        <w:gridCol w:w="9454"/>
      </w:tblGrid>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1</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затвердження програми цифрового розвитку земельних відносин Новоушицької селищної ради на 2021-2023 роки</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2</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затвердження нормативної грошової оцінки земель населених пунктів</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3</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внесення змін до договорів оренди земельних ділянок</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4</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надання згоди на передачу в суборенду земельної ділянки</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5</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припинення права користування земельними ділянками</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6</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виділення земельних ділянок в натурі (на місцевості)</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7</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затвердження технічних документацій із землеустрою щодо встановлення (відновлення) меж земельних ділянок в натурі (на місцевості)</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8</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затвердження проектів землеустрою щодо відведення земельних ділянок під громадські пасовища</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9.</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затвердження проектів землеустрою щодо відведення земельних ділянок у власність</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10</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затвердження технічних документацій із землеустрою щодо інвентаризації земельних ділянок комунальної власності</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11</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надання дозволу на розроблення проектів землеустрою щодо відведення земельних ділянок у власність</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12</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надання дозволу на розроблення проектів землеустрою щодо відведення земельних ділянок в постійне користування</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13</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надання дозволу на розроблення проектів землеустрою щодо відведення земельних ділянок в оренду</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14.</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надання дозволу на розроблення проектів землеустрою щодо відведення земельних ділянок</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15</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інвентаризацію земельних ділянок комунальної власності</w:t>
            </w:r>
          </w:p>
        </w:tc>
      </w:tr>
      <w:tr w:rsidR="000A6A4E" w:rsidRPr="007A5DDF" w:rsidTr="003C27EF">
        <w:tc>
          <w:tcPr>
            <w:tcW w:w="788"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center"/>
              <w:rPr>
                <w:sz w:val="24"/>
                <w:szCs w:val="24"/>
              </w:rPr>
            </w:pPr>
            <w:r w:rsidRPr="007A5DDF">
              <w:rPr>
                <w:sz w:val="24"/>
                <w:szCs w:val="24"/>
              </w:rPr>
              <w:t>16</w:t>
            </w:r>
          </w:p>
        </w:tc>
        <w:tc>
          <w:tcPr>
            <w:tcW w:w="9454"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A5DDF" w:rsidRDefault="000A6A4E" w:rsidP="003C27EF">
            <w:pPr>
              <w:jc w:val="both"/>
              <w:rPr>
                <w:sz w:val="24"/>
                <w:szCs w:val="24"/>
              </w:rPr>
            </w:pPr>
            <w:r w:rsidRPr="007A5DDF">
              <w:rPr>
                <w:sz w:val="20"/>
                <w:szCs w:val="20"/>
                <w:shd w:val="clear" w:color="auto" w:fill="FFFFFF"/>
              </w:rPr>
              <w:t>Про відмову в наданні дозволу на розроблення проектів землеустрою щодо відведення земельних ділянок у власність</w:t>
            </w:r>
          </w:p>
        </w:tc>
      </w:tr>
    </w:tbl>
    <w:p w:rsidR="000A6A4E" w:rsidRPr="007A5DDF" w:rsidRDefault="000A6A4E" w:rsidP="003C27EF">
      <w:pPr>
        <w:rPr>
          <w:sz w:val="20"/>
          <w:szCs w:val="20"/>
        </w:rPr>
      </w:pPr>
    </w:p>
    <w:p w:rsidR="000A6A4E" w:rsidRPr="007A5DDF" w:rsidRDefault="000A6A4E" w:rsidP="003C27EF">
      <w:pPr>
        <w:rPr>
          <w:sz w:val="20"/>
          <w:szCs w:val="20"/>
        </w:rPr>
      </w:pPr>
    </w:p>
    <w:tbl>
      <w:tblPr>
        <w:tblW w:w="10230" w:type="dxa"/>
        <w:tblLayout w:type="fixed"/>
        <w:tblCellMar>
          <w:left w:w="0" w:type="dxa"/>
          <w:right w:w="0" w:type="dxa"/>
        </w:tblCellMar>
        <w:tblLook w:val="01E0"/>
      </w:tblPr>
      <w:tblGrid>
        <w:gridCol w:w="2090"/>
        <w:gridCol w:w="8140"/>
      </w:tblGrid>
      <w:tr w:rsidR="000A6A4E" w:rsidRPr="007A5DDF" w:rsidTr="00602D8B">
        <w:trPr>
          <w:trHeight w:val="1347"/>
        </w:trPr>
        <w:tc>
          <w:tcPr>
            <w:tcW w:w="2090" w:type="dxa"/>
          </w:tcPr>
          <w:p w:rsidR="000A6A4E" w:rsidRPr="007A5DDF" w:rsidRDefault="000A6A4E" w:rsidP="003C27EF">
            <w:pPr>
              <w:pStyle w:val="TableParagraph"/>
              <w:spacing w:line="262" w:lineRule="exact"/>
              <w:ind w:left="200"/>
              <w:rPr>
                <w:b/>
                <w:sz w:val="24"/>
              </w:rPr>
            </w:pPr>
            <w:r w:rsidRPr="007A5DDF">
              <w:rPr>
                <w:b/>
                <w:sz w:val="24"/>
              </w:rPr>
              <w:t>1. СЛУХАЛИ:</w:t>
            </w:r>
          </w:p>
          <w:p w:rsidR="000A6A4E" w:rsidRPr="007A5DDF" w:rsidRDefault="000A6A4E" w:rsidP="003C27EF">
            <w:pPr>
              <w:pStyle w:val="TableParagraph"/>
              <w:spacing w:line="272" w:lineRule="exact"/>
              <w:ind w:left="200"/>
              <w:rPr>
                <w:sz w:val="24"/>
              </w:rPr>
            </w:pPr>
            <w:r w:rsidRPr="007A5DDF">
              <w:rPr>
                <w:b/>
                <w:sz w:val="24"/>
              </w:rPr>
              <w:t xml:space="preserve">  Гринчука Г.П</w:t>
            </w:r>
            <w:r w:rsidRPr="007A5DDF">
              <w:rPr>
                <w:sz w:val="24"/>
              </w:rPr>
              <w:t>.</w:t>
            </w:r>
          </w:p>
        </w:tc>
        <w:tc>
          <w:tcPr>
            <w:tcW w:w="8140" w:type="dxa"/>
          </w:tcPr>
          <w:p w:rsidR="000A6A4E" w:rsidRPr="007A5DDF" w:rsidRDefault="000A6A4E" w:rsidP="003C27EF">
            <w:pPr>
              <w:pStyle w:val="BodyText"/>
              <w:ind w:left="200" w:right="483"/>
              <w:jc w:val="both"/>
            </w:pPr>
            <w:r w:rsidRPr="007A5DDF">
              <w:t>На</w:t>
            </w:r>
            <w:r w:rsidRPr="007A5DDF">
              <w:rPr>
                <w:spacing w:val="-18"/>
              </w:rPr>
              <w:t xml:space="preserve"> </w:t>
            </w:r>
            <w:r w:rsidRPr="007A5DDF">
              <w:t>розгляд</w:t>
            </w:r>
            <w:r w:rsidRPr="007A5DDF">
              <w:rPr>
                <w:spacing w:val="-17"/>
              </w:rPr>
              <w:t xml:space="preserve"> </w:t>
            </w:r>
            <w:r w:rsidRPr="007A5DDF">
              <w:t>комісії виноситься питання</w:t>
            </w:r>
            <w:r w:rsidRPr="007A5DDF">
              <w:rPr>
                <w:spacing w:val="-19"/>
              </w:rPr>
              <w:t xml:space="preserve"> «</w:t>
            </w:r>
            <w:r w:rsidRPr="007A5DDF">
              <w:rPr>
                <w:shd w:val="clear" w:color="auto" w:fill="FFFFFF"/>
              </w:rPr>
              <w:t>Про затвердження програми цифрового розвитку земельних відносин Новоушицької селищної ради на 2021-2023 роки</w:t>
            </w:r>
            <w:r w:rsidRPr="007A5DDF">
              <w:t>».</w:t>
            </w:r>
          </w:p>
          <w:p w:rsidR="000A6A4E" w:rsidRPr="007A5DDF" w:rsidRDefault="000A6A4E" w:rsidP="003C27EF"/>
          <w:p w:rsidR="000A6A4E" w:rsidRPr="007A5DDF" w:rsidRDefault="000A6A4E" w:rsidP="003C27EF">
            <w:pPr>
              <w:tabs>
                <w:tab w:val="left" w:pos="1052"/>
              </w:tabs>
            </w:pPr>
            <w:r w:rsidRPr="007A5DDF">
              <w:tab/>
            </w:r>
          </w:p>
        </w:tc>
      </w:tr>
      <w:tr w:rsidR="000A6A4E" w:rsidRPr="007A5DDF" w:rsidTr="00602D8B">
        <w:trPr>
          <w:trHeight w:val="1941"/>
        </w:trPr>
        <w:tc>
          <w:tcPr>
            <w:tcW w:w="2090" w:type="dxa"/>
          </w:tcPr>
          <w:p w:rsidR="000A6A4E" w:rsidRPr="007A5DDF" w:rsidRDefault="000A6A4E" w:rsidP="003C27EF">
            <w:pPr>
              <w:pStyle w:val="TableParagraph"/>
              <w:spacing w:before="135" w:line="275" w:lineRule="exact"/>
              <w:ind w:left="200"/>
              <w:rPr>
                <w:b/>
                <w:sz w:val="24"/>
              </w:rPr>
            </w:pPr>
            <w:r w:rsidRPr="007A5DDF">
              <w:rPr>
                <w:b/>
                <w:sz w:val="24"/>
              </w:rPr>
              <w:t>ВИСТУПИЛИ:</w:t>
            </w:r>
          </w:p>
          <w:p w:rsidR="000A6A4E" w:rsidRPr="007A5DDF" w:rsidRDefault="000A6A4E" w:rsidP="003C27EF">
            <w:pPr>
              <w:pStyle w:val="TableParagraph"/>
              <w:ind w:left="200" w:right="52"/>
              <w:rPr>
                <w:sz w:val="24"/>
              </w:rPr>
            </w:pPr>
            <w:r w:rsidRPr="007A5DDF">
              <w:rPr>
                <w:b/>
                <w:sz w:val="24"/>
              </w:rPr>
              <w:t>Андрієнко О.А.</w:t>
            </w:r>
          </w:p>
        </w:tc>
        <w:tc>
          <w:tcPr>
            <w:tcW w:w="8140" w:type="dxa"/>
          </w:tcPr>
          <w:p w:rsidR="000A6A4E" w:rsidRPr="007A5DDF" w:rsidRDefault="000A6A4E" w:rsidP="007E1C65">
            <w:pPr>
              <w:pStyle w:val="BodyText"/>
              <w:ind w:left="200" w:right="483"/>
              <w:jc w:val="both"/>
            </w:pPr>
            <w:r w:rsidRPr="007A5DDF">
              <w:t xml:space="preserve">Начальник  відділу </w:t>
            </w:r>
            <w:r w:rsidRPr="007A5DDF">
              <w:rPr>
                <w:shd w:val="clear" w:color="auto" w:fill="FFFFFF"/>
              </w:rPr>
              <w:t>земельних відносин та охорони навколишнього природного середовища</w:t>
            </w:r>
            <w:r w:rsidRPr="007A5DDF">
              <w:t xml:space="preserve"> виніс на розгляд комісії питання «</w:t>
            </w:r>
            <w:r w:rsidRPr="007A5DDF">
              <w:rPr>
                <w:shd w:val="clear" w:color="auto" w:fill="FFFFFF"/>
              </w:rPr>
              <w:t>Про затвердження програми цифрового розвитку земельних відносин Новоушицької селищної ради на 2021-2023 роки</w:t>
            </w:r>
            <w:r w:rsidRPr="007A5DDF">
              <w:t>».</w:t>
            </w:r>
          </w:p>
          <w:p w:rsidR="000A6A4E" w:rsidRPr="007A5DDF" w:rsidRDefault="000A6A4E" w:rsidP="003C27EF">
            <w:pPr>
              <w:pStyle w:val="TableParagraph"/>
              <w:jc w:val="both"/>
              <w:rPr>
                <w:sz w:val="24"/>
                <w:szCs w:val="24"/>
              </w:rPr>
            </w:pPr>
          </w:p>
        </w:tc>
      </w:tr>
      <w:tr w:rsidR="000A6A4E" w:rsidRPr="007A5DDF" w:rsidTr="00602D8B">
        <w:trPr>
          <w:trHeight w:val="411"/>
        </w:trPr>
        <w:tc>
          <w:tcPr>
            <w:tcW w:w="2090" w:type="dxa"/>
          </w:tcPr>
          <w:p w:rsidR="000A6A4E" w:rsidRPr="007A5DDF" w:rsidRDefault="000A6A4E" w:rsidP="003C27EF">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3C27EF">
            <w:pPr>
              <w:ind w:left="110"/>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3C27EF">
            <w:pPr>
              <w:pStyle w:val="TableParagraph"/>
              <w:spacing w:line="263" w:lineRule="exact"/>
              <w:jc w:val="both"/>
              <w:rPr>
                <w:sz w:val="24"/>
              </w:rPr>
            </w:pPr>
            <w:r w:rsidRPr="007A5DDF">
              <w:t>«</w:t>
            </w:r>
            <w:r w:rsidRPr="007A5DDF">
              <w:rPr>
                <w:sz w:val="24"/>
                <w:szCs w:val="24"/>
                <w:shd w:val="clear" w:color="auto" w:fill="FFFFFF"/>
              </w:rPr>
              <w:t>Про затвердження програми цифрового розвитку земельних відносин Новоушицької селищної ради на 2021-2023 роки</w:t>
            </w:r>
            <w:r w:rsidRPr="007A5DDF">
              <w:t>».</w:t>
            </w:r>
          </w:p>
        </w:tc>
      </w:tr>
      <w:tr w:rsidR="000A6A4E" w:rsidRPr="007A5DDF" w:rsidTr="00602D8B">
        <w:trPr>
          <w:trHeight w:val="1657"/>
        </w:trPr>
        <w:tc>
          <w:tcPr>
            <w:tcW w:w="2090" w:type="dxa"/>
          </w:tcPr>
          <w:p w:rsidR="000A6A4E" w:rsidRPr="007A5DDF" w:rsidRDefault="000A6A4E" w:rsidP="003C27EF">
            <w:pPr>
              <w:pStyle w:val="TableParagraph"/>
              <w:spacing w:before="132"/>
              <w:ind w:left="200"/>
              <w:rPr>
                <w:b/>
                <w:sz w:val="24"/>
              </w:rPr>
            </w:pPr>
          </w:p>
          <w:p w:rsidR="000A6A4E" w:rsidRPr="007A5DDF" w:rsidRDefault="000A6A4E" w:rsidP="003C27EF">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BodyText"/>
              <w:ind w:left="200" w:right="483"/>
              <w:jc w:val="both"/>
            </w:pPr>
          </w:p>
          <w:p w:rsidR="000A6A4E" w:rsidRPr="007A5DDF" w:rsidRDefault="000A6A4E" w:rsidP="003C27EF">
            <w:pPr>
              <w:pStyle w:val="BodyText"/>
              <w:ind w:left="200" w:right="483"/>
              <w:jc w:val="both"/>
            </w:pPr>
          </w:p>
          <w:p w:rsidR="000A6A4E" w:rsidRPr="007A5DDF" w:rsidRDefault="000A6A4E" w:rsidP="003C27EF">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tc>
      </w:tr>
      <w:tr w:rsidR="000A6A4E" w:rsidRPr="007A5DDF" w:rsidTr="00602D8B">
        <w:trPr>
          <w:trHeight w:val="1657"/>
        </w:trPr>
        <w:tc>
          <w:tcPr>
            <w:tcW w:w="2090" w:type="dxa"/>
          </w:tcPr>
          <w:p w:rsidR="000A6A4E" w:rsidRPr="007A5DDF" w:rsidRDefault="000A6A4E" w:rsidP="003C27EF">
            <w:pPr>
              <w:pStyle w:val="TableParagraph"/>
              <w:spacing w:before="132"/>
              <w:ind w:left="200"/>
              <w:rPr>
                <w:b/>
                <w:sz w:val="24"/>
              </w:rPr>
            </w:pPr>
            <w:r w:rsidRPr="007A5DDF">
              <w:rPr>
                <w:b/>
                <w:sz w:val="24"/>
              </w:rPr>
              <w:t>Слухали:</w:t>
            </w:r>
          </w:p>
          <w:p w:rsidR="000A6A4E" w:rsidRPr="007A5DDF" w:rsidRDefault="000A6A4E" w:rsidP="003C27EF">
            <w:pPr>
              <w:pStyle w:val="TableParagraph"/>
              <w:spacing w:before="132"/>
              <w:ind w:left="200"/>
              <w:rPr>
                <w:b/>
                <w:sz w:val="24"/>
              </w:rPr>
            </w:pPr>
            <w:r w:rsidRPr="007A5DDF">
              <w:rPr>
                <w:b/>
                <w:sz w:val="24"/>
              </w:rPr>
              <w:t>Гринчука Г.П</w:t>
            </w:r>
          </w:p>
        </w:tc>
        <w:tc>
          <w:tcPr>
            <w:tcW w:w="8140" w:type="dxa"/>
          </w:tcPr>
          <w:p w:rsidR="000A6A4E" w:rsidRPr="007A5DDF" w:rsidRDefault="000A6A4E" w:rsidP="003C27EF">
            <w:pPr>
              <w:pStyle w:val="TableParagraph"/>
              <w:spacing w:before="3" w:line="259" w:lineRule="exact"/>
              <w:ind w:left="359"/>
              <w:jc w:val="both"/>
              <w:rPr>
                <w:sz w:val="24"/>
                <w:szCs w:val="24"/>
              </w:rPr>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затвердження нормативної грошової оцінки земель населених пунктів</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602D8B">
            <w:pPr>
              <w:pStyle w:val="BodyText"/>
              <w:ind w:left="200" w:right="483"/>
              <w:jc w:val="both"/>
            </w:pPr>
            <w:r w:rsidRPr="007A5DDF">
              <w:t xml:space="preserve">Начальник  відділу </w:t>
            </w:r>
            <w:r w:rsidRPr="007A5DDF">
              <w:rPr>
                <w:shd w:val="clear" w:color="auto" w:fill="FFFFFF"/>
              </w:rPr>
              <w:t>земельних відносин та охорони навколишнього природного середовища</w:t>
            </w:r>
            <w:r w:rsidRPr="007A5DDF">
              <w:t xml:space="preserve"> виніс на розгляд комісії питання «</w:t>
            </w:r>
            <w:r w:rsidRPr="007A5DDF">
              <w:rPr>
                <w:shd w:val="clear" w:color="auto" w:fill="FFFFFF"/>
              </w:rPr>
              <w:t>Про затвердження нормативної грошової оцінки земель населених пунктів</w:t>
            </w:r>
            <w:r w:rsidRPr="007A5DDF">
              <w:t>».</w:t>
            </w:r>
          </w:p>
          <w:p w:rsidR="000A6A4E" w:rsidRPr="007A5DDF" w:rsidRDefault="000A6A4E" w:rsidP="003C27EF">
            <w:pPr>
              <w:pStyle w:val="TableParagraph"/>
              <w:spacing w:before="3" w:line="259" w:lineRule="exact"/>
              <w:ind w:left="359"/>
              <w:jc w:val="both"/>
            </w:pP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602D8B">
            <w:pPr>
              <w:ind w:left="110"/>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602D8B">
            <w:pPr>
              <w:pStyle w:val="TableParagraph"/>
              <w:spacing w:before="3" w:line="259" w:lineRule="exact"/>
              <w:jc w:val="both"/>
            </w:pPr>
            <w:r w:rsidRPr="007A5DDF">
              <w:t>«</w:t>
            </w:r>
            <w:r w:rsidRPr="007A5DDF">
              <w:rPr>
                <w:sz w:val="24"/>
                <w:szCs w:val="24"/>
                <w:shd w:val="clear" w:color="auto" w:fill="FFFFFF"/>
              </w:rPr>
              <w:t>Про затвердження програми цифрового розвитку земельних відносин Новоушицької селищної ради на 2021-2023 роки</w:t>
            </w:r>
            <w:r w:rsidRPr="007A5DDF">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rPr>
                <w:b/>
                <w:lang w:val="ru-RU"/>
              </w:rPr>
            </w:pPr>
          </w:p>
          <w:p w:rsidR="000A6A4E" w:rsidRPr="007A5DDF" w:rsidRDefault="000A6A4E" w:rsidP="003C27EF">
            <w:pPr>
              <w:pStyle w:val="TableParagraph"/>
              <w:spacing w:before="3" w:line="259" w:lineRule="exact"/>
              <w:ind w:left="359"/>
              <w:jc w:val="both"/>
              <w:rPr>
                <w:b/>
                <w:lang w:val="ru-RU"/>
              </w:rPr>
            </w:pPr>
          </w:p>
          <w:p w:rsidR="000A6A4E" w:rsidRPr="007A5DDF" w:rsidRDefault="000A6A4E" w:rsidP="003C27EF">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3C27EF">
            <w:pPr>
              <w:pStyle w:val="TableParagraph"/>
              <w:spacing w:before="3" w:line="259" w:lineRule="exact"/>
              <w:ind w:left="359"/>
              <w:jc w:val="both"/>
              <w:rPr>
                <w:lang w:val="ru-RU"/>
              </w:rPr>
            </w:pP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602D8B">
            <w:pPr>
              <w:pStyle w:val="TableParagraph"/>
              <w:spacing w:before="3" w:line="259" w:lineRule="exact"/>
              <w:jc w:val="both"/>
              <w:rPr>
                <w:sz w:val="24"/>
                <w:szCs w:val="24"/>
              </w:rPr>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внесення змін до договорів оренди земельних ділянок</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602D8B">
            <w:pPr>
              <w:pStyle w:val="BodyText"/>
              <w:ind w:left="200" w:right="483"/>
              <w:jc w:val="both"/>
            </w:pPr>
            <w:r w:rsidRPr="007A5DDF">
              <w:t xml:space="preserve">Начальник  відділу </w:t>
            </w:r>
            <w:r w:rsidRPr="007A5DDF">
              <w:rPr>
                <w:shd w:val="clear" w:color="auto" w:fill="FFFFFF"/>
              </w:rPr>
              <w:t>земельних відносин та охорони навколишнього природного середовища</w:t>
            </w:r>
            <w:r w:rsidRPr="007A5DDF">
              <w:t xml:space="preserve"> виніс на розгляд комісії питання «</w:t>
            </w:r>
            <w:r w:rsidRPr="007A5DDF">
              <w:rPr>
                <w:shd w:val="clear" w:color="auto" w:fill="FFFFFF"/>
              </w:rPr>
              <w:t>Про внесення змін до договорів оренди земельних ділянок</w:t>
            </w:r>
            <w:r w:rsidRPr="007A5DDF">
              <w:t>».</w:t>
            </w:r>
          </w:p>
          <w:p w:rsidR="000A6A4E" w:rsidRPr="007A5DDF" w:rsidRDefault="000A6A4E" w:rsidP="003C27EF">
            <w:pPr>
              <w:pStyle w:val="TableParagraph"/>
              <w:spacing w:before="3" w:line="259" w:lineRule="exact"/>
              <w:ind w:left="359"/>
              <w:jc w:val="both"/>
            </w:pP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602D8B">
            <w:pPr>
              <w:ind w:left="110"/>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602D8B">
            <w:pPr>
              <w:pStyle w:val="TableParagraph"/>
              <w:spacing w:before="3" w:line="259" w:lineRule="exact"/>
              <w:jc w:val="both"/>
            </w:pPr>
            <w:r w:rsidRPr="007A5DDF">
              <w:t>«</w:t>
            </w:r>
            <w:r w:rsidRPr="007A5DDF">
              <w:rPr>
                <w:sz w:val="24"/>
                <w:szCs w:val="24"/>
                <w:shd w:val="clear" w:color="auto" w:fill="FFFFFF"/>
              </w:rPr>
              <w:t>Про внесення змін до договорів оренди земельних ділянок</w:t>
            </w:r>
            <w:r w:rsidRPr="007A5DDF">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2A5D31"/>
          <w:p w:rsidR="000A6A4E" w:rsidRPr="007A5DDF" w:rsidRDefault="000A6A4E" w:rsidP="002A5D31">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2A5D31"/>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BE37D8">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надання згоди на передачу в суборенду земельної ділянки</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BE37D8">
            <w:pPr>
              <w:pStyle w:val="BodyText"/>
              <w:ind w:right="483"/>
              <w:jc w:val="both"/>
            </w:pPr>
            <w:r w:rsidRPr="007A5DDF">
              <w:t xml:space="preserve">Начальник  відділу </w:t>
            </w:r>
            <w:r w:rsidRPr="007A5DDF">
              <w:rPr>
                <w:shd w:val="clear" w:color="auto" w:fill="FFFFFF"/>
              </w:rPr>
              <w:t>земельних відносин та охорони навколишнього природного середовища</w:t>
            </w:r>
            <w:r w:rsidRPr="007A5DDF">
              <w:t xml:space="preserve"> виніс на розгляд комісії питання «</w:t>
            </w:r>
            <w:r w:rsidRPr="007A5DDF">
              <w:rPr>
                <w:shd w:val="clear" w:color="auto" w:fill="FFFFFF"/>
              </w:rPr>
              <w:t>Про надання згоди на передачу в суборенду земельної ділянки</w:t>
            </w:r>
            <w:r w:rsidRPr="007A5DDF">
              <w:t>».</w:t>
            </w:r>
          </w:p>
          <w:p w:rsidR="000A6A4E" w:rsidRPr="007A5DDF" w:rsidRDefault="000A6A4E" w:rsidP="003C27EF">
            <w:pPr>
              <w:pStyle w:val="TableParagraph"/>
              <w:spacing w:before="3" w:line="259" w:lineRule="exact"/>
              <w:ind w:left="359"/>
              <w:jc w:val="both"/>
            </w:pP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2A5D31">
            <w:pPr>
              <w:ind w:left="110"/>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2A5D31">
            <w:pPr>
              <w:pStyle w:val="TableParagraph"/>
              <w:spacing w:before="3" w:line="259" w:lineRule="exact"/>
              <w:jc w:val="both"/>
            </w:pPr>
            <w:r w:rsidRPr="007A5DDF">
              <w:t>«</w:t>
            </w:r>
            <w:r w:rsidRPr="007A5DDF">
              <w:rPr>
                <w:sz w:val="24"/>
                <w:szCs w:val="24"/>
                <w:shd w:val="clear" w:color="auto" w:fill="FFFFFF"/>
              </w:rPr>
              <w:t>Про надання згоди на передачу в суборенду земельної ділянки</w:t>
            </w:r>
            <w:r w:rsidRPr="007A5DDF">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2A5D31"/>
          <w:p w:rsidR="000A6A4E" w:rsidRPr="007A5DDF" w:rsidRDefault="000A6A4E" w:rsidP="002A5D31">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2A5D31"/>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BE37D8">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припинення права користування земельними ділянками</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BE37D8">
            <w:pPr>
              <w:pStyle w:val="TableParagraph"/>
              <w:spacing w:before="3" w:line="259" w:lineRule="exact"/>
              <w:ind w:left="0"/>
              <w:jc w:val="both"/>
              <w:rPr>
                <w:lang w:val="ru-RU"/>
              </w:rPr>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припинення права користування земельними ділянками</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2A5D31">
            <w:pPr>
              <w:ind w:left="110"/>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2A5D31">
            <w:pPr>
              <w:pStyle w:val="TableParagraph"/>
              <w:spacing w:before="3" w:line="259" w:lineRule="exact"/>
              <w:jc w:val="both"/>
            </w:pPr>
            <w:r w:rsidRPr="007A5DDF">
              <w:t>«</w:t>
            </w:r>
            <w:r w:rsidRPr="007A5DDF">
              <w:rPr>
                <w:sz w:val="24"/>
                <w:szCs w:val="24"/>
                <w:shd w:val="clear" w:color="auto" w:fill="FFFFFF"/>
              </w:rPr>
              <w:t>Про припинення права користування земельними ділянками</w:t>
            </w:r>
            <w:r w:rsidRPr="007A5DDF">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2A5D31"/>
          <w:p w:rsidR="000A6A4E" w:rsidRPr="007A5DDF" w:rsidRDefault="000A6A4E" w:rsidP="002A5D31">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2A5D31"/>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BE37D8">
            <w:pPr>
              <w:pStyle w:val="TableParagraph"/>
              <w:spacing w:before="3" w:line="259" w:lineRule="exact"/>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питання «</w:t>
            </w:r>
            <w:r w:rsidRPr="007A5DDF">
              <w:rPr>
                <w:sz w:val="24"/>
                <w:szCs w:val="24"/>
                <w:shd w:val="clear" w:color="auto" w:fill="FFFFFF"/>
              </w:rPr>
              <w:t>Про виділення земельних ділянок в натурі (на місцевості)</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BE37D8">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виділення земельних ділянок в натурі (на місцевості)</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BE37D8">
            <w:pPr>
              <w:ind w:left="110"/>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BE37D8">
            <w:pPr>
              <w:pStyle w:val="TableParagraph"/>
              <w:spacing w:before="3" w:line="259" w:lineRule="exact"/>
              <w:ind w:left="0"/>
              <w:jc w:val="both"/>
              <w:rPr>
                <w:lang w:val="ru-RU"/>
              </w:rPr>
            </w:pPr>
            <w:r w:rsidRPr="007A5DDF">
              <w:t>«</w:t>
            </w:r>
            <w:r w:rsidRPr="007A5DDF">
              <w:rPr>
                <w:sz w:val="24"/>
                <w:szCs w:val="24"/>
                <w:shd w:val="clear" w:color="auto" w:fill="FFFFFF"/>
              </w:rPr>
              <w:t>Про надання згоди на передачу в суборенду земельної ділянки</w:t>
            </w:r>
            <w:r w:rsidRPr="007A5DDF">
              <w:t>»</w:t>
            </w:r>
            <w:r w:rsidRPr="007A5DDF">
              <w:rPr>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BE37D8"/>
          <w:p w:rsidR="000A6A4E" w:rsidRPr="007A5DDF" w:rsidRDefault="000A6A4E" w:rsidP="00BE37D8">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BE37D8"/>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BE37D8">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виділення земельних ділянок в натурі (на місцевості)</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BE37D8">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виділення земельних ділянок в натурі (на місцевості)</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BE37D8">
            <w:pPr>
              <w:ind w:left="110"/>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BE37D8">
            <w:pPr>
              <w:pStyle w:val="TableParagraph"/>
              <w:spacing w:before="3" w:line="259" w:lineRule="exact"/>
              <w:ind w:left="0"/>
              <w:jc w:val="both"/>
            </w:pPr>
            <w:r w:rsidRPr="007A5DDF">
              <w:t>«</w:t>
            </w:r>
            <w:r w:rsidRPr="007A5DDF">
              <w:rPr>
                <w:sz w:val="24"/>
                <w:szCs w:val="24"/>
                <w:shd w:val="clear" w:color="auto" w:fill="FFFFFF"/>
              </w:rPr>
              <w:t>Про виділення земельних ділянок в натурі (на місцевості)</w:t>
            </w:r>
            <w:r w:rsidRPr="007A5DDF">
              <w:t>»</w:t>
            </w:r>
            <w:r w:rsidRPr="007A5DDF">
              <w:rPr>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BE37D8"/>
          <w:p w:rsidR="000A6A4E" w:rsidRPr="007A5DDF" w:rsidRDefault="000A6A4E" w:rsidP="00BE37D8">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BE37D8"/>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F40CD1">
            <w:pPr>
              <w:pStyle w:val="TableParagraph"/>
              <w:spacing w:before="3" w:line="259" w:lineRule="exact"/>
              <w:ind w:left="0"/>
              <w:jc w:val="both"/>
              <w:rPr>
                <w:lang w:val="ru-RU"/>
              </w:rPr>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затвердження технічних документацій із землеустрою щодо встановлення (відновлення) меж земельних ділянок в натурі (на місцевості</w:t>
            </w:r>
            <w:r w:rsidRPr="007A5DDF">
              <w:rPr>
                <w:sz w:val="20"/>
                <w:szCs w:val="20"/>
                <w:shd w:val="clear" w:color="auto" w:fill="FFFFFF"/>
              </w:rPr>
              <w:t>)</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F40CD1">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затвердження технічних документацій із землеустрою щодо встановлення (відновлення) меж земельних ділянок в натурі (на місцевості</w:t>
            </w:r>
            <w:r w:rsidRPr="007A5DDF">
              <w:rPr>
                <w:sz w:val="20"/>
                <w:szCs w:val="20"/>
                <w:shd w:val="clear" w:color="auto" w:fill="FFFFFF"/>
              </w:rPr>
              <w:t>)</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F40CD1">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F40CD1">
            <w:pPr>
              <w:pStyle w:val="TableParagraph"/>
              <w:spacing w:before="3" w:line="259" w:lineRule="exact"/>
              <w:ind w:left="0"/>
              <w:jc w:val="both"/>
              <w:rPr>
                <w:lang w:val="ru-RU"/>
              </w:rPr>
            </w:pPr>
            <w:r w:rsidRPr="007A5DDF">
              <w:t>«</w:t>
            </w:r>
            <w:r w:rsidRPr="007A5DDF">
              <w:rPr>
                <w:sz w:val="24"/>
                <w:szCs w:val="24"/>
                <w:shd w:val="clear" w:color="auto" w:fill="FFFFFF"/>
              </w:rPr>
              <w:t>Про затвердження технічних документацій із землеустрою щодо встановлення (відновлення) меж земельних ділянок в натурі (на місцевості</w:t>
            </w:r>
            <w:r w:rsidRPr="007A5DDF">
              <w:rPr>
                <w:sz w:val="20"/>
                <w:szCs w:val="20"/>
                <w:shd w:val="clear" w:color="auto" w:fill="FFFFFF"/>
              </w:rPr>
              <w:t>)</w:t>
            </w:r>
            <w:r w:rsidRPr="007A5DDF">
              <w:rPr>
                <w:sz w:val="20"/>
                <w:szCs w:val="20"/>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F40CD1"/>
          <w:p w:rsidR="000A6A4E" w:rsidRPr="007A5DDF" w:rsidRDefault="000A6A4E" w:rsidP="00F40CD1">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F40CD1"/>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F40CD1">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затвердження проектів землеустрою щодо відведення земельних ділянок під громадські пасовища</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95638F">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затвердження проектів землеустрою щодо відведення земельних ділянок під громадські пасовища».</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215555">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215555">
            <w:pPr>
              <w:pStyle w:val="TableParagraph"/>
              <w:spacing w:before="3" w:line="259" w:lineRule="exact"/>
              <w:ind w:left="0"/>
              <w:jc w:val="both"/>
              <w:rPr>
                <w:lang w:val="ru-RU"/>
              </w:rPr>
            </w:pPr>
            <w:r w:rsidRPr="007A5DDF">
              <w:t>«</w:t>
            </w:r>
            <w:r w:rsidRPr="007A5DDF">
              <w:rPr>
                <w:sz w:val="24"/>
                <w:szCs w:val="24"/>
                <w:shd w:val="clear" w:color="auto" w:fill="FFFFFF"/>
              </w:rPr>
              <w:t>Про затвердження проектів землеустрою щодо відведення земельних ділянок під громадські пасовища</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215555"/>
          <w:p w:rsidR="000A6A4E" w:rsidRPr="007A5DDF" w:rsidRDefault="000A6A4E" w:rsidP="00215555">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215555"/>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215555">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затвердження проектів землеустрою щодо відведення земельних ділянок у власність</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215555">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затвердження проектів землеустрою щодо відведення земельних ділянок у власність».</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215555">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215555">
            <w:pPr>
              <w:pStyle w:val="TableParagraph"/>
              <w:spacing w:before="3" w:line="259" w:lineRule="exact"/>
              <w:ind w:left="0"/>
              <w:jc w:val="both"/>
            </w:pPr>
            <w:r w:rsidRPr="007A5DDF">
              <w:t>«</w:t>
            </w:r>
            <w:r w:rsidRPr="007A5DDF">
              <w:rPr>
                <w:sz w:val="24"/>
                <w:szCs w:val="24"/>
                <w:shd w:val="clear" w:color="auto" w:fill="FFFFFF"/>
              </w:rPr>
              <w:t>Про затвердження проектів землеустрою щодо відведення земельних ділянок у власність</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215555"/>
          <w:p w:rsidR="000A6A4E" w:rsidRPr="007A5DDF" w:rsidRDefault="000A6A4E" w:rsidP="00215555">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215555"/>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215555">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затвердження технічних документацій із землеустрою щодо інвентаризації земельних ділянок комунальної власності</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215555">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затвердження технічних документацій із землеустрою щодо інвентаризації земельних ділянок комунальної власності».</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215555">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215555">
            <w:pPr>
              <w:pStyle w:val="TableParagraph"/>
              <w:spacing w:before="3" w:line="259" w:lineRule="exact"/>
              <w:ind w:left="0"/>
              <w:jc w:val="both"/>
            </w:pPr>
            <w:r w:rsidRPr="007A5DDF">
              <w:t>«</w:t>
            </w:r>
            <w:r w:rsidRPr="007A5DDF">
              <w:rPr>
                <w:sz w:val="24"/>
                <w:szCs w:val="24"/>
                <w:shd w:val="clear" w:color="auto" w:fill="FFFFFF"/>
              </w:rPr>
              <w:t>Про затвердження технічних документацій із землеустрою щодо інвентаризації земельних ділянок комунальної власності</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215555"/>
          <w:p w:rsidR="000A6A4E" w:rsidRPr="007A5DDF" w:rsidRDefault="000A6A4E" w:rsidP="00215555">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215555"/>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4842B5">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надання дозволу на розроблення проектів землеустрою щодо відведення земельних ділянок у власність</w:t>
            </w:r>
            <w:r w:rsidRPr="007A5DDF">
              <w:rPr>
                <w:sz w:val="24"/>
                <w:szCs w:val="24"/>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4842B5">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надання дозволу на розроблення проектів землеустрою щодо відведення земельних ділянок у власність».</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4842B5">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4842B5">
            <w:pPr>
              <w:pStyle w:val="TableParagraph"/>
              <w:spacing w:before="3" w:line="259" w:lineRule="exact"/>
              <w:ind w:left="0"/>
              <w:jc w:val="both"/>
            </w:pPr>
            <w:r w:rsidRPr="007A5DDF">
              <w:t>«</w:t>
            </w:r>
            <w:r w:rsidRPr="007A5DDF">
              <w:rPr>
                <w:sz w:val="24"/>
                <w:szCs w:val="24"/>
                <w:shd w:val="clear" w:color="auto" w:fill="FFFFFF"/>
              </w:rPr>
              <w:t>Про надання дозволу на розроблення проектів землеустрою щодо відведення земельних ділянок у власність</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4842B5"/>
          <w:p w:rsidR="000A6A4E" w:rsidRPr="007A5DDF" w:rsidRDefault="000A6A4E" w:rsidP="004842B5">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4842B5"/>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395669">
            <w:pPr>
              <w:pStyle w:val="TableParagraph"/>
              <w:spacing w:before="3" w:line="259" w:lineRule="exact"/>
              <w:ind w:left="0"/>
              <w:jc w:val="both"/>
              <w:rPr>
                <w:lang w:val="ru-RU"/>
              </w:rPr>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надання дозволу на розроблення проектів землеустрою щодо відведення земельних ділянок в постійне користування</w:t>
            </w:r>
            <w:r w:rsidRPr="007A5DDF">
              <w:rPr>
                <w:sz w:val="24"/>
                <w:szCs w:val="24"/>
              </w:rPr>
              <w:t>»</w:t>
            </w:r>
            <w:r w:rsidRPr="007A5DDF">
              <w:rPr>
                <w:sz w:val="24"/>
                <w:szCs w:val="24"/>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395669">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надання дозволу на розроблення проектів землеустрою щодо відведення земельних ділянок в постійне користування».</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395669">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395669">
            <w:pPr>
              <w:pStyle w:val="TableParagraph"/>
              <w:spacing w:before="3" w:line="259" w:lineRule="exact"/>
              <w:ind w:left="0"/>
              <w:jc w:val="both"/>
            </w:pPr>
            <w:r w:rsidRPr="007A5DDF">
              <w:t>«</w:t>
            </w:r>
            <w:r w:rsidRPr="007A5DDF">
              <w:rPr>
                <w:sz w:val="24"/>
                <w:szCs w:val="24"/>
                <w:shd w:val="clear" w:color="auto" w:fill="FFFFFF"/>
              </w:rPr>
              <w:t>Про надання дозволу на розроблення проектів землеустрою щодо відведення земельних ділянок в постійне користування</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395669"/>
          <w:p w:rsidR="000A6A4E" w:rsidRPr="007A5DDF" w:rsidRDefault="000A6A4E" w:rsidP="00395669">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395669"/>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E303BE">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надання дозволу на розроблення проектів землеустрою щодо відведення земельних ділянок в оренду</w:t>
            </w:r>
            <w:r w:rsidRPr="007A5DDF">
              <w:rPr>
                <w:sz w:val="24"/>
                <w:szCs w:val="24"/>
              </w:rPr>
              <w:t>»</w:t>
            </w:r>
            <w:r w:rsidRPr="007A5DDF">
              <w:rPr>
                <w:sz w:val="24"/>
                <w:szCs w:val="24"/>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E303BE">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надання дозволу на розроблення проектів землеустрою щодо відведення земельних ділянок в оренду».</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E303BE">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E303BE">
            <w:pPr>
              <w:pStyle w:val="TableParagraph"/>
              <w:spacing w:before="3" w:line="259" w:lineRule="exact"/>
              <w:ind w:left="0"/>
              <w:jc w:val="both"/>
            </w:pPr>
            <w:r w:rsidRPr="007A5DDF">
              <w:t>«</w:t>
            </w:r>
            <w:r w:rsidRPr="007A5DDF">
              <w:rPr>
                <w:sz w:val="24"/>
                <w:szCs w:val="24"/>
                <w:shd w:val="clear" w:color="auto" w:fill="FFFFFF"/>
              </w:rPr>
              <w:t>Про надання дозволу на розроблення проектів землеустрою щодо відведення земельних ділянок в оренду</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E303BE"/>
          <w:p w:rsidR="000A6A4E" w:rsidRPr="007A5DDF" w:rsidRDefault="000A6A4E" w:rsidP="00E303BE">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E303BE"/>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r w:rsidRPr="007A5DDF">
              <w:rPr>
                <w:b/>
                <w:sz w:val="24"/>
              </w:rPr>
              <w:t>Слухали:</w:t>
            </w:r>
          </w:p>
          <w:p w:rsidR="000A6A4E" w:rsidRPr="007A5DDF" w:rsidRDefault="000A6A4E" w:rsidP="00E303BE">
            <w:pPr>
              <w:pStyle w:val="TableParagraph"/>
              <w:spacing w:before="132"/>
              <w:ind w:left="200"/>
              <w:rPr>
                <w:b/>
                <w:sz w:val="24"/>
              </w:rPr>
            </w:pPr>
            <w:r w:rsidRPr="007A5DDF">
              <w:rPr>
                <w:b/>
                <w:sz w:val="24"/>
              </w:rPr>
              <w:t>Гринчука Г.П</w:t>
            </w:r>
          </w:p>
        </w:tc>
        <w:tc>
          <w:tcPr>
            <w:tcW w:w="8140" w:type="dxa"/>
          </w:tcPr>
          <w:p w:rsidR="000A6A4E" w:rsidRPr="007A5DDF" w:rsidRDefault="000A6A4E" w:rsidP="0045284A">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надання дозволу на розроблення проектів землеустрою щодо відведення земельних ділянок</w:t>
            </w:r>
            <w:r w:rsidRPr="007A5DDF">
              <w:rPr>
                <w:sz w:val="24"/>
                <w:szCs w:val="24"/>
              </w:rPr>
              <w:t>»</w:t>
            </w:r>
            <w:r w:rsidRPr="007A5DDF">
              <w:rPr>
                <w:sz w:val="24"/>
                <w:szCs w:val="24"/>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5" w:line="275" w:lineRule="exact"/>
              <w:ind w:left="200"/>
              <w:rPr>
                <w:b/>
                <w:sz w:val="24"/>
              </w:rPr>
            </w:pPr>
            <w:r w:rsidRPr="007A5DDF">
              <w:rPr>
                <w:b/>
                <w:sz w:val="24"/>
              </w:rPr>
              <w:t>ВИСТУПИЛИ:</w:t>
            </w:r>
          </w:p>
          <w:p w:rsidR="000A6A4E" w:rsidRPr="007A5DDF" w:rsidRDefault="000A6A4E" w:rsidP="00E303BE">
            <w:pPr>
              <w:pStyle w:val="TableParagraph"/>
              <w:ind w:left="200" w:right="52"/>
              <w:rPr>
                <w:sz w:val="24"/>
              </w:rPr>
            </w:pPr>
            <w:r w:rsidRPr="007A5DDF">
              <w:rPr>
                <w:b/>
                <w:sz w:val="24"/>
              </w:rPr>
              <w:t>Андрієнко О.А.</w:t>
            </w:r>
          </w:p>
        </w:tc>
        <w:tc>
          <w:tcPr>
            <w:tcW w:w="8140" w:type="dxa"/>
          </w:tcPr>
          <w:p w:rsidR="000A6A4E" w:rsidRPr="007A5DDF" w:rsidRDefault="000A6A4E" w:rsidP="0045284A">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надання дозволу на розроблення проектів землеустрою щодо відведення земельних ділянок».</w:t>
            </w:r>
          </w:p>
        </w:tc>
      </w:tr>
      <w:tr w:rsidR="000A6A4E" w:rsidRPr="007A5DDF" w:rsidTr="00602D8B">
        <w:trPr>
          <w:trHeight w:val="1657"/>
        </w:trPr>
        <w:tc>
          <w:tcPr>
            <w:tcW w:w="2090" w:type="dxa"/>
          </w:tcPr>
          <w:p w:rsidR="000A6A4E" w:rsidRPr="007A5DDF" w:rsidRDefault="000A6A4E" w:rsidP="00E303BE">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45284A">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45284A">
            <w:pPr>
              <w:pStyle w:val="TableParagraph"/>
              <w:spacing w:before="3" w:line="259" w:lineRule="exact"/>
              <w:ind w:left="0"/>
              <w:jc w:val="both"/>
            </w:pPr>
            <w:r w:rsidRPr="007A5DDF">
              <w:t>«</w:t>
            </w:r>
            <w:r w:rsidRPr="007A5DDF">
              <w:rPr>
                <w:sz w:val="24"/>
                <w:szCs w:val="24"/>
                <w:shd w:val="clear" w:color="auto" w:fill="FFFFFF"/>
              </w:rPr>
              <w:t>Про надання дозволу на розроблення проектів землеустрою щодо відведення земельних ділянок</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E303BE">
            <w:pPr>
              <w:pStyle w:val="TableParagraph"/>
              <w:spacing w:before="132"/>
              <w:ind w:left="200"/>
              <w:rPr>
                <w:b/>
                <w:sz w:val="24"/>
              </w:rPr>
            </w:pPr>
          </w:p>
          <w:p w:rsidR="000A6A4E" w:rsidRPr="007A5DDF" w:rsidRDefault="000A6A4E" w:rsidP="00E303BE">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45284A"/>
          <w:p w:rsidR="000A6A4E" w:rsidRPr="007A5DDF" w:rsidRDefault="000A6A4E" w:rsidP="0045284A">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45284A"/>
        </w:tc>
      </w:tr>
      <w:tr w:rsidR="000A6A4E" w:rsidRPr="007A5DDF" w:rsidTr="00602D8B">
        <w:trPr>
          <w:trHeight w:val="1657"/>
        </w:trPr>
        <w:tc>
          <w:tcPr>
            <w:tcW w:w="2090" w:type="dxa"/>
          </w:tcPr>
          <w:p w:rsidR="000A6A4E" w:rsidRPr="007A5DDF" w:rsidRDefault="000A6A4E" w:rsidP="009E0EC8">
            <w:pPr>
              <w:pStyle w:val="TableParagraph"/>
              <w:spacing w:before="132"/>
              <w:ind w:left="200"/>
              <w:rPr>
                <w:b/>
                <w:sz w:val="24"/>
              </w:rPr>
            </w:pPr>
            <w:r w:rsidRPr="007A5DDF">
              <w:rPr>
                <w:b/>
                <w:sz w:val="24"/>
              </w:rPr>
              <w:t>Слухали:</w:t>
            </w:r>
          </w:p>
          <w:p w:rsidR="000A6A4E" w:rsidRPr="007A5DDF" w:rsidRDefault="000A6A4E" w:rsidP="009E0EC8">
            <w:pPr>
              <w:pStyle w:val="TableParagraph"/>
              <w:spacing w:before="132"/>
              <w:ind w:left="200"/>
              <w:rPr>
                <w:b/>
                <w:sz w:val="24"/>
              </w:rPr>
            </w:pPr>
            <w:r w:rsidRPr="007A5DDF">
              <w:rPr>
                <w:b/>
                <w:sz w:val="24"/>
              </w:rPr>
              <w:t>Гринчука Г.П</w:t>
            </w:r>
          </w:p>
        </w:tc>
        <w:tc>
          <w:tcPr>
            <w:tcW w:w="8140" w:type="dxa"/>
          </w:tcPr>
          <w:p w:rsidR="000A6A4E" w:rsidRPr="007A5DDF" w:rsidRDefault="000A6A4E" w:rsidP="00B17207">
            <w:pPr>
              <w:pStyle w:val="TableParagraph"/>
              <w:spacing w:before="3" w:line="259" w:lineRule="exact"/>
              <w:ind w:left="0"/>
              <w:jc w:val="both"/>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інвентаризацію земельних ділянок комунальної власності</w:t>
            </w:r>
            <w:r w:rsidRPr="007A5DDF">
              <w:rPr>
                <w:sz w:val="24"/>
                <w:szCs w:val="24"/>
              </w:rPr>
              <w:t>»</w:t>
            </w:r>
            <w:r w:rsidRPr="007A5DDF">
              <w:rPr>
                <w:sz w:val="24"/>
                <w:szCs w:val="24"/>
                <w:lang w:val="ru-RU"/>
              </w:rPr>
              <w:t>.</w:t>
            </w:r>
          </w:p>
        </w:tc>
      </w:tr>
      <w:tr w:rsidR="000A6A4E" w:rsidRPr="007A5DDF" w:rsidTr="00602D8B">
        <w:trPr>
          <w:trHeight w:val="1657"/>
        </w:trPr>
        <w:tc>
          <w:tcPr>
            <w:tcW w:w="2090" w:type="dxa"/>
          </w:tcPr>
          <w:p w:rsidR="000A6A4E" w:rsidRPr="007A5DDF" w:rsidRDefault="000A6A4E" w:rsidP="009E0EC8">
            <w:pPr>
              <w:pStyle w:val="TableParagraph"/>
              <w:spacing w:before="135" w:line="275" w:lineRule="exact"/>
              <w:ind w:left="200"/>
              <w:rPr>
                <w:b/>
                <w:sz w:val="24"/>
              </w:rPr>
            </w:pPr>
            <w:r w:rsidRPr="007A5DDF">
              <w:rPr>
                <w:b/>
                <w:sz w:val="24"/>
              </w:rPr>
              <w:t>ВИСТУПИЛИ:</w:t>
            </w:r>
          </w:p>
          <w:p w:rsidR="000A6A4E" w:rsidRPr="007A5DDF" w:rsidRDefault="000A6A4E" w:rsidP="009E0EC8">
            <w:pPr>
              <w:pStyle w:val="TableParagraph"/>
              <w:ind w:left="200" w:right="52"/>
              <w:rPr>
                <w:sz w:val="24"/>
              </w:rPr>
            </w:pPr>
            <w:r w:rsidRPr="007A5DDF">
              <w:rPr>
                <w:b/>
                <w:sz w:val="24"/>
              </w:rPr>
              <w:t>Андрієнко О.А.</w:t>
            </w:r>
          </w:p>
        </w:tc>
        <w:tc>
          <w:tcPr>
            <w:tcW w:w="8140" w:type="dxa"/>
          </w:tcPr>
          <w:p w:rsidR="000A6A4E" w:rsidRPr="007A5DDF" w:rsidRDefault="000A6A4E" w:rsidP="00B17207">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інвентаризацію земельних ділянок комунальної власності».</w:t>
            </w:r>
          </w:p>
        </w:tc>
      </w:tr>
      <w:tr w:rsidR="000A6A4E" w:rsidRPr="007A5DDF" w:rsidTr="00602D8B">
        <w:trPr>
          <w:trHeight w:val="1657"/>
        </w:trPr>
        <w:tc>
          <w:tcPr>
            <w:tcW w:w="2090" w:type="dxa"/>
          </w:tcPr>
          <w:p w:rsidR="000A6A4E" w:rsidRPr="007A5DDF" w:rsidRDefault="000A6A4E" w:rsidP="009E0EC8">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643FB7">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643FB7">
            <w:pPr>
              <w:pStyle w:val="TableParagraph"/>
              <w:spacing w:before="3" w:line="259" w:lineRule="exact"/>
              <w:ind w:left="0"/>
              <w:jc w:val="both"/>
            </w:pPr>
            <w:r w:rsidRPr="007A5DDF">
              <w:t>«</w:t>
            </w:r>
            <w:r w:rsidRPr="007A5DDF">
              <w:rPr>
                <w:sz w:val="24"/>
                <w:szCs w:val="24"/>
                <w:shd w:val="clear" w:color="auto" w:fill="FFFFFF"/>
              </w:rPr>
              <w:t>Про інвентаризацію земельних ділянок комунальної власності</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9E0EC8">
            <w:pPr>
              <w:pStyle w:val="TableParagraph"/>
              <w:spacing w:before="132"/>
              <w:ind w:left="200"/>
              <w:rPr>
                <w:b/>
                <w:sz w:val="24"/>
              </w:rPr>
            </w:pPr>
          </w:p>
          <w:p w:rsidR="000A6A4E" w:rsidRPr="007A5DDF" w:rsidRDefault="000A6A4E" w:rsidP="009E0EC8">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643FB7"/>
          <w:p w:rsidR="000A6A4E" w:rsidRPr="007A5DDF" w:rsidRDefault="000A6A4E" w:rsidP="00643FB7">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643FB7"/>
        </w:tc>
      </w:tr>
      <w:tr w:rsidR="000A6A4E" w:rsidRPr="007A5DDF" w:rsidTr="00602D8B">
        <w:trPr>
          <w:trHeight w:val="1657"/>
        </w:trPr>
        <w:tc>
          <w:tcPr>
            <w:tcW w:w="2090" w:type="dxa"/>
          </w:tcPr>
          <w:p w:rsidR="000A6A4E" w:rsidRPr="007A5DDF" w:rsidRDefault="000A6A4E" w:rsidP="009E0EC8">
            <w:pPr>
              <w:pStyle w:val="TableParagraph"/>
              <w:spacing w:before="132"/>
              <w:ind w:left="200"/>
              <w:rPr>
                <w:b/>
                <w:sz w:val="24"/>
              </w:rPr>
            </w:pPr>
            <w:r w:rsidRPr="007A5DDF">
              <w:rPr>
                <w:b/>
                <w:sz w:val="24"/>
              </w:rPr>
              <w:t>Слухали:</w:t>
            </w:r>
          </w:p>
          <w:p w:rsidR="000A6A4E" w:rsidRPr="007A5DDF" w:rsidRDefault="000A6A4E" w:rsidP="009E0EC8">
            <w:pPr>
              <w:pStyle w:val="TableParagraph"/>
              <w:spacing w:before="132"/>
              <w:ind w:left="200"/>
              <w:rPr>
                <w:b/>
                <w:sz w:val="24"/>
              </w:rPr>
            </w:pPr>
            <w:r w:rsidRPr="007A5DDF">
              <w:rPr>
                <w:b/>
                <w:sz w:val="24"/>
              </w:rPr>
              <w:t>Гринчука Г.П</w:t>
            </w:r>
          </w:p>
        </w:tc>
        <w:tc>
          <w:tcPr>
            <w:tcW w:w="8140" w:type="dxa"/>
          </w:tcPr>
          <w:p w:rsidR="000A6A4E" w:rsidRPr="007A5DDF" w:rsidRDefault="000A6A4E" w:rsidP="009E0EC8">
            <w:pPr>
              <w:jc w:val="both"/>
              <w:rPr>
                <w:sz w:val="24"/>
                <w:szCs w:val="24"/>
              </w:rPr>
            </w:pPr>
            <w:r w:rsidRPr="007A5DDF">
              <w:rPr>
                <w:sz w:val="24"/>
                <w:szCs w:val="24"/>
              </w:rPr>
              <w:t>На</w:t>
            </w:r>
            <w:r w:rsidRPr="007A5DDF">
              <w:rPr>
                <w:spacing w:val="-18"/>
                <w:sz w:val="24"/>
                <w:szCs w:val="24"/>
              </w:rPr>
              <w:t xml:space="preserve"> </w:t>
            </w:r>
            <w:r w:rsidRPr="007A5DDF">
              <w:rPr>
                <w:sz w:val="24"/>
                <w:szCs w:val="24"/>
              </w:rPr>
              <w:t>розгляд</w:t>
            </w:r>
            <w:r w:rsidRPr="007A5DDF">
              <w:rPr>
                <w:spacing w:val="-17"/>
                <w:sz w:val="24"/>
                <w:szCs w:val="24"/>
              </w:rPr>
              <w:t xml:space="preserve"> </w:t>
            </w:r>
            <w:r w:rsidRPr="007A5DDF">
              <w:rPr>
                <w:sz w:val="24"/>
                <w:szCs w:val="24"/>
              </w:rPr>
              <w:t>комісії виноситься питання «</w:t>
            </w:r>
            <w:r w:rsidRPr="007A5DDF">
              <w:rPr>
                <w:sz w:val="24"/>
                <w:szCs w:val="24"/>
                <w:shd w:val="clear" w:color="auto" w:fill="FFFFFF"/>
              </w:rPr>
              <w:t>Про відмову в наданні дозволу на розроблення проектів землеустрою щодо відведення земельних ділянок у власність</w:t>
            </w:r>
            <w:r w:rsidRPr="007A5DDF">
              <w:rPr>
                <w:sz w:val="24"/>
                <w:szCs w:val="24"/>
              </w:rPr>
              <w:t>»</w:t>
            </w:r>
            <w:r w:rsidRPr="007A5DDF">
              <w:rPr>
                <w:sz w:val="24"/>
                <w:szCs w:val="24"/>
                <w:lang w:val="ru-RU"/>
              </w:rPr>
              <w:t>.</w:t>
            </w:r>
          </w:p>
        </w:tc>
      </w:tr>
      <w:tr w:rsidR="000A6A4E" w:rsidRPr="007A5DDF" w:rsidTr="00602D8B">
        <w:trPr>
          <w:trHeight w:val="1657"/>
        </w:trPr>
        <w:tc>
          <w:tcPr>
            <w:tcW w:w="2090" w:type="dxa"/>
          </w:tcPr>
          <w:p w:rsidR="000A6A4E" w:rsidRPr="007A5DDF" w:rsidRDefault="000A6A4E" w:rsidP="009E0EC8">
            <w:pPr>
              <w:pStyle w:val="TableParagraph"/>
              <w:spacing w:before="135" w:line="275" w:lineRule="exact"/>
              <w:ind w:left="200"/>
              <w:rPr>
                <w:b/>
                <w:sz w:val="24"/>
              </w:rPr>
            </w:pPr>
            <w:r w:rsidRPr="007A5DDF">
              <w:rPr>
                <w:b/>
                <w:sz w:val="24"/>
              </w:rPr>
              <w:t>ВИСТУПИЛИ:</w:t>
            </w:r>
          </w:p>
          <w:p w:rsidR="000A6A4E" w:rsidRPr="007A5DDF" w:rsidRDefault="000A6A4E" w:rsidP="009E0EC8">
            <w:pPr>
              <w:pStyle w:val="TableParagraph"/>
              <w:ind w:left="200" w:right="52"/>
              <w:rPr>
                <w:sz w:val="24"/>
              </w:rPr>
            </w:pPr>
            <w:r w:rsidRPr="007A5DDF">
              <w:rPr>
                <w:b/>
                <w:sz w:val="24"/>
              </w:rPr>
              <w:t>Андрієнко О.А.</w:t>
            </w:r>
          </w:p>
        </w:tc>
        <w:tc>
          <w:tcPr>
            <w:tcW w:w="8140" w:type="dxa"/>
          </w:tcPr>
          <w:p w:rsidR="000A6A4E" w:rsidRPr="007A5DDF" w:rsidRDefault="000A6A4E" w:rsidP="00643FB7">
            <w:pPr>
              <w:pStyle w:val="TableParagraph"/>
              <w:spacing w:before="3" w:line="259" w:lineRule="exact"/>
              <w:ind w:left="0"/>
              <w:jc w:val="both"/>
            </w:pPr>
            <w:r w:rsidRPr="007A5DDF">
              <w:rPr>
                <w:sz w:val="24"/>
                <w:szCs w:val="24"/>
              </w:rPr>
              <w:t xml:space="preserve">Начальник  відділу </w:t>
            </w:r>
            <w:r w:rsidRPr="007A5DDF">
              <w:rPr>
                <w:sz w:val="24"/>
                <w:szCs w:val="24"/>
                <w:shd w:val="clear" w:color="auto" w:fill="FFFFFF"/>
              </w:rPr>
              <w:t>земельних відносин та охорони навколишнього природного середовища</w:t>
            </w:r>
            <w:r w:rsidRPr="007A5DDF">
              <w:rPr>
                <w:sz w:val="24"/>
                <w:szCs w:val="24"/>
              </w:rPr>
              <w:t xml:space="preserve"> виніс на розгляд комісії питання «</w:t>
            </w:r>
            <w:r w:rsidRPr="007A5DDF">
              <w:rPr>
                <w:sz w:val="24"/>
                <w:szCs w:val="24"/>
                <w:shd w:val="clear" w:color="auto" w:fill="FFFFFF"/>
              </w:rPr>
              <w:t>Про відмову в наданні дозволу на розроблення проектів землеустрою щодо відведення земельних ділянок у власність».</w:t>
            </w:r>
          </w:p>
        </w:tc>
      </w:tr>
      <w:tr w:rsidR="000A6A4E" w:rsidRPr="007A5DDF" w:rsidTr="00602D8B">
        <w:trPr>
          <w:trHeight w:val="1657"/>
        </w:trPr>
        <w:tc>
          <w:tcPr>
            <w:tcW w:w="2090" w:type="dxa"/>
          </w:tcPr>
          <w:p w:rsidR="000A6A4E" w:rsidRPr="007A5DDF" w:rsidRDefault="000A6A4E" w:rsidP="009E0EC8">
            <w:pPr>
              <w:pStyle w:val="TableParagraph"/>
              <w:spacing w:line="268" w:lineRule="exact"/>
              <w:ind w:left="200"/>
              <w:jc w:val="center"/>
              <w:rPr>
                <w:b/>
                <w:sz w:val="24"/>
              </w:rPr>
            </w:pPr>
            <w:r w:rsidRPr="007A5DDF">
              <w:rPr>
                <w:b/>
                <w:sz w:val="24"/>
              </w:rPr>
              <w:t>ВИРІШИЛИ:</w:t>
            </w:r>
          </w:p>
        </w:tc>
        <w:tc>
          <w:tcPr>
            <w:tcW w:w="8140" w:type="dxa"/>
          </w:tcPr>
          <w:p w:rsidR="000A6A4E" w:rsidRPr="007A5DDF" w:rsidRDefault="000A6A4E" w:rsidP="00643FB7">
            <w:pPr>
              <w:rPr>
                <w:sz w:val="24"/>
                <w:szCs w:val="24"/>
                <w:lang w:eastAsia="ru-RU"/>
              </w:rPr>
            </w:pPr>
            <w:r w:rsidRPr="007A5DDF">
              <w:rPr>
                <w:sz w:val="24"/>
                <w:szCs w:val="24"/>
              </w:rPr>
              <w:t xml:space="preserve">Підтримати проект рішення ХII сесії селищної ради </w:t>
            </w:r>
            <w:r w:rsidRPr="007A5DDF">
              <w:rPr>
                <w:sz w:val="24"/>
                <w:szCs w:val="24"/>
                <w:shd w:val="clear" w:color="auto" w:fill="FFFFFF"/>
                <w:lang w:val="en-US" w:eastAsia="en-US"/>
              </w:rPr>
              <w:t>VIII</w:t>
            </w:r>
            <w:r w:rsidRPr="007A5DDF">
              <w:rPr>
                <w:sz w:val="24"/>
                <w:szCs w:val="24"/>
                <w:shd w:val="clear" w:color="auto" w:fill="FFFFFF"/>
                <w:lang w:eastAsia="en-US"/>
              </w:rPr>
              <w:t xml:space="preserve">           </w:t>
            </w:r>
            <w:r w:rsidRPr="007A5DDF">
              <w:rPr>
                <w:sz w:val="24"/>
                <w:szCs w:val="24"/>
                <w:lang w:eastAsia="ru-RU"/>
              </w:rPr>
              <w:t xml:space="preserve">              скликання від </w:t>
            </w:r>
            <w:r w:rsidRPr="007A5DDF">
              <w:rPr>
                <w:sz w:val="24"/>
                <w:szCs w:val="24"/>
                <w:lang w:val="ru-RU" w:eastAsia="ru-RU"/>
              </w:rPr>
              <w:t>30</w:t>
            </w:r>
            <w:r w:rsidRPr="007A5DDF">
              <w:rPr>
                <w:sz w:val="24"/>
                <w:szCs w:val="24"/>
                <w:lang w:eastAsia="ru-RU"/>
              </w:rPr>
              <w:t xml:space="preserve"> </w:t>
            </w:r>
            <w:r w:rsidRPr="007A5DDF">
              <w:rPr>
                <w:sz w:val="24"/>
                <w:szCs w:val="24"/>
                <w:lang w:val="ru-RU" w:eastAsia="ru-RU"/>
              </w:rPr>
              <w:t>червня</w:t>
            </w:r>
            <w:r w:rsidRPr="007A5DDF">
              <w:rPr>
                <w:sz w:val="24"/>
                <w:szCs w:val="24"/>
                <w:lang w:eastAsia="ru-RU"/>
              </w:rPr>
              <w:t xml:space="preserve"> 2021 року а саме:</w:t>
            </w:r>
          </w:p>
          <w:p w:rsidR="000A6A4E" w:rsidRPr="007A5DDF" w:rsidRDefault="000A6A4E" w:rsidP="00643FB7">
            <w:pPr>
              <w:pStyle w:val="TableParagraph"/>
              <w:spacing w:before="3" w:line="259" w:lineRule="exact"/>
              <w:ind w:left="0"/>
              <w:jc w:val="both"/>
            </w:pPr>
            <w:r w:rsidRPr="007A5DDF">
              <w:t>«</w:t>
            </w:r>
            <w:r w:rsidRPr="007A5DDF">
              <w:rPr>
                <w:sz w:val="24"/>
                <w:szCs w:val="24"/>
                <w:shd w:val="clear" w:color="auto" w:fill="FFFFFF"/>
              </w:rPr>
              <w:t>Про відмову в наданні дозволу на розроблення проектів землеустрою щодо відведення земельних ділянок у власність</w:t>
            </w:r>
            <w:r w:rsidRPr="007A5DDF">
              <w:rPr>
                <w:sz w:val="24"/>
                <w:szCs w:val="24"/>
                <w:shd w:val="clear" w:color="auto" w:fill="FFFFFF"/>
                <w:lang w:val="ru-RU"/>
              </w:rPr>
              <w:t>»</w:t>
            </w:r>
          </w:p>
        </w:tc>
      </w:tr>
      <w:tr w:rsidR="000A6A4E" w:rsidRPr="007A5DDF" w:rsidTr="00602D8B">
        <w:trPr>
          <w:trHeight w:val="1657"/>
        </w:trPr>
        <w:tc>
          <w:tcPr>
            <w:tcW w:w="2090" w:type="dxa"/>
          </w:tcPr>
          <w:p w:rsidR="000A6A4E" w:rsidRPr="007A5DDF" w:rsidRDefault="000A6A4E" w:rsidP="009E0EC8">
            <w:pPr>
              <w:pStyle w:val="TableParagraph"/>
              <w:spacing w:before="132"/>
              <w:ind w:left="200"/>
              <w:rPr>
                <w:b/>
                <w:sz w:val="24"/>
              </w:rPr>
            </w:pPr>
          </w:p>
          <w:p w:rsidR="000A6A4E" w:rsidRPr="007A5DDF" w:rsidRDefault="000A6A4E" w:rsidP="009E0EC8">
            <w:pPr>
              <w:pStyle w:val="TableParagraph"/>
              <w:spacing w:before="132"/>
              <w:ind w:left="200"/>
              <w:rPr>
                <w:b/>
                <w:sz w:val="24"/>
              </w:rPr>
            </w:pPr>
            <w:r w:rsidRPr="007A5DDF">
              <w:rPr>
                <w:b/>
                <w:sz w:val="24"/>
              </w:rPr>
              <w:t>ГОЛОСУВАЛИ:</w:t>
            </w:r>
          </w:p>
        </w:tc>
        <w:tc>
          <w:tcPr>
            <w:tcW w:w="8140" w:type="dxa"/>
          </w:tcPr>
          <w:p w:rsidR="000A6A4E" w:rsidRPr="007A5DDF" w:rsidRDefault="000A6A4E" w:rsidP="003C27EF">
            <w:pPr>
              <w:pStyle w:val="TableParagraph"/>
              <w:spacing w:before="3" w:line="259" w:lineRule="exact"/>
              <w:ind w:left="359"/>
              <w:jc w:val="both"/>
            </w:pPr>
          </w:p>
          <w:p w:rsidR="000A6A4E" w:rsidRPr="007A5DDF" w:rsidRDefault="000A6A4E" w:rsidP="00643FB7"/>
          <w:p w:rsidR="000A6A4E" w:rsidRPr="007A5DDF" w:rsidRDefault="000A6A4E" w:rsidP="00643FB7">
            <w:pPr>
              <w:pStyle w:val="TableParagraph"/>
              <w:spacing w:before="3" w:line="259" w:lineRule="exact"/>
              <w:ind w:left="359"/>
              <w:jc w:val="both"/>
              <w:rPr>
                <w:b/>
                <w:lang w:val="ru-RU"/>
              </w:rPr>
            </w:pPr>
            <w:r w:rsidRPr="007A5DDF">
              <w:rPr>
                <w:b/>
              </w:rPr>
              <w:t xml:space="preserve">За – </w:t>
            </w:r>
            <w:r w:rsidRPr="007A5DDF">
              <w:rPr>
                <w:b/>
                <w:lang w:val="ru-RU"/>
              </w:rPr>
              <w:t>4</w:t>
            </w:r>
            <w:r w:rsidRPr="007A5DDF">
              <w:rPr>
                <w:b/>
              </w:rPr>
              <w:t>, Проти – 0, Утрим. – 0, Не голос. – 0.</w:t>
            </w:r>
            <w:r w:rsidRPr="007A5DDF">
              <w:t xml:space="preserve"> </w:t>
            </w:r>
            <w:r w:rsidRPr="007A5DDF">
              <w:rPr>
                <w:b/>
              </w:rPr>
              <w:t>ПРИЙНЯТО</w:t>
            </w:r>
          </w:p>
          <w:p w:rsidR="000A6A4E" w:rsidRPr="007A5DDF" w:rsidRDefault="000A6A4E" w:rsidP="00643FB7"/>
        </w:tc>
      </w:tr>
    </w:tbl>
    <w:p w:rsidR="000A6A4E" w:rsidRPr="007A5DDF" w:rsidRDefault="000A6A4E" w:rsidP="00FD4177">
      <w:pPr>
        <w:rPr>
          <w:sz w:val="20"/>
          <w:szCs w:val="20"/>
        </w:rPr>
      </w:pPr>
    </w:p>
    <w:p w:rsidR="000A6A4E" w:rsidRDefault="000A6A4E" w:rsidP="00FD4177">
      <w:pPr>
        <w:rPr>
          <w:sz w:val="20"/>
          <w:szCs w:val="20"/>
        </w:rPr>
      </w:pPr>
    </w:p>
    <w:p w:rsidR="000A6A4E" w:rsidRDefault="000A6A4E" w:rsidP="00FD4177">
      <w:pPr>
        <w:rPr>
          <w:sz w:val="20"/>
          <w:szCs w:val="20"/>
        </w:rPr>
      </w:pPr>
    </w:p>
    <w:p w:rsidR="000A6A4E" w:rsidRPr="007A5DDF" w:rsidRDefault="000A6A4E" w:rsidP="00FD4177">
      <w:pPr>
        <w:rPr>
          <w:sz w:val="20"/>
          <w:szCs w:val="20"/>
          <w:lang w:val="ru-RU"/>
        </w:rPr>
      </w:pPr>
      <w:r>
        <w:rPr>
          <w:sz w:val="20"/>
          <w:szCs w:val="20"/>
          <w:lang w:val="ru-RU"/>
        </w:rPr>
        <w:t xml:space="preserve">                                                                                  </w:t>
      </w:r>
    </w:p>
    <w:p w:rsidR="000A6A4E" w:rsidRDefault="000A6A4E" w:rsidP="00FD4177">
      <w:pPr>
        <w:rPr>
          <w:sz w:val="20"/>
          <w:szCs w:val="20"/>
        </w:rPr>
      </w:pPr>
    </w:p>
    <w:p w:rsidR="000A6A4E" w:rsidRPr="00140ED5" w:rsidRDefault="000A6A4E" w:rsidP="00CE0148">
      <w:pPr>
        <w:tabs>
          <w:tab w:val="left" w:pos="2504"/>
        </w:tabs>
        <w:rPr>
          <w:sz w:val="24"/>
          <w:szCs w:val="24"/>
        </w:rPr>
      </w:pPr>
      <w:r>
        <w:rPr>
          <w:sz w:val="24"/>
          <w:szCs w:val="24"/>
          <w:lang w:val="ru-RU"/>
        </w:rPr>
        <w:t xml:space="preserve"> </w:t>
      </w:r>
      <w:r w:rsidRPr="00140ED5">
        <w:rPr>
          <w:sz w:val="24"/>
          <w:szCs w:val="24"/>
        </w:rPr>
        <w:t>Голова комісії                                                                                       Г. Гринчук</w:t>
      </w:r>
    </w:p>
    <w:p w:rsidR="000A6A4E" w:rsidRPr="00140ED5" w:rsidRDefault="000A6A4E" w:rsidP="00CE0148">
      <w:pPr>
        <w:tabs>
          <w:tab w:val="left" w:pos="2504"/>
        </w:tabs>
        <w:rPr>
          <w:sz w:val="24"/>
          <w:szCs w:val="24"/>
        </w:rPr>
      </w:pPr>
    </w:p>
    <w:p w:rsidR="000A6A4E" w:rsidRDefault="000A6A4E" w:rsidP="00CE0148">
      <w:pPr>
        <w:rPr>
          <w:sz w:val="20"/>
          <w:szCs w:val="20"/>
        </w:rPr>
      </w:pPr>
      <w:r w:rsidRPr="00140ED5">
        <w:rPr>
          <w:sz w:val="24"/>
          <w:szCs w:val="24"/>
        </w:rPr>
        <w:t xml:space="preserve">Секретар комісії                                                                                  </w:t>
      </w:r>
      <w:r>
        <w:rPr>
          <w:sz w:val="24"/>
          <w:szCs w:val="24"/>
          <w:lang w:val="ru-RU"/>
        </w:rPr>
        <w:t xml:space="preserve"> </w:t>
      </w:r>
      <w:r w:rsidRPr="00140ED5">
        <w:rPr>
          <w:sz w:val="24"/>
          <w:szCs w:val="24"/>
        </w:rPr>
        <w:t xml:space="preserve"> В. Фурман</w:t>
      </w:r>
    </w:p>
    <w:p w:rsidR="000A6A4E" w:rsidRDefault="000A6A4E" w:rsidP="00FD4177">
      <w:pPr>
        <w:rPr>
          <w:sz w:val="20"/>
          <w:szCs w:val="20"/>
        </w:rPr>
      </w:pPr>
    </w:p>
    <w:p w:rsidR="000A6A4E" w:rsidRDefault="000A6A4E" w:rsidP="00FD4177">
      <w:pPr>
        <w:rPr>
          <w:sz w:val="20"/>
          <w:szCs w:val="20"/>
        </w:rPr>
      </w:pPr>
    </w:p>
    <w:p w:rsidR="000A6A4E" w:rsidRDefault="000A6A4E" w:rsidP="00FD4177">
      <w:pPr>
        <w:rPr>
          <w:sz w:val="20"/>
          <w:szCs w:val="20"/>
        </w:rPr>
      </w:pPr>
    </w:p>
    <w:p w:rsidR="000A6A4E" w:rsidRDefault="000A6A4E" w:rsidP="00FD4177">
      <w:pPr>
        <w:rPr>
          <w:sz w:val="20"/>
          <w:szCs w:val="20"/>
        </w:rPr>
      </w:pPr>
    </w:p>
    <w:p w:rsidR="000A6A4E" w:rsidRPr="00CE0148" w:rsidRDefault="000A6A4E" w:rsidP="00CE0148">
      <w:pPr>
        <w:rPr>
          <w:sz w:val="20"/>
          <w:szCs w:val="20"/>
        </w:rPr>
      </w:pPr>
    </w:p>
    <w:p w:rsidR="000A6A4E" w:rsidRPr="00CE0148" w:rsidRDefault="000A6A4E" w:rsidP="00CE0148">
      <w:pPr>
        <w:rPr>
          <w:sz w:val="20"/>
          <w:szCs w:val="20"/>
        </w:rPr>
      </w:pPr>
    </w:p>
    <w:p w:rsidR="000A6A4E" w:rsidRPr="00CE0148" w:rsidRDefault="000A6A4E" w:rsidP="00CE0148">
      <w:pPr>
        <w:rPr>
          <w:sz w:val="20"/>
          <w:szCs w:val="20"/>
        </w:rPr>
      </w:pPr>
    </w:p>
    <w:p w:rsidR="000A6A4E" w:rsidRPr="00CE0148" w:rsidRDefault="000A6A4E" w:rsidP="00CE0148">
      <w:pPr>
        <w:rPr>
          <w:sz w:val="20"/>
          <w:szCs w:val="20"/>
        </w:rPr>
      </w:pPr>
    </w:p>
    <w:p w:rsidR="000A6A4E" w:rsidRPr="00CE0148" w:rsidRDefault="000A6A4E" w:rsidP="00CE0148">
      <w:pPr>
        <w:rPr>
          <w:sz w:val="20"/>
          <w:szCs w:val="20"/>
        </w:rPr>
      </w:pPr>
    </w:p>
    <w:p w:rsidR="000A6A4E" w:rsidRPr="00CE0148" w:rsidRDefault="000A6A4E" w:rsidP="00CE0148">
      <w:pPr>
        <w:rPr>
          <w:sz w:val="20"/>
          <w:szCs w:val="20"/>
        </w:rPr>
      </w:pPr>
    </w:p>
    <w:p w:rsidR="000A6A4E" w:rsidRPr="00CE0148" w:rsidRDefault="000A6A4E" w:rsidP="00CE0148">
      <w:pPr>
        <w:rPr>
          <w:sz w:val="20"/>
          <w:szCs w:val="20"/>
        </w:rPr>
      </w:pPr>
    </w:p>
    <w:p w:rsidR="000A6A4E" w:rsidRPr="00CE0148" w:rsidRDefault="000A6A4E" w:rsidP="00CE0148">
      <w:pPr>
        <w:rPr>
          <w:sz w:val="20"/>
          <w:szCs w:val="20"/>
        </w:rPr>
      </w:pPr>
    </w:p>
    <w:p w:rsidR="000A6A4E" w:rsidRDefault="000A6A4E" w:rsidP="00CE0148">
      <w:pPr>
        <w:rPr>
          <w:sz w:val="20"/>
          <w:szCs w:val="20"/>
        </w:rPr>
      </w:pPr>
    </w:p>
    <w:p w:rsidR="000A6A4E" w:rsidRPr="00CE0148" w:rsidRDefault="000A6A4E" w:rsidP="00CE0148">
      <w:pPr>
        <w:rPr>
          <w:sz w:val="20"/>
          <w:szCs w:val="20"/>
        </w:rPr>
      </w:pPr>
    </w:p>
    <w:p w:rsidR="000A6A4E" w:rsidRDefault="000A6A4E" w:rsidP="00CE0148">
      <w:pPr>
        <w:rPr>
          <w:sz w:val="20"/>
          <w:szCs w:val="20"/>
        </w:rPr>
      </w:pPr>
    </w:p>
    <w:p w:rsidR="000A6A4E" w:rsidRDefault="000A6A4E" w:rsidP="00CE0148">
      <w:pPr>
        <w:rPr>
          <w:sz w:val="20"/>
          <w:szCs w:val="20"/>
        </w:rPr>
      </w:pPr>
    </w:p>
    <w:p w:rsidR="000A6A4E" w:rsidRDefault="000A6A4E" w:rsidP="00CE0148">
      <w:pPr>
        <w:tabs>
          <w:tab w:val="left" w:pos="3619"/>
        </w:tabs>
        <w:rPr>
          <w:sz w:val="20"/>
          <w:szCs w:val="20"/>
        </w:rPr>
      </w:pPr>
      <w:r>
        <w:rPr>
          <w:sz w:val="20"/>
          <w:szCs w:val="20"/>
        </w:rPr>
        <w:tab/>
      </w: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E0148">
      <w:pPr>
        <w:tabs>
          <w:tab w:val="left" w:pos="3619"/>
        </w:tabs>
        <w:rPr>
          <w:sz w:val="20"/>
          <w:szCs w:val="20"/>
        </w:rPr>
      </w:pPr>
    </w:p>
    <w:p w:rsidR="000A6A4E" w:rsidRDefault="000A6A4E" w:rsidP="00C93D76">
      <w:pPr>
        <w:tabs>
          <w:tab w:val="left" w:pos="4032"/>
        </w:tabs>
        <w:rPr>
          <w:sz w:val="20"/>
          <w:szCs w:val="20"/>
        </w:rPr>
      </w:pPr>
    </w:p>
    <w:p w:rsidR="000A6A4E" w:rsidRPr="00FD4177" w:rsidRDefault="000A6A4E" w:rsidP="00C93D76">
      <w:pPr>
        <w:tabs>
          <w:tab w:val="left" w:pos="2504"/>
        </w:tabs>
        <w:jc w:val="center"/>
        <w:rPr>
          <w:b/>
          <w:lang w:val="ru-RU"/>
        </w:rPr>
      </w:pPr>
      <w:r w:rsidRPr="00C77461">
        <w:rPr>
          <w:b/>
        </w:rPr>
        <w:t>ПРОТОКОЛ №</w:t>
      </w:r>
      <w:r>
        <w:rPr>
          <w:b/>
          <w:lang w:val="ru-RU"/>
        </w:rPr>
        <w:t>10</w:t>
      </w:r>
    </w:p>
    <w:p w:rsidR="000A6A4E" w:rsidRDefault="000A6A4E" w:rsidP="00C93D76">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C93D76">
      <w:pPr>
        <w:spacing w:before="5" w:line="237" w:lineRule="auto"/>
        <w:ind w:left="262" w:right="550"/>
        <w:jc w:val="center"/>
        <w:rPr>
          <w:b/>
          <w:sz w:val="24"/>
        </w:rPr>
      </w:pPr>
      <w:r>
        <w:rPr>
          <w:b/>
          <w:sz w:val="24"/>
        </w:rPr>
        <w:t>планування території та містобудування</w:t>
      </w:r>
    </w:p>
    <w:p w:rsidR="000A6A4E" w:rsidRPr="00D02FF4" w:rsidRDefault="000A6A4E" w:rsidP="00C93D76">
      <w:pPr>
        <w:tabs>
          <w:tab w:val="right" w:pos="9491"/>
        </w:tabs>
        <w:spacing w:before="273"/>
        <w:ind w:left="200"/>
        <w:rPr>
          <w:b/>
          <w:i/>
          <w:sz w:val="24"/>
        </w:rPr>
      </w:pPr>
      <w:r>
        <w:rPr>
          <w:b/>
          <w:i/>
          <w:sz w:val="24"/>
        </w:rPr>
        <w:t>2</w:t>
      </w:r>
      <w:r>
        <w:rPr>
          <w:b/>
          <w:i/>
          <w:sz w:val="24"/>
          <w:lang w:val="ru-RU"/>
        </w:rPr>
        <w:t>7</w:t>
      </w:r>
      <w:r>
        <w:rPr>
          <w:b/>
          <w:i/>
          <w:sz w:val="24"/>
        </w:rPr>
        <w:t xml:space="preserve"> </w:t>
      </w:r>
      <w:r>
        <w:rPr>
          <w:b/>
          <w:i/>
          <w:sz w:val="24"/>
          <w:lang w:val="ru-RU"/>
        </w:rPr>
        <w:t>липн</w:t>
      </w:r>
      <w:r>
        <w:rPr>
          <w:b/>
          <w:i/>
          <w:sz w:val="24"/>
        </w:rPr>
        <w:t>я</w:t>
      </w:r>
      <w:r w:rsidRPr="00D02FF4">
        <w:rPr>
          <w:b/>
          <w:i/>
          <w:sz w:val="24"/>
        </w:rPr>
        <w:t xml:space="preserve"> 2021</w:t>
      </w:r>
      <w:r w:rsidRPr="00D02FF4">
        <w:rPr>
          <w:b/>
          <w:i/>
          <w:spacing w:val="2"/>
          <w:sz w:val="24"/>
        </w:rPr>
        <w:t xml:space="preserve"> </w:t>
      </w:r>
      <w:r w:rsidRPr="00D02FF4">
        <w:rPr>
          <w:b/>
          <w:i/>
          <w:sz w:val="24"/>
        </w:rPr>
        <w:t>року</w:t>
      </w:r>
      <w:r>
        <w:rPr>
          <w:i/>
          <w:sz w:val="24"/>
        </w:rPr>
        <w:tab/>
      </w:r>
      <w:r>
        <w:rPr>
          <w:b/>
          <w:i/>
          <w:sz w:val="24"/>
        </w:rPr>
        <w:t>1</w:t>
      </w:r>
      <w:r>
        <w:rPr>
          <w:b/>
          <w:i/>
          <w:sz w:val="24"/>
          <w:lang w:val="ru-RU"/>
        </w:rPr>
        <w:t>3</w:t>
      </w:r>
      <w:r w:rsidRPr="00D02FF4">
        <w:rPr>
          <w:b/>
          <w:i/>
          <w:sz w:val="24"/>
        </w:rPr>
        <w:t>.00</w:t>
      </w:r>
    </w:p>
    <w:p w:rsidR="000A6A4E" w:rsidRDefault="000A6A4E" w:rsidP="00C93D76">
      <w:pPr>
        <w:pStyle w:val="Heading2"/>
        <w:spacing w:line="242" w:lineRule="auto"/>
        <w:ind w:right="6779"/>
        <w:rPr>
          <w:b w:val="0"/>
        </w:rPr>
      </w:pPr>
      <w:r>
        <w:t xml:space="preserve">Всього членів комісії – </w:t>
      </w:r>
      <w:r w:rsidRPr="00FA0114">
        <w:rPr>
          <w:b w:val="0"/>
          <w:i w:val="0"/>
        </w:rPr>
        <w:t>5 чол</w:t>
      </w:r>
      <w:r w:rsidRPr="00FA0114">
        <w:rPr>
          <w:b w:val="0"/>
        </w:rPr>
        <w:t>.</w:t>
      </w:r>
    </w:p>
    <w:p w:rsidR="000A6A4E" w:rsidRPr="00FD4177" w:rsidRDefault="000A6A4E" w:rsidP="00C93D76">
      <w:pPr>
        <w:pStyle w:val="BodyText"/>
        <w:spacing w:line="266" w:lineRule="exact"/>
        <w:ind w:left="200"/>
      </w:pPr>
      <w:r>
        <w:rPr>
          <w:b/>
          <w:i/>
        </w:rPr>
        <w:t xml:space="preserve">Присутні: </w:t>
      </w:r>
      <w:r>
        <w:t xml:space="preserve">Гринчук Г. П., </w:t>
      </w:r>
      <w:r w:rsidRPr="00C93D76">
        <w:t>Тарчинський В.В</w:t>
      </w:r>
      <w:r>
        <w:t>.,</w:t>
      </w:r>
      <w:r w:rsidRPr="00FD4177">
        <w:t>Фурман В.А.</w:t>
      </w:r>
    </w:p>
    <w:p w:rsidR="000A6A4E" w:rsidRPr="00FA0114" w:rsidRDefault="000A6A4E" w:rsidP="00C93D76">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C93D76">
      <w:pPr>
        <w:pStyle w:val="BodyText"/>
        <w:spacing w:line="272" w:lineRule="exact"/>
        <w:ind w:left="200"/>
      </w:pPr>
      <w:r>
        <w:rPr>
          <w:b/>
          <w:i/>
        </w:rPr>
        <w:t xml:space="preserve">Запрошені: </w:t>
      </w:r>
      <w:r>
        <w:t>О</w:t>
      </w:r>
      <w:r>
        <w:rPr>
          <w:lang w:val="ru-RU"/>
        </w:rPr>
        <w:t xml:space="preserve">лексій </w:t>
      </w:r>
      <w:r>
        <w:t xml:space="preserve">Андрієнко, начальник  відділу </w:t>
      </w:r>
      <w:r w:rsidRPr="002A4F43">
        <w:rPr>
          <w:color w:val="000000"/>
          <w:shd w:val="clear" w:color="auto" w:fill="FFFFFF"/>
        </w:rPr>
        <w:t>земельних відносин та охорони навколишнього природного середовища</w:t>
      </w:r>
      <w:r>
        <w:t>.</w:t>
      </w:r>
    </w:p>
    <w:p w:rsidR="000A6A4E" w:rsidRDefault="000A6A4E" w:rsidP="00C93D76">
      <w:pPr>
        <w:tabs>
          <w:tab w:val="left" w:pos="4032"/>
        </w:tabs>
        <w:rPr>
          <w:sz w:val="20"/>
          <w:szCs w:val="20"/>
        </w:rPr>
      </w:pPr>
      <w:r>
        <w:rPr>
          <w:b/>
        </w:rPr>
        <w:t xml:space="preserve">                                                            </w:t>
      </w:r>
      <w:r w:rsidRPr="00267851">
        <w:rPr>
          <w:b/>
        </w:rPr>
        <w:t>ПОРЯДОК ДЕННИЙ</w:t>
      </w:r>
    </w:p>
    <w:p w:rsidR="000A6A4E" w:rsidRDefault="000A6A4E" w:rsidP="00CE0148">
      <w:pPr>
        <w:tabs>
          <w:tab w:val="left" w:pos="3619"/>
        </w:tabs>
        <w:rPr>
          <w:sz w:val="20"/>
          <w:szCs w:val="20"/>
        </w:rPr>
      </w:pPr>
    </w:p>
    <w:tbl>
      <w:tblPr>
        <w:tblW w:w="8314" w:type="dxa"/>
        <w:tblInd w:w="13" w:type="dxa"/>
        <w:tblCellMar>
          <w:left w:w="0" w:type="dxa"/>
          <w:right w:w="0" w:type="dxa"/>
        </w:tblCellMar>
        <w:tblLook w:val="0000"/>
      </w:tblPr>
      <w:tblGrid>
        <w:gridCol w:w="788"/>
        <w:gridCol w:w="7526"/>
      </w:tblGrid>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rPr>
                <w:color w:val="000000"/>
                <w:sz w:val="24"/>
                <w:szCs w:val="24"/>
              </w:rPr>
            </w:pPr>
            <w:hyperlink r:id="rId222" w:history="1">
              <w:r w:rsidRPr="00EB4335">
                <w:rPr>
                  <w:rStyle w:val="Hyperlink"/>
                  <w:color w:val="000000"/>
                  <w:sz w:val="24"/>
                  <w:szCs w:val="24"/>
                  <w:bdr w:val="none" w:sz="0" w:space="0" w:color="auto" w:frame="1"/>
                </w:rPr>
                <w:t>Про включення земельних ділянок до переліку на земельні торги</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rPr>
                <w:color w:val="000000"/>
                <w:sz w:val="24"/>
                <w:szCs w:val="24"/>
              </w:rPr>
            </w:pPr>
            <w:hyperlink r:id="rId223" w:history="1">
              <w:r w:rsidRPr="00EB4335">
                <w:rPr>
                  <w:rStyle w:val="Hyperlink"/>
                  <w:color w:val="000000"/>
                  <w:sz w:val="24"/>
                  <w:szCs w:val="24"/>
                  <w:bdr w:val="none" w:sz="0" w:space="0" w:color="auto" w:frame="1"/>
                </w:rPr>
                <w:t>Про внесення змін до рішення селищної ради від 30 жовтня 2020 року № 9</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3</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rPr>
                <w:color w:val="000000"/>
                <w:sz w:val="24"/>
                <w:szCs w:val="24"/>
              </w:rPr>
            </w:pPr>
            <w:hyperlink r:id="rId224" w:history="1">
              <w:r w:rsidRPr="00EB4335">
                <w:rPr>
                  <w:rStyle w:val="Hyperlink"/>
                  <w:color w:val="000000"/>
                  <w:sz w:val="24"/>
                  <w:szCs w:val="24"/>
                  <w:bdr w:val="none" w:sz="0" w:space="0" w:color="auto" w:frame="1"/>
                </w:rPr>
                <w:t>При припинення права користування земельними ділянками</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4</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rPr>
                <w:color w:val="000000"/>
                <w:sz w:val="24"/>
                <w:szCs w:val="24"/>
              </w:rPr>
            </w:pPr>
            <w:hyperlink r:id="rId225" w:history="1">
              <w:r w:rsidRPr="00EB4335">
                <w:rPr>
                  <w:rStyle w:val="Hyperlink"/>
                  <w:color w:val="000000"/>
                  <w:sz w:val="24"/>
                  <w:szCs w:val="24"/>
                  <w:bdr w:val="none" w:sz="0" w:space="0" w:color="auto" w:frame="1"/>
                </w:rPr>
                <w:t>Про виділення земельних ділянок в натурі (на місцевості)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5</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rPr>
                <w:color w:val="000000"/>
                <w:sz w:val="24"/>
                <w:szCs w:val="24"/>
              </w:rPr>
            </w:pPr>
            <w:hyperlink r:id="rId226" w:history="1">
              <w:r w:rsidRPr="00EB4335">
                <w:rPr>
                  <w:rStyle w:val="Hyperlink"/>
                  <w:color w:val="000000"/>
                  <w:sz w:val="24"/>
                  <w:szCs w:val="24"/>
                  <w:bdr w:val="none" w:sz="0" w:space="0" w:color="auto" w:frame="1"/>
                </w:rPr>
                <w:t>Про передачу земельних ділянок в оренду</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6</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92E7E" w:rsidRDefault="000A6A4E">
            <w:pPr>
              <w:rPr>
                <w:sz w:val="24"/>
                <w:szCs w:val="24"/>
              </w:rPr>
            </w:pPr>
            <w:hyperlink r:id="rId227" w:history="1">
              <w:r w:rsidRPr="00E92E7E">
                <w:rPr>
                  <w:rStyle w:val="Hyperlink"/>
                  <w:color w:val="auto"/>
                  <w:sz w:val="24"/>
                  <w:szCs w:val="24"/>
                  <w:bdr w:val="none" w:sz="0" w:space="0" w:color="auto" w:frame="1"/>
                </w:rPr>
                <w:t>Про надання дозволу на розроблення проєктів землеустрою щодо відведення земельних ділянок в оренду</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7</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92E7E" w:rsidRDefault="000A6A4E">
            <w:pPr>
              <w:rPr>
                <w:sz w:val="24"/>
                <w:szCs w:val="24"/>
              </w:rPr>
            </w:pPr>
            <w:hyperlink r:id="rId228" w:history="1">
              <w:r w:rsidRPr="00E92E7E">
                <w:rPr>
                  <w:rStyle w:val="Hyperlink"/>
                  <w:color w:val="auto"/>
                  <w:sz w:val="24"/>
                  <w:szCs w:val="24"/>
                  <w:bdr w:val="none" w:sz="0" w:space="0" w:color="auto" w:frame="1"/>
                </w:rPr>
                <w:t>Про надання дозволу на розроблення проєкту землеустрою щодо відведення земельної ділянки</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8</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D011F" w:rsidRDefault="000A6A4E">
            <w:pPr>
              <w:rPr>
                <w:sz w:val="24"/>
                <w:szCs w:val="24"/>
              </w:rPr>
            </w:pPr>
            <w:hyperlink r:id="rId229" w:history="1">
              <w:r w:rsidRPr="007D011F">
                <w:rPr>
                  <w:rStyle w:val="Hyperlink"/>
                  <w:color w:val="auto"/>
                  <w:sz w:val="24"/>
                  <w:szCs w:val="24"/>
                  <w:bdr w:val="none" w:sz="0" w:space="0" w:color="auto" w:frame="1"/>
                </w:rPr>
                <w:t>Про надання дозволу на розроблення проєкту землеустрою щодо відведення земельної ділянки в постійне користування</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9</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D011F" w:rsidRDefault="000A6A4E">
            <w:pPr>
              <w:rPr>
                <w:sz w:val="24"/>
                <w:szCs w:val="24"/>
              </w:rPr>
            </w:pPr>
            <w:hyperlink r:id="rId230" w:history="1">
              <w:r w:rsidRPr="007D011F">
                <w:rPr>
                  <w:rStyle w:val="Hyperlink"/>
                  <w:color w:val="auto"/>
                  <w:sz w:val="24"/>
                  <w:szCs w:val="24"/>
                  <w:bdr w:val="none" w:sz="0" w:space="0" w:color="auto" w:frame="1"/>
                </w:rPr>
                <w:t>Про надання дозволу на розроблення проєктів землеустрою щодо відведення земельних ділянок у власність</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10</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D011F" w:rsidRDefault="000A6A4E">
            <w:pPr>
              <w:rPr>
                <w:sz w:val="24"/>
                <w:szCs w:val="24"/>
              </w:rPr>
            </w:pPr>
            <w:hyperlink r:id="rId231" w:history="1">
              <w:r w:rsidRPr="007D011F">
                <w:rPr>
                  <w:rStyle w:val="Hyperlink"/>
                  <w:color w:val="auto"/>
                  <w:sz w:val="24"/>
                  <w:szCs w:val="24"/>
                  <w:bdr w:val="none" w:sz="0" w:space="0" w:color="auto" w:frame="1"/>
                </w:rPr>
                <w:t>Про надання дозволу на розроблення технічних документацій із землеустрою щодо встановлення (відновлення) меж земельних ділянок в натурі (на місцевості)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11</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D011F" w:rsidRDefault="000A6A4E">
            <w:pPr>
              <w:rPr>
                <w:sz w:val="24"/>
                <w:szCs w:val="24"/>
              </w:rPr>
            </w:pPr>
            <w:hyperlink r:id="rId232" w:history="1">
              <w:r w:rsidRPr="007D011F">
                <w:rPr>
                  <w:rStyle w:val="Hyperlink"/>
                  <w:color w:val="auto"/>
                  <w:sz w:val="24"/>
                  <w:szCs w:val="24"/>
                  <w:bdr w:val="none" w:sz="0" w:space="0" w:color="auto" w:frame="1"/>
                </w:rPr>
                <w:t>Про затвердження технічної документації із землеустрою щодо інвентаризації земель</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12</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D011F" w:rsidRDefault="000A6A4E">
            <w:pPr>
              <w:rPr>
                <w:sz w:val="24"/>
                <w:szCs w:val="24"/>
              </w:rPr>
            </w:pPr>
            <w:hyperlink r:id="rId233" w:history="1">
              <w:r w:rsidRPr="007D011F">
                <w:rPr>
                  <w:rStyle w:val="Hyperlink"/>
                  <w:color w:val="auto"/>
                  <w:sz w:val="24"/>
                  <w:szCs w:val="24"/>
                  <w:bdr w:val="none" w:sz="0" w:space="0" w:color="auto" w:frame="1"/>
                </w:rPr>
                <w:t>Про затвердження технічних документацій із землеустрою щодо встановлення (відновлення) меж земельних ділянок в натурі (на місцевості)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13</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D011F" w:rsidRDefault="000A6A4E">
            <w:pPr>
              <w:rPr>
                <w:sz w:val="24"/>
                <w:szCs w:val="24"/>
              </w:rPr>
            </w:pPr>
            <w:hyperlink r:id="rId234" w:history="1">
              <w:r w:rsidRPr="007D011F">
                <w:rPr>
                  <w:rStyle w:val="Hyperlink"/>
                  <w:color w:val="auto"/>
                  <w:sz w:val="24"/>
                  <w:szCs w:val="24"/>
                  <w:bdr w:val="none" w:sz="0" w:space="0" w:color="auto" w:frame="1"/>
                </w:rPr>
                <w:t>Про затвердження проєктів землеустрою щодо відведення земельних ділянок у власність</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14</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7D011F" w:rsidRDefault="000A6A4E">
            <w:pPr>
              <w:rPr>
                <w:sz w:val="24"/>
                <w:szCs w:val="24"/>
              </w:rPr>
            </w:pPr>
            <w:hyperlink r:id="rId235" w:history="1">
              <w:r w:rsidRPr="007D011F">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Антонівка, село Отроків)</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15</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3067F2" w:rsidRDefault="000A6A4E">
            <w:pPr>
              <w:rPr>
                <w:sz w:val="24"/>
                <w:szCs w:val="24"/>
              </w:rPr>
            </w:pPr>
            <w:hyperlink r:id="rId236" w:history="1">
              <w:r w:rsidRPr="003067F2">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Браїлівка, село Цівківці)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16</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3067F2" w:rsidRDefault="000A6A4E">
            <w:pPr>
              <w:rPr>
                <w:sz w:val="24"/>
                <w:szCs w:val="24"/>
              </w:rPr>
            </w:pPr>
            <w:hyperlink r:id="rId237" w:history="1">
              <w:r w:rsidRPr="003067F2">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Вільховець, село Нова Гута)</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17</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3067F2" w:rsidRDefault="000A6A4E">
            <w:pPr>
              <w:rPr>
                <w:sz w:val="24"/>
                <w:szCs w:val="24"/>
              </w:rPr>
            </w:pPr>
            <w:hyperlink r:id="rId238" w:history="1">
              <w:r w:rsidRPr="003067F2">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Губарів)</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18</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3067F2" w:rsidRDefault="000A6A4E">
            <w:pPr>
              <w:rPr>
                <w:sz w:val="24"/>
                <w:szCs w:val="24"/>
              </w:rPr>
            </w:pPr>
            <w:hyperlink r:id="rId239" w:history="1">
              <w:r w:rsidRPr="003067F2">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Жабинці, село Заміхів)</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19</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3067F2" w:rsidRDefault="000A6A4E">
            <w:pPr>
              <w:rPr>
                <w:sz w:val="24"/>
                <w:szCs w:val="24"/>
              </w:rPr>
            </w:pPr>
            <w:hyperlink r:id="rId240" w:history="1">
              <w:r w:rsidRPr="003067F2">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Зелені Курилівці)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20</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88792B" w:rsidRDefault="000A6A4E">
            <w:pPr>
              <w:rPr>
                <w:sz w:val="24"/>
                <w:szCs w:val="24"/>
              </w:rPr>
            </w:pPr>
            <w:hyperlink r:id="rId241" w:history="1">
              <w:r w:rsidRPr="0088792B">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Івашківці)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21</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88792B" w:rsidRDefault="000A6A4E">
            <w:pPr>
              <w:rPr>
                <w:sz w:val="24"/>
                <w:szCs w:val="24"/>
              </w:rPr>
            </w:pPr>
            <w:hyperlink r:id="rId242" w:history="1">
              <w:r w:rsidRPr="0088792B">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Капустяни, село Глибочок)</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22</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88792B" w:rsidRDefault="000A6A4E">
            <w:pPr>
              <w:rPr>
                <w:sz w:val="24"/>
                <w:szCs w:val="24"/>
              </w:rPr>
            </w:pPr>
            <w:hyperlink r:id="rId243" w:history="1">
              <w:r w:rsidRPr="0088792B">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Косиківці, село Шелестяни)</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23</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88792B" w:rsidRDefault="000A6A4E">
            <w:pPr>
              <w:rPr>
                <w:sz w:val="24"/>
                <w:szCs w:val="24"/>
              </w:rPr>
            </w:pPr>
            <w:hyperlink r:id="rId244" w:history="1">
              <w:r w:rsidRPr="0088792B">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Куражин)</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24</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88792B" w:rsidRDefault="000A6A4E">
            <w:pPr>
              <w:rPr>
                <w:sz w:val="24"/>
                <w:szCs w:val="24"/>
              </w:rPr>
            </w:pPr>
            <w:hyperlink r:id="rId245" w:history="1">
              <w:r w:rsidRPr="0088792B">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Куча)</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25</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88792B" w:rsidRDefault="000A6A4E">
            <w:pPr>
              <w:rPr>
                <w:sz w:val="24"/>
                <w:szCs w:val="24"/>
              </w:rPr>
            </w:pPr>
            <w:hyperlink r:id="rId246" w:history="1">
              <w:r w:rsidRPr="0088792B">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Мала Стружка, село Щербівці)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26</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B7065C" w:rsidRDefault="000A6A4E">
            <w:pPr>
              <w:rPr>
                <w:sz w:val="24"/>
                <w:szCs w:val="24"/>
              </w:rPr>
            </w:pPr>
            <w:hyperlink r:id="rId247" w:history="1">
              <w:r w:rsidRPr="00B7065C">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Рудківці)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27</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B7065C" w:rsidRDefault="000A6A4E">
            <w:pPr>
              <w:rPr>
                <w:sz w:val="24"/>
                <w:szCs w:val="24"/>
              </w:rPr>
            </w:pPr>
            <w:hyperlink r:id="rId248" w:history="1">
              <w:r w:rsidRPr="00B7065C">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Ставчани, село Любомирівка)</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28</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B7065C" w:rsidRDefault="000A6A4E">
            <w:pPr>
              <w:rPr>
                <w:sz w:val="24"/>
                <w:szCs w:val="24"/>
              </w:rPr>
            </w:pPr>
            <w:hyperlink r:id="rId249" w:history="1">
              <w:r w:rsidRPr="00B7065C">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Струга)</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29</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B7065C" w:rsidRDefault="000A6A4E">
            <w:pPr>
              <w:rPr>
                <w:sz w:val="24"/>
                <w:szCs w:val="24"/>
              </w:rPr>
            </w:pPr>
            <w:hyperlink r:id="rId250" w:history="1">
              <w:r w:rsidRPr="00B7065C">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Хребтіїв)</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30</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B7065C" w:rsidRDefault="000A6A4E">
            <w:pPr>
              <w:rPr>
                <w:sz w:val="24"/>
                <w:szCs w:val="24"/>
              </w:rPr>
            </w:pPr>
            <w:hyperlink r:id="rId251" w:history="1">
              <w:r w:rsidRPr="00B7065C">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(село Шебутинці)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31</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B94A0D" w:rsidRDefault="000A6A4E">
            <w:pPr>
              <w:rPr>
                <w:sz w:val="24"/>
                <w:szCs w:val="24"/>
              </w:rPr>
            </w:pPr>
            <w:hyperlink r:id="rId252" w:history="1">
              <w:r w:rsidRPr="00B94A0D">
                <w:rPr>
                  <w:rStyle w:val="Hyperlink"/>
                  <w:color w:val="auto"/>
                  <w:sz w:val="24"/>
                  <w:szCs w:val="24"/>
                  <w:bdr w:val="none" w:sz="0" w:space="0" w:color="auto" w:frame="1"/>
                </w:rPr>
                <w:t>Про затвердження проєктів землеустрою щодо відведення земельних ділянок у власність (смт Нова Ушиця, село Каскада)</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32</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B94A0D" w:rsidRDefault="000A6A4E">
            <w:pPr>
              <w:rPr>
                <w:sz w:val="24"/>
                <w:szCs w:val="24"/>
              </w:rPr>
            </w:pPr>
            <w:hyperlink r:id="rId253" w:history="1">
              <w:r w:rsidRPr="00B94A0D">
                <w:rPr>
                  <w:rStyle w:val="Hyperlink"/>
                  <w:color w:val="auto"/>
                  <w:sz w:val="24"/>
                  <w:szCs w:val="24"/>
                  <w:bdr w:val="none" w:sz="0" w:space="0" w:color="auto" w:frame="1"/>
                </w:rPr>
                <w:t>Про затвердження проєктів землеустрою щодо відведення земельних ділянок зі зміною цільового призначення (село Рудківці)</w:t>
              </w:r>
            </w:hyperlink>
          </w:p>
        </w:tc>
      </w:tr>
      <w:tr w:rsidR="000A6A4E" w:rsidTr="00C93D76">
        <w:tc>
          <w:tcPr>
            <w:tcW w:w="776"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jc w:val="center"/>
              <w:rPr>
                <w:color w:val="000000"/>
                <w:sz w:val="24"/>
                <w:szCs w:val="24"/>
              </w:rPr>
            </w:pPr>
            <w:r w:rsidRPr="00EB4335">
              <w:rPr>
                <w:color w:val="000000"/>
                <w:sz w:val="24"/>
                <w:szCs w:val="24"/>
              </w:rPr>
              <w:t>33</w:t>
            </w:r>
          </w:p>
        </w:tc>
        <w:tc>
          <w:tcPr>
            <w:tcW w:w="7413" w:type="dxa"/>
            <w:tcBorders>
              <w:top w:val="single" w:sz="4" w:space="0" w:color="ABABAB"/>
              <w:left w:val="single" w:sz="4" w:space="0" w:color="ABABAB"/>
              <w:bottom w:val="single" w:sz="4" w:space="0" w:color="ABABAB"/>
              <w:right w:val="single" w:sz="4" w:space="0" w:color="ABABAB"/>
            </w:tcBorders>
            <w:shd w:val="clear" w:color="auto" w:fill="FFFFFF"/>
            <w:tcMar>
              <w:top w:w="25" w:type="dxa"/>
              <w:left w:w="25" w:type="dxa"/>
              <w:bottom w:w="25" w:type="dxa"/>
              <w:right w:w="25" w:type="dxa"/>
            </w:tcMar>
          </w:tcPr>
          <w:p w:rsidR="000A6A4E" w:rsidRPr="00EB4335" w:rsidRDefault="000A6A4E">
            <w:pPr>
              <w:rPr>
                <w:color w:val="000000"/>
                <w:sz w:val="24"/>
                <w:szCs w:val="24"/>
              </w:rPr>
            </w:pPr>
            <w:hyperlink r:id="rId254"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під громадські пасовища (село Мала Стружка, село Щербівці, село Заміхів, село Жабинці)</w:t>
              </w:r>
            </w:hyperlink>
          </w:p>
        </w:tc>
      </w:tr>
    </w:tbl>
    <w:p w:rsidR="000A6A4E" w:rsidRDefault="000A6A4E" w:rsidP="00CE0148">
      <w:pPr>
        <w:tabs>
          <w:tab w:val="left" w:pos="3619"/>
        </w:tabs>
        <w:rPr>
          <w:sz w:val="20"/>
          <w:szCs w:val="20"/>
        </w:rPr>
      </w:pPr>
    </w:p>
    <w:tbl>
      <w:tblPr>
        <w:tblW w:w="10450" w:type="dxa"/>
        <w:tblLayout w:type="fixed"/>
        <w:tblCellMar>
          <w:left w:w="0" w:type="dxa"/>
          <w:right w:w="0" w:type="dxa"/>
        </w:tblCellMar>
        <w:tblLook w:val="01E0"/>
      </w:tblPr>
      <w:tblGrid>
        <w:gridCol w:w="2090"/>
        <w:gridCol w:w="8140"/>
        <w:gridCol w:w="220"/>
      </w:tblGrid>
      <w:tr w:rsidR="000A6A4E" w:rsidRPr="00852092" w:rsidTr="00DC3E06">
        <w:trPr>
          <w:trHeight w:val="1657"/>
        </w:trPr>
        <w:tc>
          <w:tcPr>
            <w:tcW w:w="2090" w:type="dxa"/>
          </w:tcPr>
          <w:p w:rsidR="000A6A4E" w:rsidRDefault="000A6A4E" w:rsidP="00C93D76">
            <w:pPr>
              <w:pStyle w:val="TableParagraph"/>
              <w:spacing w:before="132"/>
              <w:ind w:left="200"/>
              <w:rPr>
                <w:b/>
                <w:sz w:val="24"/>
              </w:rPr>
            </w:pPr>
            <w:r>
              <w:rPr>
                <w:b/>
                <w:sz w:val="24"/>
              </w:rPr>
              <w:t>Слухали:</w:t>
            </w:r>
          </w:p>
          <w:p w:rsidR="000A6A4E" w:rsidRDefault="000A6A4E" w:rsidP="00C93D76">
            <w:pPr>
              <w:pStyle w:val="TableParagraph"/>
              <w:spacing w:before="132"/>
              <w:ind w:left="200"/>
              <w:rPr>
                <w:b/>
                <w:sz w:val="24"/>
              </w:rPr>
            </w:pPr>
            <w:r w:rsidRPr="00AD2122">
              <w:rPr>
                <w:b/>
                <w:sz w:val="24"/>
              </w:rPr>
              <w:t>Гринчука Г.П</w:t>
            </w:r>
          </w:p>
        </w:tc>
        <w:tc>
          <w:tcPr>
            <w:tcW w:w="8360" w:type="dxa"/>
            <w:gridSpan w:val="2"/>
          </w:tcPr>
          <w:p w:rsidR="000A6A4E" w:rsidRPr="00852092" w:rsidRDefault="000A6A4E" w:rsidP="00C93D76">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55" w:history="1">
              <w:r w:rsidRPr="00EB4335">
                <w:rPr>
                  <w:rStyle w:val="Hyperlink"/>
                  <w:color w:val="000000"/>
                  <w:sz w:val="24"/>
                  <w:szCs w:val="24"/>
                  <w:bdr w:val="none" w:sz="0" w:space="0" w:color="auto" w:frame="1"/>
                </w:rPr>
                <w:t>Про внесення змін до рішення селищної ради від 30 жовтня 2020 року № 9</w:t>
              </w:r>
            </w:hyperlink>
            <w:r>
              <w:rPr>
                <w:sz w:val="24"/>
                <w:szCs w:val="24"/>
              </w:rPr>
              <w:t>»</w:t>
            </w:r>
            <w:r w:rsidRPr="00031B97">
              <w:rPr>
                <w:sz w:val="24"/>
                <w:szCs w:val="24"/>
              </w:rPr>
              <w:t>.</w:t>
            </w:r>
          </w:p>
        </w:tc>
      </w:tr>
      <w:tr w:rsidR="000A6A4E" w:rsidRPr="00EA00CA" w:rsidTr="00DC3E06">
        <w:trPr>
          <w:trHeight w:val="1657"/>
        </w:trPr>
        <w:tc>
          <w:tcPr>
            <w:tcW w:w="2090" w:type="dxa"/>
          </w:tcPr>
          <w:p w:rsidR="000A6A4E" w:rsidRPr="00EA00CA" w:rsidRDefault="000A6A4E" w:rsidP="00C93D76">
            <w:pPr>
              <w:pStyle w:val="TableParagraph"/>
              <w:spacing w:before="135" w:line="275" w:lineRule="exact"/>
              <w:ind w:left="200"/>
              <w:rPr>
                <w:b/>
                <w:sz w:val="24"/>
              </w:rPr>
            </w:pPr>
            <w:r w:rsidRPr="00EA00CA">
              <w:rPr>
                <w:b/>
                <w:sz w:val="24"/>
              </w:rPr>
              <w:t>ВИСТУПИЛИ:</w:t>
            </w:r>
          </w:p>
          <w:p w:rsidR="000A6A4E" w:rsidRPr="00EA00CA" w:rsidRDefault="000A6A4E" w:rsidP="00C93D76">
            <w:pPr>
              <w:pStyle w:val="TableParagraph"/>
              <w:ind w:left="200" w:right="52"/>
              <w:rPr>
                <w:sz w:val="24"/>
              </w:rPr>
            </w:pPr>
            <w:r>
              <w:rPr>
                <w:b/>
                <w:sz w:val="24"/>
              </w:rPr>
              <w:t>Андрієнко О.А</w:t>
            </w:r>
            <w:r w:rsidRPr="00EA00CA">
              <w:rPr>
                <w:b/>
                <w:sz w:val="24"/>
              </w:rPr>
              <w:t>.</w:t>
            </w:r>
          </w:p>
        </w:tc>
        <w:tc>
          <w:tcPr>
            <w:tcW w:w="8360" w:type="dxa"/>
            <w:gridSpan w:val="2"/>
          </w:tcPr>
          <w:p w:rsidR="000A6A4E" w:rsidRPr="00EA00CA" w:rsidRDefault="000A6A4E" w:rsidP="00C93D76">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56" w:history="1">
              <w:r w:rsidRPr="00EB4335">
                <w:rPr>
                  <w:rStyle w:val="Hyperlink"/>
                  <w:color w:val="000000"/>
                  <w:sz w:val="24"/>
                  <w:szCs w:val="24"/>
                  <w:bdr w:val="none" w:sz="0" w:space="0" w:color="auto" w:frame="1"/>
                </w:rPr>
                <w:t>Про внесення змін до рішення селищної ради від 30 жовтня 2020 року № 9</w:t>
              </w:r>
            </w:hyperlink>
            <w:r>
              <w:t>».</w:t>
            </w:r>
          </w:p>
        </w:tc>
      </w:tr>
      <w:tr w:rsidR="000A6A4E" w:rsidRPr="00A444A5" w:rsidTr="00DC3E06">
        <w:trPr>
          <w:trHeight w:val="1336"/>
        </w:trPr>
        <w:tc>
          <w:tcPr>
            <w:tcW w:w="2090" w:type="dxa"/>
          </w:tcPr>
          <w:p w:rsidR="000A6A4E" w:rsidRPr="000D243F" w:rsidRDefault="000A6A4E" w:rsidP="00C93D76">
            <w:pPr>
              <w:pStyle w:val="TableParagraph"/>
              <w:spacing w:line="268" w:lineRule="exact"/>
              <w:ind w:left="200"/>
              <w:rPr>
                <w:b/>
                <w:sz w:val="24"/>
              </w:rPr>
            </w:pPr>
            <w:r>
              <w:rPr>
                <w:b/>
                <w:sz w:val="24"/>
              </w:rPr>
              <w:t>ВИРІШИЛИ</w:t>
            </w:r>
            <w:r w:rsidRPr="000D243F">
              <w:rPr>
                <w:b/>
                <w:sz w:val="24"/>
              </w:rPr>
              <w:t>:</w:t>
            </w:r>
          </w:p>
        </w:tc>
        <w:tc>
          <w:tcPr>
            <w:tcW w:w="8360" w:type="dxa"/>
            <w:gridSpan w:val="2"/>
          </w:tcPr>
          <w:p w:rsidR="000A6A4E" w:rsidRPr="00EA00CA" w:rsidRDefault="000A6A4E" w:rsidP="00C93D76">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C93D76">
            <w:pPr>
              <w:pStyle w:val="TableParagraph"/>
              <w:spacing w:line="263" w:lineRule="exact"/>
              <w:jc w:val="both"/>
              <w:rPr>
                <w:sz w:val="24"/>
              </w:rPr>
            </w:pPr>
            <w:r>
              <w:t>«</w:t>
            </w:r>
            <w:hyperlink r:id="rId257" w:history="1">
              <w:r w:rsidRPr="00EB4335">
                <w:rPr>
                  <w:rStyle w:val="Hyperlink"/>
                  <w:color w:val="000000"/>
                  <w:sz w:val="24"/>
                  <w:szCs w:val="24"/>
                  <w:bdr w:val="none" w:sz="0" w:space="0" w:color="auto" w:frame="1"/>
                </w:rPr>
                <w:t>Про внесення змін до рішення селищної ради від 30 жовтня 2020 року № 9</w:t>
              </w:r>
            </w:hyperlink>
            <w:r>
              <w:t>».</w:t>
            </w:r>
          </w:p>
        </w:tc>
      </w:tr>
      <w:tr w:rsidR="000A6A4E" w:rsidRPr="00CB57ED" w:rsidTr="00DC3E06">
        <w:trPr>
          <w:trHeight w:val="1124"/>
        </w:trPr>
        <w:tc>
          <w:tcPr>
            <w:tcW w:w="2090" w:type="dxa"/>
          </w:tcPr>
          <w:p w:rsidR="000A6A4E" w:rsidRDefault="000A6A4E" w:rsidP="00C93D76">
            <w:pPr>
              <w:pStyle w:val="TableParagraph"/>
              <w:spacing w:before="132"/>
              <w:ind w:left="200"/>
              <w:rPr>
                <w:b/>
                <w:sz w:val="24"/>
              </w:rPr>
            </w:pPr>
          </w:p>
          <w:p w:rsidR="000A6A4E" w:rsidRDefault="000A6A4E" w:rsidP="00C93D76">
            <w:pPr>
              <w:pStyle w:val="TableParagraph"/>
              <w:spacing w:before="132"/>
              <w:ind w:left="200"/>
              <w:rPr>
                <w:b/>
                <w:sz w:val="24"/>
              </w:rPr>
            </w:pPr>
            <w:r>
              <w:rPr>
                <w:b/>
                <w:sz w:val="24"/>
              </w:rPr>
              <w:t>ГОЛОСУВАЛИ:</w:t>
            </w:r>
          </w:p>
        </w:tc>
        <w:tc>
          <w:tcPr>
            <w:tcW w:w="8360" w:type="dxa"/>
            <w:gridSpan w:val="2"/>
          </w:tcPr>
          <w:p w:rsidR="000A6A4E" w:rsidRDefault="000A6A4E" w:rsidP="00C93D76">
            <w:pPr>
              <w:pStyle w:val="BodyText"/>
              <w:ind w:left="200" w:right="483"/>
              <w:jc w:val="both"/>
            </w:pPr>
          </w:p>
          <w:p w:rsidR="000A6A4E" w:rsidRDefault="000A6A4E" w:rsidP="00C93D76">
            <w:pPr>
              <w:pStyle w:val="BodyText"/>
              <w:ind w:left="200" w:right="483"/>
              <w:jc w:val="both"/>
            </w:pPr>
          </w:p>
          <w:p w:rsidR="000A6A4E" w:rsidRPr="00CB57ED" w:rsidRDefault="000A6A4E" w:rsidP="00C93D76">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58" w:history="1">
              <w:r w:rsidRPr="00EB4335">
                <w:rPr>
                  <w:rStyle w:val="Hyperlink"/>
                  <w:color w:val="000000"/>
                  <w:sz w:val="24"/>
                  <w:szCs w:val="24"/>
                  <w:bdr w:val="none" w:sz="0" w:space="0" w:color="auto" w:frame="1"/>
                </w:rPr>
                <w:t>Пр</w:t>
              </w:r>
              <w:r>
                <w:rPr>
                  <w:rStyle w:val="Hyperlink"/>
                  <w:color w:val="000000"/>
                  <w:sz w:val="24"/>
                  <w:szCs w:val="24"/>
                  <w:bdr w:val="none" w:sz="0" w:space="0" w:color="auto" w:frame="1"/>
                </w:rPr>
                <w:t>о</w:t>
              </w:r>
              <w:r w:rsidRPr="00EB4335">
                <w:rPr>
                  <w:rStyle w:val="Hyperlink"/>
                  <w:color w:val="000000"/>
                  <w:sz w:val="24"/>
                  <w:szCs w:val="24"/>
                  <w:bdr w:val="none" w:sz="0" w:space="0" w:color="auto" w:frame="1"/>
                </w:rPr>
                <w:t xml:space="preserve"> припинення права користування земельними ділянками</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59" w:history="1">
              <w:r w:rsidRPr="00EB4335">
                <w:rPr>
                  <w:rStyle w:val="Hyperlink"/>
                  <w:color w:val="000000"/>
                  <w:sz w:val="24"/>
                  <w:szCs w:val="24"/>
                  <w:bdr w:val="none" w:sz="0" w:space="0" w:color="auto" w:frame="1"/>
                </w:rPr>
                <w:t>Пр</w:t>
              </w:r>
              <w:r>
                <w:rPr>
                  <w:rStyle w:val="Hyperlink"/>
                  <w:color w:val="000000"/>
                  <w:sz w:val="24"/>
                  <w:szCs w:val="24"/>
                  <w:bdr w:val="none" w:sz="0" w:space="0" w:color="auto" w:frame="1"/>
                </w:rPr>
                <w:t>о</w:t>
              </w:r>
              <w:r w:rsidRPr="00EB4335">
                <w:rPr>
                  <w:rStyle w:val="Hyperlink"/>
                  <w:color w:val="000000"/>
                  <w:sz w:val="24"/>
                  <w:szCs w:val="24"/>
                  <w:bdr w:val="none" w:sz="0" w:space="0" w:color="auto" w:frame="1"/>
                </w:rPr>
                <w:t xml:space="preserve"> припинення права користування земельними ділянками</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60" w:history="1">
              <w:r w:rsidRPr="00EB4335">
                <w:rPr>
                  <w:rStyle w:val="Hyperlink"/>
                  <w:color w:val="000000"/>
                  <w:sz w:val="24"/>
                  <w:szCs w:val="24"/>
                  <w:bdr w:val="none" w:sz="0" w:space="0" w:color="auto" w:frame="1"/>
                </w:rPr>
                <w:t>Пр</w:t>
              </w:r>
              <w:r>
                <w:rPr>
                  <w:rStyle w:val="Hyperlink"/>
                  <w:color w:val="000000"/>
                  <w:sz w:val="24"/>
                  <w:szCs w:val="24"/>
                  <w:bdr w:val="none" w:sz="0" w:space="0" w:color="auto" w:frame="1"/>
                </w:rPr>
                <w:t>о</w:t>
              </w:r>
              <w:r w:rsidRPr="00EB4335">
                <w:rPr>
                  <w:rStyle w:val="Hyperlink"/>
                  <w:color w:val="000000"/>
                  <w:sz w:val="24"/>
                  <w:szCs w:val="24"/>
                  <w:bdr w:val="none" w:sz="0" w:space="0" w:color="auto" w:frame="1"/>
                </w:rPr>
                <w:t xml:space="preserve"> припинення права користування земельними ділянками</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61" w:history="1">
              <w:r w:rsidRPr="00EB4335">
                <w:rPr>
                  <w:rStyle w:val="Hyperlink"/>
                  <w:color w:val="000000"/>
                  <w:sz w:val="24"/>
                  <w:szCs w:val="24"/>
                  <w:bdr w:val="none" w:sz="0" w:space="0" w:color="auto" w:frame="1"/>
                </w:rPr>
                <w:t>Про виділення земельних ділянок в натурі (на місцевості)</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62" w:history="1">
              <w:r w:rsidRPr="00EB4335">
                <w:rPr>
                  <w:rStyle w:val="Hyperlink"/>
                  <w:color w:val="000000"/>
                  <w:sz w:val="24"/>
                  <w:szCs w:val="24"/>
                  <w:bdr w:val="none" w:sz="0" w:space="0" w:color="auto" w:frame="1"/>
                </w:rPr>
                <w:t>Про виділення земельних ділянок в натурі (на місцевості)</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63" w:history="1">
              <w:r w:rsidRPr="00EB4335">
                <w:rPr>
                  <w:rStyle w:val="Hyperlink"/>
                  <w:color w:val="000000"/>
                  <w:sz w:val="24"/>
                  <w:szCs w:val="24"/>
                  <w:bdr w:val="none" w:sz="0" w:space="0" w:color="auto" w:frame="1"/>
                </w:rPr>
                <w:t>Про виділення земельних ділянок в натурі (на місцевості)</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64" w:history="1">
              <w:r w:rsidRPr="00EB4335">
                <w:rPr>
                  <w:rStyle w:val="Hyperlink"/>
                  <w:color w:val="000000"/>
                  <w:sz w:val="24"/>
                  <w:szCs w:val="24"/>
                  <w:bdr w:val="none" w:sz="0" w:space="0" w:color="auto" w:frame="1"/>
                </w:rPr>
                <w:t>Про передачу земельних ділянок в оренду</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65" w:history="1">
              <w:r w:rsidRPr="00EB4335">
                <w:rPr>
                  <w:rStyle w:val="Hyperlink"/>
                  <w:color w:val="000000"/>
                  <w:sz w:val="24"/>
                  <w:szCs w:val="24"/>
                  <w:bdr w:val="none" w:sz="0" w:space="0" w:color="auto" w:frame="1"/>
                </w:rPr>
                <w:t>Про передачу земельних ділянок в оренду</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66" w:history="1">
              <w:r w:rsidRPr="00EB4335">
                <w:rPr>
                  <w:rStyle w:val="Hyperlink"/>
                  <w:color w:val="000000"/>
                  <w:sz w:val="24"/>
                  <w:szCs w:val="24"/>
                  <w:bdr w:val="none" w:sz="0" w:space="0" w:color="auto" w:frame="1"/>
                </w:rPr>
                <w:t>Про передачу земельних ділянок в оренду</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67" w:history="1">
              <w:r w:rsidRPr="00E92E7E">
                <w:rPr>
                  <w:rStyle w:val="Hyperlink"/>
                  <w:color w:val="auto"/>
                  <w:sz w:val="24"/>
                  <w:szCs w:val="24"/>
                  <w:bdr w:val="none" w:sz="0" w:space="0" w:color="auto" w:frame="1"/>
                </w:rPr>
                <w:t>Про надання дозволу на розроблення проєктів землеустрою щодо відведення земельних ділянок в оренду</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68" w:history="1">
              <w:r w:rsidRPr="00E92E7E">
                <w:rPr>
                  <w:rStyle w:val="Hyperlink"/>
                  <w:color w:val="auto"/>
                  <w:sz w:val="24"/>
                  <w:szCs w:val="24"/>
                  <w:bdr w:val="none" w:sz="0" w:space="0" w:color="auto" w:frame="1"/>
                </w:rPr>
                <w:t>Про надання дозволу на розроблення проєктів землеустрою щодо відведення земельних ділянок в оренду</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69" w:history="1">
              <w:r w:rsidRPr="00E92E7E">
                <w:rPr>
                  <w:rStyle w:val="Hyperlink"/>
                  <w:color w:val="auto"/>
                  <w:sz w:val="24"/>
                  <w:szCs w:val="24"/>
                  <w:bdr w:val="none" w:sz="0" w:space="0" w:color="auto" w:frame="1"/>
                </w:rPr>
                <w:t>Про надання дозволу на розроблення проєктів землеустрою щодо відведення земельних ділянок в оренду</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70" w:history="1">
              <w:r w:rsidRPr="00E92E7E">
                <w:rPr>
                  <w:rStyle w:val="Hyperlink"/>
                  <w:color w:val="auto"/>
                  <w:sz w:val="24"/>
                  <w:szCs w:val="24"/>
                  <w:bdr w:val="none" w:sz="0" w:space="0" w:color="auto" w:frame="1"/>
                </w:rPr>
                <w:t>Про надання дозволу на розроблення проєкту землеустрою щодо відведення земельної ділянки</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71" w:history="1">
              <w:r w:rsidRPr="00E92E7E">
                <w:rPr>
                  <w:rStyle w:val="Hyperlink"/>
                  <w:color w:val="auto"/>
                  <w:sz w:val="24"/>
                  <w:szCs w:val="24"/>
                  <w:bdr w:val="none" w:sz="0" w:space="0" w:color="auto" w:frame="1"/>
                </w:rPr>
                <w:t>Про надання дозволу на розроблення проєкту землеустрою щодо відведення земельної ділянки</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72" w:history="1">
              <w:r w:rsidRPr="00E92E7E">
                <w:rPr>
                  <w:rStyle w:val="Hyperlink"/>
                  <w:color w:val="auto"/>
                  <w:sz w:val="24"/>
                  <w:szCs w:val="24"/>
                  <w:bdr w:val="none" w:sz="0" w:space="0" w:color="auto" w:frame="1"/>
                </w:rPr>
                <w:t>Про надання дозволу на розроблення проєкту землеустрою щодо відведення земельної ділянки</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73" w:history="1">
              <w:r w:rsidRPr="00EB4335">
                <w:rPr>
                  <w:rStyle w:val="Hyperlink"/>
                  <w:color w:val="000000"/>
                  <w:sz w:val="24"/>
                  <w:szCs w:val="24"/>
                  <w:bdr w:val="none" w:sz="0" w:space="0" w:color="auto" w:frame="1"/>
                </w:rPr>
                <w:t>Про надання дозволу на розроблення проєкту землеустрою щодо відведення земельної ділянки в постійне користування</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74" w:history="1">
              <w:r w:rsidRPr="00EB4335">
                <w:rPr>
                  <w:rStyle w:val="Hyperlink"/>
                  <w:color w:val="000000"/>
                  <w:sz w:val="24"/>
                  <w:szCs w:val="24"/>
                  <w:bdr w:val="none" w:sz="0" w:space="0" w:color="auto" w:frame="1"/>
                </w:rPr>
                <w:t>Про надання дозволу на розроблення проєкту землеустрою щодо відведення земельної ділянки в постійне користування</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75" w:history="1">
              <w:r w:rsidRPr="00EB4335">
                <w:rPr>
                  <w:rStyle w:val="Hyperlink"/>
                  <w:color w:val="000000"/>
                  <w:sz w:val="24"/>
                  <w:szCs w:val="24"/>
                  <w:bdr w:val="none" w:sz="0" w:space="0" w:color="auto" w:frame="1"/>
                </w:rPr>
                <w:t>Про надання дозволу на розроблення проєкту землеустрою щодо відведення земельної ділянки в постійне користування</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76" w:history="1">
              <w:r w:rsidRPr="00EB4335">
                <w:rPr>
                  <w:rStyle w:val="Hyperlink"/>
                  <w:color w:val="000000"/>
                  <w:sz w:val="24"/>
                  <w:szCs w:val="24"/>
                  <w:bdr w:val="none" w:sz="0" w:space="0" w:color="auto" w:frame="1"/>
                </w:rPr>
                <w:t>Про надання дозволу на розроблення проєктів землеустрою щодо відведення земельних ділянок у власність</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77" w:history="1">
              <w:r w:rsidRPr="00EB4335">
                <w:rPr>
                  <w:rStyle w:val="Hyperlink"/>
                  <w:color w:val="000000"/>
                  <w:sz w:val="24"/>
                  <w:szCs w:val="24"/>
                  <w:bdr w:val="none" w:sz="0" w:space="0" w:color="auto" w:frame="1"/>
                </w:rPr>
                <w:t>Про надання дозволу на розроблення проєктів землеустрою щодо відведення земельних ділянок у власність</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78" w:history="1">
              <w:r w:rsidRPr="00EB4335">
                <w:rPr>
                  <w:rStyle w:val="Hyperlink"/>
                  <w:color w:val="000000"/>
                  <w:sz w:val="24"/>
                  <w:szCs w:val="24"/>
                  <w:bdr w:val="none" w:sz="0" w:space="0" w:color="auto" w:frame="1"/>
                </w:rPr>
                <w:t>Про надання дозволу на розроблення проєктів землеустрою щодо відведення земельних ділянок у власність</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79" w:history="1">
              <w:r w:rsidRPr="00EB4335">
                <w:rPr>
                  <w:rStyle w:val="Hyperlink"/>
                  <w:color w:val="000000"/>
                  <w:sz w:val="24"/>
                  <w:szCs w:val="24"/>
                  <w:bdr w:val="none" w:sz="0" w:space="0" w:color="auto" w:frame="1"/>
                </w:rPr>
                <w:t>Про надання дозволу на розроблення технічних документацій із землеустрою щодо встановлення (відновлення) меж земельних ділянок в натурі (на місцевості)</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80" w:history="1">
              <w:r w:rsidRPr="00EB4335">
                <w:rPr>
                  <w:rStyle w:val="Hyperlink"/>
                  <w:color w:val="000000"/>
                  <w:sz w:val="24"/>
                  <w:szCs w:val="24"/>
                  <w:bdr w:val="none" w:sz="0" w:space="0" w:color="auto" w:frame="1"/>
                </w:rPr>
                <w:t>Про надання дозволу на розроблення технічних документацій із землеустрою щодо встановлення (відновлення) меж земельних ділянок в натурі (на місцевості)</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81" w:history="1">
              <w:r w:rsidRPr="00EB4335">
                <w:rPr>
                  <w:rStyle w:val="Hyperlink"/>
                  <w:color w:val="000000"/>
                  <w:sz w:val="24"/>
                  <w:szCs w:val="24"/>
                  <w:bdr w:val="none" w:sz="0" w:space="0" w:color="auto" w:frame="1"/>
                </w:rPr>
                <w:t>Про надання дозволу на розроблення технічних документацій із землеустрою щодо встановлення (відновлення) меж земельних ділянок в натурі (на місцевості)</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82" w:history="1">
              <w:r w:rsidRPr="00EB4335">
                <w:rPr>
                  <w:rStyle w:val="Hyperlink"/>
                  <w:color w:val="000000"/>
                  <w:sz w:val="24"/>
                  <w:szCs w:val="24"/>
                  <w:bdr w:val="none" w:sz="0" w:space="0" w:color="auto" w:frame="1"/>
                </w:rPr>
                <w:t>Про затвердження технічної документації із землеустрою щодо інвентаризації земель</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83" w:history="1">
              <w:r w:rsidRPr="00EB4335">
                <w:rPr>
                  <w:rStyle w:val="Hyperlink"/>
                  <w:color w:val="000000"/>
                  <w:sz w:val="24"/>
                  <w:szCs w:val="24"/>
                  <w:bdr w:val="none" w:sz="0" w:space="0" w:color="auto" w:frame="1"/>
                </w:rPr>
                <w:t>Про затвердження технічної документації із землеустрою щодо інвентаризації земель</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84" w:history="1">
              <w:r w:rsidRPr="00EB4335">
                <w:rPr>
                  <w:rStyle w:val="Hyperlink"/>
                  <w:color w:val="000000"/>
                  <w:sz w:val="24"/>
                  <w:szCs w:val="24"/>
                  <w:bdr w:val="none" w:sz="0" w:space="0" w:color="auto" w:frame="1"/>
                </w:rPr>
                <w:t>Про затвердження технічної документації із землеустрою щодо інвентаризації земель</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85" w:history="1">
              <w:r w:rsidRPr="00EB4335">
                <w:rPr>
                  <w:rStyle w:val="Hyperlink"/>
                  <w:color w:val="000000"/>
                  <w:sz w:val="24"/>
                  <w:szCs w:val="24"/>
                  <w:bdr w:val="none" w:sz="0" w:space="0" w:color="auto" w:frame="1"/>
                </w:rPr>
                <w:t>Про затвердження технічних документацій із землеустрою щодо встановлення (відновлення) меж земельних ділянок в натурі (на місцевості)</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86" w:history="1">
              <w:r w:rsidRPr="00EB4335">
                <w:rPr>
                  <w:rStyle w:val="Hyperlink"/>
                  <w:color w:val="000000"/>
                  <w:sz w:val="24"/>
                  <w:szCs w:val="24"/>
                  <w:bdr w:val="none" w:sz="0" w:space="0" w:color="auto" w:frame="1"/>
                </w:rPr>
                <w:t>Про затвердження технічних документацій із землеустрою щодо встановлення (відновлення) меж земельних ділянок в натурі (на місцевості)</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87" w:history="1">
              <w:r w:rsidRPr="00EB4335">
                <w:rPr>
                  <w:rStyle w:val="Hyperlink"/>
                  <w:color w:val="000000"/>
                  <w:sz w:val="24"/>
                  <w:szCs w:val="24"/>
                  <w:bdr w:val="none" w:sz="0" w:space="0" w:color="auto" w:frame="1"/>
                </w:rPr>
                <w:t>Про затвердження технічних документацій із землеустрою щодо встановлення (відновлення) меж земельних ділянок в натурі (на місцевості)</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88"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89"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90"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91"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Антонівка, село Отроків)</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92"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Антонівка, село Отроків)</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93"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Антонівка, село Отроків)</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r>
              <w:rPr>
                <w:b/>
                <w:sz w:val="24"/>
              </w:rPr>
              <w:t>Слухали:</w:t>
            </w:r>
          </w:p>
          <w:p w:rsidR="000A6A4E" w:rsidRDefault="000A6A4E" w:rsidP="007D011F">
            <w:pPr>
              <w:pStyle w:val="TableParagraph"/>
              <w:spacing w:before="132"/>
              <w:ind w:left="200"/>
              <w:rPr>
                <w:b/>
                <w:sz w:val="24"/>
              </w:rPr>
            </w:pPr>
            <w:r w:rsidRPr="00AD2122">
              <w:rPr>
                <w:b/>
                <w:sz w:val="24"/>
              </w:rPr>
              <w:t>Гринчука Г.П</w:t>
            </w:r>
          </w:p>
        </w:tc>
        <w:tc>
          <w:tcPr>
            <w:tcW w:w="8140" w:type="dxa"/>
          </w:tcPr>
          <w:p w:rsidR="000A6A4E" w:rsidRPr="00852092" w:rsidRDefault="000A6A4E" w:rsidP="007D011F">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1D4754">
              <w:rPr>
                <w:sz w:val="24"/>
                <w:szCs w:val="24"/>
              </w:rPr>
              <w:t>«</w:t>
            </w:r>
            <w:hyperlink r:id="rId294"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Браїлівка, село Цівківці)</w:t>
              </w:r>
            </w:hyperlink>
            <w:r>
              <w:rPr>
                <w:sz w:val="24"/>
                <w:szCs w:val="24"/>
              </w:rPr>
              <w:t>»</w:t>
            </w:r>
            <w:r w:rsidRPr="00031B97">
              <w:rPr>
                <w:sz w:val="24"/>
                <w:szCs w:val="24"/>
              </w:rPr>
              <w:t>.</w:t>
            </w:r>
          </w:p>
        </w:tc>
      </w:tr>
      <w:tr w:rsidR="000A6A4E" w:rsidRPr="00CB57ED" w:rsidTr="00DC3E06">
        <w:trPr>
          <w:gridAfter w:val="1"/>
          <w:wAfter w:w="220" w:type="dxa"/>
          <w:trHeight w:val="1124"/>
        </w:trPr>
        <w:tc>
          <w:tcPr>
            <w:tcW w:w="2090" w:type="dxa"/>
          </w:tcPr>
          <w:p w:rsidR="000A6A4E" w:rsidRPr="00EA00CA" w:rsidRDefault="000A6A4E" w:rsidP="007D011F">
            <w:pPr>
              <w:pStyle w:val="TableParagraph"/>
              <w:spacing w:before="135" w:line="275" w:lineRule="exact"/>
              <w:ind w:left="200"/>
              <w:rPr>
                <w:b/>
                <w:sz w:val="24"/>
              </w:rPr>
            </w:pPr>
            <w:r w:rsidRPr="00EA00CA">
              <w:rPr>
                <w:b/>
                <w:sz w:val="24"/>
              </w:rPr>
              <w:t>ВИСТУПИЛИ:</w:t>
            </w:r>
          </w:p>
          <w:p w:rsidR="000A6A4E" w:rsidRPr="00EA00CA" w:rsidRDefault="000A6A4E" w:rsidP="007D011F">
            <w:pPr>
              <w:pStyle w:val="TableParagraph"/>
              <w:ind w:left="200" w:right="52"/>
              <w:rPr>
                <w:sz w:val="24"/>
              </w:rPr>
            </w:pPr>
            <w:r>
              <w:rPr>
                <w:b/>
                <w:sz w:val="24"/>
              </w:rPr>
              <w:t>Андрієнко О.А</w:t>
            </w:r>
            <w:r w:rsidRPr="00EA00CA">
              <w:rPr>
                <w:b/>
                <w:sz w:val="24"/>
              </w:rPr>
              <w:t>.</w:t>
            </w:r>
          </w:p>
        </w:tc>
        <w:tc>
          <w:tcPr>
            <w:tcW w:w="8140" w:type="dxa"/>
          </w:tcPr>
          <w:p w:rsidR="000A6A4E" w:rsidRPr="00EA00CA" w:rsidRDefault="000A6A4E" w:rsidP="007D011F">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295"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Браїлівка, село Цівківці)</w:t>
              </w:r>
            </w:hyperlink>
            <w:r>
              <w:t>».</w:t>
            </w:r>
          </w:p>
        </w:tc>
      </w:tr>
      <w:tr w:rsidR="000A6A4E" w:rsidRPr="00CB57ED" w:rsidTr="00DC3E06">
        <w:trPr>
          <w:gridAfter w:val="1"/>
          <w:wAfter w:w="220" w:type="dxa"/>
          <w:trHeight w:val="1124"/>
        </w:trPr>
        <w:tc>
          <w:tcPr>
            <w:tcW w:w="2090" w:type="dxa"/>
          </w:tcPr>
          <w:p w:rsidR="000A6A4E" w:rsidRPr="000D243F" w:rsidRDefault="000A6A4E" w:rsidP="007D011F">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A00CA" w:rsidRDefault="000A6A4E" w:rsidP="007D011F">
            <w:pPr>
              <w:ind w:left="110"/>
              <w:rPr>
                <w:sz w:val="24"/>
                <w:szCs w:val="24"/>
                <w:lang w:eastAsia="ru-RU"/>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EB4335">
              <w:rPr>
                <w:sz w:val="24"/>
                <w:szCs w:val="24"/>
                <w:lang w:val="ru-RU" w:eastAsia="ru-RU"/>
              </w:rPr>
              <w:t>9</w:t>
            </w:r>
            <w:r>
              <w:rPr>
                <w:sz w:val="24"/>
                <w:szCs w:val="24"/>
                <w:lang w:eastAsia="ru-RU"/>
              </w:rPr>
              <w:t xml:space="preserve"> </w:t>
            </w:r>
            <w:r w:rsidRPr="00EB4335">
              <w:rPr>
                <w:sz w:val="24"/>
                <w:szCs w:val="24"/>
                <w:lang w:val="ru-RU" w:eastAsia="ru-RU"/>
              </w:rPr>
              <w:t>липня</w:t>
            </w:r>
            <w:r w:rsidRPr="00EA00CA">
              <w:rPr>
                <w:sz w:val="24"/>
                <w:szCs w:val="24"/>
                <w:lang w:eastAsia="ru-RU"/>
              </w:rPr>
              <w:t xml:space="preserve"> 2021 року а саме:</w:t>
            </w:r>
          </w:p>
          <w:p w:rsidR="000A6A4E" w:rsidRPr="00A444A5" w:rsidRDefault="000A6A4E" w:rsidP="007D011F">
            <w:pPr>
              <w:pStyle w:val="TableParagraph"/>
              <w:spacing w:line="263" w:lineRule="exact"/>
              <w:jc w:val="both"/>
              <w:rPr>
                <w:sz w:val="24"/>
              </w:rPr>
            </w:pPr>
            <w:r>
              <w:t>«</w:t>
            </w:r>
            <w:hyperlink r:id="rId296"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Браїлівка, село Цівківці)</w:t>
              </w:r>
            </w:hyperlink>
            <w:r>
              <w:t>».</w:t>
            </w:r>
          </w:p>
        </w:tc>
      </w:tr>
      <w:tr w:rsidR="000A6A4E" w:rsidRPr="00CB57ED" w:rsidTr="00DC3E06">
        <w:trPr>
          <w:gridAfter w:val="1"/>
          <w:wAfter w:w="220" w:type="dxa"/>
          <w:trHeight w:val="1124"/>
        </w:trPr>
        <w:tc>
          <w:tcPr>
            <w:tcW w:w="2090" w:type="dxa"/>
          </w:tcPr>
          <w:p w:rsidR="000A6A4E" w:rsidRDefault="000A6A4E" w:rsidP="007D011F">
            <w:pPr>
              <w:pStyle w:val="TableParagraph"/>
              <w:spacing w:before="132"/>
              <w:ind w:left="200"/>
              <w:rPr>
                <w:b/>
                <w:sz w:val="24"/>
              </w:rPr>
            </w:pPr>
          </w:p>
          <w:p w:rsidR="000A6A4E" w:rsidRDefault="000A6A4E" w:rsidP="007D011F">
            <w:pPr>
              <w:pStyle w:val="TableParagraph"/>
              <w:spacing w:before="132"/>
              <w:ind w:left="200"/>
              <w:rPr>
                <w:b/>
                <w:sz w:val="24"/>
              </w:rPr>
            </w:pPr>
            <w:r>
              <w:rPr>
                <w:b/>
                <w:sz w:val="24"/>
              </w:rPr>
              <w:t>ГОЛОСУВАЛИ:</w:t>
            </w:r>
          </w:p>
        </w:tc>
        <w:tc>
          <w:tcPr>
            <w:tcW w:w="8140" w:type="dxa"/>
          </w:tcPr>
          <w:p w:rsidR="000A6A4E" w:rsidRDefault="000A6A4E" w:rsidP="007D011F">
            <w:pPr>
              <w:pStyle w:val="BodyText"/>
              <w:ind w:left="200" w:right="483"/>
              <w:jc w:val="both"/>
            </w:pPr>
          </w:p>
          <w:p w:rsidR="000A6A4E" w:rsidRDefault="000A6A4E" w:rsidP="007D011F">
            <w:pPr>
              <w:pStyle w:val="BodyText"/>
              <w:ind w:left="200" w:right="483"/>
              <w:jc w:val="both"/>
            </w:pPr>
          </w:p>
          <w:p w:rsidR="000A6A4E" w:rsidRPr="00CB57ED" w:rsidRDefault="000A6A4E" w:rsidP="007D011F">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297"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Вільховець, село Нова Гута)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298"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Вільховець, село Нова Гута)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299"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Вільховець, село Нова Гута)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00"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Губарів)</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01"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Губарів)</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02"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Губарів)</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03"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Жабинці, село Заміхів)</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04"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Жабинці, село Заміхів)</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05"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Жабинці, село Заміхів)</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06"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Зелені Курилівці)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07"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Зелені Курилівці)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08"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Зелені Курилівці)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09"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Івашківці)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10"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Івашківці)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11"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Івашківці)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12"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Капустяни, село Глибочок)</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13"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Капустяни, село Глибочок)</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14"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Капустяни, село Глибочок)</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15"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Косиківці, село Шелестяни)</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16"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Косиківці, село Шелестяни)</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17"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Косиківці, село Шелестяни)</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18"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Куражин)</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19"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Куражин)</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20"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Куражин)</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21"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Куча)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22"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Куча)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23"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Куча)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24"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Мала Стружка, село Щербівці)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25"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Мала Стружка, село Щербівці)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26"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Мала Стружка, село Щербівці)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27"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Рудківці)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28"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Рудківці)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29"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Рудківці)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30"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Ставчани, село Любомирівка)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31"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Ставчани, село Любомирівка)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32"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Ставчани, село Любомирівка)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33"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Струга)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34"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Струга)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35"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Струга)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36"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Хребтіїв)</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37"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Хребтіїв)</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38"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Хребтіїв)</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39"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Шебутинці)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40"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Шебутинці)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41"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(село Шебутинці)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42"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(смт Нова Ушиця, село Каскада)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43"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(смт Нова Ушиця, село Каскада)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44"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у власність (смт Нова Ушиця, село Каскада)</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45"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зі зміною цільового призначення (село Рудківці)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46"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зі зміною цільового призначення (село Рудківці)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47"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зі зміною цільового призначення (село Рудківці)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r>
              <w:rPr>
                <w:b/>
                <w:sz w:val="24"/>
              </w:rPr>
              <w:t>Слухали:</w:t>
            </w:r>
          </w:p>
          <w:p w:rsidR="000A6A4E" w:rsidRDefault="000A6A4E" w:rsidP="003C444B">
            <w:pPr>
              <w:pStyle w:val="TableParagraph"/>
              <w:spacing w:before="132"/>
              <w:ind w:left="200"/>
              <w:rPr>
                <w:b/>
                <w:sz w:val="24"/>
              </w:rPr>
            </w:pPr>
            <w:r w:rsidRPr="00AD2122">
              <w:rPr>
                <w:b/>
                <w:sz w:val="24"/>
              </w:rPr>
              <w:t>Гринчука Г.П</w:t>
            </w:r>
          </w:p>
        </w:tc>
        <w:tc>
          <w:tcPr>
            <w:tcW w:w="8140" w:type="dxa"/>
          </w:tcPr>
          <w:p w:rsidR="000A6A4E" w:rsidRPr="00EB4335" w:rsidRDefault="000A6A4E" w:rsidP="003C444B">
            <w:pPr>
              <w:rPr>
                <w:color w:val="000000"/>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Pr>
                <w:sz w:val="24"/>
                <w:szCs w:val="24"/>
              </w:rPr>
              <w:t>«</w:t>
            </w:r>
            <w:hyperlink r:id="rId348"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під громадські пасовища (село Мала Стружка, село Щербівці, село Заміхів, село Жабинці)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EA00CA" w:rsidRDefault="000A6A4E" w:rsidP="003C444B">
            <w:pPr>
              <w:pStyle w:val="TableParagraph"/>
              <w:spacing w:before="135" w:line="275" w:lineRule="exact"/>
              <w:ind w:left="200"/>
              <w:rPr>
                <w:b/>
                <w:sz w:val="24"/>
              </w:rPr>
            </w:pPr>
            <w:r w:rsidRPr="00EA00CA">
              <w:rPr>
                <w:b/>
                <w:sz w:val="24"/>
              </w:rPr>
              <w:t>ВИСТУПИЛИ:</w:t>
            </w:r>
          </w:p>
          <w:p w:rsidR="000A6A4E" w:rsidRPr="00EA00CA" w:rsidRDefault="000A6A4E" w:rsidP="003C444B">
            <w:pPr>
              <w:pStyle w:val="TableParagraph"/>
              <w:ind w:left="200" w:right="52"/>
              <w:rPr>
                <w:sz w:val="24"/>
              </w:rPr>
            </w:pPr>
            <w:r>
              <w:rPr>
                <w:b/>
                <w:sz w:val="24"/>
              </w:rPr>
              <w:t>Андрієнко О.А</w:t>
            </w:r>
            <w:r w:rsidRPr="00EA00CA">
              <w:rPr>
                <w:b/>
                <w:sz w:val="24"/>
              </w:rPr>
              <w:t>.</w:t>
            </w:r>
          </w:p>
        </w:tc>
        <w:tc>
          <w:tcPr>
            <w:tcW w:w="8140" w:type="dxa"/>
          </w:tcPr>
          <w:p w:rsidR="000A6A4E" w:rsidRPr="00EB4335" w:rsidRDefault="000A6A4E" w:rsidP="003C444B">
            <w:pPr>
              <w:rPr>
                <w:color w:val="000000"/>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виніс на розгляд комісії проект рішення «</w:t>
            </w:r>
            <w:hyperlink r:id="rId349"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під громадські пасовища (село Мала Стружка, село Щербівці, село Заміхів, село Жабинці)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Pr="000D243F" w:rsidRDefault="000A6A4E" w:rsidP="003C444B">
            <w:pPr>
              <w:pStyle w:val="TableParagraph"/>
              <w:spacing w:line="268" w:lineRule="exact"/>
              <w:ind w:left="200"/>
              <w:rPr>
                <w:b/>
                <w:sz w:val="24"/>
              </w:rPr>
            </w:pPr>
            <w:r>
              <w:rPr>
                <w:b/>
                <w:sz w:val="24"/>
              </w:rPr>
              <w:t>ВИРІШИЛИ</w:t>
            </w:r>
            <w:r w:rsidRPr="000D243F">
              <w:rPr>
                <w:b/>
                <w:sz w:val="24"/>
              </w:rPr>
              <w:t>:</w:t>
            </w:r>
          </w:p>
        </w:tc>
        <w:tc>
          <w:tcPr>
            <w:tcW w:w="8140" w:type="dxa"/>
          </w:tcPr>
          <w:p w:rsidR="000A6A4E" w:rsidRPr="00EB4335" w:rsidRDefault="000A6A4E" w:rsidP="003C444B">
            <w:pPr>
              <w:rPr>
                <w:color w:val="000000"/>
                <w:sz w:val="24"/>
                <w:szCs w:val="24"/>
              </w:rPr>
            </w:pPr>
            <w:r w:rsidRPr="00EA00CA">
              <w:rPr>
                <w:sz w:val="24"/>
                <w:szCs w:val="24"/>
              </w:rPr>
              <w:t xml:space="preserve">Підтримати проект рішення </w:t>
            </w:r>
            <w:r>
              <w:rPr>
                <w:sz w:val="24"/>
                <w:szCs w:val="24"/>
              </w:rPr>
              <w:t>ХIV</w:t>
            </w:r>
            <w:r w:rsidRPr="00EA00CA">
              <w:rPr>
                <w:sz w:val="24"/>
                <w:szCs w:val="24"/>
              </w:rPr>
              <w:t xml:space="preserve"> сесії селищної ради </w:t>
            </w:r>
            <w:r w:rsidRPr="00EA00CA">
              <w:rPr>
                <w:sz w:val="24"/>
                <w:szCs w:val="24"/>
                <w:lang w:eastAsia="ru-RU"/>
              </w:rPr>
              <w:t xml:space="preserve">від </w:t>
            </w:r>
            <w:r>
              <w:rPr>
                <w:sz w:val="24"/>
                <w:szCs w:val="24"/>
                <w:lang w:eastAsia="ru-RU"/>
              </w:rPr>
              <w:t>2</w:t>
            </w:r>
            <w:r w:rsidRPr="003067F2">
              <w:rPr>
                <w:sz w:val="24"/>
                <w:szCs w:val="24"/>
                <w:lang w:eastAsia="ru-RU"/>
              </w:rPr>
              <w:t>9</w:t>
            </w:r>
            <w:r>
              <w:rPr>
                <w:sz w:val="24"/>
                <w:szCs w:val="24"/>
                <w:lang w:eastAsia="ru-RU"/>
              </w:rPr>
              <w:t xml:space="preserve"> </w:t>
            </w:r>
            <w:r w:rsidRPr="003067F2">
              <w:rPr>
                <w:sz w:val="24"/>
                <w:szCs w:val="24"/>
                <w:lang w:eastAsia="ru-RU"/>
              </w:rPr>
              <w:t>липня</w:t>
            </w:r>
            <w:r w:rsidRPr="00EA00CA">
              <w:rPr>
                <w:sz w:val="24"/>
                <w:szCs w:val="24"/>
                <w:lang w:eastAsia="ru-RU"/>
              </w:rPr>
              <w:t xml:space="preserve"> 2021 року а саме</w:t>
            </w:r>
            <w:r w:rsidRPr="00EB4335">
              <w:rPr>
                <w:color w:val="000000"/>
                <w:sz w:val="24"/>
                <w:szCs w:val="24"/>
                <w:bdr w:val="none" w:sz="0" w:space="0" w:color="auto" w:frame="1"/>
              </w:rPr>
              <w:t xml:space="preserve"> </w:t>
            </w:r>
            <w:r>
              <w:rPr>
                <w:color w:val="000000"/>
                <w:sz w:val="24"/>
                <w:szCs w:val="24"/>
                <w:bdr w:val="none" w:sz="0" w:space="0" w:color="auto" w:frame="1"/>
              </w:rPr>
              <w:t>«</w:t>
            </w:r>
            <w:hyperlink r:id="rId350" w:history="1">
              <w:r w:rsidRPr="00EB4335">
                <w:rPr>
                  <w:rStyle w:val="Hyperlink"/>
                  <w:color w:val="000000"/>
                  <w:sz w:val="24"/>
                  <w:szCs w:val="24"/>
                  <w:bdr w:val="none" w:sz="0" w:space="0" w:color="auto" w:frame="1"/>
                </w:rPr>
                <w:t>Про затвердження проєктів землеустрою щодо відведення земельних ділянок під громадські пасовища (село Мала Стружка, село Щербівці, село Заміхів, село Жабинці)</w:t>
              </w:r>
            </w:hyperlink>
            <w:r>
              <w:rPr>
                <w:color w:val="000000"/>
                <w:sz w:val="24"/>
                <w:szCs w:val="24"/>
                <w:bdr w:val="none" w:sz="0" w:space="0" w:color="auto" w:frame="1"/>
              </w:rPr>
              <w:t>»</w:t>
            </w:r>
          </w:p>
        </w:tc>
      </w:tr>
      <w:tr w:rsidR="000A6A4E" w:rsidRPr="00CB57ED" w:rsidTr="00DC3E06">
        <w:trPr>
          <w:gridAfter w:val="1"/>
          <w:wAfter w:w="220" w:type="dxa"/>
          <w:trHeight w:val="1124"/>
        </w:trPr>
        <w:tc>
          <w:tcPr>
            <w:tcW w:w="2090" w:type="dxa"/>
          </w:tcPr>
          <w:p w:rsidR="000A6A4E" w:rsidRDefault="000A6A4E" w:rsidP="003C444B">
            <w:pPr>
              <w:pStyle w:val="TableParagraph"/>
              <w:spacing w:before="132"/>
              <w:ind w:left="200"/>
              <w:rPr>
                <w:b/>
                <w:sz w:val="24"/>
              </w:rPr>
            </w:pPr>
          </w:p>
          <w:p w:rsidR="000A6A4E" w:rsidRDefault="000A6A4E" w:rsidP="003C444B">
            <w:pPr>
              <w:pStyle w:val="TableParagraph"/>
              <w:spacing w:before="132"/>
              <w:ind w:left="200"/>
              <w:rPr>
                <w:b/>
                <w:sz w:val="24"/>
              </w:rPr>
            </w:pPr>
            <w:r>
              <w:rPr>
                <w:b/>
                <w:sz w:val="24"/>
              </w:rPr>
              <w:t>ГОЛОСУВАЛИ:</w:t>
            </w:r>
          </w:p>
        </w:tc>
        <w:tc>
          <w:tcPr>
            <w:tcW w:w="8140" w:type="dxa"/>
          </w:tcPr>
          <w:p w:rsidR="000A6A4E" w:rsidRDefault="000A6A4E" w:rsidP="003C444B">
            <w:pPr>
              <w:pStyle w:val="BodyText"/>
              <w:ind w:left="200" w:right="483"/>
              <w:jc w:val="both"/>
            </w:pPr>
          </w:p>
          <w:p w:rsidR="000A6A4E" w:rsidRDefault="000A6A4E" w:rsidP="003C444B">
            <w:pPr>
              <w:pStyle w:val="BodyText"/>
              <w:ind w:left="200" w:right="483"/>
              <w:jc w:val="both"/>
            </w:pPr>
          </w:p>
          <w:p w:rsidR="000A6A4E" w:rsidRPr="00CB57ED" w:rsidRDefault="000A6A4E" w:rsidP="003C444B">
            <w:r w:rsidRPr="00CB57ED">
              <w:rPr>
                <w:b/>
              </w:rPr>
              <w:t xml:space="preserve">За – </w:t>
            </w:r>
            <w:r>
              <w:rPr>
                <w:b/>
              </w:rPr>
              <w:t>3</w:t>
            </w:r>
            <w:r w:rsidRPr="00CB57ED">
              <w:rPr>
                <w:b/>
              </w:rPr>
              <w:t>, Проти – 0, Утрим. – 0, Не голос. – 0.</w:t>
            </w:r>
            <w:r w:rsidRPr="000D243F">
              <w:t xml:space="preserve"> </w:t>
            </w:r>
            <w:r w:rsidRPr="000D243F">
              <w:rPr>
                <w:b/>
              </w:rPr>
              <w:t>ПРИЙНЯТО</w:t>
            </w:r>
          </w:p>
        </w:tc>
      </w:tr>
    </w:tbl>
    <w:p w:rsidR="000A6A4E" w:rsidRDefault="000A6A4E" w:rsidP="00CE0148">
      <w:pPr>
        <w:tabs>
          <w:tab w:val="left" w:pos="3619"/>
        </w:tabs>
        <w:rPr>
          <w:sz w:val="20"/>
          <w:szCs w:val="20"/>
        </w:rPr>
      </w:pPr>
    </w:p>
    <w:p w:rsidR="000A6A4E" w:rsidRPr="00B94A0D" w:rsidRDefault="000A6A4E" w:rsidP="00B94A0D">
      <w:pPr>
        <w:rPr>
          <w:sz w:val="20"/>
          <w:szCs w:val="20"/>
        </w:rPr>
      </w:pPr>
    </w:p>
    <w:p w:rsidR="000A6A4E" w:rsidRPr="00B94A0D" w:rsidRDefault="000A6A4E" w:rsidP="00B94A0D">
      <w:pPr>
        <w:rPr>
          <w:sz w:val="20"/>
          <w:szCs w:val="20"/>
        </w:rPr>
      </w:pPr>
    </w:p>
    <w:p w:rsidR="000A6A4E" w:rsidRDefault="000A6A4E" w:rsidP="00B94A0D">
      <w:pPr>
        <w:rPr>
          <w:sz w:val="20"/>
          <w:szCs w:val="20"/>
        </w:rPr>
      </w:pPr>
    </w:p>
    <w:p w:rsidR="000A6A4E" w:rsidRDefault="000A6A4E" w:rsidP="00B94A0D">
      <w:pPr>
        <w:rPr>
          <w:sz w:val="20"/>
          <w:szCs w:val="20"/>
        </w:rPr>
      </w:pPr>
    </w:p>
    <w:p w:rsidR="000A6A4E" w:rsidRPr="00140ED5" w:rsidRDefault="000A6A4E" w:rsidP="00B94A0D">
      <w:pPr>
        <w:tabs>
          <w:tab w:val="left" w:pos="2504"/>
        </w:tabs>
        <w:rPr>
          <w:sz w:val="24"/>
          <w:szCs w:val="24"/>
        </w:rPr>
      </w:pPr>
      <w:r w:rsidRPr="00140ED5">
        <w:rPr>
          <w:sz w:val="24"/>
          <w:szCs w:val="24"/>
        </w:rPr>
        <w:t>Голова комісії                                                                                       Г. Гринчук</w:t>
      </w:r>
    </w:p>
    <w:p w:rsidR="000A6A4E" w:rsidRPr="00140ED5" w:rsidRDefault="000A6A4E" w:rsidP="00B94A0D">
      <w:pPr>
        <w:tabs>
          <w:tab w:val="left" w:pos="2504"/>
        </w:tabs>
        <w:rPr>
          <w:sz w:val="24"/>
          <w:szCs w:val="24"/>
        </w:rPr>
      </w:pPr>
    </w:p>
    <w:p w:rsidR="000A6A4E" w:rsidRDefault="000A6A4E" w:rsidP="00B94A0D">
      <w:pPr>
        <w:rPr>
          <w:sz w:val="20"/>
          <w:szCs w:val="20"/>
        </w:rPr>
      </w:pPr>
      <w:r w:rsidRPr="00140ED5">
        <w:rPr>
          <w:sz w:val="24"/>
          <w:szCs w:val="24"/>
        </w:rPr>
        <w:t xml:space="preserve">Секретар комісії                                                                                  </w:t>
      </w:r>
      <w:r>
        <w:rPr>
          <w:sz w:val="24"/>
          <w:szCs w:val="24"/>
          <w:lang w:val="ru-RU"/>
        </w:rPr>
        <w:t xml:space="preserve"> </w:t>
      </w:r>
      <w:r w:rsidRPr="00140ED5">
        <w:rPr>
          <w:sz w:val="24"/>
          <w:szCs w:val="24"/>
        </w:rPr>
        <w:t xml:space="preserve"> В. Фурман</w:t>
      </w:r>
    </w:p>
    <w:p w:rsidR="000A6A4E" w:rsidRDefault="000A6A4E" w:rsidP="00B94A0D">
      <w:pPr>
        <w:rPr>
          <w:sz w:val="20"/>
          <w:szCs w:val="20"/>
        </w:rPr>
      </w:pPr>
    </w:p>
    <w:p w:rsidR="000A6A4E" w:rsidRDefault="000A6A4E" w:rsidP="00B94A0D">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Pr="00154484" w:rsidRDefault="000A6A4E" w:rsidP="00154484">
      <w:pPr>
        <w:rPr>
          <w:sz w:val="20"/>
          <w:szCs w:val="20"/>
        </w:rPr>
      </w:pPr>
    </w:p>
    <w:p w:rsidR="000A6A4E" w:rsidRDefault="000A6A4E" w:rsidP="00154484">
      <w:pPr>
        <w:rPr>
          <w:sz w:val="20"/>
          <w:szCs w:val="20"/>
        </w:rPr>
      </w:pPr>
    </w:p>
    <w:p w:rsidR="000A6A4E" w:rsidRDefault="000A6A4E" w:rsidP="00154484">
      <w:pPr>
        <w:rPr>
          <w:sz w:val="20"/>
          <w:szCs w:val="20"/>
        </w:rPr>
      </w:pPr>
    </w:p>
    <w:p w:rsidR="000A6A4E" w:rsidRDefault="000A6A4E" w:rsidP="00154484">
      <w:pPr>
        <w:tabs>
          <w:tab w:val="left" w:pos="3293"/>
        </w:tabs>
        <w:rPr>
          <w:sz w:val="20"/>
          <w:szCs w:val="20"/>
          <w:lang w:val="ru-RU"/>
        </w:rPr>
      </w:pPr>
      <w:r>
        <w:rPr>
          <w:sz w:val="20"/>
          <w:szCs w:val="20"/>
        </w:rPr>
        <w:tab/>
      </w:r>
    </w:p>
    <w:p w:rsidR="000A6A4E" w:rsidRDefault="000A6A4E" w:rsidP="00154484">
      <w:pPr>
        <w:tabs>
          <w:tab w:val="left" w:pos="3293"/>
        </w:tabs>
        <w:rPr>
          <w:sz w:val="20"/>
          <w:szCs w:val="20"/>
          <w:lang w:val="ru-RU"/>
        </w:rPr>
      </w:pPr>
    </w:p>
    <w:p w:rsidR="000A6A4E" w:rsidRDefault="000A6A4E" w:rsidP="00154484">
      <w:pPr>
        <w:tabs>
          <w:tab w:val="left" w:pos="3293"/>
        </w:tabs>
        <w:rPr>
          <w:sz w:val="20"/>
          <w:szCs w:val="20"/>
          <w:lang w:val="ru-RU"/>
        </w:rPr>
      </w:pPr>
    </w:p>
    <w:p w:rsidR="000A6A4E" w:rsidRDefault="000A6A4E" w:rsidP="00154484">
      <w:pPr>
        <w:tabs>
          <w:tab w:val="left" w:pos="3293"/>
        </w:tabs>
        <w:rPr>
          <w:sz w:val="20"/>
          <w:szCs w:val="20"/>
          <w:lang w:val="ru-RU"/>
        </w:rPr>
      </w:pPr>
    </w:p>
    <w:p w:rsidR="000A6A4E" w:rsidRDefault="000A6A4E" w:rsidP="00154484">
      <w:pPr>
        <w:tabs>
          <w:tab w:val="left" w:pos="3293"/>
        </w:tabs>
        <w:rPr>
          <w:sz w:val="20"/>
          <w:szCs w:val="20"/>
          <w:lang w:val="ru-RU"/>
        </w:rPr>
      </w:pPr>
    </w:p>
    <w:p w:rsidR="000A6A4E" w:rsidRDefault="000A6A4E" w:rsidP="00154484">
      <w:pPr>
        <w:tabs>
          <w:tab w:val="left" w:pos="3293"/>
        </w:tabs>
        <w:rPr>
          <w:sz w:val="20"/>
          <w:szCs w:val="20"/>
          <w:lang w:val="ru-RU"/>
        </w:rPr>
      </w:pPr>
    </w:p>
    <w:p w:rsidR="000A6A4E" w:rsidRDefault="000A6A4E" w:rsidP="00154484">
      <w:pPr>
        <w:tabs>
          <w:tab w:val="left" w:pos="3293"/>
        </w:tabs>
        <w:rPr>
          <w:sz w:val="20"/>
          <w:szCs w:val="20"/>
          <w:lang w:val="ru-RU"/>
        </w:rPr>
      </w:pPr>
    </w:p>
    <w:p w:rsidR="000A6A4E" w:rsidRDefault="000A6A4E" w:rsidP="00154484">
      <w:pPr>
        <w:tabs>
          <w:tab w:val="left" w:pos="3293"/>
        </w:tabs>
        <w:rPr>
          <w:sz w:val="20"/>
          <w:szCs w:val="20"/>
          <w:lang w:val="ru-RU"/>
        </w:rPr>
      </w:pPr>
    </w:p>
    <w:p w:rsidR="000A6A4E" w:rsidRPr="00FD4177" w:rsidRDefault="000A6A4E" w:rsidP="00154484">
      <w:pPr>
        <w:tabs>
          <w:tab w:val="left" w:pos="2504"/>
        </w:tabs>
        <w:jc w:val="center"/>
        <w:rPr>
          <w:b/>
          <w:lang w:val="ru-RU"/>
        </w:rPr>
      </w:pPr>
      <w:r w:rsidRPr="00C77461">
        <w:rPr>
          <w:b/>
        </w:rPr>
        <w:t>ПРОТОКОЛ №</w:t>
      </w:r>
      <w:r>
        <w:rPr>
          <w:b/>
          <w:lang w:val="ru-RU"/>
        </w:rPr>
        <w:t>11</w:t>
      </w:r>
    </w:p>
    <w:p w:rsidR="000A6A4E" w:rsidRDefault="000A6A4E" w:rsidP="00154484">
      <w:pPr>
        <w:spacing w:before="5" w:line="237" w:lineRule="auto"/>
        <w:ind w:left="262" w:right="550"/>
        <w:jc w:val="center"/>
        <w:rPr>
          <w:b/>
          <w:sz w:val="24"/>
        </w:rPr>
      </w:pPr>
      <w:r>
        <w:rPr>
          <w:b/>
          <w:sz w:val="24"/>
        </w:rPr>
        <w:t xml:space="preserve">засідання постійної комісії Новоушицької селищної ради з питань земельних відносин, охорони навколишнього природного середовища, </w:t>
      </w:r>
    </w:p>
    <w:p w:rsidR="000A6A4E" w:rsidRDefault="000A6A4E" w:rsidP="00154484">
      <w:pPr>
        <w:spacing w:before="5" w:line="237" w:lineRule="auto"/>
        <w:ind w:left="262" w:right="550"/>
        <w:jc w:val="center"/>
        <w:rPr>
          <w:b/>
          <w:sz w:val="24"/>
        </w:rPr>
      </w:pPr>
      <w:r>
        <w:rPr>
          <w:b/>
          <w:sz w:val="24"/>
        </w:rPr>
        <w:t>планування території та містобудування</w:t>
      </w:r>
    </w:p>
    <w:p w:rsidR="000A6A4E" w:rsidRPr="00D02FF4" w:rsidRDefault="000A6A4E" w:rsidP="00154484">
      <w:pPr>
        <w:tabs>
          <w:tab w:val="right" w:pos="9491"/>
        </w:tabs>
        <w:spacing w:before="273"/>
        <w:ind w:left="200"/>
        <w:rPr>
          <w:b/>
          <w:i/>
          <w:sz w:val="24"/>
        </w:rPr>
      </w:pPr>
      <w:r>
        <w:rPr>
          <w:b/>
          <w:i/>
          <w:sz w:val="24"/>
          <w:lang w:val="ru-RU"/>
        </w:rPr>
        <w:t>19 серпня</w:t>
      </w:r>
      <w:r w:rsidRPr="00D02FF4">
        <w:rPr>
          <w:b/>
          <w:i/>
          <w:sz w:val="24"/>
        </w:rPr>
        <w:t xml:space="preserve"> 2021</w:t>
      </w:r>
      <w:r w:rsidRPr="00D02FF4">
        <w:rPr>
          <w:b/>
          <w:i/>
          <w:spacing w:val="2"/>
          <w:sz w:val="24"/>
        </w:rPr>
        <w:t xml:space="preserve"> </w:t>
      </w:r>
      <w:r w:rsidRPr="00D02FF4">
        <w:rPr>
          <w:b/>
          <w:i/>
          <w:sz w:val="24"/>
        </w:rPr>
        <w:t>року</w:t>
      </w:r>
      <w:r>
        <w:rPr>
          <w:i/>
          <w:sz w:val="24"/>
        </w:rPr>
        <w:tab/>
      </w:r>
      <w:r>
        <w:rPr>
          <w:b/>
          <w:i/>
          <w:sz w:val="24"/>
        </w:rPr>
        <w:t>1</w:t>
      </w:r>
      <w:r>
        <w:rPr>
          <w:b/>
          <w:i/>
          <w:sz w:val="24"/>
          <w:lang w:val="ru-RU"/>
        </w:rPr>
        <w:t>3</w:t>
      </w:r>
      <w:r w:rsidRPr="00D02FF4">
        <w:rPr>
          <w:b/>
          <w:i/>
          <w:sz w:val="24"/>
        </w:rPr>
        <w:t>.00</w:t>
      </w:r>
    </w:p>
    <w:p w:rsidR="000A6A4E" w:rsidRDefault="000A6A4E" w:rsidP="00154484">
      <w:pPr>
        <w:pStyle w:val="Heading2"/>
        <w:spacing w:line="242" w:lineRule="auto"/>
        <w:ind w:right="6779"/>
        <w:rPr>
          <w:b w:val="0"/>
        </w:rPr>
      </w:pPr>
      <w:r>
        <w:t xml:space="preserve">Всього членів комісії – </w:t>
      </w:r>
      <w:r w:rsidRPr="00FA0114">
        <w:rPr>
          <w:b w:val="0"/>
          <w:i w:val="0"/>
        </w:rPr>
        <w:t>5 чол</w:t>
      </w:r>
      <w:r w:rsidRPr="00FA0114">
        <w:rPr>
          <w:b w:val="0"/>
        </w:rPr>
        <w:t>.</w:t>
      </w:r>
    </w:p>
    <w:p w:rsidR="000A6A4E" w:rsidRPr="00154484" w:rsidRDefault="000A6A4E" w:rsidP="00154484">
      <w:pPr>
        <w:pStyle w:val="BodyText"/>
        <w:spacing w:line="266" w:lineRule="exact"/>
        <w:ind w:left="200"/>
      </w:pPr>
      <w:r>
        <w:rPr>
          <w:b/>
          <w:i/>
        </w:rPr>
        <w:t xml:space="preserve">Присутні: </w:t>
      </w:r>
      <w:r>
        <w:t xml:space="preserve">Гринчук Г. П., </w:t>
      </w:r>
      <w:r w:rsidRPr="00C93D76">
        <w:t>Тарчинський В.В</w:t>
      </w:r>
      <w:r>
        <w:t>.,</w:t>
      </w:r>
      <w:r w:rsidRPr="00FD4177">
        <w:t>Фурман В.А.</w:t>
      </w:r>
      <w:r w:rsidRPr="00154484">
        <w:t>, Кищук І.І.</w:t>
      </w:r>
    </w:p>
    <w:p w:rsidR="000A6A4E" w:rsidRPr="00FA0114" w:rsidRDefault="000A6A4E" w:rsidP="00154484">
      <w:pPr>
        <w:pStyle w:val="Heading2"/>
        <w:spacing w:before="8"/>
        <w:rPr>
          <w:b w:val="0"/>
          <w:i w:val="0"/>
        </w:rPr>
      </w:pPr>
      <w:r>
        <w:t xml:space="preserve">Головує на засіданні: </w:t>
      </w:r>
      <w:r w:rsidRPr="00FA0114">
        <w:rPr>
          <w:b w:val="0"/>
          <w:i w:val="0"/>
        </w:rPr>
        <w:t>Гринчук Геннадій Пилипович – голова постійної комісії з питань земельних відносин, охорони навколишнього природного середовища, планування територій та містобудування.</w:t>
      </w:r>
    </w:p>
    <w:p w:rsidR="000A6A4E" w:rsidRDefault="000A6A4E" w:rsidP="00154484">
      <w:pPr>
        <w:pStyle w:val="BodyText"/>
        <w:spacing w:line="272" w:lineRule="exact"/>
        <w:ind w:left="200"/>
      </w:pPr>
      <w:r>
        <w:rPr>
          <w:b/>
          <w:i/>
        </w:rPr>
        <w:t xml:space="preserve">Запрошені: </w:t>
      </w:r>
      <w:r>
        <w:t>Р.Садлій – перший заступник Новоушицького селищного голови, О</w:t>
      </w:r>
      <w:r w:rsidRPr="00845070">
        <w:t>.</w:t>
      </w:r>
      <w:r>
        <w:t xml:space="preserve">Андрієнко, начальник  відділу </w:t>
      </w:r>
      <w:r w:rsidRPr="002A4F43">
        <w:rPr>
          <w:color w:val="000000"/>
          <w:shd w:val="clear" w:color="auto" w:fill="FFFFFF"/>
        </w:rPr>
        <w:t>земельних відносин та охорони навколишнього природного середовища</w:t>
      </w:r>
      <w:r>
        <w:t>, Десяк Антоніна Василівна жителька с.Любомирівка, Камянець-Подільського району,Хмельницької області.</w:t>
      </w:r>
    </w:p>
    <w:p w:rsidR="000A6A4E" w:rsidRDefault="000A6A4E" w:rsidP="00154484">
      <w:pPr>
        <w:tabs>
          <w:tab w:val="left" w:pos="4032"/>
        </w:tabs>
        <w:rPr>
          <w:sz w:val="20"/>
          <w:szCs w:val="20"/>
        </w:rPr>
      </w:pPr>
      <w:r>
        <w:rPr>
          <w:b/>
        </w:rPr>
        <w:t xml:space="preserve">                                                            </w:t>
      </w:r>
      <w:r w:rsidRPr="00267851">
        <w:rPr>
          <w:b/>
        </w:rPr>
        <w:t>ПОРЯДОК ДЕННИЙ</w:t>
      </w:r>
    </w:p>
    <w:p w:rsidR="000A6A4E" w:rsidRDefault="000A6A4E" w:rsidP="00154484">
      <w:pPr>
        <w:tabs>
          <w:tab w:val="left" w:pos="3293"/>
        </w:tabs>
        <w:rPr>
          <w:sz w:val="20"/>
          <w:szCs w:val="20"/>
          <w:lang w:val="ru-RU"/>
        </w:rPr>
      </w:pPr>
    </w:p>
    <w:tbl>
      <w:tblPr>
        <w:tblW w:w="10447" w:type="dxa"/>
        <w:tblInd w:w="13" w:type="dxa"/>
        <w:tblLayout w:type="fixed"/>
        <w:tblCellMar>
          <w:left w:w="0" w:type="dxa"/>
          <w:right w:w="0" w:type="dxa"/>
        </w:tblCellMar>
        <w:tblLook w:val="0000"/>
      </w:tblPr>
      <w:tblGrid>
        <w:gridCol w:w="377"/>
        <w:gridCol w:w="10070"/>
      </w:tblGrid>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Default="000A6A4E">
            <w:pPr>
              <w:pStyle w:val="NormalWeb"/>
              <w:spacing w:before="0" w:beforeAutospacing="0" w:after="0" w:afterAutospacing="0" w:line="240" w:lineRule="atLeast"/>
              <w:jc w:val="center"/>
              <w:textAlignment w:val="baseline"/>
              <w:rPr>
                <w:rFonts w:ascii="inherit" w:hAnsi="inherit" w:cs="Arial"/>
                <w:color w:val="000000"/>
                <w:sz w:val="16"/>
                <w:szCs w:val="16"/>
              </w:rPr>
            </w:pPr>
            <w:r>
              <w:rPr>
                <w:color w:val="000000"/>
                <w:bdr w:val="none" w:sz="0" w:space="0" w:color="auto" w:frame="1"/>
              </w:rPr>
              <w:t>1</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color w:val="000000"/>
              </w:rPr>
            </w:pPr>
            <w:hyperlink r:id="rId351" w:history="1">
              <w:r w:rsidRPr="00B4062C">
                <w:rPr>
                  <w:rStyle w:val="Hyperlink"/>
                  <w:rFonts w:ascii="inherit" w:hAnsi="inherit" w:cs="Arial"/>
                  <w:color w:val="000000"/>
                  <w:bdr w:val="none" w:sz="0" w:space="0" w:color="auto" w:frame="1"/>
                </w:rPr>
                <w:t>Про внесення змін до рішення селищної ради від 29 квітня 2021 року № 37</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Default="000A6A4E">
            <w:pPr>
              <w:pStyle w:val="NormalWeb"/>
              <w:spacing w:before="0" w:beforeAutospacing="0" w:after="0" w:afterAutospacing="0" w:line="240" w:lineRule="atLeast"/>
              <w:jc w:val="center"/>
              <w:textAlignment w:val="baseline"/>
              <w:rPr>
                <w:rFonts w:ascii="inherit" w:hAnsi="inherit" w:cs="Arial"/>
                <w:color w:val="000000"/>
                <w:sz w:val="16"/>
                <w:szCs w:val="16"/>
              </w:rPr>
            </w:pPr>
            <w:r>
              <w:rPr>
                <w:color w:val="000000"/>
                <w:bdr w:val="none" w:sz="0" w:space="0" w:color="auto" w:frame="1"/>
              </w:rPr>
              <w:t>2</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color w:val="000000"/>
              </w:rPr>
            </w:pPr>
            <w:hyperlink r:id="rId352" w:history="1">
              <w:r w:rsidRPr="00B4062C">
                <w:rPr>
                  <w:rStyle w:val="Hyperlink"/>
                  <w:rFonts w:ascii="inherit" w:hAnsi="inherit" w:cs="Arial"/>
                  <w:color w:val="000000"/>
                  <w:bdr w:val="none" w:sz="0" w:space="0" w:color="auto" w:frame="1"/>
                </w:rPr>
                <w:t>Про включення земельних ділянок до переліку на земельні торги</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3</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53" w:history="1">
              <w:r w:rsidRPr="00B4062C">
                <w:rPr>
                  <w:rStyle w:val="Hyperlink"/>
                  <w:rFonts w:ascii="inherit" w:hAnsi="inherit" w:cs="Arial"/>
                  <w:color w:val="auto"/>
                  <w:bdr w:val="none" w:sz="0" w:space="0" w:color="auto" w:frame="1"/>
                </w:rPr>
                <w:t>Про припинення права користування земельними ділянками</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4</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54" w:history="1">
              <w:r w:rsidRPr="00B4062C">
                <w:rPr>
                  <w:rStyle w:val="Hyperlink"/>
                  <w:rFonts w:ascii="inherit" w:hAnsi="inherit" w:cs="Arial"/>
                  <w:color w:val="auto"/>
                  <w:bdr w:val="none" w:sz="0" w:space="0" w:color="auto" w:frame="1"/>
                </w:rPr>
                <w:t>Про надання дозволу на розроблення проєктів землеустрою щодо зміни цільового призначення земельних ділянок</w:t>
              </w:r>
            </w:hyperlink>
          </w:p>
        </w:tc>
      </w:tr>
      <w:tr w:rsidR="000A6A4E" w:rsidTr="003B3CD9">
        <w:trPr>
          <w:trHeight w:val="255"/>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jc w:val="center"/>
              <w:textAlignment w:val="baseline"/>
              <w:rPr>
                <w:rFonts w:ascii="inherit" w:hAnsi="inherit" w:cs="Arial"/>
                <w:color w:val="000000"/>
                <w:sz w:val="16"/>
                <w:szCs w:val="16"/>
                <w:lang w:val="uk-UA"/>
              </w:rPr>
            </w:pPr>
            <w:r>
              <w:rPr>
                <w:color w:val="000000"/>
                <w:bdr w:val="none" w:sz="0" w:space="0" w:color="auto" w:frame="1"/>
                <w:lang w:val="uk-UA"/>
              </w:rPr>
              <w:t>5</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jc w:val="both"/>
              <w:textAlignment w:val="baseline"/>
              <w:rPr>
                <w:rFonts w:ascii="inherit" w:hAnsi="inherit" w:cs="Arial"/>
              </w:rPr>
            </w:pPr>
            <w:hyperlink r:id="rId355" w:history="1">
              <w:r w:rsidRPr="00B4062C">
                <w:rPr>
                  <w:rStyle w:val="Hyperlink"/>
                  <w:rFonts w:ascii="inherit" w:hAnsi="inherit" w:cs="Arial"/>
                  <w:color w:val="auto"/>
                  <w:bdr w:val="none" w:sz="0" w:space="0" w:color="auto" w:frame="1"/>
                </w:rPr>
                <w:t>Про надання дозволу на розроблення проєктів землеустрою щодо відведення земельних ділянок в постійне користування</w:t>
              </w:r>
            </w:hyperlink>
          </w:p>
        </w:tc>
      </w:tr>
      <w:tr w:rsidR="000A6A4E" w:rsidTr="003B3CD9">
        <w:trPr>
          <w:trHeight w:val="390"/>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jc w:val="center"/>
              <w:textAlignment w:val="baseline"/>
              <w:rPr>
                <w:rFonts w:ascii="inherit" w:hAnsi="inherit" w:cs="Arial"/>
                <w:color w:val="000000"/>
                <w:sz w:val="16"/>
                <w:szCs w:val="16"/>
                <w:lang w:val="uk-UA"/>
              </w:rPr>
            </w:pPr>
            <w:r>
              <w:rPr>
                <w:color w:val="000000"/>
                <w:bdr w:val="none" w:sz="0" w:space="0" w:color="auto" w:frame="1"/>
                <w:lang w:val="uk-UA"/>
              </w:rPr>
              <w:t>6</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textAlignment w:val="baseline"/>
              <w:rPr>
                <w:rFonts w:ascii="inherit" w:hAnsi="inherit" w:cs="Arial"/>
              </w:rPr>
            </w:pPr>
            <w:hyperlink r:id="rId356" w:history="1">
              <w:r w:rsidRPr="00B4062C">
                <w:rPr>
                  <w:rStyle w:val="Hyperlink"/>
                  <w:rFonts w:ascii="inherit" w:hAnsi="inherit" w:cs="Arial"/>
                  <w:color w:val="auto"/>
                  <w:bdr w:val="none" w:sz="0" w:space="0" w:color="auto" w:frame="1"/>
                </w:rPr>
                <w:t>Про надання дозволу на розроблення проєктів землеустрою щодо відведення земельних ділянок в оренду</w:t>
              </w:r>
            </w:hyperlink>
          </w:p>
        </w:tc>
      </w:tr>
      <w:tr w:rsidR="000A6A4E" w:rsidTr="003B3CD9">
        <w:trPr>
          <w:trHeight w:val="30"/>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30" w:lineRule="atLeast"/>
              <w:jc w:val="center"/>
              <w:textAlignment w:val="baseline"/>
              <w:rPr>
                <w:rFonts w:ascii="inherit" w:hAnsi="inherit" w:cs="Arial"/>
                <w:color w:val="000000"/>
                <w:sz w:val="16"/>
                <w:szCs w:val="16"/>
                <w:lang w:val="uk-UA"/>
              </w:rPr>
            </w:pPr>
            <w:r>
              <w:rPr>
                <w:color w:val="000000"/>
                <w:bdr w:val="none" w:sz="0" w:space="0" w:color="auto" w:frame="1"/>
                <w:lang w:val="uk-UA"/>
              </w:rPr>
              <w:t>7</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30" w:lineRule="atLeast"/>
              <w:textAlignment w:val="baseline"/>
              <w:rPr>
                <w:rFonts w:ascii="inherit" w:hAnsi="inherit" w:cs="Arial"/>
              </w:rPr>
            </w:pPr>
            <w:hyperlink r:id="rId357" w:history="1">
              <w:r w:rsidRPr="00B4062C">
                <w:rPr>
                  <w:rStyle w:val="Hyperlink"/>
                  <w:rFonts w:ascii="inherit" w:hAnsi="inherit"/>
                  <w:color w:val="auto"/>
                  <w:bdr w:val="none" w:sz="0" w:space="0" w:color="auto" w:frame="1"/>
                </w:rPr>
                <w:t>Про надання дозволу на розроблення проєктів землеустрою щодо відведення земельних ділянок у власність</w:t>
              </w:r>
            </w:hyperlink>
          </w:p>
        </w:tc>
      </w:tr>
      <w:tr w:rsidR="000A6A4E" w:rsidTr="003B3CD9">
        <w:trPr>
          <w:trHeight w:val="150"/>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jc w:val="center"/>
              <w:textAlignment w:val="baseline"/>
              <w:rPr>
                <w:rFonts w:ascii="inherit" w:hAnsi="inherit" w:cs="Arial"/>
                <w:color w:val="000000"/>
                <w:sz w:val="16"/>
                <w:szCs w:val="16"/>
                <w:lang w:val="uk-UA"/>
              </w:rPr>
            </w:pPr>
            <w:r>
              <w:rPr>
                <w:color w:val="000000"/>
                <w:bdr w:val="none" w:sz="0" w:space="0" w:color="auto" w:frame="1"/>
                <w:lang w:val="uk-UA"/>
              </w:rPr>
              <w:t>8</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textAlignment w:val="baseline"/>
              <w:rPr>
                <w:rFonts w:ascii="inherit" w:hAnsi="inherit" w:cs="Arial"/>
              </w:rPr>
            </w:pPr>
            <w:hyperlink r:id="rId358" w:history="1">
              <w:r w:rsidRPr="00B4062C">
                <w:rPr>
                  <w:rStyle w:val="Hyperlink"/>
                  <w:rFonts w:ascii="inherit" w:hAnsi="inherit" w:cs="Arial"/>
                  <w:color w:val="auto"/>
                  <w:bdr w:val="none" w:sz="0" w:space="0" w:color="auto" w:frame="1"/>
                </w:rPr>
                <w:t>Про надання дозволу на розроблення технічних документацій із землеустрою щодо встановлення (відновлення) меж земельних ділянок в натурі (на місцевості)</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9</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3B3CD9" w:rsidRDefault="000A6A4E">
            <w:pPr>
              <w:pStyle w:val="NormalWeb"/>
              <w:spacing w:before="0" w:beforeAutospacing="0" w:after="0" w:afterAutospacing="0" w:line="240" w:lineRule="atLeast"/>
              <w:textAlignment w:val="baseline"/>
              <w:rPr>
                <w:rFonts w:ascii="inherit" w:hAnsi="inherit" w:cs="Arial"/>
                <w:lang w:val="uk-UA"/>
              </w:rPr>
            </w:pPr>
            <w:hyperlink r:id="rId359" w:history="1">
              <w:r w:rsidRPr="003B3CD9">
                <w:rPr>
                  <w:rStyle w:val="Hyperlink"/>
                  <w:rFonts w:ascii="inherit" w:hAnsi="inherit" w:cs="Arial"/>
                  <w:color w:val="auto"/>
                  <w:bdr w:val="none" w:sz="0" w:space="0" w:color="auto" w:frame="1"/>
                  <w:lang w:val="uk-UA"/>
                </w:rPr>
                <w:t>Про затвердження проєктів землеустрою щодо відведення земельних ділянок під громадські пасовища</w:t>
              </w:r>
            </w:hyperlink>
          </w:p>
        </w:tc>
      </w:tr>
      <w:tr w:rsidR="000A6A4E" w:rsidTr="003B3CD9">
        <w:trPr>
          <w:trHeight w:val="270"/>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jc w:val="center"/>
              <w:textAlignment w:val="baseline"/>
              <w:rPr>
                <w:rFonts w:ascii="inherit" w:hAnsi="inherit" w:cs="Arial"/>
                <w:color w:val="000000"/>
                <w:sz w:val="16"/>
                <w:szCs w:val="16"/>
                <w:lang w:val="uk-UA"/>
              </w:rPr>
            </w:pPr>
            <w:r>
              <w:rPr>
                <w:color w:val="000000"/>
                <w:bdr w:val="none" w:sz="0" w:space="0" w:color="auto" w:frame="1"/>
                <w:lang w:val="uk-UA"/>
              </w:rPr>
              <w:t>10</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textAlignment w:val="baseline"/>
              <w:rPr>
                <w:rFonts w:ascii="inherit" w:hAnsi="inherit" w:cs="Arial"/>
              </w:rPr>
            </w:pPr>
            <w:hyperlink r:id="rId360" w:history="1">
              <w:r w:rsidRPr="00B4062C">
                <w:rPr>
                  <w:rStyle w:val="Hyperlink"/>
                  <w:rFonts w:ascii="inherit" w:hAnsi="inherit" w:cs="Arial"/>
                  <w:color w:val="auto"/>
                  <w:bdr w:val="none" w:sz="0" w:space="0" w:color="auto" w:frame="1"/>
                </w:rPr>
                <w:t>Про затвердження проєкту землеустрою щодо відведення земельної ділянки в постійне користування</w:t>
              </w:r>
            </w:hyperlink>
          </w:p>
        </w:tc>
      </w:tr>
      <w:tr w:rsidR="000A6A4E" w:rsidTr="003B3CD9">
        <w:trPr>
          <w:trHeight w:val="30"/>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30" w:lineRule="atLeast"/>
              <w:jc w:val="center"/>
              <w:textAlignment w:val="baseline"/>
              <w:rPr>
                <w:rFonts w:ascii="inherit" w:hAnsi="inherit" w:cs="Arial"/>
                <w:color w:val="000000"/>
                <w:sz w:val="16"/>
                <w:szCs w:val="16"/>
                <w:lang w:val="uk-UA"/>
              </w:rPr>
            </w:pPr>
            <w:r>
              <w:rPr>
                <w:color w:val="000000"/>
                <w:bdr w:val="none" w:sz="0" w:space="0" w:color="auto" w:frame="1"/>
                <w:lang w:val="uk-UA"/>
              </w:rPr>
              <w:t>11</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30" w:lineRule="atLeast"/>
              <w:textAlignment w:val="baseline"/>
              <w:rPr>
                <w:rFonts w:ascii="inherit" w:hAnsi="inherit" w:cs="Arial"/>
              </w:rPr>
            </w:pPr>
            <w:hyperlink r:id="rId361"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Антонівка, с.Отроків)</w:t>
              </w:r>
            </w:hyperlink>
          </w:p>
        </w:tc>
      </w:tr>
      <w:tr w:rsidR="000A6A4E" w:rsidTr="003B3CD9">
        <w:trPr>
          <w:trHeight w:val="150"/>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jc w:val="center"/>
              <w:textAlignment w:val="baseline"/>
              <w:rPr>
                <w:rFonts w:ascii="inherit" w:hAnsi="inherit" w:cs="Arial"/>
                <w:color w:val="000000"/>
                <w:sz w:val="16"/>
                <w:szCs w:val="16"/>
                <w:lang w:val="uk-UA"/>
              </w:rPr>
            </w:pPr>
            <w:r>
              <w:rPr>
                <w:color w:val="000000"/>
                <w:bdr w:val="none" w:sz="0" w:space="0" w:color="auto" w:frame="1"/>
                <w:lang w:val="uk-UA"/>
              </w:rPr>
              <w:t>12</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textAlignment w:val="baseline"/>
              <w:rPr>
                <w:rFonts w:ascii="inherit" w:hAnsi="inherit" w:cs="Arial"/>
              </w:rPr>
            </w:pPr>
            <w:hyperlink r:id="rId362"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Борсуки)</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13</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63"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Браїлівка)</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14</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3B3CD9" w:rsidRDefault="000A6A4E">
            <w:pPr>
              <w:pStyle w:val="NormalWeb"/>
              <w:spacing w:before="0" w:beforeAutospacing="0" w:after="0" w:afterAutospacing="0" w:line="240" w:lineRule="atLeast"/>
              <w:textAlignment w:val="baseline"/>
              <w:rPr>
                <w:rFonts w:ascii="inherit" w:hAnsi="inherit" w:cs="Arial"/>
                <w:lang w:val="uk-UA"/>
              </w:rPr>
            </w:pPr>
            <w:hyperlink r:id="rId364" w:history="1">
              <w:r w:rsidRPr="003B3CD9">
                <w:rPr>
                  <w:rStyle w:val="Hyperlink"/>
                  <w:rFonts w:ascii="inherit" w:hAnsi="inherit" w:cs="Arial"/>
                  <w:color w:val="auto"/>
                  <w:bdr w:val="none" w:sz="0" w:space="0" w:color="auto" w:frame="1"/>
                  <w:lang w:val="uk-UA"/>
                </w:rPr>
                <w:t>Про затвердження проєктів землеустрою щодо відведення земельних ділянок у власність (с. Вахнівці, с.Губарів)</w:t>
              </w:r>
            </w:hyperlink>
          </w:p>
        </w:tc>
      </w:tr>
      <w:tr w:rsidR="000A6A4E" w:rsidTr="003B3CD9">
        <w:trPr>
          <w:trHeight w:val="135"/>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135" w:lineRule="atLeast"/>
              <w:jc w:val="center"/>
              <w:textAlignment w:val="baseline"/>
              <w:rPr>
                <w:rFonts w:ascii="inherit" w:hAnsi="inherit" w:cs="Arial"/>
                <w:color w:val="000000"/>
                <w:sz w:val="16"/>
                <w:szCs w:val="16"/>
                <w:lang w:val="uk-UA"/>
              </w:rPr>
            </w:pPr>
            <w:r>
              <w:rPr>
                <w:color w:val="000000"/>
                <w:bdr w:val="none" w:sz="0" w:space="0" w:color="auto" w:frame="1"/>
                <w:lang w:val="uk-UA"/>
              </w:rPr>
              <w:t>15</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135" w:lineRule="atLeast"/>
              <w:textAlignment w:val="baseline"/>
              <w:rPr>
                <w:rFonts w:ascii="inherit" w:hAnsi="inherit" w:cs="Arial"/>
              </w:rPr>
            </w:pPr>
            <w:hyperlink r:id="rId365"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Вільховець, с. Нова Гута)</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16</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66"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Глибівка)</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17</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67"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Заміхів)</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18</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3B3CD9" w:rsidRDefault="000A6A4E">
            <w:pPr>
              <w:pStyle w:val="NormalWeb"/>
              <w:spacing w:before="0" w:beforeAutospacing="0" w:after="0" w:afterAutospacing="0" w:line="240" w:lineRule="atLeast"/>
              <w:textAlignment w:val="baseline"/>
              <w:rPr>
                <w:rFonts w:ascii="inherit" w:hAnsi="inherit" w:cs="Arial"/>
                <w:lang w:val="uk-UA"/>
              </w:rPr>
            </w:pPr>
            <w:hyperlink r:id="rId368" w:history="1">
              <w:r w:rsidRPr="003B3CD9">
                <w:rPr>
                  <w:rStyle w:val="Hyperlink"/>
                  <w:rFonts w:ascii="inherit" w:hAnsi="inherit" w:cs="Arial"/>
                  <w:color w:val="auto"/>
                  <w:bdr w:val="none" w:sz="0" w:space="0" w:color="auto" w:frame="1"/>
                  <w:lang w:val="uk-UA"/>
                </w:rPr>
                <w:t>Про затвердження проєктів землеустрою щодо відведення земельних ділянок у власність (с. Зелені Курилівці)</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19</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3B3CD9" w:rsidRDefault="000A6A4E">
            <w:pPr>
              <w:pStyle w:val="NormalWeb"/>
              <w:spacing w:before="0" w:beforeAutospacing="0" w:after="0" w:afterAutospacing="0" w:line="240" w:lineRule="atLeast"/>
              <w:textAlignment w:val="baseline"/>
              <w:rPr>
                <w:rFonts w:ascii="inherit" w:hAnsi="inherit" w:cs="Arial"/>
                <w:lang w:val="uk-UA"/>
              </w:rPr>
            </w:pPr>
            <w:hyperlink r:id="rId369" w:history="1">
              <w:r w:rsidRPr="003B3CD9">
                <w:rPr>
                  <w:rStyle w:val="Hyperlink"/>
                  <w:rFonts w:ascii="inherit" w:hAnsi="inherit" w:cs="Arial"/>
                  <w:color w:val="auto"/>
                  <w:bdr w:val="none" w:sz="0" w:space="0" w:color="auto" w:frame="1"/>
                  <w:lang w:val="uk-UA"/>
                </w:rPr>
                <w:t>Про затвердження проєктів землеустрою щодо відведення земельних ділянок у власність (с. Івашківці)</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20</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70"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Капустяни, с.Глибочок)</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21</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71"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Куча)</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22</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72"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Мала Стружка)</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23</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73"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Песець)</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24</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74"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Пижівка)</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25</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75"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 Пилипківці)</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26</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rPr>
            </w:pPr>
            <w:hyperlink r:id="rId376"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(смт Нова Ушиця)</w:t>
              </w:r>
            </w:hyperlink>
          </w:p>
        </w:tc>
      </w:tr>
      <w:tr w:rsidR="000A6A4E" w:rsidTr="003B3CD9">
        <w:trPr>
          <w:trHeight w:val="30"/>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30" w:lineRule="atLeast"/>
              <w:jc w:val="center"/>
              <w:textAlignment w:val="baseline"/>
              <w:rPr>
                <w:rFonts w:ascii="inherit" w:hAnsi="inherit" w:cs="Arial"/>
                <w:color w:val="000000"/>
                <w:sz w:val="16"/>
                <w:szCs w:val="16"/>
                <w:lang w:val="uk-UA"/>
              </w:rPr>
            </w:pPr>
            <w:r>
              <w:rPr>
                <w:color w:val="000000"/>
                <w:bdr w:val="none" w:sz="0" w:space="0" w:color="auto" w:frame="1"/>
                <w:lang w:val="uk-UA"/>
              </w:rPr>
              <w:t>27</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30" w:lineRule="atLeast"/>
              <w:textAlignment w:val="baseline"/>
              <w:rPr>
                <w:rFonts w:ascii="inherit" w:hAnsi="inherit" w:cs="Arial"/>
              </w:rPr>
            </w:pPr>
            <w:hyperlink r:id="rId377" w:history="1">
              <w:r w:rsidRPr="00B4062C">
                <w:rPr>
                  <w:rStyle w:val="Hyperlink"/>
                  <w:rFonts w:ascii="inherit" w:hAnsi="inherit" w:cs="Arial"/>
                  <w:color w:val="auto"/>
                  <w:bdr w:val="none" w:sz="0" w:space="0" w:color="auto" w:frame="1"/>
                </w:rPr>
                <w:t>Про затвердження проєктів землеустрою щодо відведення земельних ділянок у власність за рішенням суду (с. Капустяни)</w:t>
              </w:r>
            </w:hyperlink>
          </w:p>
        </w:tc>
      </w:tr>
      <w:tr w:rsidR="000A6A4E" w:rsidTr="003B3CD9">
        <w:trPr>
          <w:trHeight w:val="345"/>
        </w:trPr>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jc w:val="center"/>
              <w:textAlignment w:val="baseline"/>
              <w:rPr>
                <w:rFonts w:ascii="inherit" w:hAnsi="inherit" w:cs="Arial"/>
                <w:color w:val="000000"/>
                <w:sz w:val="16"/>
                <w:szCs w:val="16"/>
                <w:lang w:val="uk-UA"/>
              </w:rPr>
            </w:pPr>
            <w:r>
              <w:rPr>
                <w:color w:val="000000"/>
                <w:bdr w:val="none" w:sz="0" w:space="0" w:color="auto" w:frame="1"/>
                <w:lang w:val="uk-UA"/>
              </w:rPr>
              <w:t>28</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textAlignment w:val="baseline"/>
              <w:rPr>
                <w:rFonts w:ascii="inherit" w:hAnsi="inherit" w:cs="Arial"/>
              </w:rPr>
            </w:pPr>
            <w:hyperlink r:id="rId378" w:history="1">
              <w:r w:rsidRPr="00B4062C">
                <w:rPr>
                  <w:rStyle w:val="Hyperlink"/>
                  <w:rFonts w:ascii="inherit" w:hAnsi="inherit" w:cs="Arial"/>
                  <w:color w:val="auto"/>
                  <w:bdr w:val="none" w:sz="0" w:space="0" w:color="auto" w:frame="1"/>
                </w:rPr>
                <w:t>Про затвердження технічних документацій із землеустрою щодо встановлення (відновлення) меж земельних ділянок в натурі (на місцевості)</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29</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color w:val="000000"/>
              </w:rPr>
            </w:pPr>
            <w:hyperlink r:id="rId379" w:history="1">
              <w:r w:rsidRPr="00B4062C">
                <w:rPr>
                  <w:rStyle w:val="Hyperlink"/>
                  <w:rFonts w:ascii="inherit" w:hAnsi="inherit" w:cs="Arial"/>
                  <w:color w:val="000000"/>
                  <w:bdr w:val="none" w:sz="0" w:space="0" w:color="auto" w:frame="1"/>
                </w:rPr>
                <w:t>Про продаж земельних ділянок сільськогосподарського призначення (за межами с.Заборознівці)</w:t>
              </w:r>
            </w:hyperlink>
          </w:p>
        </w:tc>
      </w:tr>
      <w:tr w:rsidR="000A6A4E" w:rsidTr="003B3CD9">
        <w:tc>
          <w:tcPr>
            <w:tcW w:w="377"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B0474" w:rsidRDefault="000A6A4E">
            <w:pPr>
              <w:pStyle w:val="NormalWeb"/>
              <w:spacing w:before="0" w:beforeAutospacing="0" w:after="0" w:afterAutospacing="0" w:line="240" w:lineRule="atLeast"/>
              <w:jc w:val="center"/>
              <w:textAlignment w:val="baseline"/>
              <w:rPr>
                <w:rFonts w:ascii="inherit" w:hAnsi="inherit" w:cs="Arial"/>
                <w:color w:val="000000"/>
                <w:sz w:val="16"/>
                <w:szCs w:val="16"/>
                <w:lang w:val="uk-UA"/>
              </w:rPr>
            </w:pPr>
            <w:r>
              <w:rPr>
                <w:color w:val="000000"/>
                <w:bdr w:val="none" w:sz="0" w:space="0" w:color="auto" w:frame="1"/>
                <w:lang w:val="uk-UA"/>
              </w:rPr>
              <w:t>30</w:t>
            </w:r>
          </w:p>
        </w:tc>
        <w:tc>
          <w:tcPr>
            <w:tcW w:w="10070" w:type="dxa"/>
            <w:tcBorders>
              <w:top w:val="single" w:sz="8" w:space="0" w:color="000000"/>
              <w:left w:val="single" w:sz="8" w:space="0" w:color="000000"/>
              <w:bottom w:val="single" w:sz="8" w:space="0" w:color="000000"/>
              <w:right w:val="single" w:sz="8" w:space="0" w:color="000000"/>
            </w:tcBorders>
            <w:shd w:val="clear" w:color="auto" w:fill="FFFFFF"/>
            <w:tcMar>
              <w:top w:w="20" w:type="dxa"/>
              <w:left w:w="60" w:type="dxa"/>
              <w:bottom w:w="20" w:type="dxa"/>
              <w:right w:w="60" w:type="dxa"/>
            </w:tcMar>
          </w:tcPr>
          <w:p w:rsidR="000A6A4E" w:rsidRPr="00B4062C" w:rsidRDefault="000A6A4E">
            <w:pPr>
              <w:pStyle w:val="NormalWeb"/>
              <w:spacing w:before="0" w:beforeAutospacing="0" w:after="0" w:afterAutospacing="0" w:line="240" w:lineRule="atLeast"/>
              <w:textAlignment w:val="baseline"/>
              <w:rPr>
                <w:rFonts w:ascii="inherit" w:hAnsi="inherit" w:cs="Arial"/>
                <w:color w:val="000000"/>
              </w:rPr>
            </w:pPr>
            <w:hyperlink r:id="rId380" w:history="1">
              <w:r w:rsidRPr="00B4062C">
                <w:rPr>
                  <w:rStyle w:val="Hyperlink"/>
                  <w:rFonts w:ascii="inherit" w:hAnsi="inherit" w:cs="Arial"/>
                  <w:color w:val="000000"/>
                  <w:bdr w:val="none" w:sz="0" w:space="0" w:color="auto" w:frame="1"/>
                </w:rPr>
                <w:t>Про продаж земельних ділянок сільськогосподарського призначення (за межами с.Заміхів)</w:t>
              </w:r>
            </w:hyperlink>
          </w:p>
        </w:tc>
      </w:tr>
    </w:tbl>
    <w:p w:rsidR="000A6A4E" w:rsidRDefault="000A6A4E" w:rsidP="00BB0474">
      <w:pPr>
        <w:ind w:firstLine="720"/>
        <w:rPr>
          <w:sz w:val="20"/>
          <w:szCs w:val="20"/>
        </w:rPr>
      </w:pPr>
    </w:p>
    <w:p w:rsidR="000A6A4E" w:rsidRPr="00DC3E06" w:rsidRDefault="000A6A4E" w:rsidP="00DC3E06">
      <w:pPr>
        <w:tabs>
          <w:tab w:val="left" w:pos="1453"/>
        </w:tabs>
        <w:rPr>
          <w:sz w:val="20"/>
          <w:szCs w:val="20"/>
        </w:rPr>
      </w:pPr>
      <w:r>
        <w:rPr>
          <w:sz w:val="20"/>
          <w:szCs w:val="20"/>
        </w:rPr>
        <w:tab/>
      </w:r>
    </w:p>
    <w:tbl>
      <w:tblPr>
        <w:tblW w:w="11110" w:type="dxa"/>
        <w:tblInd w:w="-330" w:type="dxa"/>
        <w:tblLayout w:type="fixed"/>
        <w:tblCellMar>
          <w:left w:w="0" w:type="dxa"/>
          <w:right w:w="0" w:type="dxa"/>
        </w:tblCellMar>
        <w:tblLook w:val="01E0"/>
      </w:tblPr>
      <w:tblGrid>
        <w:gridCol w:w="2420"/>
        <w:gridCol w:w="8690"/>
      </w:tblGrid>
      <w:tr w:rsidR="000A6A4E" w:rsidRPr="00852092" w:rsidTr="001D456A">
        <w:trPr>
          <w:trHeight w:val="1657"/>
        </w:trPr>
        <w:tc>
          <w:tcPr>
            <w:tcW w:w="2420" w:type="dxa"/>
          </w:tcPr>
          <w:p w:rsidR="000A6A4E" w:rsidRDefault="000A6A4E" w:rsidP="00435F4E">
            <w:pPr>
              <w:pStyle w:val="TableParagraph"/>
              <w:spacing w:before="132"/>
              <w:ind w:left="200"/>
              <w:rPr>
                <w:b/>
                <w:sz w:val="24"/>
              </w:rPr>
            </w:pPr>
            <w:r>
              <w:rPr>
                <w:b/>
                <w:sz w:val="24"/>
              </w:rPr>
              <w:t>Слухали:</w:t>
            </w:r>
          </w:p>
          <w:p w:rsidR="000A6A4E" w:rsidRDefault="000A6A4E" w:rsidP="00435F4E">
            <w:pPr>
              <w:pStyle w:val="TableParagraph"/>
              <w:spacing w:before="132"/>
              <w:ind w:left="200"/>
              <w:rPr>
                <w:b/>
                <w:sz w:val="24"/>
              </w:rPr>
            </w:pPr>
            <w:r w:rsidRPr="00AD2122">
              <w:rPr>
                <w:b/>
                <w:sz w:val="24"/>
              </w:rPr>
              <w:t>Гринчука Г.П</w:t>
            </w:r>
          </w:p>
        </w:tc>
        <w:tc>
          <w:tcPr>
            <w:tcW w:w="8690" w:type="dxa"/>
          </w:tcPr>
          <w:p w:rsidR="000A6A4E" w:rsidRPr="00852092" w:rsidRDefault="000A6A4E" w:rsidP="00435F4E">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C3E06">
              <w:rPr>
                <w:sz w:val="24"/>
                <w:szCs w:val="24"/>
              </w:rPr>
              <w:t>«</w:t>
            </w:r>
            <w:hyperlink r:id="rId381" w:history="1">
              <w:r w:rsidRPr="00DC3E06">
                <w:rPr>
                  <w:rStyle w:val="Hyperlink"/>
                  <w:rFonts w:ascii="inherit" w:hAnsi="inherit" w:cs="Arial"/>
                  <w:color w:val="000000"/>
                  <w:sz w:val="24"/>
                  <w:szCs w:val="24"/>
                  <w:bdr w:val="none" w:sz="0" w:space="0" w:color="auto" w:frame="1"/>
                </w:rPr>
                <w:t>Про внесення змін до рішення селищної ради від 29 квітня 2021 року № 37</w:t>
              </w:r>
            </w:hyperlink>
            <w:r w:rsidRPr="00DC3E06">
              <w:rPr>
                <w:sz w:val="24"/>
                <w:szCs w:val="24"/>
              </w:rPr>
              <w:t>».</w:t>
            </w:r>
          </w:p>
        </w:tc>
      </w:tr>
      <w:tr w:rsidR="000A6A4E" w:rsidRPr="00EA00CA" w:rsidTr="001D456A">
        <w:trPr>
          <w:trHeight w:val="1657"/>
        </w:trPr>
        <w:tc>
          <w:tcPr>
            <w:tcW w:w="2420" w:type="dxa"/>
          </w:tcPr>
          <w:p w:rsidR="000A6A4E" w:rsidRPr="00EA00CA" w:rsidRDefault="000A6A4E" w:rsidP="00435F4E">
            <w:pPr>
              <w:pStyle w:val="TableParagraph"/>
              <w:spacing w:before="135" w:line="275" w:lineRule="exact"/>
              <w:ind w:left="200"/>
              <w:rPr>
                <w:b/>
                <w:sz w:val="24"/>
              </w:rPr>
            </w:pPr>
            <w:r w:rsidRPr="00EA00CA">
              <w:rPr>
                <w:b/>
                <w:sz w:val="24"/>
              </w:rPr>
              <w:t>ВИСТУПИЛИ:</w:t>
            </w:r>
          </w:p>
          <w:p w:rsidR="000A6A4E" w:rsidRDefault="000A6A4E" w:rsidP="00435F4E">
            <w:pPr>
              <w:pStyle w:val="TableParagraph"/>
              <w:ind w:left="200" w:right="52"/>
              <w:rPr>
                <w:b/>
                <w:sz w:val="24"/>
              </w:rPr>
            </w:pPr>
            <w:r>
              <w:rPr>
                <w:b/>
                <w:sz w:val="24"/>
              </w:rPr>
              <w:t>Андрієнко О.А</w:t>
            </w:r>
            <w:r w:rsidRPr="00EA00CA">
              <w:rPr>
                <w:b/>
                <w:sz w:val="24"/>
              </w:rPr>
              <w:t>.</w:t>
            </w:r>
          </w:p>
          <w:p w:rsidR="000A6A4E" w:rsidRDefault="000A6A4E" w:rsidP="00435F4E">
            <w:pPr>
              <w:pStyle w:val="TableParagraph"/>
              <w:ind w:left="200" w:right="52"/>
              <w:rPr>
                <w:b/>
                <w:sz w:val="24"/>
              </w:rPr>
            </w:pPr>
          </w:p>
          <w:p w:rsidR="000A6A4E" w:rsidRDefault="000A6A4E" w:rsidP="00435F4E">
            <w:pPr>
              <w:pStyle w:val="TableParagraph"/>
              <w:ind w:left="200" w:right="52"/>
              <w:rPr>
                <w:b/>
                <w:sz w:val="24"/>
              </w:rPr>
            </w:pPr>
          </w:p>
          <w:p w:rsidR="000A6A4E" w:rsidRPr="00EA00CA" w:rsidRDefault="000A6A4E" w:rsidP="00435F4E">
            <w:pPr>
              <w:pStyle w:val="TableParagraph"/>
              <w:ind w:left="200" w:right="52"/>
              <w:rPr>
                <w:sz w:val="24"/>
              </w:rPr>
            </w:pPr>
            <w:r>
              <w:rPr>
                <w:b/>
                <w:sz w:val="24"/>
              </w:rPr>
              <w:t>Десяк А.В.</w:t>
            </w:r>
          </w:p>
        </w:tc>
        <w:tc>
          <w:tcPr>
            <w:tcW w:w="8690" w:type="dxa"/>
          </w:tcPr>
          <w:p w:rsidR="000A6A4E" w:rsidRDefault="000A6A4E" w:rsidP="00435F4E">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2A4F43">
              <w:rPr>
                <w:sz w:val="24"/>
                <w:szCs w:val="24"/>
              </w:rPr>
              <w:t>«</w:t>
            </w:r>
            <w:hyperlink r:id="rId382" w:history="1">
              <w:r w:rsidRPr="00DC3E06">
                <w:rPr>
                  <w:rStyle w:val="Hyperlink"/>
                  <w:rFonts w:ascii="inherit" w:hAnsi="inherit" w:cs="Arial"/>
                  <w:color w:val="000000"/>
                  <w:sz w:val="24"/>
                  <w:szCs w:val="24"/>
                  <w:bdr w:val="none" w:sz="0" w:space="0" w:color="auto" w:frame="1"/>
                </w:rPr>
                <w:t>Про внесення змін до рішення селищної ради від 29 квітня 2021 року № 37</w:t>
              </w:r>
            </w:hyperlink>
            <w:r>
              <w:t>».</w:t>
            </w:r>
          </w:p>
          <w:p w:rsidR="000A6A4E" w:rsidRPr="00F6552D" w:rsidRDefault="000A6A4E" w:rsidP="00F6552D"/>
          <w:p w:rsidR="000A6A4E" w:rsidRDefault="000A6A4E" w:rsidP="00F6552D"/>
          <w:p w:rsidR="000A6A4E" w:rsidRPr="00F6552D" w:rsidRDefault="000A6A4E" w:rsidP="00F6552D">
            <w:pPr>
              <w:rPr>
                <w:sz w:val="24"/>
                <w:szCs w:val="24"/>
              </w:rPr>
            </w:pPr>
            <w:r w:rsidRPr="00F6552D">
              <w:rPr>
                <w:sz w:val="24"/>
                <w:szCs w:val="24"/>
              </w:rPr>
              <w:t xml:space="preserve">Гр.Десяк Антоніна Василівна звернулася </w:t>
            </w:r>
            <w:r>
              <w:rPr>
                <w:sz w:val="24"/>
                <w:szCs w:val="24"/>
              </w:rPr>
              <w:t>з питанням щодо виділення їй земельних ділянок</w:t>
            </w:r>
            <w:r w:rsidRPr="00C32B12">
              <w:rPr>
                <w:sz w:val="28"/>
                <w:szCs w:val="28"/>
              </w:rPr>
              <w:t xml:space="preserve"> </w:t>
            </w:r>
            <w:r w:rsidRPr="001D456A">
              <w:rPr>
                <w:sz w:val="24"/>
                <w:szCs w:val="24"/>
              </w:rPr>
              <w:t>безоплатно у власність</w:t>
            </w:r>
            <w:r>
              <w:rPr>
                <w:sz w:val="24"/>
                <w:szCs w:val="24"/>
              </w:rPr>
              <w:t xml:space="preserve"> для ведення особистого селянського господарства розміром 12.00га.</w:t>
            </w:r>
          </w:p>
        </w:tc>
      </w:tr>
      <w:tr w:rsidR="000A6A4E" w:rsidRPr="00EA00CA" w:rsidTr="001D456A">
        <w:trPr>
          <w:trHeight w:val="1657"/>
        </w:trPr>
        <w:tc>
          <w:tcPr>
            <w:tcW w:w="2420" w:type="dxa"/>
          </w:tcPr>
          <w:p w:rsidR="000A6A4E" w:rsidRPr="00EA00CA" w:rsidRDefault="000A6A4E" w:rsidP="001D456A">
            <w:pPr>
              <w:pStyle w:val="TableParagraph"/>
              <w:spacing w:before="135" w:line="275" w:lineRule="exact"/>
              <w:ind w:left="0"/>
              <w:rPr>
                <w:b/>
                <w:sz w:val="24"/>
              </w:rPr>
            </w:pPr>
            <w:r>
              <w:rPr>
                <w:b/>
                <w:sz w:val="24"/>
              </w:rPr>
              <w:t>РЕКОМЕНДУВАЛИ:</w:t>
            </w:r>
          </w:p>
        </w:tc>
        <w:tc>
          <w:tcPr>
            <w:tcW w:w="8690" w:type="dxa"/>
          </w:tcPr>
          <w:p w:rsidR="000A6A4E" w:rsidRPr="002A4F43" w:rsidRDefault="000A6A4E" w:rsidP="00435F4E">
            <w:pPr>
              <w:spacing w:before="5" w:line="237" w:lineRule="auto"/>
              <w:ind w:right="550"/>
              <w:jc w:val="both"/>
              <w:rPr>
                <w:sz w:val="24"/>
                <w:szCs w:val="24"/>
              </w:rPr>
            </w:pPr>
            <w:r>
              <w:rPr>
                <w:sz w:val="24"/>
              </w:rPr>
              <w:t>П</w:t>
            </w:r>
            <w:r w:rsidRPr="001D456A">
              <w:rPr>
                <w:sz w:val="24"/>
              </w:rPr>
              <w:t>остійн</w:t>
            </w:r>
            <w:r>
              <w:rPr>
                <w:sz w:val="24"/>
              </w:rPr>
              <w:t>а</w:t>
            </w:r>
            <w:r w:rsidRPr="001D456A">
              <w:rPr>
                <w:sz w:val="24"/>
              </w:rPr>
              <w:t xml:space="preserve"> комісі</w:t>
            </w:r>
            <w:r>
              <w:rPr>
                <w:sz w:val="24"/>
              </w:rPr>
              <w:t>я</w:t>
            </w:r>
            <w:r w:rsidRPr="001D456A">
              <w:rPr>
                <w:sz w:val="24"/>
              </w:rPr>
              <w:t xml:space="preserve"> Новоушицької селищної ради з питань земельних відносин, охорони навколишнього природного середовища, планування території та містобудування</w:t>
            </w:r>
            <w:r>
              <w:rPr>
                <w:sz w:val="24"/>
              </w:rPr>
              <w:t xml:space="preserve"> порекомендувала гр.Десяк А.В.звернутися до сертифікованих інженерів-землевпорядників для отримання графічних матеріалів (викопіювання) на яких зазначено бажане місце розташування земельної ділянки.</w:t>
            </w:r>
          </w:p>
        </w:tc>
      </w:tr>
      <w:tr w:rsidR="000A6A4E" w:rsidRPr="00A444A5" w:rsidTr="001D456A">
        <w:trPr>
          <w:trHeight w:val="1336"/>
        </w:trPr>
        <w:tc>
          <w:tcPr>
            <w:tcW w:w="2420" w:type="dxa"/>
          </w:tcPr>
          <w:p w:rsidR="000A6A4E" w:rsidRPr="000D243F" w:rsidRDefault="000A6A4E" w:rsidP="00435F4E">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F40CB6">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F40CB6">
            <w:pPr>
              <w:pStyle w:val="TableParagraph"/>
              <w:spacing w:line="263" w:lineRule="exact"/>
              <w:ind w:left="0"/>
              <w:jc w:val="both"/>
              <w:rPr>
                <w:sz w:val="24"/>
              </w:rPr>
            </w:pPr>
            <w:r>
              <w:t>«</w:t>
            </w:r>
            <w:hyperlink r:id="rId383" w:history="1">
              <w:r w:rsidRPr="00DC3E06">
                <w:rPr>
                  <w:rStyle w:val="Hyperlink"/>
                  <w:rFonts w:ascii="inherit" w:hAnsi="inherit" w:cs="Arial"/>
                  <w:color w:val="000000"/>
                  <w:sz w:val="24"/>
                  <w:szCs w:val="24"/>
                  <w:bdr w:val="none" w:sz="0" w:space="0" w:color="auto" w:frame="1"/>
                </w:rPr>
                <w:t>Про внесення змін до рішення селищної ради від 29 квітня 2021 року № 37</w:t>
              </w:r>
            </w:hyperlink>
            <w:r>
              <w:t>».</w:t>
            </w:r>
          </w:p>
        </w:tc>
      </w:tr>
      <w:tr w:rsidR="000A6A4E" w:rsidRPr="00CB57ED" w:rsidTr="001D456A">
        <w:trPr>
          <w:trHeight w:val="1124"/>
        </w:trPr>
        <w:tc>
          <w:tcPr>
            <w:tcW w:w="2420" w:type="dxa"/>
          </w:tcPr>
          <w:p w:rsidR="000A6A4E" w:rsidRDefault="000A6A4E" w:rsidP="00435F4E">
            <w:pPr>
              <w:pStyle w:val="TableParagraph"/>
              <w:spacing w:before="132"/>
              <w:ind w:left="200"/>
              <w:rPr>
                <w:b/>
                <w:sz w:val="24"/>
              </w:rPr>
            </w:pPr>
          </w:p>
          <w:p w:rsidR="000A6A4E" w:rsidRDefault="000A6A4E" w:rsidP="00435F4E">
            <w:pPr>
              <w:pStyle w:val="TableParagraph"/>
              <w:spacing w:before="132"/>
              <w:ind w:left="200"/>
              <w:rPr>
                <w:b/>
                <w:sz w:val="24"/>
              </w:rPr>
            </w:pPr>
            <w:r>
              <w:rPr>
                <w:b/>
                <w:sz w:val="24"/>
              </w:rPr>
              <w:t>ГОЛОСУВАЛИ:</w:t>
            </w:r>
          </w:p>
        </w:tc>
        <w:tc>
          <w:tcPr>
            <w:tcW w:w="8690" w:type="dxa"/>
          </w:tcPr>
          <w:p w:rsidR="000A6A4E" w:rsidRDefault="000A6A4E" w:rsidP="00435F4E">
            <w:pPr>
              <w:pStyle w:val="BodyText"/>
              <w:ind w:left="200" w:right="483"/>
              <w:jc w:val="both"/>
            </w:pPr>
          </w:p>
          <w:p w:rsidR="000A6A4E" w:rsidRDefault="000A6A4E" w:rsidP="00435F4E">
            <w:pPr>
              <w:pStyle w:val="BodyText"/>
              <w:ind w:left="200" w:right="483"/>
              <w:jc w:val="both"/>
            </w:pPr>
          </w:p>
          <w:p w:rsidR="000A6A4E" w:rsidRPr="00CB57ED" w:rsidRDefault="000A6A4E" w:rsidP="00435F4E">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435F4E">
            <w:pPr>
              <w:pStyle w:val="TableParagraph"/>
              <w:spacing w:before="132"/>
              <w:ind w:left="200"/>
              <w:rPr>
                <w:b/>
                <w:sz w:val="24"/>
              </w:rPr>
            </w:pPr>
            <w:r>
              <w:rPr>
                <w:b/>
                <w:sz w:val="24"/>
              </w:rPr>
              <w:t>Слухали:</w:t>
            </w:r>
          </w:p>
          <w:p w:rsidR="000A6A4E" w:rsidRDefault="000A6A4E" w:rsidP="00435F4E">
            <w:pPr>
              <w:pStyle w:val="TableParagraph"/>
              <w:spacing w:before="132"/>
              <w:ind w:left="200"/>
              <w:rPr>
                <w:b/>
                <w:sz w:val="24"/>
              </w:rPr>
            </w:pPr>
            <w:r w:rsidRPr="00AD2122">
              <w:rPr>
                <w:b/>
                <w:sz w:val="24"/>
              </w:rPr>
              <w:t>Гринчука Г.П</w:t>
            </w:r>
          </w:p>
        </w:tc>
        <w:tc>
          <w:tcPr>
            <w:tcW w:w="8690" w:type="dxa"/>
          </w:tcPr>
          <w:p w:rsidR="000A6A4E" w:rsidRPr="00852092" w:rsidRDefault="000A6A4E" w:rsidP="00435F4E">
            <w:pPr>
              <w:pStyle w:val="TableParagraph"/>
              <w:spacing w:before="3" w:line="259" w:lineRule="exact"/>
              <w:ind w:left="359"/>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C3E06">
              <w:rPr>
                <w:sz w:val="24"/>
                <w:szCs w:val="24"/>
              </w:rPr>
              <w:t>«</w:t>
            </w:r>
            <w:hyperlink r:id="rId384" w:history="1">
              <w:r w:rsidRPr="00435F4E">
                <w:rPr>
                  <w:rStyle w:val="Hyperlink"/>
                  <w:rFonts w:ascii="inherit" w:hAnsi="inherit" w:cs="Arial"/>
                  <w:color w:val="000000"/>
                  <w:sz w:val="24"/>
                  <w:szCs w:val="24"/>
                  <w:bdr w:val="none" w:sz="0" w:space="0" w:color="auto" w:frame="1"/>
                </w:rPr>
                <w:t>Про включення земельних ділянок до переліку на земельні торги</w:t>
              </w:r>
            </w:hyperlink>
            <w:r w:rsidRPr="00435F4E">
              <w:rPr>
                <w:sz w:val="24"/>
                <w:szCs w:val="24"/>
              </w:rPr>
              <w:t>».</w:t>
            </w:r>
          </w:p>
        </w:tc>
      </w:tr>
      <w:tr w:rsidR="000A6A4E" w:rsidRPr="00CB57ED" w:rsidTr="001D456A">
        <w:trPr>
          <w:trHeight w:val="1124"/>
        </w:trPr>
        <w:tc>
          <w:tcPr>
            <w:tcW w:w="2420" w:type="dxa"/>
          </w:tcPr>
          <w:p w:rsidR="000A6A4E" w:rsidRPr="00EA00CA" w:rsidRDefault="000A6A4E" w:rsidP="00435F4E">
            <w:pPr>
              <w:pStyle w:val="TableParagraph"/>
              <w:spacing w:before="135" w:line="275" w:lineRule="exact"/>
              <w:ind w:left="200"/>
              <w:rPr>
                <w:b/>
                <w:sz w:val="24"/>
              </w:rPr>
            </w:pPr>
            <w:r w:rsidRPr="00EA00CA">
              <w:rPr>
                <w:b/>
                <w:sz w:val="24"/>
              </w:rPr>
              <w:t>ВИСТУПИЛИ:</w:t>
            </w:r>
          </w:p>
          <w:p w:rsidR="000A6A4E" w:rsidRDefault="000A6A4E" w:rsidP="00435F4E">
            <w:pPr>
              <w:pStyle w:val="TableParagraph"/>
              <w:ind w:left="200" w:right="52"/>
              <w:rPr>
                <w:b/>
                <w:sz w:val="24"/>
              </w:rPr>
            </w:pPr>
            <w:r>
              <w:rPr>
                <w:b/>
                <w:sz w:val="24"/>
              </w:rPr>
              <w:t>Андрієнко О.А</w:t>
            </w:r>
            <w:r w:rsidRPr="00EA00CA">
              <w:rPr>
                <w:b/>
                <w:sz w:val="24"/>
              </w:rPr>
              <w:t>.</w:t>
            </w:r>
          </w:p>
          <w:p w:rsidR="000A6A4E" w:rsidRDefault="000A6A4E" w:rsidP="00435F4E">
            <w:pPr>
              <w:pStyle w:val="TableParagraph"/>
              <w:ind w:left="200" w:right="52"/>
              <w:rPr>
                <w:b/>
                <w:sz w:val="24"/>
              </w:rPr>
            </w:pPr>
          </w:p>
          <w:p w:rsidR="000A6A4E" w:rsidRDefault="000A6A4E" w:rsidP="00435F4E">
            <w:pPr>
              <w:pStyle w:val="TableParagraph"/>
              <w:ind w:left="200" w:right="52"/>
              <w:rPr>
                <w:b/>
                <w:sz w:val="24"/>
              </w:rPr>
            </w:pPr>
          </w:p>
          <w:p w:rsidR="000A6A4E" w:rsidRPr="00EA00CA" w:rsidRDefault="000A6A4E" w:rsidP="00435F4E">
            <w:pPr>
              <w:pStyle w:val="TableParagraph"/>
              <w:ind w:left="200" w:right="52"/>
              <w:rPr>
                <w:sz w:val="24"/>
              </w:rPr>
            </w:pPr>
          </w:p>
        </w:tc>
        <w:tc>
          <w:tcPr>
            <w:tcW w:w="8690" w:type="dxa"/>
          </w:tcPr>
          <w:p w:rsidR="000A6A4E" w:rsidRPr="00435F4E" w:rsidRDefault="000A6A4E" w:rsidP="00435F4E">
            <w:pPr>
              <w:pStyle w:val="TableParagraph"/>
              <w:jc w:val="both"/>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435F4E">
              <w:rPr>
                <w:sz w:val="24"/>
                <w:szCs w:val="24"/>
              </w:rPr>
              <w:t>«</w:t>
            </w:r>
            <w:hyperlink r:id="rId385" w:history="1">
              <w:r w:rsidRPr="00435F4E">
                <w:rPr>
                  <w:rStyle w:val="Hyperlink"/>
                  <w:rFonts w:ascii="inherit" w:hAnsi="inherit" w:cs="Arial"/>
                  <w:color w:val="000000"/>
                  <w:sz w:val="24"/>
                  <w:szCs w:val="24"/>
                  <w:bdr w:val="none" w:sz="0" w:space="0" w:color="auto" w:frame="1"/>
                </w:rPr>
                <w:t>Про включення земельних ділянок до переліку на земельні торги</w:t>
              </w:r>
            </w:hyperlink>
            <w:r w:rsidRPr="00435F4E">
              <w:rPr>
                <w:sz w:val="24"/>
                <w:szCs w:val="24"/>
              </w:rPr>
              <w:t>».</w:t>
            </w:r>
          </w:p>
          <w:p w:rsidR="000A6A4E" w:rsidRPr="00F6552D" w:rsidRDefault="000A6A4E" w:rsidP="00435F4E"/>
          <w:p w:rsidR="000A6A4E" w:rsidRPr="00F6552D" w:rsidRDefault="000A6A4E" w:rsidP="00435F4E">
            <w:pPr>
              <w:rPr>
                <w:sz w:val="24"/>
                <w:szCs w:val="24"/>
              </w:rPr>
            </w:pPr>
          </w:p>
        </w:tc>
      </w:tr>
      <w:tr w:rsidR="000A6A4E" w:rsidRPr="00CB57ED" w:rsidTr="001D456A">
        <w:trPr>
          <w:trHeight w:val="1124"/>
        </w:trPr>
        <w:tc>
          <w:tcPr>
            <w:tcW w:w="2420" w:type="dxa"/>
          </w:tcPr>
          <w:p w:rsidR="000A6A4E" w:rsidRPr="000D243F" w:rsidRDefault="000A6A4E" w:rsidP="00435F4E">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Default="000A6A4E" w:rsidP="00435F4E">
            <w:pPr>
              <w:ind w:left="110"/>
              <w:rPr>
                <w:sz w:val="24"/>
                <w:szCs w:val="24"/>
              </w:rPr>
            </w:pPr>
            <w:r>
              <w:rPr>
                <w:sz w:val="24"/>
                <w:szCs w:val="24"/>
              </w:rPr>
              <w:t xml:space="preserve">Виключити земельну ділянку кадастровий номер 6823381500:085:001 площею </w:t>
            </w:r>
            <w:smartTag w:uri="urn:schemas-microsoft-com:office:smarttags" w:element="metricconverter">
              <w:smartTagPr>
                <w:attr w:name="ProductID" w:val="1,20000 га"/>
              </w:smartTagPr>
              <w:r>
                <w:rPr>
                  <w:sz w:val="24"/>
                  <w:szCs w:val="24"/>
                </w:rPr>
                <w:t>1,20000 га</w:t>
              </w:r>
            </w:smartTag>
            <w:r>
              <w:rPr>
                <w:sz w:val="24"/>
                <w:szCs w:val="24"/>
              </w:rPr>
              <w:t xml:space="preserve"> (с.Вахнівці) з переліку земельних ділянок комунальної власності </w:t>
            </w:r>
            <w:r w:rsidRPr="00F40CB6">
              <w:rPr>
                <w:sz w:val="24"/>
                <w:szCs w:val="24"/>
              </w:rPr>
              <w:t>право оренди на які пропонуються до продажу на земельних торгах</w:t>
            </w:r>
            <w:r>
              <w:rPr>
                <w:sz w:val="24"/>
                <w:szCs w:val="24"/>
              </w:rPr>
              <w:t>.</w:t>
            </w:r>
          </w:p>
          <w:p w:rsidR="000A6A4E" w:rsidRPr="00A444A5" w:rsidRDefault="000A6A4E" w:rsidP="00435F4E">
            <w:pPr>
              <w:pStyle w:val="TableParagraph"/>
              <w:spacing w:line="263" w:lineRule="exact"/>
              <w:jc w:val="both"/>
              <w:rPr>
                <w:sz w:val="24"/>
              </w:rPr>
            </w:pPr>
          </w:p>
        </w:tc>
      </w:tr>
      <w:tr w:rsidR="000A6A4E" w:rsidRPr="00CB57ED" w:rsidTr="001D456A">
        <w:trPr>
          <w:trHeight w:val="1124"/>
        </w:trPr>
        <w:tc>
          <w:tcPr>
            <w:tcW w:w="2420" w:type="dxa"/>
          </w:tcPr>
          <w:p w:rsidR="000A6A4E" w:rsidRDefault="000A6A4E" w:rsidP="00435F4E">
            <w:pPr>
              <w:pStyle w:val="TableParagraph"/>
              <w:spacing w:before="132"/>
              <w:ind w:left="200"/>
              <w:rPr>
                <w:b/>
                <w:sz w:val="24"/>
              </w:rPr>
            </w:pPr>
          </w:p>
          <w:p w:rsidR="000A6A4E" w:rsidRDefault="000A6A4E" w:rsidP="00435F4E">
            <w:pPr>
              <w:pStyle w:val="TableParagraph"/>
              <w:spacing w:before="132"/>
              <w:ind w:left="200"/>
              <w:rPr>
                <w:b/>
                <w:sz w:val="24"/>
              </w:rPr>
            </w:pPr>
            <w:r>
              <w:rPr>
                <w:b/>
                <w:sz w:val="24"/>
              </w:rPr>
              <w:t>ГОЛОСУВАЛИ:</w:t>
            </w:r>
          </w:p>
        </w:tc>
        <w:tc>
          <w:tcPr>
            <w:tcW w:w="8690" w:type="dxa"/>
          </w:tcPr>
          <w:p w:rsidR="000A6A4E" w:rsidRDefault="000A6A4E" w:rsidP="00435F4E">
            <w:pPr>
              <w:pStyle w:val="BodyText"/>
              <w:ind w:left="200" w:right="483"/>
              <w:jc w:val="both"/>
            </w:pPr>
          </w:p>
          <w:p w:rsidR="000A6A4E" w:rsidRDefault="000A6A4E" w:rsidP="00435F4E">
            <w:pPr>
              <w:pStyle w:val="BodyText"/>
              <w:ind w:left="200" w:right="483"/>
              <w:jc w:val="both"/>
            </w:pPr>
          </w:p>
          <w:p w:rsidR="000A6A4E" w:rsidRPr="00CB57ED" w:rsidRDefault="000A6A4E" w:rsidP="00435F4E">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F40CB6">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F40CB6">
              <w:rPr>
                <w:sz w:val="24"/>
                <w:szCs w:val="24"/>
              </w:rPr>
              <w:t>«</w:t>
            </w:r>
            <w:hyperlink r:id="rId386" w:history="1">
              <w:r w:rsidRPr="00F40CB6">
                <w:rPr>
                  <w:rStyle w:val="Hyperlink"/>
                  <w:rFonts w:ascii="inherit" w:hAnsi="inherit" w:cs="Arial"/>
                  <w:color w:val="000000"/>
                  <w:sz w:val="24"/>
                  <w:szCs w:val="24"/>
                  <w:bdr w:val="none" w:sz="0" w:space="0" w:color="auto" w:frame="1"/>
                </w:rPr>
                <w:t>Про припинення права користування земельними ділянками</w:t>
              </w:r>
            </w:hyperlink>
            <w:r w:rsidRPr="00F40CB6">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40CB6"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387" w:history="1">
              <w:r w:rsidRPr="00F40CB6">
                <w:rPr>
                  <w:rStyle w:val="Hyperlink"/>
                  <w:rFonts w:ascii="inherit" w:hAnsi="inherit" w:cs="Arial"/>
                  <w:color w:val="000000"/>
                  <w:sz w:val="24"/>
                  <w:szCs w:val="24"/>
                  <w:bdr w:val="none" w:sz="0" w:space="0" w:color="auto" w:frame="1"/>
                </w:rPr>
                <w:t>Про припинення права користування земельними ділянками</w:t>
              </w:r>
            </w:hyperlink>
            <w:r w:rsidRPr="00F40CB6">
              <w:rPr>
                <w:sz w:val="24"/>
                <w:szCs w:val="24"/>
              </w:rPr>
              <w:t>»</w:t>
            </w:r>
            <w:r>
              <w:rPr>
                <w:sz w:val="24"/>
                <w:szCs w:val="24"/>
              </w:rPr>
              <w:t>.</w:t>
            </w:r>
          </w:p>
          <w:p w:rsidR="000A6A4E" w:rsidRPr="00F6552D" w:rsidRDefault="000A6A4E" w:rsidP="00DA6E85">
            <w:pPr>
              <w:rPr>
                <w:sz w:val="24"/>
                <w:szCs w:val="24"/>
              </w:rPr>
            </w:pP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E59F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E59F5">
            <w:pPr>
              <w:pStyle w:val="TableParagraph"/>
              <w:spacing w:line="263" w:lineRule="exact"/>
              <w:ind w:left="0"/>
              <w:jc w:val="both"/>
              <w:rPr>
                <w:sz w:val="24"/>
              </w:rPr>
            </w:pPr>
            <w:r w:rsidRPr="00F40CB6">
              <w:rPr>
                <w:sz w:val="24"/>
                <w:szCs w:val="24"/>
              </w:rPr>
              <w:t>«</w:t>
            </w:r>
            <w:hyperlink r:id="rId388" w:history="1">
              <w:r w:rsidRPr="00F40CB6">
                <w:rPr>
                  <w:rStyle w:val="Hyperlink"/>
                  <w:rFonts w:ascii="inherit" w:hAnsi="inherit" w:cs="Arial"/>
                  <w:color w:val="000000"/>
                  <w:sz w:val="24"/>
                  <w:szCs w:val="24"/>
                  <w:bdr w:val="none" w:sz="0" w:space="0" w:color="auto" w:frame="1"/>
                </w:rPr>
                <w:t>Про припинення права користування земельними ділянками</w:t>
              </w:r>
            </w:hyperlink>
            <w:r w:rsidRPr="00F40CB6">
              <w:rPr>
                <w:sz w:val="24"/>
                <w:szCs w:val="24"/>
              </w:rPr>
              <w:t>»</w:t>
            </w:r>
            <w:r>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389" w:history="1">
              <w:r w:rsidRPr="00DE59F5">
                <w:rPr>
                  <w:rStyle w:val="Hyperlink"/>
                  <w:color w:val="000000"/>
                  <w:sz w:val="24"/>
                  <w:szCs w:val="24"/>
                  <w:bdr w:val="none" w:sz="0" w:space="0" w:color="auto" w:frame="1"/>
                </w:rPr>
                <w:t>Про надання дозволу на розроблення проєктів землеустрою щодо зміни цільового призначення земельних ділянок</w:t>
              </w:r>
            </w:hyperlink>
            <w:r w:rsidRPr="00F40CB6">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40CB6"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390" w:history="1">
              <w:r w:rsidRPr="00DE59F5">
                <w:rPr>
                  <w:rStyle w:val="Hyperlink"/>
                  <w:rFonts w:ascii="inherit" w:hAnsi="inherit" w:cs="Arial"/>
                  <w:color w:val="000000"/>
                  <w:sz w:val="24"/>
                  <w:szCs w:val="24"/>
                  <w:bdr w:val="none" w:sz="0" w:space="0" w:color="auto" w:frame="1"/>
                </w:rPr>
                <w:t>Про надання дозволу на розроблення проєктів землеустрою щодо зміни цільового призначення земельних ділянок</w:t>
              </w:r>
            </w:hyperlink>
            <w:r w:rsidRPr="00F40CB6">
              <w:rPr>
                <w:sz w:val="24"/>
                <w:szCs w:val="24"/>
              </w:rPr>
              <w:t>»</w:t>
            </w:r>
            <w:r>
              <w:rPr>
                <w:sz w:val="24"/>
                <w:szCs w:val="24"/>
              </w:rPr>
              <w:t>.</w:t>
            </w:r>
          </w:p>
          <w:p w:rsidR="000A6A4E" w:rsidRPr="00F6552D" w:rsidRDefault="000A6A4E" w:rsidP="00DA6E85">
            <w:pPr>
              <w:rPr>
                <w:sz w:val="24"/>
                <w:szCs w:val="24"/>
              </w:rPr>
            </w:pP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391" w:history="1">
              <w:r w:rsidRPr="00DE59F5">
                <w:rPr>
                  <w:rStyle w:val="Hyperlink"/>
                  <w:rFonts w:ascii="inherit" w:hAnsi="inherit" w:cs="Arial"/>
                  <w:color w:val="000000"/>
                  <w:sz w:val="24"/>
                  <w:szCs w:val="24"/>
                  <w:bdr w:val="none" w:sz="0" w:space="0" w:color="auto" w:frame="1"/>
                </w:rPr>
                <w:t>Про надання дозволу на розроблення проєктів землеустрою щодо зміни цільового призначення земельних ділянок</w:t>
              </w:r>
            </w:hyperlink>
            <w:r w:rsidRPr="00F40CB6">
              <w:rPr>
                <w:sz w:val="24"/>
                <w:szCs w:val="24"/>
              </w:rPr>
              <w:t>»</w:t>
            </w:r>
            <w:r>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392" w:history="1">
              <w:r w:rsidRPr="00E839BA">
                <w:rPr>
                  <w:rStyle w:val="Hyperlink"/>
                  <w:rFonts w:ascii="inherit" w:hAnsi="inherit" w:cs="Arial"/>
                  <w:color w:val="auto"/>
                  <w:sz w:val="24"/>
                  <w:szCs w:val="24"/>
                  <w:bdr w:val="none" w:sz="0" w:space="0" w:color="auto" w:frame="1"/>
                </w:rPr>
                <w:t>Про надання дозволу на розроблення проєктів землеустрою щодо відведення земельних ділянок в постійне користування</w:t>
              </w:r>
            </w:hyperlink>
            <w:r w:rsidRPr="00E839BA">
              <w:rPr>
                <w:sz w:val="24"/>
                <w:szCs w:val="24"/>
              </w:rPr>
              <w:t>»</w:t>
            </w:r>
            <w:r w:rsidRPr="00F40CB6">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40CB6"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393" w:history="1">
              <w:r w:rsidRPr="00E839BA">
                <w:rPr>
                  <w:rStyle w:val="Hyperlink"/>
                  <w:rFonts w:ascii="inherit" w:hAnsi="inherit" w:cs="Arial"/>
                  <w:color w:val="auto"/>
                  <w:sz w:val="24"/>
                  <w:szCs w:val="24"/>
                  <w:bdr w:val="none" w:sz="0" w:space="0" w:color="auto" w:frame="1"/>
                </w:rPr>
                <w:t>Про надання дозволу на розроблення проєктів землеустрою щодо відведення земельних ділянок в постійне користування</w:t>
              </w:r>
            </w:hyperlink>
            <w:r w:rsidRPr="00F40CB6">
              <w:rPr>
                <w:sz w:val="24"/>
                <w:szCs w:val="24"/>
              </w:rPr>
              <w:t>»</w:t>
            </w:r>
            <w:r>
              <w:rPr>
                <w:sz w:val="24"/>
                <w:szCs w:val="24"/>
              </w:rPr>
              <w:t>.</w:t>
            </w:r>
          </w:p>
          <w:p w:rsidR="000A6A4E" w:rsidRPr="00F6552D" w:rsidRDefault="000A6A4E" w:rsidP="00DA6E85">
            <w:pPr>
              <w:rPr>
                <w:sz w:val="24"/>
                <w:szCs w:val="24"/>
              </w:rPr>
            </w:pP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394" w:history="1">
              <w:r w:rsidRPr="00E839BA">
                <w:rPr>
                  <w:rStyle w:val="Hyperlink"/>
                  <w:rFonts w:ascii="inherit" w:hAnsi="inherit" w:cs="Arial"/>
                  <w:color w:val="auto"/>
                  <w:sz w:val="24"/>
                  <w:szCs w:val="24"/>
                  <w:bdr w:val="none" w:sz="0" w:space="0" w:color="auto" w:frame="1"/>
                </w:rPr>
                <w:t>Про надання дозволу на розроблення проєктів землеустрою щодо відведення земельних ділянок в постійне користування</w:t>
              </w:r>
            </w:hyperlink>
            <w:r w:rsidRPr="00F40CB6">
              <w:rPr>
                <w:sz w:val="24"/>
                <w:szCs w:val="24"/>
              </w:rPr>
              <w:t>»</w:t>
            </w:r>
            <w:r>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395" w:history="1">
              <w:r w:rsidRPr="00E839BA">
                <w:rPr>
                  <w:rStyle w:val="Hyperlink"/>
                  <w:rFonts w:ascii="inherit" w:hAnsi="inherit" w:cs="Arial"/>
                  <w:color w:val="auto"/>
                  <w:sz w:val="24"/>
                  <w:szCs w:val="24"/>
                  <w:bdr w:val="none" w:sz="0" w:space="0" w:color="auto" w:frame="1"/>
                </w:rPr>
                <w:t>Про надання дозволу на розроблення проєктів землеустрою щодо відведення земельних ділянок в оренду</w:t>
              </w:r>
            </w:hyperlink>
            <w:r w:rsidRPr="00E839BA">
              <w:rPr>
                <w:sz w:val="24"/>
                <w:szCs w:val="24"/>
              </w:rPr>
              <w:t>»</w:t>
            </w:r>
            <w:r w:rsidRPr="00F40CB6">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40CB6"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396" w:history="1">
              <w:r w:rsidRPr="00E839BA">
                <w:rPr>
                  <w:rStyle w:val="Hyperlink"/>
                  <w:rFonts w:ascii="inherit" w:hAnsi="inherit" w:cs="Arial"/>
                  <w:color w:val="auto"/>
                  <w:sz w:val="24"/>
                  <w:szCs w:val="24"/>
                  <w:bdr w:val="none" w:sz="0" w:space="0" w:color="auto" w:frame="1"/>
                </w:rPr>
                <w:t>Про надання дозволу на розроблення проєктів землеустрою щодо відведення земельних ділянок в оренду</w:t>
              </w:r>
            </w:hyperlink>
            <w:r w:rsidRPr="00F40CB6">
              <w:rPr>
                <w:sz w:val="24"/>
                <w:szCs w:val="24"/>
              </w:rPr>
              <w:t>»</w:t>
            </w:r>
            <w:r>
              <w:rPr>
                <w:sz w:val="24"/>
                <w:szCs w:val="24"/>
              </w:rPr>
              <w:t>.</w:t>
            </w:r>
          </w:p>
          <w:p w:rsidR="000A6A4E" w:rsidRPr="00F6552D" w:rsidRDefault="000A6A4E" w:rsidP="00DA6E85">
            <w:pPr>
              <w:rPr>
                <w:sz w:val="24"/>
                <w:szCs w:val="24"/>
              </w:rPr>
            </w:pP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397" w:history="1">
              <w:r w:rsidRPr="00E839BA">
                <w:rPr>
                  <w:rStyle w:val="Hyperlink"/>
                  <w:rFonts w:ascii="inherit" w:hAnsi="inherit" w:cs="Arial"/>
                  <w:color w:val="auto"/>
                  <w:sz w:val="24"/>
                  <w:szCs w:val="24"/>
                  <w:bdr w:val="none" w:sz="0" w:space="0" w:color="auto" w:frame="1"/>
                </w:rPr>
                <w:t>Про надання дозволу на розроблення проєктів землеустрою щодо відведення земельних ділянок в оренду</w:t>
              </w:r>
            </w:hyperlink>
            <w:r w:rsidRPr="00F40CB6">
              <w:rPr>
                <w:sz w:val="24"/>
                <w:szCs w:val="24"/>
              </w:rPr>
              <w:t>»</w:t>
            </w:r>
            <w:r>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398" w:history="1">
              <w:r w:rsidRPr="00E839BA">
                <w:rPr>
                  <w:rStyle w:val="Hyperlink"/>
                  <w:rFonts w:ascii="inherit" w:hAnsi="inherit"/>
                  <w:color w:val="000000"/>
                  <w:sz w:val="24"/>
                  <w:szCs w:val="24"/>
                  <w:bdr w:val="none" w:sz="0" w:space="0" w:color="auto" w:frame="1"/>
                </w:rPr>
                <w:t>Про надання дозволу на розроблення проєктів землеустрою щодо відведення земельних ділянок у власність</w:t>
              </w:r>
            </w:hyperlink>
            <w:r w:rsidRPr="00E839BA">
              <w:rPr>
                <w:sz w:val="24"/>
                <w:szCs w:val="24"/>
              </w:rPr>
              <w:t>»</w:t>
            </w:r>
            <w:r w:rsidRPr="00F40CB6">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40CB6"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E839BA">
              <w:rPr>
                <w:sz w:val="24"/>
                <w:szCs w:val="24"/>
              </w:rPr>
              <w:t>«</w:t>
            </w:r>
            <w:hyperlink r:id="rId399" w:history="1">
              <w:r w:rsidRPr="00E839BA">
                <w:rPr>
                  <w:rStyle w:val="Hyperlink"/>
                  <w:rFonts w:ascii="inherit" w:hAnsi="inherit"/>
                  <w:color w:val="000000"/>
                  <w:sz w:val="24"/>
                  <w:szCs w:val="24"/>
                  <w:bdr w:val="none" w:sz="0" w:space="0" w:color="auto" w:frame="1"/>
                </w:rPr>
                <w:t>Про надання дозволу на розроблення проєктів землеустрою щодо відведення земельних ділянок у власність</w:t>
              </w:r>
            </w:hyperlink>
            <w:r>
              <w:rPr>
                <w:rFonts w:cs="Arial"/>
                <w:color w:val="000000"/>
                <w:sz w:val="24"/>
                <w:szCs w:val="24"/>
              </w:rPr>
              <w:t>» та запропонував включити до списку</w:t>
            </w:r>
            <w:r w:rsidRPr="00C32B12">
              <w:rPr>
                <w:sz w:val="28"/>
                <w:szCs w:val="28"/>
              </w:rPr>
              <w:t xml:space="preserve"> </w:t>
            </w:r>
            <w:r w:rsidRPr="00B91FB5">
              <w:rPr>
                <w:sz w:val="24"/>
                <w:szCs w:val="24"/>
              </w:rPr>
              <w:t>громадян</w:t>
            </w:r>
            <w:r>
              <w:rPr>
                <w:sz w:val="24"/>
                <w:szCs w:val="24"/>
              </w:rPr>
              <w:t xml:space="preserve"> для</w:t>
            </w:r>
            <w:r w:rsidRPr="00B91FB5">
              <w:rPr>
                <w:sz w:val="24"/>
                <w:szCs w:val="24"/>
              </w:rPr>
              <w:t xml:space="preserve"> розроблення проектів землеустрою щодо відведення земельних ділянок безоплатно у власність</w:t>
            </w:r>
            <w:r>
              <w:rPr>
                <w:rFonts w:cs="Arial"/>
                <w:color w:val="000000"/>
                <w:sz w:val="24"/>
                <w:szCs w:val="24"/>
              </w:rPr>
              <w:t xml:space="preserve"> гр.Пантелеймонову Руслану Василівну</w:t>
            </w:r>
            <w:r>
              <w:rPr>
                <w:sz w:val="24"/>
                <w:szCs w:val="24"/>
              </w:rPr>
              <w:t xml:space="preserve"> жительку села Тимків, Камянець-Подільського району, Хмельницької області.</w:t>
            </w:r>
          </w:p>
          <w:p w:rsidR="000A6A4E" w:rsidRPr="00F6552D" w:rsidRDefault="000A6A4E" w:rsidP="00DA6E85">
            <w:pPr>
              <w:rPr>
                <w:sz w:val="24"/>
                <w:szCs w:val="24"/>
              </w:rPr>
            </w:pP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sidRPr="00B91FB5">
              <w:rPr>
                <w:sz w:val="24"/>
                <w:szCs w:val="24"/>
                <w:lang w:eastAsia="ru-RU"/>
              </w:rPr>
              <w:t>6</w:t>
            </w:r>
            <w:r>
              <w:rPr>
                <w:sz w:val="24"/>
                <w:szCs w:val="24"/>
                <w:lang w:eastAsia="ru-RU"/>
              </w:rPr>
              <w:t xml:space="preserve"> </w:t>
            </w:r>
            <w:r w:rsidRPr="00B91FB5">
              <w:rPr>
                <w:sz w:val="24"/>
                <w:szCs w:val="24"/>
                <w:lang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400" w:history="1">
              <w:r w:rsidRPr="00E839BA">
                <w:rPr>
                  <w:rStyle w:val="Hyperlink"/>
                  <w:rFonts w:ascii="inherit" w:hAnsi="inherit"/>
                  <w:color w:val="000000"/>
                  <w:sz w:val="24"/>
                  <w:szCs w:val="24"/>
                  <w:bdr w:val="none" w:sz="0" w:space="0" w:color="auto" w:frame="1"/>
                </w:rPr>
                <w:t>Про надання дозволу на розроблення проєктів землеустрою щодо відведення земельних ділянок у власність</w:t>
              </w:r>
            </w:hyperlink>
            <w:r w:rsidRPr="00F40CB6">
              <w:rPr>
                <w:sz w:val="24"/>
                <w:szCs w:val="24"/>
              </w:rPr>
              <w:t>»</w:t>
            </w:r>
            <w:r>
              <w:rPr>
                <w:sz w:val="24"/>
                <w:szCs w:val="24"/>
              </w:rPr>
              <w:t xml:space="preserve"> </w:t>
            </w:r>
            <w:r>
              <w:rPr>
                <w:rFonts w:cs="Arial"/>
                <w:color w:val="000000"/>
                <w:sz w:val="24"/>
                <w:szCs w:val="24"/>
              </w:rPr>
              <w:t>та включити до списку</w:t>
            </w:r>
            <w:r w:rsidRPr="00C32B12">
              <w:rPr>
                <w:sz w:val="28"/>
                <w:szCs w:val="28"/>
              </w:rPr>
              <w:t xml:space="preserve"> </w:t>
            </w:r>
            <w:r w:rsidRPr="00B91FB5">
              <w:rPr>
                <w:sz w:val="24"/>
                <w:szCs w:val="24"/>
              </w:rPr>
              <w:t>громадян</w:t>
            </w:r>
            <w:r>
              <w:rPr>
                <w:sz w:val="24"/>
                <w:szCs w:val="24"/>
              </w:rPr>
              <w:t xml:space="preserve"> для</w:t>
            </w:r>
            <w:r w:rsidRPr="00B91FB5">
              <w:rPr>
                <w:sz w:val="24"/>
                <w:szCs w:val="24"/>
              </w:rPr>
              <w:t xml:space="preserve"> розроблення проектів землеустрою щодо відведення земельних ділянок безоплатно у власність</w:t>
            </w:r>
            <w:r>
              <w:rPr>
                <w:rFonts w:cs="Arial"/>
                <w:color w:val="000000"/>
                <w:sz w:val="24"/>
                <w:szCs w:val="24"/>
              </w:rPr>
              <w:t xml:space="preserve"> гр.Пантелеймонову Руслану Василівну</w:t>
            </w:r>
            <w:r>
              <w:rPr>
                <w:sz w:val="24"/>
                <w:szCs w:val="24"/>
              </w:rPr>
              <w:t xml:space="preserve"> жительку села Тимків, Камянець-Подільського району, Хмельницької області.</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01" w:history="1">
              <w:r w:rsidRPr="00B91FB5">
                <w:rPr>
                  <w:rStyle w:val="Hyperlink"/>
                  <w:rFonts w:ascii="inherit" w:hAnsi="inherit" w:cs="Arial"/>
                  <w:color w:val="000000"/>
                  <w:sz w:val="24"/>
                  <w:szCs w:val="24"/>
                  <w:bdr w:val="none" w:sz="0" w:space="0" w:color="auto" w:frame="1"/>
                </w:rPr>
                <w:t>Про надання дозволу на розроблення технічних документацій із землеустрою щодо встановлення (відновлення) меж земельних ділянок в натурі (на місцевості)</w:t>
              </w:r>
            </w:hyperlink>
            <w:r w:rsidRPr="00B91FB5">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6552D"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02" w:history="1">
              <w:r w:rsidRPr="00B91FB5">
                <w:rPr>
                  <w:rStyle w:val="Hyperlink"/>
                  <w:rFonts w:ascii="inherit" w:hAnsi="inherit" w:cs="Arial"/>
                  <w:color w:val="000000"/>
                  <w:sz w:val="24"/>
                  <w:szCs w:val="24"/>
                  <w:bdr w:val="none" w:sz="0" w:space="0" w:color="auto" w:frame="1"/>
                </w:rPr>
                <w:t>Про надання дозволу на розроблення технічних документацій із землеустрою щодо встановлення (відновлення) меж земельних ділянок в натурі (на місцевості)</w:t>
              </w:r>
            </w:hyperlink>
            <w:r w:rsidRPr="00B91FB5">
              <w:rPr>
                <w:sz w:val="24"/>
                <w:szCs w:val="24"/>
              </w:rPr>
              <w:t>».</w:t>
            </w: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403" w:history="1">
              <w:r w:rsidRPr="00B91FB5">
                <w:rPr>
                  <w:rStyle w:val="Hyperlink"/>
                  <w:rFonts w:ascii="inherit" w:hAnsi="inherit" w:cs="Arial"/>
                  <w:color w:val="000000"/>
                  <w:sz w:val="24"/>
                  <w:szCs w:val="24"/>
                  <w:bdr w:val="none" w:sz="0" w:space="0" w:color="auto" w:frame="1"/>
                </w:rPr>
                <w:t>Про надання дозволу на розроблення технічних документацій із землеустрою щодо встановлення (відновлення) меж земельних ділянок в натурі (на місцевості)</w:t>
              </w:r>
            </w:hyperlink>
            <w:r w:rsidRPr="00B91FB5">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04" w:history="1">
              <w:r w:rsidRPr="00DA6E85">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під громадські пасовища</w:t>
              </w:r>
            </w:hyperlink>
            <w:r w:rsidRPr="00B91FB5">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6552D"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05" w:history="1">
              <w:r w:rsidRPr="00DA6E85">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під громадські пасовища</w:t>
              </w:r>
            </w:hyperlink>
            <w:r w:rsidRPr="00B91FB5">
              <w:rPr>
                <w:sz w:val="24"/>
                <w:szCs w:val="24"/>
              </w:rPr>
              <w:t>».</w:t>
            </w: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406" w:history="1">
              <w:r w:rsidRPr="00DA6E85">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під громадські пасовища</w:t>
              </w:r>
            </w:hyperlink>
            <w:r w:rsidRPr="00B91FB5">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07" w:history="1">
              <w:r w:rsidRPr="00DA6E85">
                <w:rPr>
                  <w:rStyle w:val="Hyperlink"/>
                  <w:rFonts w:ascii="inherit" w:hAnsi="inherit" w:cs="Arial"/>
                  <w:color w:val="auto"/>
                  <w:sz w:val="24"/>
                  <w:szCs w:val="24"/>
                  <w:bdr w:val="none" w:sz="0" w:space="0" w:color="auto" w:frame="1"/>
                </w:rPr>
                <w:t>Про затвердження проєкту землеустрою щодо відведення земельної ділянки в постійне користування</w:t>
              </w:r>
            </w:hyperlink>
            <w:r w:rsidRPr="00B91FB5">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6552D"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08" w:history="1">
              <w:r w:rsidRPr="00DA6E85">
                <w:rPr>
                  <w:rStyle w:val="Hyperlink"/>
                  <w:rFonts w:ascii="inherit" w:hAnsi="inherit" w:cs="Arial"/>
                  <w:color w:val="auto"/>
                  <w:sz w:val="24"/>
                  <w:szCs w:val="24"/>
                  <w:bdr w:val="none" w:sz="0" w:space="0" w:color="auto" w:frame="1"/>
                </w:rPr>
                <w:t>Про затвердження проєкту землеустрою щодо відведення земельної ділянки в постійне користування</w:t>
              </w:r>
            </w:hyperlink>
            <w:r w:rsidRPr="00B91FB5">
              <w:rPr>
                <w:sz w:val="24"/>
                <w:szCs w:val="24"/>
              </w:rPr>
              <w:t>».</w:t>
            </w: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409" w:history="1">
              <w:r w:rsidRPr="00DA6E85">
                <w:rPr>
                  <w:rStyle w:val="Hyperlink"/>
                  <w:rFonts w:ascii="inherit" w:hAnsi="inherit" w:cs="Arial"/>
                  <w:color w:val="auto"/>
                  <w:sz w:val="24"/>
                  <w:szCs w:val="24"/>
                  <w:bdr w:val="none" w:sz="0" w:space="0" w:color="auto" w:frame="1"/>
                </w:rPr>
                <w:t>Про затвердження проєкту землеустрою щодо відведення земельної ділянки в постійне користування</w:t>
              </w:r>
            </w:hyperlink>
            <w:r w:rsidRPr="00B91FB5">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10" w:history="1">
              <w:r w:rsidRPr="00DA6E85">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Антонівка, с.Отроків)</w:t>
              </w:r>
            </w:hyperlink>
            <w:r w:rsidRPr="00B91FB5">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6552D"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11" w:history="1">
              <w:r w:rsidRPr="00DA6E85">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Антонівка, с.Отроків)</w:t>
              </w:r>
            </w:hyperlink>
            <w:r w:rsidRPr="00B91FB5">
              <w:rPr>
                <w:sz w:val="24"/>
                <w:szCs w:val="24"/>
              </w:rPr>
              <w:t>».</w:t>
            </w: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412" w:history="1">
              <w:r w:rsidRPr="00DA6E85">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Антонівка, с.Отроків)</w:t>
              </w:r>
            </w:hyperlink>
            <w:r w:rsidRPr="00B91FB5">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13" w:history="1">
              <w:r w:rsidRPr="00DA6E85">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Борсуки)</w:t>
              </w:r>
            </w:hyperlink>
            <w:r w:rsidRPr="00B91FB5">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6552D"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14" w:history="1">
              <w:r w:rsidRPr="00DA6E85">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Борсуки)</w:t>
              </w:r>
            </w:hyperlink>
            <w:r w:rsidRPr="00B91FB5">
              <w:rPr>
                <w:sz w:val="24"/>
                <w:szCs w:val="24"/>
              </w:rPr>
              <w:t>».</w:t>
            </w: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415" w:history="1">
              <w:r w:rsidRPr="00DA6E85">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Борсуки)</w:t>
              </w:r>
            </w:hyperlink>
            <w:r w:rsidRPr="00B91FB5">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r>
              <w:rPr>
                <w:b/>
                <w:sz w:val="24"/>
              </w:rPr>
              <w:t>Слухали:</w:t>
            </w:r>
          </w:p>
          <w:p w:rsidR="000A6A4E" w:rsidRDefault="000A6A4E" w:rsidP="00DA6E85">
            <w:pPr>
              <w:pStyle w:val="TableParagraph"/>
              <w:spacing w:before="132"/>
              <w:ind w:left="200"/>
              <w:rPr>
                <w:b/>
                <w:sz w:val="24"/>
              </w:rPr>
            </w:pPr>
            <w:r w:rsidRPr="00AD2122">
              <w:rPr>
                <w:b/>
                <w:sz w:val="24"/>
              </w:rPr>
              <w:t>Гринчука Г.П</w:t>
            </w:r>
          </w:p>
        </w:tc>
        <w:tc>
          <w:tcPr>
            <w:tcW w:w="8690" w:type="dxa"/>
          </w:tcPr>
          <w:p w:rsidR="000A6A4E" w:rsidRPr="00852092" w:rsidRDefault="000A6A4E" w:rsidP="00DA6E85">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16"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Браїлівка)</w:t>
              </w:r>
            </w:hyperlink>
            <w:r w:rsidRPr="00B91FB5">
              <w:rPr>
                <w:sz w:val="24"/>
                <w:szCs w:val="24"/>
              </w:rPr>
              <w:t>».</w:t>
            </w:r>
          </w:p>
        </w:tc>
      </w:tr>
      <w:tr w:rsidR="000A6A4E" w:rsidRPr="00CB57ED" w:rsidTr="001D456A">
        <w:trPr>
          <w:trHeight w:val="1124"/>
        </w:trPr>
        <w:tc>
          <w:tcPr>
            <w:tcW w:w="2420" w:type="dxa"/>
          </w:tcPr>
          <w:p w:rsidR="000A6A4E" w:rsidRPr="00EA00CA" w:rsidRDefault="000A6A4E" w:rsidP="00DA6E85">
            <w:pPr>
              <w:pStyle w:val="TableParagraph"/>
              <w:spacing w:before="135" w:line="275" w:lineRule="exact"/>
              <w:ind w:left="200"/>
              <w:rPr>
                <w:b/>
                <w:sz w:val="24"/>
              </w:rPr>
            </w:pPr>
            <w:r w:rsidRPr="00EA00CA">
              <w:rPr>
                <w:b/>
                <w:sz w:val="24"/>
              </w:rPr>
              <w:t>ВИСТУПИЛИ:</w:t>
            </w:r>
          </w:p>
          <w:p w:rsidR="000A6A4E" w:rsidRDefault="000A6A4E" w:rsidP="00DA6E85">
            <w:pPr>
              <w:pStyle w:val="TableParagraph"/>
              <w:ind w:left="200" w:right="52"/>
              <w:rPr>
                <w:b/>
                <w:sz w:val="24"/>
              </w:rPr>
            </w:pPr>
            <w:r>
              <w:rPr>
                <w:b/>
                <w:sz w:val="24"/>
              </w:rPr>
              <w:t>Андрієнко О.А</w:t>
            </w:r>
            <w:r w:rsidRPr="00EA00CA">
              <w:rPr>
                <w:b/>
                <w:sz w:val="24"/>
              </w:rPr>
              <w:t>.</w:t>
            </w:r>
          </w:p>
          <w:p w:rsidR="000A6A4E" w:rsidRDefault="000A6A4E" w:rsidP="00DA6E85">
            <w:pPr>
              <w:pStyle w:val="TableParagraph"/>
              <w:ind w:left="200" w:right="52"/>
              <w:rPr>
                <w:b/>
                <w:sz w:val="24"/>
              </w:rPr>
            </w:pPr>
          </w:p>
          <w:p w:rsidR="000A6A4E" w:rsidRDefault="000A6A4E" w:rsidP="00DA6E85">
            <w:pPr>
              <w:pStyle w:val="TableParagraph"/>
              <w:ind w:left="200" w:right="52"/>
              <w:rPr>
                <w:b/>
                <w:sz w:val="24"/>
              </w:rPr>
            </w:pPr>
          </w:p>
          <w:p w:rsidR="000A6A4E" w:rsidRPr="00EA00CA" w:rsidRDefault="000A6A4E" w:rsidP="00DA6E85">
            <w:pPr>
              <w:pStyle w:val="TableParagraph"/>
              <w:ind w:left="200" w:right="52"/>
              <w:rPr>
                <w:sz w:val="24"/>
              </w:rPr>
            </w:pPr>
          </w:p>
        </w:tc>
        <w:tc>
          <w:tcPr>
            <w:tcW w:w="8690" w:type="dxa"/>
          </w:tcPr>
          <w:p w:rsidR="000A6A4E" w:rsidRPr="00F6552D" w:rsidRDefault="000A6A4E" w:rsidP="00DA6E85">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17"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Браїлівка)</w:t>
              </w:r>
            </w:hyperlink>
            <w:r w:rsidRPr="00B91FB5">
              <w:rPr>
                <w:sz w:val="24"/>
                <w:szCs w:val="24"/>
              </w:rPr>
              <w:t>».</w:t>
            </w:r>
          </w:p>
        </w:tc>
      </w:tr>
      <w:tr w:rsidR="000A6A4E" w:rsidRPr="00CB57ED" w:rsidTr="001D456A">
        <w:trPr>
          <w:trHeight w:val="1124"/>
        </w:trPr>
        <w:tc>
          <w:tcPr>
            <w:tcW w:w="2420" w:type="dxa"/>
          </w:tcPr>
          <w:p w:rsidR="000A6A4E" w:rsidRPr="000D243F" w:rsidRDefault="000A6A4E" w:rsidP="00DA6E85">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DA6E85">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DA6E85">
            <w:pPr>
              <w:pStyle w:val="TableParagraph"/>
              <w:spacing w:line="263" w:lineRule="exact"/>
              <w:ind w:left="0"/>
              <w:jc w:val="both"/>
              <w:rPr>
                <w:sz w:val="24"/>
              </w:rPr>
            </w:pPr>
            <w:r w:rsidRPr="00F40CB6">
              <w:rPr>
                <w:sz w:val="24"/>
                <w:szCs w:val="24"/>
              </w:rPr>
              <w:t>«</w:t>
            </w:r>
            <w:hyperlink r:id="rId418"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Браїлівка)</w:t>
              </w:r>
            </w:hyperlink>
            <w:r w:rsidRPr="00B91FB5">
              <w:rPr>
                <w:sz w:val="24"/>
                <w:szCs w:val="24"/>
              </w:rPr>
              <w:t>».</w:t>
            </w:r>
          </w:p>
        </w:tc>
      </w:tr>
      <w:tr w:rsidR="000A6A4E" w:rsidRPr="00CB57ED" w:rsidTr="001D456A">
        <w:trPr>
          <w:trHeight w:val="1124"/>
        </w:trPr>
        <w:tc>
          <w:tcPr>
            <w:tcW w:w="2420" w:type="dxa"/>
          </w:tcPr>
          <w:p w:rsidR="000A6A4E" w:rsidRDefault="000A6A4E" w:rsidP="00DA6E85">
            <w:pPr>
              <w:pStyle w:val="TableParagraph"/>
              <w:spacing w:before="132"/>
              <w:ind w:left="200"/>
              <w:rPr>
                <w:b/>
                <w:sz w:val="24"/>
              </w:rPr>
            </w:pPr>
          </w:p>
          <w:p w:rsidR="000A6A4E" w:rsidRDefault="000A6A4E" w:rsidP="00DA6E85">
            <w:pPr>
              <w:pStyle w:val="TableParagraph"/>
              <w:spacing w:before="132"/>
              <w:ind w:left="200"/>
              <w:rPr>
                <w:b/>
                <w:sz w:val="24"/>
              </w:rPr>
            </w:pPr>
            <w:r>
              <w:rPr>
                <w:b/>
                <w:sz w:val="24"/>
              </w:rPr>
              <w:t>ГОЛОСУВАЛИ:</w:t>
            </w:r>
          </w:p>
        </w:tc>
        <w:tc>
          <w:tcPr>
            <w:tcW w:w="8690" w:type="dxa"/>
          </w:tcPr>
          <w:p w:rsidR="000A6A4E" w:rsidRDefault="000A6A4E" w:rsidP="00DA6E85">
            <w:pPr>
              <w:pStyle w:val="BodyText"/>
              <w:ind w:left="200" w:right="483"/>
              <w:jc w:val="both"/>
            </w:pPr>
          </w:p>
          <w:p w:rsidR="000A6A4E" w:rsidRDefault="000A6A4E" w:rsidP="00DA6E85">
            <w:pPr>
              <w:pStyle w:val="BodyText"/>
              <w:ind w:left="200" w:right="483"/>
              <w:jc w:val="both"/>
            </w:pPr>
          </w:p>
          <w:p w:rsidR="000A6A4E" w:rsidRPr="00CB57ED" w:rsidRDefault="000A6A4E" w:rsidP="00DA6E85">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19" w:history="1">
              <w:r w:rsidRPr="003246B6">
                <w:rPr>
                  <w:rStyle w:val="Hyperlink"/>
                  <w:rFonts w:ascii="inherit" w:hAnsi="inherit" w:cs="Arial"/>
                  <w:color w:val="auto"/>
                  <w:sz w:val="24"/>
                  <w:szCs w:val="24"/>
                  <w:bdr w:val="none" w:sz="0" w:space="0" w:color="auto" w:frame="1"/>
                </w:rPr>
                <w:t>Про затвердження проєктів землеустрою щодо відведення земельних ділянок у власність (с. Вахнівці, с.Губарів)</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20" w:history="1">
              <w:r w:rsidRPr="003246B6">
                <w:rPr>
                  <w:rStyle w:val="Hyperlink"/>
                  <w:rFonts w:ascii="inherit" w:hAnsi="inherit" w:cs="Arial"/>
                  <w:color w:val="auto"/>
                  <w:sz w:val="24"/>
                  <w:szCs w:val="24"/>
                  <w:bdr w:val="none" w:sz="0" w:space="0" w:color="auto" w:frame="1"/>
                </w:rPr>
                <w:t>Про затвердження проєктів землеустрою щодо відведення земельних ділянок у власність (с. Вахнівці, с.Губарів)</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21" w:history="1">
              <w:r w:rsidRPr="003246B6">
                <w:rPr>
                  <w:rStyle w:val="Hyperlink"/>
                  <w:rFonts w:ascii="inherit" w:hAnsi="inherit" w:cs="Arial"/>
                  <w:color w:val="auto"/>
                  <w:sz w:val="24"/>
                  <w:szCs w:val="24"/>
                  <w:bdr w:val="none" w:sz="0" w:space="0" w:color="auto" w:frame="1"/>
                </w:rPr>
                <w:t>Про затвердження проєктів землеустрою щодо відведення земельних ділянок у власність (с. Вахнівці, с.Губарів)</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22"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Вільховець, с. Нова Гута)</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23"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Вільховець, с. Нова Гута)</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24"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Вільховець, с. Нова Гута)</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25"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Глибівка)</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26"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Глибівка)</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27"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Глибівка)</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28"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Заміхів</w:t>
              </w:r>
              <w:r>
                <w:rPr>
                  <w:rStyle w:val="Hyperlink"/>
                  <w:rFonts w:ascii="inherit" w:hAnsi="inherit" w:cs="Arial"/>
                  <w:color w:val="000000"/>
                  <w:sz w:val="20"/>
                  <w:szCs w:val="20"/>
                  <w:bdr w:val="none" w:sz="0" w:space="0" w:color="auto" w:frame="1"/>
                </w:rPr>
                <w:t>)</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29"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Заміхів</w:t>
              </w:r>
              <w:r>
                <w:rPr>
                  <w:rStyle w:val="Hyperlink"/>
                  <w:rFonts w:ascii="inherit" w:hAnsi="inherit" w:cs="Arial"/>
                  <w:color w:val="000000"/>
                  <w:sz w:val="20"/>
                  <w:szCs w:val="20"/>
                  <w:bdr w:val="none" w:sz="0" w:space="0" w:color="auto" w:frame="1"/>
                </w:rPr>
                <w:t>)</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30"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Заміхів</w:t>
              </w:r>
              <w:r>
                <w:rPr>
                  <w:rStyle w:val="Hyperlink"/>
                  <w:rFonts w:ascii="inherit" w:hAnsi="inherit" w:cs="Arial"/>
                  <w:color w:val="000000"/>
                  <w:sz w:val="20"/>
                  <w:szCs w:val="20"/>
                  <w:bdr w:val="none" w:sz="0" w:space="0" w:color="auto" w:frame="1"/>
                </w:rPr>
                <w:t>)</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31" w:history="1">
              <w:r w:rsidRPr="003246B6">
                <w:rPr>
                  <w:rStyle w:val="Hyperlink"/>
                  <w:rFonts w:ascii="inherit" w:hAnsi="inherit" w:cs="Arial"/>
                  <w:color w:val="auto"/>
                  <w:sz w:val="24"/>
                  <w:szCs w:val="24"/>
                  <w:bdr w:val="none" w:sz="0" w:space="0" w:color="auto" w:frame="1"/>
                </w:rPr>
                <w:t>Про затвердження проєктів землеустрою щодо відведення земельних ділянок у власність (с. Зелені Курилівці)</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32" w:history="1">
              <w:r w:rsidRPr="003246B6">
                <w:rPr>
                  <w:rStyle w:val="Hyperlink"/>
                  <w:rFonts w:ascii="inherit" w:hAnsi="inherit" w:cs="Arial"/>
                  <w:color w:val="auto"/>
                  <w:sz w:val="24"/>
                  <w:szCs w:val="24"/>
                  <w:bdr w:val="none" w:sz="0" w:space="0" w:color="auto" w:frame="1"/>
                </w:rPr>
                <w:t>Про затвердження проєктів землеустрою щодо відведення земельних ділянок у власність (с. Зелені Курилівці)</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33" w:history="1">
              <w:r w:rsidRPr="003246B6">
                <w:rPr>
                  <w:rStyle w:val="Hyperlink"/>
                  <w:rFonts w:ascii="inherit" w:hAnsi="inherit" w:cs="Arial"/>
                  <w:color w:val="auto"/>
                  <w:sz w:val="24"/>
                  <w:szCs w:val="24"/>
                  <w:bdr w:val="none" w:sz="0" w:space="0" w:color="auto" w:frame="1"/>
                </w:rPr>
                <w:t>Про затвердження проєктів землеустрою щодо відведення земельних ділянок у власність (с. Зелені Курилівці)</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34"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Івашківці)</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35"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Івашківці)</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36" w:history="1">
              <w:r w:rsidRPr="003246B6">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Івашківці)</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37"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Капустяни, с.Глибочок)</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38"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Капустяни, с.Глибочок)</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39"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Капустяни, с.Глибочок)</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40"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Куча)</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41"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Куча)</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42"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Куча)</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43"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Мала Стружка)</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44"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Мала Стружка)</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45"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Мала Стружка)</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46"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Песець)</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47"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Песець)</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48"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Песець)</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49"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Пижівка</w:t>
              </w:r>
              <w:r>
                <w:rPr>
                  <w:rStyle w:val="Hyperlink"/>
                  <w:rFonts w:ascii="inherit" w:hAnsi="inherit" w:cs="Arial"/>
                  <w:color w:val="000000"/>
                  <w:sz w:val="20"/>
                  <w:szCs w:val="20"/>
                  <w:bdr w:val="none" w:sz="0" w:space="0" w:color="auto" w:frame="1"/>
                </w:rPr>
                <w:t>)</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r w:rsidRPr="00A11360">
              <w:rPr>
                <w:color w:val="000000"/>
                <w:sz w:val="24"/>
                <w:szCs w:val="24"/>
                <w:bdr w:val="none" w:sz="0" w:space="0" w:color="auto" w:frame="1"/>
              </w:rPr>
              <w:t>Про затвердження проєктів землеустрою щодо відведення земельних ділянок у власність (с. Пижівка</w:t>
            </w:r>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r w:rsidRPr="00A11360">
              <w:rPr>
                <w:color w:val="000000"/>
                <w:sz w:val="24"/>
                <w:szCs w:val="24"/>
                <w:bdr w:val="none" w:sz="0" w:space="0" w:color="auto" w:frame="1"/>
              </w:rPr>
              <w:t>Про затвердження проєктів землеустрою щодо відведення земельних ділянок у власність (с. Пижівка</w:t>
            </w:r>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50"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Пилипківці)</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51"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Пилипківці)</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52"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 Пилипківці)</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53"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(смт Нова Ушиця)</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54"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(смт Нова Ушиця)</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55"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(смт Нова Ушиця)</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56"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за рішенням суду (с. Капустяни)</w:t>
              </w:r>
            </w:hyperlink>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57"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за рішенням суду (с. Капустяни)</w:t>
              </w:r>
            </w:hyperlink>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hyperlink r:id="rId458" w:history="1">
              <w:r w:rsidRPr="00A11360">
                <w:rPr>
                  <w:rStyle w:val="Hyperlink"/>
                  <w:rFonts w:ascii="inherit" w:hAnsi="inherit" w:cs="Arial"/>
                  <w:color w:val="000000"/>
                  <w:sz w:val="24"/>
                  <w:szCs w:val="24"/>
                  <w:bdr w:val="none" w:sz="0" w:space="0" w:color="auto" w:frame="1"/>
                </w:rPr>
                <w:t>Про затвердження проєктів землеустрою щодо відведення земельних ділянок у власність за рішенням суду (с. Капустяни)</w:t>
              </w:r>
            </w:hyperlink>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r>
              <w:rPr>
                <w:b/>
                <w:sz w:val="24"/>
              </w:rPr>
              <w:t>Слухали:</w:t>
            </w:r>
          </w:p>
          <w:p w:rsidR="000A6A4E" w:rsidRDefault="000A6A4E" w:rsidP="00A11360">
            <w:pPr>
              <w:pStyle w:val="TableParagraph"/>
              <w:spacing w:before="132"/>
              <w:ind w:left="200"/>
              <w:rPr>
                <w:b/>
                <w:sz w:val="24"/>
              </w:rPr>
            </w:pPr>
            <w:r w:rsidRPr="00AD2122">
              <w:rPr>
                <w:b/>
                <w:sz w:val="24"/>
              </w:rPr>
              <w:t>Гринчука Г.П</w:t>
            </w:r>
          </w:p>
        </w:tc>
        <w:tc>
          <w:tcPr>
            <w:tcW w:w="8690" w:type="dxa"/>
          </w:tcPr>
          <w:p w:rsidR="000A6A4E" w:rsidRPr="00852092" w:rsidRDefault="000A6A4E" w:rsidP="00A11360">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r w:rsidRPr="00A11360">
              <w:rPr>
                <w:color w:val="000000"/>
                <w:sz w:val="24"/>
                <w:szCs w:val="24"/>
                <w:bdr w:val="none" w:sz="0" w:space="0" w:color="auto" w:frame="1"/>
              </w:rPr>
              <w:t>Про затвердження технічних документацій із землеустрою щодо встановлення (відновлення) меж земельних</w:t>
            </w:r>
            <w:r w:rsidRPr="00EC2E09">
              <w:t xml:space="preserve"> </w:t>
            </w:r>
            <w:r w:rsidRPr="00B4062C">
              <w:rPr>
                <w:color w:val="000000"/>
                <w:sz w:val="24"/>
                <w:szCs w:val="24"/>
                <w:bdr w:val="none" w:sz="0" w:space="0" w:color="auto" w:frame="1"/>
              </w:rPr>
              <w:t>ділянок в натурі (на місцевості)</w:t>
            </w:r>
            <w:r w:rsidRPr="00B91FB5">
              <w:rPr>
                <w:sz w:val="24"/>
                <w:szCs w:val="24"/>
              </w:rPr>
              <w:t>».</w:t>
            </w:r>
          </w:p>
        </w:tc>
      </w:tr>
      <w:tr w:rsidR="000A6A4E" w:rsidRPr="00CB57ED" w:rsidTr="001D456A">
        <w:trPr>
          <w:trHeight w:val="1124"/>
        </w:trPr>
        <w:tc>
          <w:tcPr>
            <w:tcW w:w="2420" w:type="dxa"/>
          </w:tcPr>
          <w:p w:rsidR="000A6A4E" w:rsidRPr="00EA00CA" w:rsidRDefault="000A6A4E" w:rsidP="00A11360">
            <w:pPr>
              <w:pStyle w:val="TableParagraph"/>
              <w:spacing w:before="135" w:line="275" w:lineRule="exact"/>
              <w:ind w:left="200"/>
              <w:rPr>
                <w:b/>
                <w:sz w:val="24"/>
              </w:rPr>
            </w:pPr>
            <w:r w:rsidRPr="00EA00CA">
              <w:rPr>
                <w:b/>
                <w:sz w:val="24"/>
              </w:rPr>
              <w:t>ВИСТУПИЛИ:</w:t>
            </w:r>
          </w:p>
          <w:p w:rsidR="000A6A4E" w:rsidRDefault="000A6A4E" w:rsidP="00A11360">
            <w:pPr>
              <w:pStyle w:val="TableParagraph"/>
              <w:ind w:left="200" w:right="52"/>
              <w:rPr>
                <w:b/>
                <w:sz w:val="24"/>
              </w:rPr>
            </w:pPr>
            <w:r>
              <w:rPr>
                <w:b/>
                <w:sz w:val="24"/>
              </w:rPr>
              <w:t>Андрієнко О.А</w:t>
            </w:r>
            <w:r w:rsidRPr="00EA00CA">
              <w:rPr>
                <w:b/>
                <w:sz w:val="24"/>
              </w:rPr>
              <w:t>.</w:t>
            </w:r>
          </w:p>
          <w:p w:rsidR="000A6A4E" w:rsidRDefault="000A6A4E" w:rsidP="00A11360">
            <w:pPr>
              <w:pStyle w:val="TableParagraph"/>
              <w:ind w:left="200" w:right="52"/>
              <w:rPr>
                <w:b/>
                <w:sz w:val="24"/>
              </w:rPr>
            </w:pPr>
          </w:p>
          <w:p w:rsidR="000A6A4E" w:rsidRDefault="000A6A4E" w:rsidP="00A11360">
            <w:pPr>
              <w:pStyle w:val="TableParagraph"/>
              <w:ind w:left="200" w:right="52"/>
              <w:rPr>
                <w:b/>
                <w:sz w:val="24"/>
              </w:rPr>
            </w:pPr>
          </w:p>
          <w:p w:rsidR="000A6A4E" w:rsidRPr="00EA00CA" w:rsidRDefault="000A6A4E" w:rsidP="00A11360">
            <w:pPr>
              <w:pStyle w:val="TableParagraph"/>
              <w:ind w:left="200" w:right="52"/>
              <w:rPr>
                <w:sz w:val="24"/>
              </w:rPr>
            </w:pPr>
          </w:p>
        </w:tc>
        <w:tc>
          <w:tcPr>
            <w:tcW w:w="8690" w:type="dxa"/>
          </w:tcPr>
          <w:p w:rsidR="000A6A4E" w:rsidRPr="00F6552D" w:rsidRDefault="000A6A4E" w:rsidP="00A11360">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r w:rsidRPr="00B4062C">
              <w:rPr>
                <w:color w:val="000000"/>
                <w:sz w:val="24"/>
                <w:szCs w:val="24"/>
                <w:bdr w:val="none" w:sz="0" w:space="0" w:color="auto" w:frame="1"/>
              </w:rPr>
              <w:t>Про затвердження технічних документацій із землеустрою щодо встановлення (відновлення) меж земельних</w:t>
            </w:r>
            <w:r w:rsidRPr="00EC2E09">
              <w:t xml:space="preserve"> </w:t>
            </w:r>
            <w:r w:rsidRPr="00B4062C">
              <w:rPr>
                <w:color w:val="000000"/>
                <w:sz w:val="24"/>
                <w:szCs w:val="24"/>
                <w:bdr w:val="none" w:sz="0" w:space="0" w:color="auto" w:frame="1"/>
              </w:rPr>
              <w:t>ділянок в натурі (на місцевості)</w:t>
            </w:r>
            <w:r w:rsidRPr="00B91FB5">
              <w:rPr>
                <w:sz w:val="24"/>
                <w:szCs w:val="24"/>
              </w:rPr>
              <w:t>».</w:t>
            </w:r>
          </w:p>
        </w:tc>
      </w:tr>
      <w:tr w:rsidR="000A6A4E" w:rsidRPr="00CB57ED" w:rsidTr="001D456A">
        <w:trPr>
          <w:trHeight w:val="1124"/>
        </w:trPr>
        <w:tc>
          <w:tcPr>
            <w:tcW w:w="2420" w:type="dxa"/>
          </w:tcPr>
          <w:p w:rsidR="000A6A4E" w:rsidRPr="000D243F" w:rsidRDefault="000A6A4E" w:rsidP="00A11360">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A11360">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A11360">
            <w:pPr>
              <w:pStyle w:val="TableParagraph"/>
              <w:spacing w:line="263" w:lineRule="exact"/>
              <w:ind w:left="0"/>
              <w:jc w:val="both"/>
              <w:rPr>
                <w:sz w:val="24"/>
              </w:rPr>
            </w:pPr>
            <w:r w:rsidRPr="00F40CB6">
              <w:rPr>
                <w:sz w:val="24"/>
                <w:szCs w:val="24"/>
              </w:rPr>
              <w:t>«</w:t>
            </w:r>
            <w:r w:rsidRPr="00B4062C">
              <w:rPr>
                <w:color w:val="000000"/>
                <w:sz w:val="24"/>
                <w:szCs w:val="24"/>
                <w:bdr w:val="none" w:sz="0" w:space="0" w:color="auto" w:frame="1"/>
              </w:rPr>
              <w:t>Про затвердження технічних документацій із землеустрою щодо встановлення (відновлення) меж земельних</w:t>
            </w:r>
            <w:r w:rsidRPr="00EC2E09">
              <w:t xml:space="preserve"> </w:t>
            </w:r>
            <w:r w:rsidRPr="00B4062C">
              <w:rPr>
                <w:color w:val="000000"/>
                <w:sz w:val="24"/>
                <w:szCs w:val="24"/>
                <w:bdr w:val="none" w:sz="0" w:space="0" w:color="auto" w:frame="1"/>
              </w:rPr>
              <w:t>ділянок в натурі (на місцевості)</w:t>
            </w:r>
            <w:r w:rsidRPr="00B91FB5">
              <w:rPr>
                <w:sz w:val="24"/>
                <w:szCs w:val="24"/>
              </w:rPr>
              <w:t>».</w:t>
            </w:r>
          </w:p>
        </w:tc>
      </w:tr>
      <w:tr w:rsidR="000A6A4E" w:rsidRPr="00CB57ED" w:rsidTr="001D456A">
        <w:trPr>
          <w:trHeight w:val="1124"/>
        </w:trPr>
        <w:tc>
          <w:tcPr>
            <w:tcW w:w="2420" w:type="dxa"/>
          </w:tcPr>
          <w:p w:rsidR="000A6A4E" w:rsidRDefault="000A6A4E" w:rsidP="00A11360">
            <w:pPr>
              <w:pStyle w:val="TableParagraph"/>
              <w:spacing w:before="132"/>
              <w:ind w:left="200"/>
              <w:rPr>
                <w:b/>
                <w:sz w:val="24"/>
              </w:rPr>
            </w:pPr>
          </w:p>
          <w:p w:rsidR="000A6A4E" w:rsidRDefault="000A6A4E" w:rsidP="00A11360">
            <w:pPr>
              <w:pStyle w:val="TableParagraph"/>
              <w:spacing w:before="132"/>
              <w:ind w:left="200"/>
              <w:rPr>
                <w:b/>
                <w:sz w:val="24"/>
              </w:rPr>
            </w:pPr>
            <w:r>
              <w:rPr>
                <w:b/>
                <w:sz w:val="24"/>
              </w:rPr>
              <w:t>ГОЛОСУВАЛИ:</w:t>
            </w:r>
          </w:p>
        </w:tc>
        <w:tc>
          <w:tcPr>
            <w:tcW w:w="8690" w:type="dxa"/>
          </w:tcPr>
          <w:p w:rsidR="000A6A4E" w:rsidRDefault="000A6A4E" w:rsidP="00A11360">
            <w:pPr>
              <w:pStyle w:val="BodyText"/>
              <w:ind w:left="200" w:right="483"/>
              <w:jc w:val="both"/>
            </w:pPr>
          </w:p>
          <w:p w:rsidR="000A6A4E" w:rsidRDefault="000A6A4E" w:rsidP="00A11360">
            <w:pPr>
              <w:pStyle w:val="BodyText"/>
              <w:ind w:left="200" w:right="483"/>
              <w:jc w:val="both"/>
            </w:pPr>
          </w:p>
          <w:p w:rsidR="000A6A4E" w:rsidRPr="00CB57ED" w:rsidRDefault="000A6A4E" w:rsidP="00A11360">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EC2E09">
            <w:pPr>
              <w:pStyle w:val="TableParagraph"/>
              <w:spacing w:before="132"/>
              <w:ind w:left="200"/>
              <w:rPr>
                <w:b/>
                <w:sz w:val="24"/>
              </w:rPr>
            </w:pPr>
            <w:r>
              <w:rPr>
                <w:b/>
                <w:sz w:val="24"/>
              </w:rPr>
              <w:t>Слухали:</w:t>
            </w:r>
          </w:p>
          <w:p w:rsidR="000A6A4E" w:rsidRDefault="000A6A4E" w:rsidP="00EC2E09">
            <w:pPr>
              <w:pStyle w:val="TableParagraph"/>
              <w:spacing w:before="132"/>
              <w:ind w:left="200"/>
              <w:rPr>
                <w:b/>
                <w:sz w:val="24"/>
              </w:rPr>
            </w:pPr>
            <w:r w:rsidRPr="00AD2122">
              <w:rPr>
                <w:b/>
                <w:sz w:val="24"/>
              </w:rPr>
              <w:t>Гринчука Г.П</w:t>
            </w:r>
          </w:p>
        </w:tc>
        <w:tc>
          <w:tcPr>
            <w:tcW w:w="8690" w:type="dxa"/>
          </w:tcPr>
          <w:p w:rsidR="000A6A4E" w:rsidRPr="00852092" w:rsidRDefault="000A6A4E" w:rsidP="00EC2E09">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59" w:history="1">
              <w:r w:rsidRPr="00B4062C">
                <w:rPr>
                  <w:rStyle w:val="Hyperlink"/>
                  <w:rFonts w:ascii="inherit" w:hAnsi="inherit" w:cs="Arial"/>
                  <w:color w:val="000000"/>
                  <w:sz w:val="24"/>
                  <w:szCs w:val="24"/>
                  <w:bdr w:val="none" w:sz="0" w:space="0" w:color="auto" w:frame="1"/>
                </w:rPr>
                <w:t>Про продаж земельних ділянок сільськогосподарського призначення (за межами с.Заборознівці)</w:t>
              </w:r>
            </w:hyperlink>
            <w:r w:rsidRPr="00B91FB5">
              <w:rPr>
                <w:sz w:val="24"/>
                <w:szCs w:val="24"/>
              </w:rPr>
              <w:t>».</w:t>
            </w:r>
          </w:p>
        </w:tc>
      </w:tr>
      <w:tr w:rsidR="000A6A4E" w:rsidRPr="00CB57ED" w:rsidTr="001D456A">
        <w:trPr>
          <w:trHeight w:val="1124"/>
        </w:trPr>
        <w:tc>
          <w:tcPr>
            <w:tcW w:w="2420" w:type="dxa"/>
          </w:tcPr>
          <w:p w:rsidR="000A6A4E" w:rsidRPr="00EA00CA" w:rsidRDefault="000A6A4E" w:rsidP="00EC2E09">
            <w:pPr>
              <w:pStyle w:val="TableParagraph"/>
              <w:spacing w:before="135" w:line="275" w:lineRule="exact"/>
              <w:ind w:left="200"/>
              <w:rPr>
                <w:b/>
                <w:sz w:val="24"/>
              </w:rPr>
            </w:pPr>
            <w:r w:rsidRPr="00EA00CA">
              <w:rPr>
                <w:b/>
                <w:sz w:val="24"/>
              </w:rPr>
              <w:t>ВИСТУПИЛИ:</w:t>
            </w:r>
          </w:p>
          <w:p w:rsidR="000A6A4E" w:rsidRDefault="000A6A4E" w:rsidP="00EC2E09">
            <w:pPr>
              <w:pStyle w:val="TableParagraph"/>
              <w:ind w:left="200" w:right="52"/>
              <w:rPr>
                <w:b/>
                <w:sz w:val="24"/>
              </w:rPr>
            </w:pPr>
            <w:r>
              <w:rPr>
                <w:b/>
                <w:sz w:val="24"/>
              </w:rPr>
              <w:t>Андрієнко О.А</w:t>
            </w:r>
            <w:r w:rsidRPr="00EA00CA">
              <w:rPr>
                <w:b/>
                <w:sz w:val="24"/>
              </w:rPr>
              <w:t>.</w:t>
            </w:r>
          </w:p>
          <w:p w:rsidR="000A6A4E" w:rsidRDefault="000A6A4E" w:rsidP="00EC2E09">
            <w:pPr>
              <w:pStyle w:val="TableParagraph"/>
              <w:ind w:left="200" w:right="52"/>
              <w:rPr>
                <w:b/>
                <w:sz w:val="24"/>
              </w:rPr>
            </w:pPr>
          </w:p>
          <w:p w:rsidR="000A6A4E" w:rsidRDefault="000A6A4E" w:rsidP="00EC2E09">
            <w:pPr>
              <w:pStyle w:val="TableParagraph"/>
              <w:ind w:left="200" w:right="52"/>
              <w:rPr>
                <w:b/>
                <w:sz w:val="24"/>
              </w:rPr>
            </w:pPr>
          </w:p>
          <w:p w:rsidR="000A6A4E" w:rsidRPr="00EA00CA" w:rsidRDefault="000A6A4E" w:rsidP="00EC2E09">
            <w:pPr>
              <w:pStyle w:val="TableParagraph"/>
              <w:ind w:left="200" w:right="52"/>
              <w:rPr>
                <w:sz w:val="24"/>
              </w:rPr>
            </w:pPr>
          </w:p>
        </w:tc>
        <w:tc>
          <w:tcPr>
            <w:tcW w:w="8690" w:type="dxa"/>
          </w:tcPr>
          <w:p w:rsidR="000A6A4E" w:rsidRPr="00F6552D" w:rsidRDefault="000A6A4E" w:rsidP="00EC2E09">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60" w:history="1">
              <w:r w:rsidRPr="00B4062C">
                <w:rPr>
                  <w:rStyle w:val="Hyperlink"/>
                  <w:rFonts w:ascii="inherit" w:hAnsi="inherit" w:cs="Arial"/>
                  <w:color w:val="000000"/>
                  <w:sz w:val="24"/>
                  <w:szCs w:val="24"/>
                  <w:bdr w:val="none" w:sz="0" w:space="0" w:color="auto" w:frame="1"/>
                </w:rPr>
                <w:t>Про продаж земельних ділянок сільськогосподарського призначення (за межами с.Заборознівці)</w:t>
              </w:r>
            </w:hyperlink>
            <w:r w:rsidRPr="00B91FB5">
              <w:rPr>
                <w:sz w:val="24"/>
                <w:szCs w:val="24"/>
              </w:rPr>
              <w:t>».</w:t>
            </w:r>
          </w:p>
        </w:tc>
      </w:tr>
      <w:tr w:rsidR="000A6A4E" w:rsidRPr="00CB57ED" w:rsidTr="001D456A">
        <w:trPr>
          <w:trHeight w:val="1124"/>
        </w:trPr>
        <w:tc>
          <w:tcPr>
            <w:tcW w:w="2420" w:type="dxa"/>
          </w:tcPr>
          <w:p w:rsidR="000A6A4E" w:rsidRPr="000D243F" w:rsidRDefault="000A6A4E" w:rsidP="00EC2E09">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EC2E09">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EC2E09">
            <w:pPr>
              <w:pStyle w:val="TableParagraph"/>
              <w:spacing w:line="263" w:lineRule="exact"/>
              <w:ind w:left="0"/>
              <w:jc w:val="both"/>
              <w:rPr>
                <w:sz w:val="24"/>
              </w:rPr>
            </w:pPr>
            <w:r w:rsidRPr="00F40CB6">
              <w:rPr>
                <w:sz w:val="24"/>
                <w:szCs w:val="24"/>
              </w:rPr>
              <w:t>«</w:t>
            </w:r>
            <w:hyperlink r:id="rId461" w:history="1">
              <w:r w:rsidRPr="00B4062C">
                <w:rPr>
                  <w:rStyle w:val="Hyperlink"/>
                  <w:rFonts w:ascii="inherit" w:hAnsi="inherit" w:cs="Arial"/>
                  <w:color w:val="000000"/>
                  <w:sz w:val="24"/>
                  <w:szCs w:val="24"/>
                  <w:bdr w:val="none" w:sz="0" w:space="0" w:color="auto" w:frame="1"/>
                </w:rPr>
                <w:t>Про продаж земельних ділянок сільськогосподарського призначення (за межами с.Заборознівці)</w:t>
              </w:r>
            </w:hyperlink>
            <w:r w:rsidRPr="00B91FB5">
              <w:rPr>
                <w:sz w:val="24"/>
                <w:szCs w:val="24"/>
              </w:rPr>
              <w:t>».</w:t>
            </w:r>
          </w:p>
        </w:tc>
      </w:tr>
      <w:tr w:rsidR="000A6A4E" w:rsidRPr="00CB57ED" w:rsidTr="001D456A">
        <w:trPr>
          <w:trHeight w:val="1124"/>
        </w:trPr>
        <w:tc>
          <w:tcPr>
            <w:tcW w:w="2420" w:type="dxa"/>
          </w:tcPr>
          <w:p w:rsidR="000A6A4E" w:rsidRDefault="000A6A4E" w:rsidP="00EC2E09">
            <w:pPr>
              <w:pStyle w:val="TableParagraph"/>
              <w:spacing w:before="132"/>
              <w:ind w:left="200"/>
              <w:rPr>
                <w:b/>
                <w:sz w:val="24"/>
              </w:rPr>
            </w:pPr>
          </w:p>
          <w:p w:rsidR="000A6A4E" w:rsidRDefault="000A6A4E" w:rsidP="00EC2E09">
            <w:pPr>
              <w:pStyle w:val="TableParagraph"/>
              <w:spacing w:before="132"/>
              <w:ind w:left="200"/>
              <w:rPr>
                <w:b/>
                <w:sz w:val="24"/>
              </w:rPr>
            </w:pPr>
            <w:r>
              <w:rPr>
                <w:b/>
                <w:sz w:val="24"/>
              </w:rPr>
              <w:t>ГОЛОСУВАЛИ:</w:t>
            </w:r>
          </w:p>
        </w:tc>
        <w:tc>
          <w:tcPr>
            <w:tcW w:w="8690" w:type="dxa"/>
          </w:tcPr>
          <w:p w:rsidR="000A6A4E" w:rsidRDefault="000A6A4E" w:rsidP="00EC2E09">
            <w:pPr>
              <w:pStyle w:val="BodyText"/>
              <w:ind w:left="200" w:right="483"/>
              <w:jc w:val="both"/>
            </w:pPr>
          </w:p>
          <w:p w:rsidR="000A6A4E" w:rsidRDefault="000A6A4E" w:rsidP="00EC2E09">
            <w:pPr>
              <w:pStyle w:val="BodyText"/>
              <w:ind w:left="200" w:right="483"/>
              <w:jc w:val="both"/>
            </w:pPr>
          </w:p>
          <w:p w:rsidR="000A6A4E" w:rsidRPr="00CB57ED" w:rsidRDefault="000A6A4E" w:rsidP="00EC2E09">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r w:rsidR="000A6A4E" w:rsidRPr="00CB57ED" w:rsidTr="001D456A">
        <w:trPr>
          <w:trHeight w:val="1124"/>
        </w:trPr>
        <w:tc>
          <w:tcPr>
            <w:tcW w:w="2420" w:type="dxa"/>
          </w:tcPr>
          <w:p w:rsidR="000A6A4E" w:rsidRDefault="000A6A4E" w:rsidP="00EC2E09">
            <w:pPr>
              <w:pStyle w:val="TableParagraph"/>
              <w:spacing w:before="132"/>
              <w:ind w:left="200"/>
              <w:rPr>
                <w:b/>
                <w:sz w:val="24"/>
              </w:rPr>
            </w:pPr>
            <w:r>
              <w:rPr>
                <w:b/>
                <w:sz w:val="24"/>
              </w:rPr>
              <w:t>Слухали:</w:t>
            </w:r>
          </w:p>
          <w:p w:rsidR="000A6A4E" w:rsidRDefault="000A6A4E" w:rsidP="00EC2E09">
            <w:pPr>
              <w:pStyle w:val="TableParagraph"/>
              <w:spacing w:before="132"/>
              <w:ind w:left="200"/>
              <w:rPr>
                <w:b/>
                <w:sz w:val="24"/>
              </w:rPr>
            </w:pPr>
            <w:r w:rsidRPr="00AD2122">
              <w:rPr>
                <w:b/>
                <w:sz w:val="24"/>
              </w:rPr>
              <w:t>Гринчука Г.П</w:t>
            </w:r>
          </w:p>
        </w:tc>
        <w:tc>
          <w:tcPr>
            <w:tcW w:w="8690" w:type="dxa"/>
          </w:tcPr>
          <w:p w:rsidR="000A6A4E" w:rsidRPr="00852092" w:rsidRDefault="000A6A4E" w:rsidP="00EC2E09">
            <w:pPr>
              <w:pStyle w:val="TableParagraph"/>
              <w:spacing w:before="3" w:line="259" w:lineRule="exact"/>
              <w:ind w:left="0"/>
              <w:jc w:val="both"/>
              <w:rPr>
                <w:sz w:val="24"/>
                <w:szCs w:val="24"/>
              </w:rPr>
            </w:pPr>
            <w:r w:rsidRPr="002D13FD">
              <w:rPr>
                <w:sz w:val="24"/>
                <w:szCs w:val="24"/>
              </w:rPr>
              <w:t>На</w:t>
            </w:r>
            <w:r w:rsidRPr="002D13FD">
              <w:rPr>
                <w:spacing w:val="-18"/>
                <w:sz w:val="24"/>
                <w:szCs w:val="24"/>
              </w:rPr>
              <w:t xml:space="preserve"> </w:t>
            </w:r>
            <w:r w:rsidRPr="002D13FD">
              <w:rPr>
                <w:sz w:val="24"/>
                <w:szCs w:val="24"/>
              </w:rPr>
              <w:t>розгляд</w:t>
            </w:r>
            <w:r w:rsidRPr="002D13FD">
              <w:rPr>
                <w:spacing w:val="-17"/>
                <w:sz w:val="24"/>
                <w:szCs w:val="24"/>
              </w:rPr>
              <w:t xml:space="preserve"> </w:t>
            </w:r>
            <w:r w:rsidRPr="002D13FD">
              <w:rPr>
                <w:sz w:val="24"/>
                <w:szCs w:val="24"/>
              </w:rPr>
              <w:t xml:space="preserve">комісії виноситься питання </w:t>
            </w:r>
            <w:r w:rsidRPr="00DE59F5">
              <w:rPr>
                <w:sz w:val="24"/>
                <w:szCs w:val="24"/>
              </w:rPr>
              <w:t>«</w:t>
            </w:r>
            <w:hyperlink r:id="rId462" w:history="1">
              <w:r w:rsidRPr="00B4062C">
                <w:rPr>
                  <w:rStyle w:val="Hyperlink"/>
                  <w:rFonts w:ascii="inherit" w:hAnsi="inherit" w:cs="Arial"/>
                  <w:color w:val="000000"/>
                  <w:sz w:val="24"/>
                  <w:szCs w:val="24"/>
                  <w:bdr w:val="none" w:sz="0" w:space="0" w:color="auto" w:frame="1"/>
                </w:rPr>
                <w:t>Про продаж земельних ділянок сільськогосподарського призначення (за межами с.Заміхів)</w:t>
              </w:r>
            </w:hyperlink>
            <w:r w:rsidRPr="00B91FB5">
              <w:rPr>
                <w:sz w:val="24"/>
                <w:szCs w:val="24"/>
              </w:rPr>
              <w:t>».</w:t>
            </w:r>
          </w:p>
        </w:tc>
      </w:tr>
      <w:tr w:rsidR="000A6A4E" w:rsidRPr="00CB57ED" w:rsidTr="001D456A">
        <w:trPr>
          <w:trHeight w:val="1124"/>
        </w:trPr>
        <w:tc>
          <w:tcPr>
            <w:tcW w:w="2420" w:type="dxa"/>
          </w:tcPr>
          <w:p w:rsidR="000A6A4E" w:rsidRPr="00EA00CA" w:rsidRDefault="000A6A4E" w:rsidP="00EC2E09">
            <w:pPr>
              <w:pStyle w:val="TableParagraph"/>
              <w:spacing w:before="135" w:line="275" w:lineRule="exact"/>
              <w:ind w:left="200"/>
              <w:rPr>
                <w:b/>
                <w:sz w:val="24"/>
              </w:rPr>
            </w:pPr>
            <w:r w:rsidRPr="00EA00CA">
              <w:rPr>
                <w:b/>
                <w:sz w:val="24"/>
              </w:rPr>
              <w:t>ВИСТУПИЛИ:</w:t>
            </w:r>
          </w:p>
          <w:p w:rsidR="000A6A4E" w:rsidRDefault="000A6A4E" w:rsidP="00EC2E09">
            <w:pPr>
              <w:pStyle w:val="TableParagraph"/>
              <w:ind w:left="200" w:right="52"/>
              <w:rPr>
                <w:b/>
                <w:sz w:val="24"/>
              </w:rPr>
            </w:pPr>
            <w:r>
              <w:rPr>
                <w:b/>
                <w:sz w:val="24"/>
              </w:rPr>
              <w:t>Андрієнко О.А</w:t>
            </w:r>
            <w:r w:rsidRPr="00EA00CA">
              <w:rPr>
                <w:b/>
                <w:sz w:val="24"/>
              </w:rPr>
              <w:t>.</w:t>
            </w:r>
          </w:p>
          <w:p w:rsidR="000A6A4E" w:rsidRDefault="000A6A4E" w:rsidP="00EC2E09">
            <w:pPr>
              <w:pStyle w:val="TableParagraph"/>
              <w:ind w:left="200" w:right="52"/>
              <w:rPr>
                <w:b/>
                <w:sz w:val="24"/>
              </w:rPr>
            </w:pPr>
          </w:p>
          <w:p w:rsidR="000A6A4E" w:rsidRDefault="000A6A4E" w:rsidP="00EC2E09">
            <w:pPr>
              <w:pStyle w:val="TableParagraph"/>
              <w:ind w:left="200" w:right="52"/>
              <w:rPr>
                <w:b/>
                <w:sz w:val="24"/>
              </w:rPr>
            </w:pPr>
          </w:p>
          <w:p w:rsidR="000A6A4E" w:rsidRPr="00EA00CA" w:rsidRDefault="000A6A4E" w:rsidP="00EC2E09">
            <w:pPr>
              <w:pStyle w:val="TableParagraph"/>
              <w:ind w:left="200" w:right="52"/>
              <w:rPr>
                <w:sz w:val="24"/>
              </w:rPr>
            </w:pPr>
          </w:p>
        </w:tc>
        <w:tc>
          <w:tcPr>
            <w:tcW w:w="8690" w:type="dxa"/>
          </w:tcPr>
          <w:p w:rsidR="000A6A4E" w:rsidRPr="00F6552D" w:rsidRDefault="000A6A4E" w:rsidP="00EC2E09">
            <w:pPr>
              <w:rPr>
                <w:sz w:val="24"/>
                <w:szCs w:val="24"/>
              </w:rPr>
            </w:pPr>
            <w:r w:rsidRPr="002A4F43">
              <w:rPr>
                <w:sz w:val="24"/>
                <w:szCs w:val="24"/>
              </w:rPr>
              <w:t xml:space="preserve">Начальник  відділу </w:t>
            </w:r>
            <w:r w:rsidRPr="002A4F43">
              <w:rPr>
                <w:color w:val="000000"/>
                <w:sz w:val="24"/>
                <w:szCs w:val="24"/>
                <w:shd w:val="clear" w:color="auto" w:fill="FFFFFF"/>
              </w:rPr>
              <w:t>земельних відносин та охорони навколишнього природного середовища</w:t>
            </w:r>
            <w:r w:rsidRPr="002A4F43">
              <w:rPr>
                <w:sz w:val="24"/>
                <w:szCs w:val="24"/>
              </w:rPr>
              <w:t xml:space="preserve"> </w:t>
            </w:r>
            <w:r>
              <w:rPr>
                <w:sz w:val="24"/>
                <w:szCs w:val="24"/>
              </w:rPr>
              <w:t xml:space="preserve">виніс на розгляд комісії проект рішення </w:t>
            </w:r>
            <w:r w:rsidRPr="00F40CB6">
              <w:rPr>
                <w:sz w:val="24"/>
                <w:szCs w:val="24"/>
              </w:rPr>
              <w:t>«</w:t>
            </w:r>
            <w:hyperlink r:id="rId463" w:history="1">
              <w:r w:rsidRPr="00B4062C">
                <w:rPr>
                  <w:rStyle w:val="Hyperlink"/>
                  <w:rFonts w:ascii="inherit" w:hAnsi="inherit" w:cs="Arial"/>
                  <w:color w:val="000000"/>
                  <w:sz w:val="24"/>
                  <w:szCs w:val="24"/>
                  <w:bdr w:val="none" w:sz="0" w:space="0" w:color="auto" w:frame="1"/>
                </w:rPr>
                <w:t>Про продаж земельних ділянок сільськогосподарського призначення (за межами с.Заміхів)</w:t>
              </w:r>
            </w:hyperlink>
            <w:r w:rsidRPr="00B91FB5">
              <w:rPr>
                <w:sz w:val="24"/>
                <w:szCs w:val="24"/>
              </w:rPr>
              <w:t>».</w:t>
            </w:r>
          </w:p>
        </w:tc>
      </w:tr>
      <w:tr w:rsidR="000A6A4E" w:rsidRPr="00CB57ED" w:rsidTr="001D456A">
        <w:trPr>
          <w:trHeight w:val="1124"/>
        </w:trPr>
        <w:tc>
          <w:tcPr>
            <w:tcW w:w="2420" w:type="dxa"/>
          </w:tcPr>
          <w:p w:rsidR="000A6A4E" w:rsidRPr="000D243F" w:rsidRDefault="000A6A4E" w:rsidP="00EC2E09">
            <w:pPr>
              <w:pStyle w:val="TableParagraph"/>
              <w:spacing w:line="268" w:lineRule="exact"/>
              <w:ind w:left="200"/>
              <w:rPr>
                <w:b/>
                <w:sz w:val="24"/>
              </w:rPr>
            </w:pPr>
            <w:r>
              <w:rPr>
                <w:b/>
                <w:sz w:val="24"/>
              </w:rPr>
              <w:t>ВИРІШИЛИ</w:t>
            </w:r>
            <w:r w:rsidRPr="000D243F">
              <w:rPr>
                <w:b/>
                <w:sz w:val="24"/>
              </w:rPr>
              <w:t>:</w:t>
            </w:r>
          </w:p>
        </w:tc>
        <w:tc>
          <w:tcPr>
            <w:tcW w:w="8690" w:type="dxa"/>
          </w:tcPr>
          <w:p w:rsidR="000A6A4E" w:rsidRPr="00EA00CA" w:rsidRDefault="000A6A4E" w:rsidP="00EC2E09">
            <w:pPr>
              <w:rPr>
                <w:sz w:val="24"/>
                <w:szCs w:val="24"/>
                <w:lang w:eastAsia="ru-RU"/>
              </w:rPr>
            </w:pPr>
            <w:r w:rsidRPr="00EA00CA">
              <w:rPr>
                <w:sz w:val="24"/>
                <w:szCs w:val="24"/>
              </w:rPr>
              <w:t xml:space="preserve">Підтримати проект рішення </w:t>
            </w:r>
            <w:r>
              <w:rPr>
                <w:sz w:val="24"/>
                <w:szCs w:val="24"/>
              </w:rPr>
              <w:t>ХV</w:t>
            </w:r>
            <w:r w:rsidRPr="00EA00CA">
              <w:rPr>
                <w:sz w:val="24"/>
                <w:szCs w:val="24"/>
              </w:rPr>
              <w:t xml:space="preserve"> сесії селищної ради </w:t>
            </w:r>
            <w:r>
              <w:rPr>
                <w:sz w:val="24"/>
                <w:szCs w:val="24"/>
                <w:lang w:eastAsia="ru-RU"/>
              </w:rPr>
              <w:t>(2</w:t>
            </w:r>
            <w:r>
              <w:rPr>
                <w:sz w:val="24"/>
                <w:szCs w:val="24"/>
                <w:lang w:val="ru-RU" w:eastAsia="ru-RU"/>
              </w:rPr>
              <w:t>6</w:t>
            </w:r>
            <w:r>
              <w:rPr>
                <w:sz w:val="24"/>
                <w:szCs w:val="24"/>
                <w:lang w:eastAsia="ru-RU"/>
              </w:rPr>
              <w:t xml:space="preserve"> </w:t>
            </w:r>
            <w:r>
              <w:rPr>
                <w:sz w:val="24"/>
                <w:szCs w:val="24"/>
                <w:lang w:val="ru-RU" w:eastAsia="ru-RU"/>
              </w:rPr>
              <w:t>серпня)</w:t>
            </w:r>
            <w:r w:rsidRPr="00EA00CA">
              <w:rPr>
                <w:sz w:val="24"/>
                <w:szCs w:val="24"/>
                <w:lang w:eastAsia="ru-RU"/>
              </w:rPr>
              <w:t xml:space="preserve"> 2021 року а саме:</w:t>
            </w:r>
          </w:p>
          <w:p w:rsidR="000A6A4E" w:rsidRPr="00A444A5" w:rsidRDefault="000A6A4E" w:rsidP="00EC2E09">
            <w:pPr>
              <w:pStyle w:val="TableParagraph"/>
              <w:spacing w:line="263" w:lineRule="exact"/>
              <w:ind w:left="0"/>
              <w:jc w:val="both"/>
              <w:rPr>
                <w:sz w:val="24"/>
              </w:rPr>
            </w:pPr>
            <w:r w:rsidRPr="00F40CB6">
              <w:rPr>
                <w:sz w:val="24"/>
                <w:szCs w:val="24"/>
              </w:rPr>
              <w:t>«</w:t>
            </w:r>
            <w:hyperlink r:id="rId464" w:history="1">
              <w:r w:rsidRPr="00B4062C">
                <w:rPr>
                  <w:rStyle w:val="Hyperlink"/>
                  <w:rFonts w:ascii="inherit" w:hAnsi="inherit" w:cs="Arial"/>
                  <w:color w:val="000000"/>
                  <w:sz w:val="24"/>
                  <w:szCs w:val="24"/>
                  <w:bdr w:val="none" w:sz="0" w:space="0" w:color="auto" w:frame="1"/>
                </w:rPr>
                <w:t>Про продаж земельних ділянок сільськогосподарського призначення (за межами с.Заміхів)</w:t>
              </w:r>
            </w:hyperlink>
            <w:r w:rsidRPr="00B91FB5">
              <w:rPr>
                <w:sz w:val="24"/>
                <w:szCs w:val="24"/>
              </w:rPr>
              <w:t>».</w:t>
            </w:r>
          </w:p>
        </w:tc>
      </w:tr>
      <w:tr w:rsidR="000A6A4E" w:rsidRPr="00CB57ED" w:rsidTr="001D456A">
        <w:trPr>
          <w:trHeight w:val="1124"/>
        </w:trPr>
        <w:tc>
          <w:tcPr>
            <w:tcW w:w="2420" w:type="dxa"/>
          </w:tcPr>
          <w:p w:rsidR="000A6A4E" w:rsidRDefault="000A6A4E" w:rsidP="00EC2E09">
            <w:pPr>
              <w:pStyle w:val="TableParagraph"/>
              <w:spacing w:before="132"/>
              <w:ind w:left="200"/>
              <w:rPr>
                <w:b/>
                <w:sz w:val="24"/>
              </w:rPr>
            </w:pPr>
          </w:p>
          <w:p w:rsidR="000A6A4E" w:rsidRDefault="000A6A4E" w:rsidP="00EC2E09">
            <w:pPr>
              <w:pStyle w:val="TableParagraph"/>
              <w:spacing w:before="132"/>
              <w:ind w:left="200"/>
              <w:rPr>
                <w:b/>
                <w:sz w:val="24"/>
              </w:rPr>
            </w:pPr>
            <w:r>
              <w:rPr>
                <w:b/>
                <w:sz w:val="24"/>
              </w:rPr>
              <w:t>ГОЛОСУВАЛИ:</w:t>
            </w:r>
          </w:p>
        </w:tc>
        <w:tc>
          <w:tcPr>
            <w:tcW w:w="8690" w:type="dxa"/>
          </w:tcPr>
          <w:p w:rsidR="000A6A4E" w:rsidRDefault="000A6A4E" w:rsidP="00EC2E09">
            <w:pPr>
              <w:pStyle w:val="BodyText"/>
              <w:ind w:left="200" w:right="483"/>
              <w:jc w:val="both"/>
            </w:pPr>
          </w:p>
          <w:p w:rsidR="000A6A4E" w:rsidRDefault="000A6A4E" w:rsidP="00EC2E09">
            <w:pPr>
              <w:pStyle w:val="BodyText"/>
              <w:ind w:left="200" w:right="483"/>
              <w:jc w:val="both"/>
            </w:pPr>
          </w:p>
          <w:p w:rsidR="000A6A4E" w:rsidRPr="00CB57ED" w:rsidRDefault="000A6A4E" w:rsidP="00EC2E09">
            <w:r w:rsidRPr="00CB57ED">
              <w:rPr>
                <w:b/>
              </w:rPr>
              <w:t xml:space="preserve">За – </w:t>
            </w:r>
            <w:r>
              <w:rPr>
                <w:b/>
              </w:rPr>
              <w:t>4</w:t>
            </w:r>
            <w:r w:rsidRPr="00CB57ED">
              <w:rPr>
                <w:b/>
              </w:rPr>
              <w:t>, Проти – 0, Утрим. – 0, Не голос. – 0.</w:t>
            </w:r>
            <w:r w:rsidRPr="000D243F">
              <w:t xml:space="preserve"> </w:t>
            </w:r>
            <w:r w:rsidRPr="000D243F">
              <w:rPr>
                <w:b/>
              </w:rPr>
              <w:t>ПРИЙНЯТО</w:t>
            </w:r>
          </w:p>
        </w:tc>
      </w:tr>
    </w:tbl>
    <w:p w:rsidR="000A6A4E" w:rsidRDefault="000A6A4E" w:rsidP="00DC3E06">
      <w:pPr>
        <w:tabs>
          <w:tab w:val="left" w:pos="1453"/>
        </w:tabs>
        <w:rPr>
          <w:sz w:val="20"/>
          <w:szCs w:val="20"/>
        </w:rPr>
      </w:pPr>
    </w:p>
    <w:p w:rsidR="000A6A4E" w:rsidRDefault="000A6A4E" w:rsidP="00B4062C">
      <w:pPr>
        <w:rPr>
          <w:sz w:val="20"/>
          <w:szCs w:val="20"/>
        </w:rPr>
      </w:pPr>
    </w:p>
    <w:p w:rsidR="000A6A4E" w:rsidRPr="00140ED5" w:rsidRDefault="000A6A4E" w:rsidP="00B4062C">
      <w:pPr>
        <w:tabs>
          <w:tab w:val="left" w:pos="2504"/>
        </w:tabs>
        <w:rPr>
          <w:sz w:val="24"/>
          <w:szCs w:val="24"/>
        </w:rPr>
      </w:pPr>
      <w:r>
        <w:rPr>
          <w:sz w:val="24"/>
          <w:szCs w:val="24"/>
        </w:rPr>
        <w:t xml:space="preserve"> </w:t>
      </w:r>
      <w:r w:rsidRPr="00140ED5">
        <w:rPr>
          <w:sz w:val="24"/>
          <w:szCs w:val="24"/>
        </w:rPr>
        <w:t>Голова комісії                                                                                       Г. Гринчук</w:t>
      </w:r>
    </w:p>
    <w:p w:rsidR="000A6A4E" w:rsidRPr="00140ED5" w:rsidRDefault="000A6A4E" w:rsidP="00B4062C">
      <w:pPr>
        <w:tabs>
          <w:tab w:val="left" w:pos="2504"/>
        </w:tabs>
        <w:rPr>
          <w:sz w:val="24"/>
          <w:szCs w:val="24"/>
        </w:rPr>
      </w:pPr>
    </w:p>
    <w:p w:rsidR="000A6A4E" w:rsidRDefault="000A6A4E" w:rsidP="00B4062C">
      <w:pPr>
        <w:rPr>
          <w:sz w:val="20"/>
          <w:szCs w:val="20"/>
        </w:rPr>
      </w:pPr>
      <w:r w:rsidRPr="00140ED5">
        <w:rPr>
          <w:sz w:val="24"/>
          <w:szCs w:val="24"/>
        </w:rPr>
        <w:t xml:space="preserve">Секретар комісії                                                                                  </w:t>
      </w:r>
      <w:r>
        <w:rPr>
          <w:sz w:val="24"/>
          <w:szCs w:val="24"/>
          <w:lang w:val="ru-RU"/>
        </w:rPr>
        <w:t xml:space="preserve"> </w:t>
      </w:r>
      <w:r w:rsidRPr="00140ED5">
        <w:rPr>
          <w:sz w:val="24"/>
          <w:szCs w:val="24"/>
        </w:rPr>
        <w:t xml:space="preserve"> В. Фурман</w:t>
      </w:r>
    </w:p>
    <w:p w:rsidR="000A6A4E" w:rsidRPr="00B4062C" w:rsidRDefault="000A6A4E" w:rsidP="00B4062C">
      <w:pPr>
        <w:tabs>
          <w:tab w:val="left" w:pos="1715"/>
        </w:tabs>
        <w:rPr>
          <w:sz w:val="20"/>
          <w:szCs w:val="20"/>
        </w:rPr>
      </w:pPr>
    </w:p>
    <w:sectPr w:rsidR="000A6A4E" w:rsidRPr="00B4062C" w:rsidSect="00DC3E06">
      <w:pgSz w:w="11910" w:h="16840"/>
      <w:pgMar w:top="1120" w:right="580" w:bottom="280" w:left="99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EF827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8F6DA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086F15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1F03A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FB031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4CE3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8CB16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05EB1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E54A14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2760B1C"/>
    <w:lvl w:ilvl="0">
      <w:start w:val="1"/>
      <w:numFmt w:val="bullet"/>
      <w:lvlText w:val=""/>
      <w:lvlJc w:val="left"/>
      <w:pPr>
        <w:tabs>
          <w:tab w:val="num" w:pos="360"/>
        </w:tabs>
        <w:ind w:left="360" w:hanging="360"/>
      </w:pPr>
      <w:rPr>
        <w:rFonts w:ascii="Symbol" w:hAnsi="Symbol" w:hint="default"/>
      </w:rPr>
    </w:lvl>
  </w:abstractNum>
  <w:abstractNum w:abstractNumId="10">
    <w:nsid w:val="09204225"/>
    <w:multiLevelType w:val="hybridMultilevel"/>
    <w:tmpl w:val="32A06D46"/>
    <w:lvl w:ilvl="0" w:tplc="CAAA6326">
      <w:start w:val="1"/>
      <w:numFmt w:val="decimal"/>
      <w:lvlText w:val="%1."/>
      <w:lvlJc w:val="left"/>
      <w:pPr>
        <w:tabs>
          <w:tab w:val="num" w:pos="560"/>
        </w:tabs>
        <w:ind w:left="560" w:hanging="360"/>
      </w:pPr>
      <w:rPr>
        <w:rFonts w:cs="Times New Roman" w:hint="default"/>
      </w:rPr>
    </w:lvl>
    <w:lvl w:ilvl="1" w:tplc="04190019" w:tentative="1">
      <w:start w:val="1"/>
      <w:numFmt w:val="lowerLetter"/>
      <w:lvlText w:val="%2."/>
      <w:lvlJc w:val="left"/>
      <w:pPr>
        <w:tabs>
          <w:tab w:val="num" w:pos="1280"/>
        </w:tabs>
        <w:ind w:left="1280" w:hanging="360"/>
      </w:pPr>
      <w:rPr>
        <w:rFonts w:cs="Times New Roman"/>
      </w:rPr>
    </w:lvl>
    <w:lvl w:ilvl="2" w:tplc="0419001B" w:tentative="1">
      <w:start w:val="1"/>
      <w:numFmt w:val="lowerRoman"/>
      <w:lvlText w:val="%3."/>
      <w:lvlJc w:val="right"/>
      <w:pPr>
        <w:tabs>
          <w:tab w:val="num" w:pos="2000"/>
        </w:tabs>
        <w:ind w:left="2000" w:hanging="180"/>
      </w:pPr>
      <w:rPr>
        <w:rFonts w:cs="Times New Roman"/>
      </w:rPr>
    </w:lvl>
    <w:lvl w:ilvl="3" w:tplc="0419000F" w:tentative="1">
      <w:start w:val="1"/>
      <w:numFmt w:val="decimal"/>
      <w:lvlText w:val="%4."/>
      <w:lvlJc w:val="left"/>
      <w:pPr>
        <w:tabs>
          <w:tab w:val="num" w:pos="2720"/>
        </w:tabs>
        <w:ind w:left="2720" w:hanging="360"/>
      </w:pPr>
      <w:rPr>
        <w:rFonts w:cs="Times New Roman"/>
      </w:rPr>
    </w:lvl>
    <w:lvl w:ilvl="4" w:tplc="04190019" w:tentative="1">
      <w:start w:val="1"/>
      <w:numFmt w:val="lowerLetter"/>
      <w:lvlText w:val="%5."/>
      <w:lvlJc w:val="left"/>
      <w:pPr>
        <w:tabs>
          <w:tab w:val="num" w:pos="3440"/>
        </w:tabs>
        <w:ind w:left="3440" w:hanging="360"/>
      </w:pPr>
      <w:rPr>
        <w:rFonts w:cs="Times New Roman"/>
      </w:rPr>
    </w:lvl>
    <w:lvl w:ilvl="5" w:tplc="0419001B" w:tentative="1">
      <w:start w:val="1"/>
      <w:numFmt w:val="lowerRoman"/>
      <w:lvlText w:val="%6."/>
      <w:lvlJc w:val="right"/>
      <w:pPr>
        <w:tabs>
          <w:tab w:val="num" w:pos="4160"/>
        </w:tabs>
        <w:ind w:left="4160" w:hanging="180"/>
      </w:pPr>
      <w:rPr>
        <w:rFonts w:cs="Times New Roman"/>
      </w:rPr>
    </w:lvl>
    <w:lvl w:ilvl="6" w:tplc="0419000F" w:tentative="1">
      <w:start w:val="1"/>
      <w:numFmt w:val="decimal"/>
      <w:lvlText w:val="%7."/>
      <w:lvlJc w:val="left"/>
      <w:pPr>
        <w:tabs>
          <w:tab w:val="num" w:pos="4880"/>
        </w:tabs>
        <w:ind w:left="4880" w:hanging="360"/>
      </w:pPr>
      <w:rPr>
        <w:rFonts w:cs="Times New Roman"/>
      </w:rPr>
    </w:lvl>
    <w:lvl w:ilvl="7" w:tplc="04190019" w:tentative="1">
      <w:start w:val="1"/>
      <w:numFmt w:val="lowerLetter"/>
      <w:lvlText w:val="%8."/>
      <w:lvlJc w:val="left"/>
      <w:pPr>
        <w:tabs>
          <w:tab w:val="num" w:pos="5600"/>
        </w:tabs>
        <w:ind w:left="5600" w:hanging="360"/>
      </w:pPr>
      <w:rPr>
        <w:rFonts w:cs="Times New Roman"/>
      </w:rPr>
    </w:lvl>
    <w:lvl w:ilvl="8" w:tplc="0419001B" w:tentative="1">
      <w:start w:val="1"/>
      <w:numFmt w:val="lowerRoman"/>
      <w:lvlText w:val="%9."/>
      <w:lvlJc w:val="right"/>
      <w:pPr>
        <w:tabs>
          <w:tab w:val="num" w:pos="6320"/>
        </w:tabs>
        <w:ind w:left="6320" w:hanging="180"/>
      </w:pPr>
      <w:rPr>
        <w:rFonts w:cs="Times New Roman"/>
      </w:rPr>
    </w:lvl>
  </w:abstractNum>
  <w:abstractNum w:abstractNumId="11">
    <w:nsid w:val="169746A9"/>
    <w:multiLevelType w:val="hybridMultilevel"/>
    <w:tmpl w:val="FD7897E6"/>
    <w:lvl w:ilvl="0" w:tplc="55784E72">
      <w:start w:val="1"/>
      <w:numFmt w:val="decimal"/>
      <w:lvlText w:val="%1."/>
      <w:lvlJc w:val="left"/>
      <w:pPr>
        <w:tabs>
          <w:tab w:val="num" w:pos="560"/>
        </w:tabs>
        <w:ind w:left="560" w:hanging="360"/>
      </w:pPr>
      <w:rPr>
        <w:rFonts w:cs="Times New Roman" w:hint="default"/>
      </w:rPr>
    </w:lvl>
    <w:lvl w:ilvl="1" w:tplc="04190019" w:tentative="1">
      <w:start w:val="1"/>
      <w:numFmt w:val="lowerLetter"/>
      <w:lvlText w:val="%2."/>
      <w:lvlJc w:val="left"/>
      <w:pPr>
        <w:tabs>
          <w:tab w:val="num" w:pos="1280"/>
        </w:tabs>
        <w:ind w:left="1280" w:hanging="360"/>
      </w:pPr>
      <w:rPr>
        <w:rFonts w:cs="Times New Roman"/>
      </w:rPr>
    </w:lvl>
    <w:lvl w:ilvl="2" w:tplc="0419001B" w:tentative="1">
      <w:start w:val="1"/>
      <w:numFmt w:val="lowerRoman"/>
      <w:lvlText w:val="%3."/>
      <w:lvlJc w:val="right"/>
      <w:pPr>
        <w:tabs>
          <w:tab w:val="num" w:pos="2000"/>
        </w:tabs>
        <w:ind w:left="2000" w:hanging="180"/>
      </w:pPr>
      <w:rPr>
        <w:rFonts w:cs="Times New Roman"/>
      </w:rPr>
    </w:lvl>
    <w:lvl w:ilvl="3" w:tplc="0419000F" w:tentative="1">
      <w:start w:val="1"/>
      <w:numFmt w:val="decimal"/>
      <w:lvlText w:val="%4."/>
      <w:lvlJc w:val="left"/>
      <w:pPr>
        <w:tabs>
          <w:tab w:val="num" w:pos="2720"/>
        </w:tabs>
        <w:ind w:left="2720" w:hanging="360"/>
      </w:pPr>
      <w:rPr>
        <w:rFonts w:cs="Times New Roman"/>
      </w:rPr>
    </w:lvl>
    <w:lvl w:ilvl="4" w:tplc="04190019" w:tentative="1">
      <w:start w:val="1"/>
      <w:numFmt w:val="lowerLetter"/>
      <w:lvlText w:val="%5."/>
      <w:lvlJc w:val="left"/>
      <w:pPr>
        <w:tabs>
          <w:tab w:val="num" w:pos="3440"/>
        </w:tabs>
        <w:ind w:left="3440" w:hanging="360"/>
      </w:pPr>
      <w:rPr>
        <w:rFonts w:cs="Times New Roman"/>
      </w:rPr>
    </w:lvl>
    <w:lvl w:ilvl="5" w:tplc="0419001B" w:tentative="1">
      <w:start w:val="1"/>
      <w:numFmt w:val="lowerRoman"/>
      <w:lvlText w:val="%6."/>
      <w:lvlJc w:val="right"/>
      <w:pPr>
        <w:tabs>
          <w:tab w:val="num" w:pos="4160"/>
        </w:tabs>
        <w:ind w:left="4160" w:hanging="180"/>
      </w:pPr>
      <w:rPr>
        <w:rFonts w:cs="Times New Roman"/>
      </w:rPr>
    </w:lvl>
    <w:lvl w:ilvl="6" w:tplc="0419000F" w:tentative="1">
      <w:start w:val="1"/>
      <w:numFmt w:val="decimal"/>
      <w:lvlText w:val="%7."/>
      <w:lvlJc w:val="left"/>
      <w:pPr>
        <w:tabs>
          <w:tab w:val="num" w:pos="4880"/>
        </w:tabs>
        <w:ind w:left="4880" w:hanging="360"/>
      </w:pPr>
      <w:rPr>
        <w:rFonts w:cs="Times New Roman"/>
      </w:rPr>
    </w:lvl>
    <w:lvl w:ilvl="7" w:tplc="04190019" w:tentative="1">
      <w:start w:val="1"/>
      <w:numFmt w:val="lowerLetter"/>
      <w:lvlText w:val="%8."/>
      <w:lvlJc w:val="left"/>
      <w:pPr>
        <w:tabs>
          <w:tab w:val="num" w:pos="5600"/>
        </w:tabs>
        <w:ind w:left="5600" w:hanging="360"/>
      </w:pPr>
      <w:rPr>
        <w:rFonts w:cs="Times New Roman"/>
      </w:rPr>
    </w:lvl>
    <w:lvl w:ilvl="8" w:tplc="0419001B" w:tentative="1">
      <w:start w:val="1"/>
      <w:numFmt w:val="lowerRoman"/>
      <w:lvlText w:val="%9."/>
      <w:lvlJc w:val="right"/>
      <w:pPr>
        <w:tabs>
          <w:tab w:val="num" w:pos="6320"/>
        </w:tabs>
        <w:ind w:left="6320" w:hanging="180"/>
      </w:pPr>
      <w:rPr>
        <w:rFonts w:cs="Times New Roman"/>
      </w:rPr>
    </w:lvl>
  </w:abstractNum>
  <w:abstractNum w:abstractNumId="12">
    <w:nsid w:val="2D4A1FA4"/>
    <w:multiLevelType w:val="hybridMultilevel"/>
    <w:tmpl w:val="1630AFA4"/>
    <w:lvl w:ilvl="0" w:tplc="9A9E1AD8">
      <w:start w:val="1"/>
      <w:numFmt w:val="decimal"/>
      <w:lvlText w:val="%1."/>
      <w:lvlJc w:val="left"/>
      <w:pPr>
        <w:ind w:left="398" w:hanging="668"/>
      </w:pPr>
      <w:rPr>
        <w:rFonts w:ascii="Times New Roman" w:eastAsia="Times New Roman" w:hAnsi="Times New Roman" w:cs="Times New Roman" w:hint="default"/>
        <w:spacing w:val="-30"/>
        <w:w w:val="100"/>
        <w:sz w:val="24"/>
        <w:szCs w:val="24"/>
      </w:rPr>
    </w:lvl>
    <w:lvl w:ilvl="1" w:tplc="3F1C90D0">
      <w:numFmt w:val="bullet"/>
      <w:lvlText w:val="•"/>
      <w:lvlJc w:val="left"/>
      <w:pPr>
        <w:ind w:left="1103" w:hanging="668"/>
      </w:pPr>
      <w:rPr>
        <w:rFonts w:hint="default"/>
      </w:rPr>
    </w:lvl>
    <w:lvl w:ilvl="2" w:tplc="09881A06">
      <w:numFmt w:val="bullet"/>
      <w:lvlText w:val="•"/>
      <w:lvlJc w:val="left"/>
      <w:pPr>
        <w:ind w:left="1807" w:hanging="668"/>
      </w:pPr>
      <w:rPr>
        <w:rFonts w:hint="default"/>
      </w:rPr>
    </w:lvl>
    <w:lvl w:ilvl="3" w:tplc="CE4E3DBC">
      <w:numFmt w:val="bullet"/>
      <w:lvlText w:val="•"/>
      <w:lvlJc w:val="left"/>
      <w:pPr>
        <w:ind w:left="2511" w:hanging="668"/>
      </w:pPr>
      <w:rPr>
        <w:rFonts w:hint="default"/>
      </w:rPr>
    </w:lvl>
    <w:lvl w:ilvl="4" w:tplc="C8949332">
      <w:numFmt w:val="bullet"/>
      <w:lvlText w:val="•"/>
      <w:lvlJc w:val="left"/>
      <w:pPr>
        <w:ind w:left="3215" w:hanging="668"/>
      </w:pPr>
      <w:rPr>
        <w:rFonts w:hint="default"/>
      </w:rPr>
    </w:lvl>
    <w:lvl w:ilvl="5" w:tplc="4EFCB030">
      <w:numFmt w:val="bullet"/>
      <w:lvlText w:val="•"/>
      <w:lvlJc w:val="left"/>
      <w:pPr>
        <w:ind w:left="3919" w:hanging="668"/>
      </w:pPr>
      <w:rPr>
        <w:rFonts w:hint="default"/>
      </w:rPr>
    </w:lvl>
    <w:lvl w:ilvl="6" w:tplc="C8DAE48E">
      <w:numFmt w:val="bullet"/>
      <w:lvlText w:val="•"/>
      <w:lvlJc w:val="left"/>
      <w:pPr>
        <w:ind w:left="4622" w:hanging="668"/>
      </w:pPr>
      <w:rPr>
        <w:rFonts w:hint="default"/>
      </w:rPr>
    </w:lvl>
    <w:lvl w:ilvl="7" w:tplc="CC56A89A">
      <w:numFmt w:val="bullet"/>
      <w:lvlText w:val="•"/>
      <w:lvlJc w:val="left"/>
      <w:pPr>
        <w:ind w:left="5326" w:hanging="668"/>
      </w:pPr>
      <w:rPr>
        <w:rFonts w:hint="default"/>
      </w:rPr>
    </w:lvl>
    <w:lvl w:ilvl="8" w:tplc="B1907F60">
      <w:numFmt w:val="bullet"/>
      <w:lvlText w:val="•"/>
      <w:lvlJc w:val="left"/>
      <w:pPr>
        <w:ind w:left="6030" w:hanging="668"/>
      </w:pPr>
      <w:rPr>
        <w:rFonts w:hint="default"/>
      </w:rPr>
    </w:lvl>
  </w:abstractNum>
  <w:abstractNum w:abstractNumId="13">
    <w:nsid w:val="37265C04"/>
    <w:multiLevelType w:val="hybridMultilevel"/>
    <w:tmpl w:val="50CAD262"/>
    <w:lvl w:ilvl="0" w:tplc="6916CE2E">
      <w:start w:val="1"/>
      <w:numFmt w:val="decimal"/>
      <w:lvlText w:val="%1."/>
      <w:lvlJc w:val="left"/>
      <w:pPr>
        <w:tabs>
          <w:tab w:val="num" w:pos="1072"/>
        </w:tabs>
        <w:ind w:left="1072" w:hanging="360"/>
      </w:pPr>
      <w:rPr>
        <w:rFonts w:cs="Times New Roman" w:hint="default"/>
      </w:rPr>
    </w:lvl>
    <w:lvl w:ilvl="1" w:tplc="04190019" w:tentative="1">
      <w:start w:val="1"/>
      <w:numFmt w:val="lowerLetter"/>
      <w:lvlText w:val="%2."/>
      <w:lvlJc w:val="left"/>
      <w:pPr>
        <w:tabs>
          <w:tab w:val="num" w:pos="1792"/>
        </w:tabs>
        <w:ind w:left="1792" w:hanging="360"/>
      </w:pPr>
      <w:rPr>
        <w:rFonts w:cs="Times New Roman"/>
      </w:rPr>
    </w:lvl>
    <w:lvl w:ilvl="2" w:tplc="0419001B" w:tentative="1">
      <w:start w:val="1"/>
      <w:numFmt w:val="lowerRoman"/>
      <w:lvlText w:val="%3."/>
      <w:lvlJc w:val="right"/>
      <w:pPr>
        <w:tabs>
          <w:tab w:val="num" w:pos="2512"/>
        </w:tabs>
        <w:ind w:left="2512" w:hanging="180"/>
      </w:pPr>
      <w:rPr>
        <w:rFonts w:cs="Times New Roman"/>
      </w:rPr>
    </w:lvl>
    <w:lvl w:ilvl="3" w:tplc="0419000F" w:tentative="1">
      <w:start w:val="1"/>
      <w:numFmt w:val="decimal"/>
      <w:lvlText w:val="%4."/>
      <w:lvlJc w:val="left"/>
      <w:pPr>
        <w:tabs>
          <w:tab w:val="num" w:pos="3232"/>
        </w:tabs>
        <w:ind w:left="3232" w:hanging="360"/>
      </w:pPr>
      <w:rPr>
        <w:rFonts w:cs="Times New Roman"/>
      </w:rPr>
    </w:lvl>
    <w:lvl w:ilvl="4" w:tplc="04190019" w:tentative="1">
      <w:start w:val="1"/>
      <w:numFmt w:val="lowerLetter"/>
      <w:lvlText w:val="%5."/>
      <w:lvlJc w:val="left"/>
      <w:pPr>
        <w:tabs>
          <w:tab w:val="num" w:pos="3952"/>
        </w:tabs>
        <w:ind w:left="3952" w:hanging="360"/>
      </w:pPr>
      <w:rPr>
        <w:rFonts w:cs="Times New Roman"/>
      </w:rPr>
    </w:lvl>
    <w:lvl w:ilvl="5" w:tplc="0419001B" w:tentative="1">
      <w:start w:val="1"/>
      <w:numFmt w:val="lowerRoman"/>
      <w:lvlText w:val="%6."/>
      <w:lvlJc w:val="right"/>
      <w:pPr>
        <w:tabs>
          <w:tab w:val="num" w:pos="4672"/>
        </w:tabs>
        <w:ind w:left="4672" w:hanging="180"/>
      </w:pPr>
      <w:rPr>
        <w:rFonts w:cs="Times New Roman"/>
      </w:rPr>
    </w:lvl>
    <w:lvl w:ilvl="6" w:tplc="0419000F" w:tentative="1">
      <w:start w:val="1"/>
      <w:numFmt w:val="decimal"/>
      <w:lvlText w:val="%7."/>
      <w:lvlJc w:val="left"/>
      <w:pPr>
        <w:tabs>
          <w:tab w:val="num" w:pos="5392"/>
        </w:tabs>
        <w:ind w:left="5392" w:hanging="360"/>
      </w:pPr>
      <w:rPr>
        <w:rFonts w:cs="Times New Roman"/>
      </w:rPr>
    </w:lvl>
    <w:lvl w:ilvl="7" w:tplc="04190019" w:tentative="1">
      <w:start w:val="1"/>
      <w:numFmt w:val="lowerLetter"/>
      <w:lvlText w:val="%8."/>
      <w:lvlJc w:val="left"/>
      <w:pPr>
        <w:tabs>
          <w:tab w:val="num" w:pos="6112"/>
        </w:tabs>
        <w:ind w:left="6112" w:hanging="360"/>
      </w:pPr>
      <w:rPr>
        <w:rFonts w:cs="Times New Roman"/>
      </w:rPr>
    </w:lvl>
    <w:lvl w:ilvl="8" w:tplc="0419001B" w:tentative="1">
      <w:start w:val="1"/>
      <w:numFmt w:val="lowerRoman"/>
      <w:lvlText w:val="%9."/>
      <w:lvlJc w:val="right"/>
      <w:pPr>
        <w:tabs>
          <w:tab w:val="num" w:pos="6832"/>
        </w:tabs>
        <w:ind w:left="6832" w:hanging="180"/>
      </w:pPr>
      <w:rPr>
        <w:rFonts w:cs="Times New Roman"/>
      </w:rPr>
    </w:lvl>
  </w:abstractNum>
  <w:abstractNum w:abstractNumId="14">
    <w:nsid w:val="400B143E"/>
    <w:multiLevelType w:val="multilevel"/>
    <w:tmpl w:val="9F4EF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410A7B"/>
    <w:multiLevelType w:val="multilevel"/>
    <w:tmpl w:val="5F04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597"/>
    <w:rsid w:val="00031B97"/>
    <w:rsid w:val="00032287"/>
    <w:rsid w:val="0003694A"/>
    <w:rsid w:val="00037978"/>
    <w:rsid w:val="0004687E"/>
    <w:rsid w:val="00061DDB"/>
    <w:rsid w:val="00066932"/>
    <w:rsid w:val="0009701A"/>
    <w:rsid w:val="000A4747"/>
    <w:rsid w:val="000A6A4E"/>
    <w:rsid w:val="000C6880"/>
    <w:rsid w:val="000D243F"/>
    <w:rsid w:val="00112E51"/>
    <w:rsid w:val="00124A59"/>
    <w:rsid w:val="00127B57"/>
    <w:rsid w:val="00140ED5"/>
    <w:rsid w:val="00154484"/>
    <w:rsid w:val="00173CBF"/>
    <w:rsid w:val="00191E81"/>
    <w:rsid w:val="001C2B3A"/>
    <w:rsid w:val="001D1DBB"/>
    <w:rsid w:val="001D451F"/>
    <w:rsid w:val="001D456A"/>
    <w:rsid w:val="001D4754"/>
    <w:rsid w:val="001E6181"/>
    <w:rsid w:val="00215555"/>
    <w:rsid w:val="00224072"/>
    <w:rsid w:val="00233433"/>
    <w:rsid w:val="00243ECA"/>
    <w:rsid w:val="002478CD"/>
    <w:rsid w:val="00267851"/>
    <w:rsid w:val="0027563B"/>
    <w:rsid w:val="002A4F43"/>
    <w:rsid w:val="002A5D31"/>
    <w:rsid w:val="002C710D"/>
    <w:rsid w:val="002C747F"/>
    <w:rsid w:val="002D10C6"/>
    <w:rsid w:val="002D13FD"/>
    <w:rsid w:val="002D6C61"/>
    <w:rsid w:val="002E73E2"/>
    <w:rsid w:val="002F4582"/>
    <w:rsid w:val="002F6979"/>
    <w:rsid w:val="003067F2"/>
    <w:rsid w:val="0032456A"/>
    <w:rsid w:val="003246B6"/>
    <w:rsid w:val="00330188"/>
    <w:rsid w:val="00353CFD"/>
    <w:rsid w:val="00385A50"/>
    <w:rsid w:val="00395669"/>
    <w:rsid w:val="00396664"/>
    <w:rsid w:val="003A3F03"/>
    <w:rsid w:val="003B3CD9"/>
    <w:rsid w:val="003B7689"/>
    <w:rsid w:val="003C27EF"/>
    <w:rsid w:val="003C444B"/>
    <w:rsid w:val="003E0D0F"/>
    <w:rsid w:val="003E5858"/>
    <w:rsid w:val="003E59F8"/>
    <w:rsid w:val="00400CA1"/>
    <w:rsid w:val="004038B3"/>
    <w:rsid w:val="00420F39"/>
    <w:rsid w:val="00435F4E"/>
    <w:rsid w:val="004370F9"/>
    <w:rsid w:val="00446A44"/>
    <w:rsid w:val="0045284A"/>
    <w:rsid w:val="00456684"/>
    <w:rsid w:val="00462223"/>
    <w:rsid w:val="00465A8F"/>
    <w:rsid w:val="004735C2"/>
    <w:rsid w:val="00474DF7"/>
    <w:rsid w:val="00476632"/>
    <w:rsid w:val="004842B5"/>
    <w:rsid w:val="00490368"/>
    <w:rsid w:val="004D1D68"/>
    <w:rsid w:val="004D5A53"/>
    <w:rsid w:val="004D6167"/>
    <w:rsid w:val="004E02ED"/>
    <w:rsid w:val="004E34E9"/>
    <w:rsid w:val="004E3537"/>
    <w:rsid w:val="005216F2"/>
    <w:rsid w:val="00542F92"/>
    <w:rsid w:val="005432D4"/>
    <w:rsid w:val="00564F6E"/>
    <w:rsid w:val="00566C86"/>
    <w:rsid w:val="00567988"/>
    <w:rsid w:val="005712AF"/>
    <w:rsid w:val="0057776F"/>
    <w:rsid w:val="005827BB"/>
    <w:rsid w:val="00586733"/>
    <w:rsid w:val="005B0DBB"/>
    <w:rsid w:val="005C6231"/>
    <w:rsid w:val="005D4422"/>
    <w:rsid w:val="005D5F8D"/>
    <w:rsid w:val="00602D8B"/>
    <w:rsid w:val="00613E5C"/>
    <w:rsid w:val="006151D4"/>
    <w:rsid w:val="00634E1D"/>
    <w:rsid w:val="00641544"/>
    <w:rsid w:val="006438B0"/>
    <w:rsid w:val="00643FB7"/>
    <w:rsid w:val="006446D6"/>
    <w:rsid w:val="0065707B"/>
    <w:rsid w:val="00672E35"/>
    <w:rsid w:val="006B08F3"/>
    <w:rsid w:val="006C0B8A"/>
    <w:rsid w:val="00712D13"/>
    <w:rsid w:val="00715E99"/>
    <w:rsid w:val="00717428"/>
    <w:rsid w:val="00724B55"/>
    <w:rsid w:val="00753F77"/>
    <w:rsid w:val="00774C55"/>
    <w:rsid w:val="007909F1"/>
    <w:rsid w:val="007A5DDF"/>
    <w:rsid w:val="007B26D7"/>
    <w:rsid w:val="007B27CA"/>
    <w:rsid w:val="007D011F"/>
    <w:rsid w:val="007D28C2"/>
    <w:rsid w:val="007E0493"/>
    <w:rsid w:val="007E1C65"/>
    <w:rsid w:val="007E6350"/>
    <w:rsid w:val="007F791C"/>
    <w:rsid w:val="00803EEC"/>
    <w:rsid w:val="00826BC0"/>
    <w:rsid w:val="00845070"/>
    <w:rsid w:val="00852092"/>
    <w:rsid w:val="00861B1E"/>
    <w:rsid w:val="00862C3F"/>
    <w:rsid w:val="008649AB"/>
    <w:rsid w:val="00867A3D"/>
    <w:rsid w:val="00872FCB"/>
    <w:rsid w:val="0088792B"/>
    <w:rsid w:val="008A0CE0"/>
    <w:rsid w:val="008B6D84"/>
    <w:rsid w:val="008C4AFC"/>
    <w:rsid w:val="008D082F"/>
    <w:rsid w:val="008F73C3"/>
    <w:rsid w:val="00907E07"/>
    <w:rsid w:val="00936107"/>
    <w:rsid w:val="00937644"/>
    <w:rsid w:val="00945A9C"/>
    <w:rsid w:val="00951E27"/>
    <w:rsid w:val="0095638F"/>
    <w:rsid w:val="00962CB3"/>
    <w:rsid w:val="00971A93"/>
    <w:rsid w:val="0098006F"/>
    <w:rsid w:val="009D242A"/>
    <w:rsid w:val="009E0EC8"/>
    <w:rsid w:val="009F179B"/>
    <w:rsid w:val="00A11360"/>
    <w:rsid w:val="00A11414"/>
    <w:rsid w:val="00A161EA"/>
    <w:rsid w:val="00A404F2"/>
    <w:rsid w:val="00A444A5"/>
    <w:rsid w:val="00A90A6B"/>
    <w:rsid w:val="00AB5DCB"/>
    <w:rsid w:val="00AB7CC6"/>
    <w:rsid w:val="00AC1D8C"/>
    <w:rsid w:val="00AD2122"/>
    <w:rsid w:val="00AE3927"/>
    <w:rsid w:val="00AF148E"/>
    <w:rsid w:val="00AF17DE"/>
    <w:rsid w:val="00AF26F0"/>
    <w:rsid w:val="00AF656F"/>
    <w:rsid w:val="00B17207"/>
    <w:rsid w:val="00B210E9"/>
    <w:rsid w:val="00B26171"/>
    <w:rsid w:val="00B31A7B"/>
    <w:rsid w:val="00B34AC9"/>
    <w:rsid w:val="00B3562A"/>
    <w:rsid w:val="00B4062C"/>
    <w:rsid w:val="00B5128E"/>
    <w:rsid w:val="00B652F8"/>
    <w:rsid w:val="00B65D38"/>
    <w:rsid w:val="00B7065C"/>
    <w:rsid w:val="00B70C73"/>
    <w:rsid w:val="00B91D1C"/>
    <w:rsid w:val="00B91FB5"/>
    <w:rsid w:val="00B94A0D"/>
    <w:rsid w:val="00B96BAA"/>
    <w:rsid w:val="00BB0474"/>
    <w:rsid w:val="00BB57D8"/>
    <w:rsid w:val="00BC3424"/>
    <w:rsid w:val="00BC3D80"/>
    <w:rsid w:val="00BD6089"/>
    <w:rsid w:val="00BE0C1A"/>
    <w:rsid w:val="00BE37D8"/>
    <w:rsid w:val="00BF6737"/>
    <w:rsid w:val="00C16F9A"/>
    <w:rsid w:val="00C23BCF"/>
    <w:rsid w:val="00C32B12"/>
    <w:rsid w:val="00C32F22"/>
    <w:rsid w:val="00C345B8"/>
    <w:rsid w:val="00C77461"/>
    <w:rsid w:val="00C83F40"/>
    <w:rsid w:val="00C93D76"/>
    <w:rsid w:val="00C96729"/>
    <w:rsid w:val="00CA2E33"/>
    <w:rsid w:val="00CA4778"/>
    <w:rsid w:val="00CA67EB"/>
    <w:rsid w:val="00CB0668"/>
    <w:rsid w:val="00CB0C41"/>
    <w:rsid w:val="00CB57ED"/>
    <w:rsid w:val="00CB761C"/>
    <w:rsid w:val="00CD3B6B"/>
    <w:rsid w:val="00CD42B0"/>
    <w:rsid w:val="00CE0148"/>
    <w:rsid w:val="00CF38D4"/>
    <w:rsid w:val="00D02FF4"/>
    <w:rsid w:val="00D51FAA"/>
    <w:rsid w:val="00D75EE4"/>
    <w:rsid w:val="00D7727C"/>
    <w:rsid w:val="00DA6E85"/>
    <w:rsid w:val="00DB717D"/>
    <w:rsid w:val="00DC3E06"/>
    <w:rsid w:val="00DE59F5"/>
    <w:rsid w:val="00DE65A4"/>
    <w:rsid w:val="00DF1084"/>
    <w:rsid w:val="00E10FEF"/>
    <w:rsid w:val="00E303BE"/>
    <w:rsid w:val="00E55092"/>
    <w:rsid w:val="00E7179D"/>
    <w:rsid w:val="00E72925"/>
    <w:rsid w:val="00E761B8"/>
    <w:rsid w:val="00E839BA"/>
    <w:rsid w:val="00E92E7E"/>
    <w:rsid w:val="00E971F9"/>
    <w:rsid w:val="00EA00CA"/>
    <w:rsid w:val="00EA3549"/>
    <w:rsid w:val="00EB3396"/>
    <w:rsid w:val="00EB4335"/>
    <w:rsid w:val="00EC2E09"/>
    <w:rsid w:val="00EC49D8"/>
    <w:rsid w:val="00EE1CAF"/>
    <w:rsid w:val="00EE65CD"/>
    <w:rsid w:val="00F03597"/>
    <w:rsid w:val="00F0364E"/>
    <w:rsid w:val="00F1161C"/>
    <w:rsid w:val="00F11CBC"/>
    <w:rsid w:val="00F40CB6"/>
    <w:rsid w:val="00F40CD1"/>
    <w:rsid w:val="00F618DC"/>
    <w:rsid w:val="00F6552D"/>
    <w:rsid w:val="00F66619"/>
    <w:rsid w:val="00F7475D"/>
    <w:rsid w:val="00F75728"/>
    <w:rsid w:val="00F81692"/>
    <w:rsid w:val="00F874EE"/>
    <w:rsid w:val="00FA0114"/>
    <w:rsid w:val="00FA49B4"/>
    <w:rsid w:val="00FB0ABF"/>
    <w:rsid w:val="00FC0904"/>
    <w:rsid w:val="00FD4177"/>
    <w:rsid w:val="00FE4187"/>
    <w:rsid w:val="00FE4CA3"/>
    <w:rsid w:val="00FF6E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28E"/>
    <w:pPr>
      <w:widowControl w:val="0"/>
      <w:autoSpaceDE w:val="0"/>
      <w:autoSpaceDN w:val="0"/>
    </w:pPr>
    <w:rPr>
      <w:rFonts w:ascii="Times New Roman" w:eastAsia="Times New Roman" w:hAnsi="Times New Roman"/>
      <w:lang w:val="uk-UA" w:eastAsia="uk-UA"/>
    </w:rPr>
  </w:style>
  <w:style w:type="paragraph" w:styleId="Heading1">
    <w:name w:val="heading 1"/>
    <w:basedOn w:val="Normal"/>
    <w:link w:val="Heading1Char"/>
    <w:uiPriority w:val="99"/>
    <w:qFormat/>
    <w:rsid w:val="00B5128E"/>
    <w:pPr>
      <w:spacing w:before="5"/>
      <w:ind w:left="258" w:right="550"/>
      <w:jc w:val="center"/>
      <w:outlineLvl w:val="0"/>
    </w:pPr>
    <w:rPr>
      <w:b/>
      <w:bCs/>
      <w:sz w:val="24"/>
      <w:szCs w:val="24"/>
    </w:rPr>
  </w:style>
  <w:style w:type="paragraph" w:styleId="Heading2">
    <w:name w:val="heading 2"/>
    <w:basedOn w:val="Normal"/>
    <w:link w:val="Heading2Char"/>
    <w:uiPriority w:val="99"/>
    <w:qFormat/>
    <w:rsid w:val="00B5128E"/>
    <w:pPr>
      <w:ind w:left="200"/>
      <w:outlineLvl w:val="1"/>
    </w:pPr>
    <w:rPr>
      <w:b/>
      <w:bCs/>
      <w: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2925"/>
    <w:rPr>
      <w:rFonts w:ascii="Cambria" w:hAnsi="Cambria" w:cs="Times New Roman"/>
      <w:b/>
      <w:bCs/>
      <w:kern w:val="32"/>
      <w:sz w:val="32"/>
      <w:szCs w:val="32"/>
      <w:lang w:val="uk-UA" w:eastAsia="uk-UA"/>
    </w:rPr>
  </w:style>
  <w:style w:type="character" w:customStyle="1" w:styleId="Heading2Char">
    <w:name w:val="Heading 2 Char"/>
    <w:basedOn w:val="DefaultParagraphFont"/>
    <w:link w:val="Heading2"/>
    <w:uiPriority w:val="99"/>
    <w:semiHidden/>
    <w:locked/>
    <w:rsid w:val="00E72925"/>
    <w:rPr>
      <w:rFonts w:ascii="Cambria" w:hAnsi="Cambria" w:cs="Times New Roman"/>
      <w:b/>
      <w:bCs/>
      <w:i/>
      <w:iCs/>
      <w:sz w:val="28"/>
      <w:szCs w:val="28"/>
      <w:lang w:val="uk-UA" w:eastAsia="uk-UA"/>
    </w:rPr>
  </w:style>
  <w:style w:type="table" w:customStyle="1" w:styleId="TableNormal1">
    <w:name w:val="Table Normal1"/>
    <w:uiPriority w:val="99"/>
    <w:semiHidden/>
    <w:rsid w:val="00B5128E"/>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B5128E"/>
    <w:rPr>
      <w:sz w:val="24"/>
      <w:szCs w:val="24"/>
    </w:rPr>
  </w:style>
  <w:style w:type="character" w:customStyle="1" w:styleId="BodyTextChar">
    <w:name w:val="Body Text Char"/>
    <w:basedOn w:val="DefaultParagraphFont"/>
    <w:link w:val="BodyText"/>
    <w:uiPriority w:val="99"/>
    <w:semiHidden/>
    <w:locked/>
    <w:rsid w:val="00E72925"/>
    <w:rPr>
      <w:rFonts w:ascii="Times New Roman" w:hAnsi="Times New Roman" w:cs="Times New Roman"/>
      <w:lang w:val="uk-UA" w:eastAsia="uk-UA"/>
    </w:rPr>
  </w:style>
  <w:style w:type="paragraph" w:styleId="ListParagraph">
    <w:name w:val="List Paragraph"/>
    <w:basedOn w:val="Normal"/>
    <w:uiPriority w:val="99"/>
    <w:qFormat/>
    <w:rsid w:val="00B5128E"/>
  </w:style>
  <w:style w:type="paragraph" w:customStyle="1" w:styleId="TableParagraph">
    <w:name w:val="Table Paragraph"/>
    <w:basedOn w:val="Normal"/>
    <w:uiPriority w:val="99"/>
    <w:rsid w:val="00B5128E"/>
    <w:pPr>
      <w:ind w:left="147"/>
    </w:pPr>
  </w:style>
  <w:style w:type="character" w:customStyle="1" w:styleId="WW8Num1z3">
    <w:name w:val="WW8Num1z3"/>
    <w:uiPriority w:val="99"/>
    <w:rsid w:val="00B91D1C"/>
  </w:style>
  <w:style w:type="character" w:styleId="Hyperlink">
    <w:name w:val="Hyperlink"/>
    <w:basedOn w:val="DefaultParagraphFont"/>
    <w:uiPriority w:val="99"/>
    <w:rsid w:val="00FB0ABF"/>
    <w:rPr>
      <w:rFonts w:cs="Times New Roman"/>
      <w:color w:val="0000FF"/>
      <w:u w:val="single"/>
    </w:rPr>
  </w:style>
  <w:style w:type="paragraph" w:styleId="NormalWeb">
    <w:name w:val="Normal (Web)"/>
    <w:basedOn w:val="Normal"/>
    <w:uiPriority w:val="99"/>
    <w:rsid w:val="00B34AC9"/>
    <w:pPr>
      <w:widowControl/>
      <w:autoSpaceDE/>
      <w:autoSpaceDN/>
      <w:spacing w:before="100" w:beforeAutospacing="1" w:after="100" w:afterAutospacing="1"/>
    </w:pPr>
    <w:rPr>
      <w:rFonts w:eastAsia="Calibri"/>
      <w:sz w:val="24"/>
      <w:szCs w:val="24"/>
      <w:lang w:val="ru-RU" w:eastAsia="ru-RU"/>
    </w:rPr>
  </w:style>
  <w:style w:type="table" w:styleId="TableGrid">
    <w:name w:val="Table Grid"/>
    <w:basedOn w:val="TableNormal"/>
    <w:uiPriority w:val="99"/>
    <w:locked/>
    <w:rsid w:val="00EB3396"/>
    <w:pPr>
      <w:widowControl w:val="0"/>
      <w:autoSpaceDE w:val="0"/>
      <w:autoSpaceDN w:val="0"/>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locked/>
    <w:rsid w:val="00CE0148"/>
    <w:rPr>
      <w:rFonts w:cs="Times New Roman"/>
      <w:b/>
      <w:bCs/>
    </w:rPr>
  </w:style>
  <w:style w:type="paragraph" w:customStyle="1" w:styleId="a">
    <w:name w:val="Содержимое таблицы"/>
    <w:basedOn w:val="Normal"/>
    <w:uiPriority w:val="99"/>
    <w:rsid w:val="00F40CB6"/>
    <w:pPr>
      <w:widowControl/>
      <w:suppressLineNumbers/>
      <w:suppressAutoHyphens/>
      <w:autoSpaceDE/>
      <w:autoSpaceDN/>
      <w:spacing w:line="100" w:lineRule="atLeast"/>
    </w:pPr>
    <w:rPr>
      <w:rFonts w:eastAsia="Calibri"/>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35586099">
      <w:marLeft w:val="0"/>
      <w:marRight w:val="0"/>
      <w:marTop w:val="0"/>
      <w:marBottom w:val="0"/>
      <w:divBdr>
        <w:top w:val="none" w:sz="0" w:space="0" w:color="auto"/>
        <w:left w:val="none" w:sz="0" w:space="0" w:color="auto"/>
        <w:bottom w:val="none" w:sz="0" w:space="0" w:color="auto"/>
        <w:right w:val="none" w:sz="0" w:space="0" w:color="auto"/>
      </w:divBdr>
    </w:div>
    <w:div w:id="35586100">
      <w:marLeft w:val="0"/>
      <w:marRight w:val="0"/>
      <w:marTop w:val="0"/>
      <w:marBottom w:val="0"/>
      <w:divBdr>
        <w:top w:val="none" w:sz="0" w:space="0" w:color="auto"/>
        <w:left w:val="none" w:sz="0" w:space="0" w:color="auto"/>
        <w:bottom w:val="none" w:sz="0" w:space="0" w:color="auto"/>
        <w:right w:val="none" w:sz="0" w:space="0" w:color="auto"/>
      </w:divBdr>
    </w:div>
    <w:div w:id="35586101">
      <w:marLeft w:val="0"/>
      <w:marRight w:val="0"/>
      <w:marTop w:val="0"/>
      <w:marBottom w:val="0"/>
      <w:divBdr>
        <w:top w:val="none" w:sz="0" w:space="0" w:color="auto"/>
        <w:left w:val="none" w:sz="0" w:space="0" w:color="auto"/>
        <w:bottom w:val="none" w:sz="0" w:space="0" w:color="auto"/>
        <w:right w:val="none" w:sz="0" w:space="0" w:color="auto"/>
      </w:divBdr>
    </w:div>
    <w:div w:id="35586102">
      <w:marLeft w:val="0"/>
      <w:marRight w:val="0"/>
      <w:marTop w:val="0"/>
      <w:marBottom w:val="0"/>
      <w:divBdr>
        <w:top w:val="none" w:sz="0" w:space="0" w:color="auto"/>
        <w:left w:val="none" w:sz="0" w:space="0" w:color="auto"/>
        <w:bottom w:val="none" w:sz="0" w:space="0" w:color="auto"/>
        <w:right w:val="none" w:sz="0" w:space="0" w:color="auto"/>
      </w:divBdr>
    </w:div>
    <w:div w:id="35586103">
      <w:marLeft w:val="0"/>
      <w:marRight w:val="0"/>
      <w:marTop w:val="0"/>
      <w:marBottom w:val="0"/>
      <w:divBdr>
        <w:top w:val="none" w:sz="0" w:space="0" w:color="auto"/>
        <w:left w:val="none" w:sz="0" w:space="0" w:color="auto"/>
        <w:bottom w:val="none" w:sz="0" w:space="0" w:color="auto"/>
        <w:right w:val="none" w:sz="0" w:space="0" w:color="auto"/>
      </w:divBdr>
    </w:div>
    <w:div w:id="35586104">
      <w:marLeft w:val="0"/>
      <w:marRight w:val="0"/>
      <w:marTop w:val="0"/>
      <w:marBottom w:val="0"/>
      <w:divBdr>
        <w:top w:val="none" w:sz="0" w:space="0" w:color="auto"/>
        <w:left w:val="none" w:sz="0" w:space="0" w:color="auto"/>
        <w:bottom w:val="none" w:sz="0" w:space="0" w:color="auto"/>
        <w:right w:val="none" w:sz="0" w:space="0" w:color="auto"/>
      </w:divBdr>
    </w:div>
    <w:div w:id="35586105">
      <w:marLeft w:val="0"/>
      <w:marRight w:val="0"/>
      <w:marTop w:val="0"/>
      <w:marBottom w:val="0"/>
      <w:divBdr>
        <w:top w:val="none" w:sz="0" w:space="0" w:color="auto"/>
        <w:left w:val="none" w:sz="0" w:space="0" w:color="auto"/>
        <w:bottom w:val="none" w:sz="0" w:space="0" w:color="auto"/>
        <w:right w:val="none" w:sz="0" w:space="0" w:color="auto"/>
      </w:divBdr>
    </w:div>
    <w:div w:id="35586106">
      <w:marLeft w:val="0"/>
      <w:marRight w:val="0"/>
      <w:marTop w:val="0"/>
      <w:marBottom w:val="0"/>
      <w:divBdr>
        <w:top w:val="none" w:sz="0" w:space="0" w:color="auto"/>
        <w:left w:val="none" w:sz="0" w:space="0" w:color="auto"/>
        <w:bottom w:val="none" w:sz="0" w:space="0" w:color="auto"/>
        <w:right w:val="none" w:sz="0" w:space="0" w:color="auto"/>
      </w:divBdr>
    </w:div>
    <w:div w:id="35586107">
      <w:marLeft w:val="0"/>
      <w:marRight w:val="0"/>
      <w:marTop w:val="0"/>
      <w:marBottom w:val="0"/>
      <w:divBdr>
        <w:top w:val="none" w:sz="0" w:space="0" w:color="auto"/>
        <w:left w:val="none" w:sz="0" w:space="0" w:color="auto"/>
        <w:bottom w:val="none" w:sz="0" w:space="0" w:color="auto"/>
        <w:right w:val="none" w:sz="0" w:space="0" w:color="auto"/>
      </w:divBdr>
    </w:div>
    <w:div w:id="35586108">
      <w:marLeft w:val="0"/>
      <w:marRight w:val="0"/>
      <w:marTop w:val="0"/>
      <w:marBottom w:val="0"/>
      <w:divBdr>
        <w:top w:val="none" w:sz="0" w:space="0" w:color="auto"/>
        <w:left w:val="none" w:sz="0" w:space="0" w:color="auto"/>
        <w:bottom w:val="none" w:sz="0" w:space="0" w:color="auto"/>
        <w:right w:val="none" w:sz="0" w:space="0" w:color="auto"/>
      </w:divBdr>
    </w:div>
    <w:div w:id="355861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novagromada.gov.ua/images/%D0%9F%D1%80%D0%BE%D0%B5%D0%BA%D1%82%D0%B8_%D1%81%D0%B5%D1%81%D1%96%D1%8F/2021/29.04.2021/2021.04.29.28.%D0%B7%D0%B5%D0%BC%D0%BB%D1%8F%D0%B2%D0%B8%D0%B4%D1%96%D0%BB%D0%B5%D0%BD%D0%BD%D1%8F.doc" TargetMode="External"/><Relationship Id="rId299" Type="http://schemas.openxmlformats.org/officeDocument/2006/relationships/hyperlink" Target="http://novagromada.gov.ua/images/%D0%9F%D1%80%D0%BE%D0%B5%D0%BA%D1%82%D0%B8_%D1%81%D0%B5%D1%81%D1%96%D1%8F/2021/29.07.2021/29.07.2021.29.%D0%B7%D0%B5%D0%BC%D0%BB%D1%8F%D0%92%D1%96%D0%BB%D1%8C%D1%85%D0%BE%D0%B2%D0%B5%D1%86%D1%8C.doc" TargetMode="External"/><Relationship Id="rId21" Type="http://schemas.openxmlformats.org/officeDocument/2006/relationships/hyperlink" Target="http://novagromada.gov.ua/images/sesiu/2021/280121/2021.01.28.29_%D1%80%D0%BE%D0%B7%D1%96%D1%80%D0%B2%D0%B0%D0%BD%D0%BD%D1%8F.doc" TargetMode="External"/><Relationship Id="rId63" Type="http://schemas.openxmlformats.org/officeDocument/2006/relationships/hyperlink" Target="http://novagromada.gov.ua/images/%D0%9F%D1%80%D0%BE%D0%B5%D0%BA%D1%82%D0%B8_%D1%81%D0%B5%D1%81%D1%96%D1%8F/2021/25.03.2021/2021.03.25.27.%D0%B7%D0%B5%D0%BC%D0%BB%D1%8F.doc" TargetMode="External"/><Relationship Id="rId159" Type="http://schemas.openxmlformats.org/officeDocument/2006/relationships/hyperlink" Target="http://novagromada.gov.ua/images/%D0%9F%D1%80%D0%BE%D0%B5%D0%BA%D1%82%D0%B8_%D1%81%D0%B5%D1%81%D1%96%D1%8F/2021/27.05.2021/2021.05.27.18.%D0%BF%D0%BE%D0%BB%D0%BE%D0%B6%D0%B5%D0%BD%D0%BD%D1%8F.docx" TargetMode="External"/><Relationship Id="rId324" Type="http://schemas.openxmlformats.org/officeDocument/2006/relationships/hyperlink" Target="http://novagromada.gov.ua/images/%D0%9F%D1%80%D0%BE%D0%B5%D0%BA%D1%82%D0%B8_%D1%81%D0%B5%D1%81%D1%96%D1%8F/2021/29.07.2021/29.07.2021.38.%D0%B7%D0%B5%D0%BC%D0%BB%D1%8F%D0%9C%D0%B0%D0%BB%D0%B0.doc" TargetMode="External"/><Relationship Id="rId366" Type="http://schemas.openxmlformats.org/officeDocument/2006/relationships/hyperlink" Target="http://novagromada.gov.ua/images/%D0%9F%D1%80%D0%BE%D0%B5%D0%BA%D1%82%D0%B8_%D1%81%D0%B5%D1%81%D1%96%D1%8F/2021/26.08.2021/26.08.2021._.%D0%B7%D0%B5%D0%BC%D0%BB%D1%8F%D0%93%D0%BB%D0%B8%D0%B1%D1%96%D0%B2%D0%BA%D0%B0.doc" TargetMode="External"/><Relationship Id="rId170" Type="http://schemas.openxmlformats.org/officeDocument/2006/relationships/hyperlink" Target="http://novagromada.gov.ua/images/%D0%9F%D1%80%D0%BE%D0%B5%D0%BA%D1%82%D0%B8_%D1%81%D0%B5%D1%81%D1%96%D1%8F/2021/27.05.2021/2021.05.27.29._%D0%B7%D0%B0%D1%82%D0%B2%D0%B5%D1%80%D0%B4%D0%B6%D0%B5%D0%BD%D0%BD%D1%8F.doc" TargetMode="External"/><Relationship Id="rId226" Type="http://schemas.openxmlformats.org/officeDocument/2006/relationships/hyperlink" Target="http://novagromada.gov.ua/images/%D0%9F%D1%80%D0%BE%D0%B5%D0%BA%D1%82%D0%B8_%D1%81%D0%B5%D1%81%D1%96%D1%8F/2021/29.07.2021/29.07.2021.18.%D0%B7%D0%B5%D0%BC%D0%BB%D1%8F%D0%BE%D1%80%D0%B5%D0%BD%D0%B4%D0%B0.docx" TargetMode="External"/><Relationship Id="rId433" Type="http://schemas.openxmlformats.org/officeDocument/2006/relationships/hyperlink" Target="http://novagromada.gov.ua/images/%D0%9F%D1%80%D0%BE%D0%B5%D0%BA%D1%82%D0%B8_%D1%81%D0%B5%D1%81%D1%96%D1%8F/2021/26.08.2021/26.08.2021.33.%D0%97%D0%B5%D0%BB%D0%B5%D0%BD%D1%96_%D0%9A%D1%83%D1%80%D0%B8%D0%BB%D1%96%D0%B2%D1%86%D1%96.doc" TargetMode="External"/><Relationship Id="rId268" Type="http://schemas.openxmlformats.org/officeDocument/2006/relationships/hyperlink" Target="http://novagromada.gov.ua/images/%D0%9F%D1%80%D0%BE%D0%B5%D0%BA%D1%82%D0%B8_%D1%81%D0%B5%D1%81%D1%96%D1%8F/2021/29.07.2021/29.07.2021.19.%D0%B7%D0%B5%D0%BC%D0%BB%D1%8F%D0%BE%D1%80%D0%B5%D0%BD%D0%B4%D0%B0.docx" TargetMode="External"/><Relationship Id="rId32" Type="http://schemas.openxmlformats.org/officeDocument/2006/relationships/hyperlink" Target="http://novagromada.gov.ua/images/sesiu/2021/280121/2021.01.28.23_%D0%B7%D0%B5%D0%BC%D0%BB%D1%8F.doc" TargetMode="External"/><Relationship Id="rId74" Type="http://schemas.openxmlformats.org/officeDocument/2006/relationships/hyperlink" Target="http://novagromada.gov.ua/images/%D0%9F%D1%80%D0%BE%D0%B5%D0%BA%D1%82%D0%B8_%D1%81%D0%B5%D1%81%D1%96%D1%8F/2021/25.03.2021/2021.03.25.31.%D0%B2%D1%96%D0%B4%D0%B2%D0%B5%D0%B4%D0%B5%D0%BD%D0%BD2.doc" TargetMode="External"/><Relationship Id="rId128" Type="http://schemas.openxmlformats.org/officeDocument/2006/relationships/hyperlink" Target="http://novagromada.gov.ua/images/%D0%9F%D1%80%D0%BE%D0%B5%D0%BA%D1%82%D0%B8_%D1%81%D0%B5%D1%81%D1%96%D1%8F/2021/29.04.2021/2021.04.29.32.%D0%B7%D0%B5%D0%BC%D0%BB%D1%8F%D0%B7%D0%B0%D1%82%D0%B2%D0%B5%D1%80%D0%B4%D0%B6%D0%B5%D0%BD%D0%BD%D1%8F.doc" TargetMode="External"/><Relationship Id="rId335" Type="http://schemas.openxmlformats.org/officeDocument/2006/relationships/hyperlink" Target="http://novagromada.gov.ua/images/%D0%9F%D1%80%D0%BE%D0%B5%D0%BA%D1%82%D0%B8_%D1%81%D0%B5%D1%81%D1%96%D1%8F/2021/29.07.2021/29.07.2021.41.%D0%B7%D0%B5%D0%BC%D0%BB%D1%8F%D0%A1%D1%82%D1%80%D1%83%D0%B3%D0%B0.doc" TargetMode="External"/><Relationship Id="rId377" Type="http://schemas.openxmlformats.org/officeDocument/2006/relationships/hyperlink" Target="http://novagromada.gov.ua/images/%D0%9F%D1%80%D0%BE%D0%B5%D0%BA%D1%82%D0%B8_%D1%81%D0%B5%D1%81%D1%96%D1%8F/2021/26.08.2021/26.08.2021.42.%D0%B7%D0%B5%D0%BC%D0%BB%D1%8F%D0%A1%D1%83%D0%B4.doc" TargetMode="External"/><Relationship Id="rId5" Type="http://schemas.openxmlformats.org/officeDocument/2006/relationships/hyperlink" Target="http://novagromada.gov.ua/images/%D0%9F%D1%80%D0%BE%D0%B5%D0%BA%D1%82%D0%B8_%D1%81%D0%B5%D1%81%D1%96%D1%8F/2020/24122020/2020.12.24.12_%D0%B6%D0%BA%D0%B3_1.doc" TargetMode="External"/><Relationship Id="rId181" Type="http://schemas.openxmlformats.org/officeDocument/2006/relationships/hyperlink" Target="http://novagromada.gov.ua/images/%D0%9F%D1%80%D0%BE%D0%B5%D0%BA%D1%82%D0%B8_%D1%81%D0%B5%D1%81%D1%96%D1%8F/2021/27.05.2021/2021.05.27.19.%D0%BF%D0%B0%D1%81%D0%BE%D0%B2%D0%B8%D1%89%D0%B0.doc" TargetMode="External"/><Relationship Id="rId237" Type="http://schemas.openxmlformats.org/officeDocument/2006/relationships/hyperlink" Target="http://novagromada.gov.ua/images/%D0%9F%D1%80%D0%BE%D0%B5%D0%BA%D1%82%D0%B8_%D1%81%D0%B5%D1%81%D1%96%D1%8F/2021/29.07.2021/29.07.2021.29.%D0%B7%D0%B5%D0%BC%D0%BB%D1%8F%D0%92%D1%96%D0%BB%D1%8C%D1%85%D0%BE%D0%B2%D0%B5%D1%86%D1%8C.doc" TargetMode="External"/><Relationship Id="rId402" Type="http://schemas.openxmlformats.org/officeDocument/2006/relationships/hyperlink" Target="http://novagromada.gov.ua/images/%D0%9F%D1%80%D0%BE%D0%B5%D0%BA%D1%82%D0%B8_%D1%81%D0%B5%D1%81%D1%96%D1%8F/2021/26.08.2021/26.08.2021.26.%D0%B7%D0%B5%D0%BC%D0%BB%D1%8F%D0%B2%D1%96%D0%B4%D0%BD%D0%BE%D0%B2%D0%BB%D0%B5%D0%BD%D0%BD%D1%8F1.doc" TargetMode="External"/><Relationship Id="rId279" Type="http://schemas.openxmlformats.org/officeDocument/2006/relationships/hyperlink" Target="http://novagromada.gov.ua/images/%D0%9F%D1%80%D0%BE%D0%B5%D0%BA%D1%82%D0%B8_%D1%81%D0%B5%D1%81%D1%96%D1%8F/2021/29.07.2021/29.07.2021.23.%D0%B7%D0%B5%D0%BC%D0%BB%D1%8F%D1%96%D0%B4%D0%BE%D0%B7%D0%B2%D1%96%D0%BB.doc" TargetMode="External"/><Relationship Id="rId444" Type="http://schemas.openxmlformats.org/officeDocument/2006/relationships/hyperlink" Target="http://novagromada.gov.ua/images/%D0%9F%D1%80%D0%BE%D0%B5%D0%BA%D1%82%D0%B8_%D1%81%D0%B5%D1%81%D1%96%D1%8F/2021/26.08.2021/26.08.2021.36.%D0%B7%D0%B5%D0%BC%D0%BB%D1%8F%D0%9C%D0%A1%D1%82%D1%80%D1%83%D0%B6%D0%BA%D0%B0.doc" TargetMode="External"/><Relationship Id="rId43" Type="http://schemas.openxmlformats.org/officeDocument/2006/relationships/hyperlink" Target="http://novagromada.gov.ua/images/%D0%9F%D1%80%D0%BE%D0%B5%D0%BA%D1%82%D0%B8_%D1%81%D0%B5%D1%81%D1%96%D1%8F/2021/25.03.2021/2021.03.25.28.%D0%B4%D0%BE%D0%B7%D0%B2%D1%96%D0%BB.doc" TargetMode="External"/><Relationship Id="rId139" Type="http://schemas.openxmlformats.org/officeDocument/2006/relationships/hyperlink" Target="http://novagromada.gov.ua/images/%D0%9F%D1%80%D0%BE%D0%B5%D0%BA%D1%82%D0%B8_%D1%81%D0%B5%D1%81%D1%96%D1%8F/2021/29.04.2021/2021.04.29.37.%D0%B7%D0%B5%D0%BC%D0%BB%D1%8F%D0%BE%D1%80%D0%B5%D0%BD%D0%B4%D0%B0.doc" TargetMode="External"/><Relationship Id="rId290" Type="http://schemas.openxmlformats.org/officeDocument/2006/relationships/hyperlink" Target="http://novagromada.gov.ua/images/%D0%9F%D1%80%D0%BE%D0%B5%D0%BA%D1%82%D0%B8_%D1%81%D0%B5%D1%81%D1%96%D1%8F/2021/29.07.2021/29.07.2021.26.%D0%B7%D0%B5%D0%BC%D0%BB%D1%8F%D0%B7%D0%B0%D1%82%D0%B2%D0%B5%D1%80%D0%B4%D0%B6%D0%B5%D0%BD%D0%BD%D1%8F.doc" TargetMode="External"/><Relationship Id="rId304" Type="http://schemas.openxmlformats.org/officeDocument/2006/relationships/hyperlink" Target="http://novagromada.gov.ua/images/%D0%9F%D1%80%D0%BE%D0%B5%D0%BA%D1%82%D0%B8_%D1%81%D0%B5%D1%81%D1%96%D1%8F/2021/29.07.2021/29.07.2021.31.%D0%B7%D0%B5%D0%BC%D0%BB%D1%8F%D0%96%D0%B0%D0%B1%D0%B8%D0%BD%D1%86%D1%96.doc" TargetMode="External"/><Relationship Id="rId346" Type="http://schemas.openxmlformats.org/officeDocument/2006/relationships/hyperlink" Target="http://novagromada.gov.ua/images/%D0%9F%D1%80%D0%BE%D0%B5%D0%BA%D1%82%D0%B8_%D1%81%D0%B5%D1%81%D1%96%D1%8F/2021/29.07.2021/29.07.2021.45.%D0%B7%D0%B5%D0%BC%D0%BB%D1%8F%D0%A0%D1%83%D0%B4%D0%BAi%D0%B2%D1%86i.docx" TargetMode="External"/><Relationship Id="rId388" Type="http://schemas.openxmlformats.org/officeDocument/2006/relationships/hyperlink" Target="http://novagromada.gov.ua/images/%D0%9F%D1%80%D0%BE%D0%B5%D0%BA%D1%82%D0%B8_%D1%81%D0%B5%D1%81%D1%96%D1%8F/2021/26.08.2021/26.08.2021.20.%D0%B7%D0%B5%D0%BC%D0%BB%D1%8F%D0%9F%D1%80%D0%B8%D0%BF%D0%B8%D0%BD%D0%B5%D0%BD%D0%BD%D1%8F.doc" TargetMode="External"/><Relationship Id="rId85" Type="http://schemas.openxmlformats.org/officeDocument/2006/relationships/hyperlink" Target="http://novagromada.gov.ua/images/%D0%9F%D1%80%D0%BE%D0%B5%D0%BA%D1%82%D0%B8_%D1%81%D0%B5%D1%81%D1%96%D1%8F/2021/25.03.2021/2021.03.25.35.%D0%BE%D1%80%D0%B5%D0%BD%D0%B4%D0%B0.doc" TargetMode="External"/><Relationship Id="rId150" Type="http://schemas.openxmlformats.org/officeDocument/2006/relationships/hyperlink" Target="http://novagromada.gov.ua/images/%D0%9F%D1%80%D0%BE%D0%B5%D0%BA%D1%82%D0%B8_%D1%81%D0%B5%D1%81%D1%96%D1%8F/2021/29.04.2021/2021.04.29.41.%D0%B7%D0%B5%D0%BC%D0%BB%D1%8F%D0%BF%D1%80%D0%B8%D0%BF%D0%B8%D0%BD%D0%B5%D0%BD%D0%BD%D1%8F.doc" TargetMode="External"/><Relationship Id="rId192" Type="http://schemas.openxmlformats.org/officeDocument/2006/relationships/hyperlink" Target="http://novagromada.gov.ua/images/%D0%9F%D1%80%D0%BE%D0%B5%D0%BA%D1%82%D0%B8_%D1%81%D0%B5%D1%81%D1%96%D1%8F/2021/27.05.2021/2021.05.27.23.%D0%B2%D0%B8%D0%B4i%D0%BB%D0%B5%D0%BD%D0%BD%D1%8F.doc" TargetMode="External"/><Relationship Id="rId206" Type="http://schemas.openxmlformats.org/officeDocument/2006/relationships/hyperlink" Target="http://novagromada.gov.ua/images/%D0%9F%D1%80%D0%BE%D0%B5%D0%BA%D1%82%D0%B8_%D1%81%D0%B5%D1%81%D1%96%D1%8F/2021/27.05.2021/2021.05.27.27.%D0%BE%D1%80%D0%B5%D0%BD%D0%B4%D0%B0.docx" TargetMode="External"/><Relationship Id="rId413" Type="http://schemas.openxmlformats.org/officeDocument/2006/relationships/hyperlink" Target="http://novagromada.gov.ua/images/%D0%9F%D1%80%D0%BE%D0%B5%D0%BA%D1%82%D0%B8_%D1%81%D0%B5%D1%81%D1%96%D1%8F/2021/26.08.2021/26.08.2021.29.%D0%B7%D0%B5%D0%BC%D0%BB%D1%8F%D0%91%D0%BE%D1%80%D1%81%D1%83%D0%BA%D0%B8.doc" TargetMode="External"/><Relationship Id="rId248" Type="http://schemas.openxmlformats.org/officeDocument/2006/relationships/hyperlink" Target="http://novagromada.gov.ua/images/%D0%9F%D1%80%D0%BE%D0%B5%D0%BA%D1%82%D0%B8_%D1%81%D0%B5%D1%81%D1%96%D1%8F/2021/29.07.2021/29.07.2021.40.%D0%B7%D0%B5%D0%BC%D0%BB%D1%8F%D0%A1%D1%82%D0%B0%D0%B2%D1%87%D0%B0%D0%BD%D0%B8.doc" TargetMode="External"/><Relationship Id="rId455" Type="http://schemas.openxmlformats.org/officeDocument/2006/relationships/hyperlink" Target="http://novagromada.gov.ua/images/%D0%9F%D1%80%D0%BE%D0%B5%D0%BA%D1%82%D0%B8_%D1%81%D0%B5%D1%81%D1%96%D1%8F/2021/26.08.2021/26.08.2021.41.%D0%9D%D0%A3%D1%88%D0%B8%D1%86%D1%8F.doc" TargetMode="External"/><Relationship Id="rId12" Type="http://schemas.openxmlformats.org/officeDocument/2006/relationships/hyperlink" Target="http://novagromada.gov.ua/images/sesiu/2021/280121/2021.01.28.20_%D0%BF%D0%B0%D1%97.doc" TargetMode="External"/><Relationship Id="rId108" Type="http://schemas.openxmlformats.org/officeDocument/2006/relationships/hyperlink" Target="http://novagromada.gov.ua/images/%D0%9F%D1%80%D0%BE%D0%B5%D0%BA%D1%82%D0%B8_%D1%81%D0%B5%D1%81%D1%96%D1%8F/2021/29.04.2021/2021.04.29.38.%D0%B7%D0%B5%D0%BC%D0%BB%D1%8F%D0%B4%D0%BE%D0%B7%D0%B2%D1%96%D0%BB.doc" TargetMode="External"/><Relationship Id="rId315" Type="http://schemas.openxmlformats.org/officeDocument/2006/relationships/hyperlink" Target="http://novagromada.gov.ua/images/%D0%9F%D1%80%D0%BE%D0%B5%D0%BA%D1%82%D0%B8_%D1%81%D0%B5%D1%81%D1%96%D1%8F/2021/29.07.2021/29.07.2021.35.%D0%B7%D0%B5%D0%BC%D0%BB%D1%8F%D0%9A%D0%BE%D1%81%D0%B8%D0%BA%D1%96%D0%B2%D1%86%D1%96.doc" TargetMode="External"/><Relationship Id="rId357" Type="http://schemas.openxmlformats.org/officeDocument/2006/relationships/hyperlink" Target="http://novagromada.gov.ua/images/%D0%9F%D1%80%D0%BE%D0%B5%D0%BA%D1%82%D0%B8_%D1%81%D0%B5%D1%81%D1%96%D1%8F/2021/26.08.2021/26.08.2021.25.%D0%B7%D0%B5%D0%BC%D0%BB%D1%8F%D0%B2%D0%BB%D0%B0%D1%81%D0%BD%D1%96%D1%81%D1%82%D1%8C1.doc" TargetMode="External"/><Relationship Id="rId54" Type="http://schemas.openxmlformats.org/officeDocument/2006/relationships/hyperlink" Target="http://novagromada.gov.ua/images/%D0%9F%D1%80%D0%BE%D0%B5%D0%BA%D1%82%D0%B8_%D1%81%D0%B5%D1%81%D1%96%D1%8F/2021/25.03.2021/2021.03.25.39_1.doc" TargetMode="External"/><Relationship Id="rId96" Type="http://schemas.openxmlformats.org/officeDocument/2006/relationships/hyperlink" Target="http://novagromada.gov.ua/images/%D0%9F%D1%80%D0%BE%D0%B5%D0%BA%D1%82%D0%B8_%D1%81%D0%B5%D1%81%D1%96%D1%8F/2021/25.03.2021/2021.03.25.43.%D1%82%D0%BE%D1%80%D0%B3%D0%B8.doc" TargetMode="External"/><Relationship Id="rId161" Type="http://schemas.openxmlformats.org/officeDocument/2006/relationships/hyperlink" Target="http://novagromada.gov.ua/images/%D0%9F%D1%80%D0%BE%D0%B5%D0%BA%D1%82%D0%B8_%D1%81%D0%B5%D1%81%D1%96%D1%8F/2021/27.05.2021/2021.05.27.20.%D0%BF%D1%80%D0%B8%D0%BF%D0%B8%D0%BD%D0%B5%D0%BD%D0%BD%D1%8F.docx" TargetMode="External"/><Relationship Id="rId217" Type="http://schemas.openxmlformats.org/officeDocument/2006/relationships/hyperlink" Target="http://novagromada.gov.ua/images/%D0%9F%D1%80%D0%BE%D0%B5%D0%BA%D1%82%D0%B8_%D1%81%D0%B5%D1%81%D1%96%D1%8F/2021/27.05.2021/2021.05.27.31.%D0%B2%D1%96%D0%B4%D0%BC%D0%BE%D0%B2%D0%B0.doc" TargetMode="External"/><Relationship Id="rId399" Type="http://schemas.openxmlformats.org/officeDocument/2006/relationships/hyperlink" Target="http://novagromada.gov.ua/images/%D0%9F%D1%80%D0%BE%D0%B5%D0%BA%D1%82%D0%B8_%D1%81%D0%B5%D1%81%D1%96%D1%8F/2021/26.08.2021/26.08.2021.25.%D0%B7%D0%B5%D0%BC%D0%BB%D1%8F%D0%B2%D0%BB%D0%B0%D1%81%D0%BD%D1%96%D1%81%D1%82%D1%8C1.doc" TargetMode="External"/><Relationship Id="rId259" Type="http://schemas.openxmlformats.org/officeDocument/2006/relationships/hyperlink" Target="http://novagromada.gov.ua/images/%D0%9F%D1%80%D0%BE%D0%B5%D0%BA%D1%82%D0%B8_%D1%81%D0%B5%D1%81%D1%96%D1%8F/2021/29.07.2021/29.07.2021.16.%D0%B7%D0%B5%D0%BC%D0%BB%D1%8F%D0%BF%D1%80%D0%B8%D0%BF%D0%B8%D0%BD%D0%B5%D0%BD%D0%BD%D1%8F.doc" TargetMode="External"/><Relationship Id="rId424" Type="http://schemas.openxmlformats.org/officeDocument/2006/relationships/hyperlink" Target="http://novagromada.gov.ua/images/%D0%9F%D1%80%D0%BE%D0%B5%D0%BA%D1%82%D0%B8_%D1%81%D0%B5%D1%81%D1%96%D1%8F/2021/26.08.2021/26.08.2021.32.%D0%B7%D0%B5%D0%BC%D0%BB%D1%8F%D0%92%D1%96%D0%BB%D1%8C%D1%85%D0%BE%D0%B2%D0%B5%D1%86%D1%8C.doc" TargetMode="External"/><Relationship Id="rId466" Type="http://schemas.openxmlformats.org/officeDocument/2006/relationships/theme" Target="theme/theme1.xml"/><Relationship Id="rId23" Type="http://schemas.openxmlformats.org/officeDocument/2006/relationships/hyperlink" Target="http://novagromada.gov.ua/images/sesiu/2021/280121/2021.01.28.15_%D0%B7%D0%B5%D0%BC%D0%BB.doc" TargetMode="External"/><Relationship Id="rId119" Type="http://schemas.openxmlformats.org/officeDocument/2006/relationships/hyperlink" Target="http://novagromada.gov.ua/images/%D0%9F%D1%80%D0%BE%D0%B5%D0%BA%D1%82%D0%B8_%D1%81%D0%B5%D1%81%D1%96%D1%8F/2021/29.04.2021/2021.04.29.29.%D0%BF%D0%BE%D1%80%D1%8F%D0%B4%D0%BE%D0%BA.doc" TargetMode="External"/><Relationship Id="rId270" Type="http://schemas.openxmlformats.org/officeDocument/2006/relationships/hyperlink" Target="http://novagromada.gov.ua/images/%D0%9F%D1%80%D0%BE%D0%B5%D0%BA%D1%82%D0%B8_%D1%81%D0%B5%D1%81%D1%96%D1%8F/2021/29.07.2021/29.07.2021.20.%D0%B7%D0%B5%D0%BC%D0%BB%D1%8F%D0%B2i%D0%B4%D0%B2%D0%B5%D0%B4%D0%B5%D0%BD%D0%BD%D0%BD%D1%8F.docx" TargetMode="External"/><Relationship Id="rId326" Type="http://schemas.openxmlformats.org/officeDocument/2006/relationships/hyperlink" Target="http://novagromada.gov.ua/images/%D0%9F%D1%80%D0%BE%D0%B5%D0%BA%D1%82%D0%B8_%D1%81%D0%B5%D1%81%D1%96%D1%8F/2021/29.07.2021/29.07.2021.38.%D0%B7%D0%B5%D0%BC%D0%BB%D1%8F%D0%9C%D0%B0%D0%BB%D0%B0.doc" TargetMode="External"/><Relationship Id="rId44" Type="http://schemas.openxmlformats.org/officeDocument/2006/relationships/hyperlink" Target="http://novagromada.gov.ua/images/%D0%9F%D1%80%D0%BE%D0%B5%D0%BA%D1%82%D0%B8_%D1%81%D0%B5%D1%81%D1%96%D1%8F/2021/25.03.2021/2021.03.25.29.%D1%96%D0%BD%D0%B2%D0%B5%D0%BD%D1%82%D0%B0%D1%80%D0%B8%D0%B7%D0%B0%D1%86%D1%96.doc" TargetMode="External"/><Relationship Id="rId65" Type="http://schemas.openxmlformats.org/officeDocument/2006/relationships/hyperlink" Target="http://novagromada.gov.ua/images/%D0%9F%D1%80%D0%BE%D0%B5%D0%BA%D1%82%D0%B8_%D1%81%D0%B5%D1%81%D1%96%D1%8F/2021/25.03.2021/2021.03.25.28.%D0%B4%D0%BE%D0%B7%D0%B2%D1%96%D0%BB.doc" TargetMode="External"/><Relationship Id="rId86" Type="http://schemas.openxmlformats.org/officeDocument/2006/relationships/hyperlink" Target="http://novagromada.gov.ua/images/%D0%9F%D1%80%D0%BE%D0%B5%D0%BA%D1%82%D0%B8_%D1%81%D0%B5%D1%81%D1%96%D1%8F/2021/25.03.2021/2021.03.25.36.%D1%80%D0%BE%D0%B7%D1%8B%D1%80%D0%B2%D0%B0%D0%BD%D0%BD.doc" TargetMode="External"/><Relationship Id="rId130" Type="http://schemas.openxmlformats.org/officeDocument/2006/relationships/hyperlink" Target="http://novagromada.gov.ua/images/%D0%9F%D1%80%D0%BE%D0%B5%D0%BA%D1%82%D0%B8_%D1%81%D0%B5%D1%81%D1%96%D1%8F/2021/29.04.2021/2021.04.29.33.%D0%B7%D0%B5%D0%BC%D0%BB%D1%8F%D0%B7%D0%B0%D1%82%D0%B2%D0%B5%D1%80%D0%B4%D0%B6%D0%B5%D0%BD%D0%BD%D1%8F.doc" TargetMode="External"/><Relationship Id="rId151" Type="http://schemas.openxmlformats.org/officeDocument/2006/relationships/hyperlink" Target="http://novagromada.gov.ua/images/%D0%9F%D1%80%D0%BE%D0%B5%D0%BA%D1%82%D0%B8_%D1%81%D0%B5%D1%81%D1%96%D1%8F/2021/29.04.2021/2021.04.29.43.%D0%B7%D0%B5%D0%BC%D0%BB%D1%8F%D0%BF%D1%80%D0%BE%D0%B4%D0%B0%D0%B6.doc" TargetMode="External"/><Relationship Id="rId368" Type="http://schemas.openxmlformats.org/officeDocument/2006/relationships/hyperlink" Target="http://novagromada.gov.ua/images/%D0%9F%D1%80%D0%BE%D0%B5%D0%BA%D1%82%D0%B8_%D1%81%D0%B5%D1%81%D1%96%D1%8F/2021/26.08.2021/26.08.2021.33.%D0%97%D0%B5%D0%BB%D0%B5%D0%BD%D1%96_%D0%9A%D1%83%D1%80%D0%B8%D0%BB%D1%96%D0%B2%D1%86%D1%96.doc" TargetMode="External"/><Relationship Id="rId389" Type="http://schemas.openxmlformats.org/officeDocument/2006/relationships/hyperlink" Target="http://novagromada.gov.ua/images/sesiu/2021/26.08.2021/2021.08.26.21.%D0%B7%D0%B5%D0%BC%D0%BB%D1%8F%D0%B7%D0%BC%D1%96%D0%BD%D0%B0.doc" TargetMode="External"/><Relationship Id="rId172" Type="http://schemas.openxmlformats.org/officeDocument/2006/relationships/hyperlink" Target="http://novagromada.gov.ua/images/%D0%9F%D1%80%D0%BE%D0%B5%D0%BA%D1%82%D0%B8_%D1%81%D0%B5%D1%81%D1%96%D1%8F/2021/27.05.2021/2021.05.27.31.%D0%B2%D1%96%D0%B4%D0%BC%D0%BE%D0%B2%D0%B0.doc" TargetMode="External"/><Relationship Id="rId193" Type="http://schemas.openxmlformats.org/officeDocument/2006/relationships/hyperlink" Target="http://novagromada.gov.ua/images/%D0%9F%D1%80%D0%BE%D0%B5%D0%BA%D1%82%D0%B8_%D1%81%D0%B5%D1%81%D1%96%D1%8F/2021/27.05.2021/2021.05.27.23.%D0%B2%D0%B8%D0%B4i%D0%BB%D0%B5%D0%BD%D0%BD%D1%8F.doc" TargetMode="External"/><Relationship Id="rId207" Type="http://schemas.openxmlformats.org/officeDocument/2006/relationships/hyperlink" Target="http://novagromada.gov.ua/images/%D0%9F%D1%80%D0%BE%D0%B5%D0%BA%D1%82%D0%B8_%D1%81%D0%B5%D1%81%D1%96%D1%8F/2021/27.05.2021/2021.05.27.28.%D0%B4%D0%BE%D0%B7%D0%B2%D0%BE%D0%BB%D0%B8.doc" TargetMode="External"/><Relationship Id="rId228" Type="http://schemas.openxmlformats.org/officeDocument/2006/relationships/hyperlink" Target="http://novagromada.gov.ua/images/%D0%9F%D1%80%D0%BE%D0%B5%D0%BA%D1%82%D0%B8_%D1%81%D0%B5%D1%81%D1%96%D1%8F/2021/29.07.2021/29.07.2021.20.%D0%B7%D0%B5%D0%BC%D0%BB%D1%8F%D0%B2i%D0%B4%D0%B2%D0%B5%D0%B4%D0%B5%D0%BD%D0%BD%D0%BD%D1%8F.docx" TargetMode="External"/><Relationship Id="rId249" Type="http://schemas.openxmlformats.org/officeDocument/2006/relationships/hyperlink" Target="http://novagromada.gov.ua/images/%D0%9F%D1%80%D0%BE%D0%B5%D0%BA%D1%82%D0%B8_%D1%81%D0%B5%D1%81%D1%96%D1%8F/2021/29.07.2021/29.07.2021.41.%D0%B7%D0%B5%D0%BC%D0%BB%D1%8F%D0%A1%D1%82%D1%80%D1%83%D0%B3%D0%B0.doc" TargetMode="External"/><Relationship Id="rId414" Type="http://schemas.openxmlformats.org/officeDocument/2006/relationships/hyperlink" Target="http://novagromada.gov.ua/images/%D0%9F%D1%80%D0%BE%D0%B5%D0%BA%D1%82%D0%B8_%D1%81%D0%B5%D1%81%D1%96%D1%8F/2021/26.08.2021/26.08.2021.29.%D0%B7%D0%B5%D0%BC%D0%BB%D1%8F%D0%91%D0%BE%D1%80%D1%81%D1%83%D0%BA%D0%B8.doc" TargetMode="External"/><Relationship Id="rId435" Type="http://schemas.openxmlformats.org/officeDocument/2006/relationships/hyperlink" Target="http://novagromada.gov.ua/images/%D0%9F%D1%80%D0%BE%D0%B5%D0%BA%D1%82%D0%B8_%D1%81%D0%B5%D1%81%D1%96%D1%8F/2021/26.08.2021/26.08.2021._.%D0%B7%D0%B5%D0%BC%D0%BB%D1%8F%D0%86%D0%B2%D0%B0%D1%88%D0%BA%D1%96%D0%B2%D1%86%D1%96.doc" TargetMode="External"/><Relationship Id="rId456" Type="http://schemas.openxmlformats.org/officeDocument/2006/relationships/hyperlink" Target="http://novagromada.gov.ua/images/%D0%9F%D1%80%D0%BE%D0%B5%D0%BA%D1%82%D0%B8_%D1%81%D0%B5%D1%81%D1%96%D1%8F/2021/26.08.2021/26.08.2021.42.%D0%B7%D0%B5%D0%BC%D0%BB%D1%8F%D0%A1%D1%83%D0%B4.doc" TargetMode="External"/><Relationship Id="rId13" Type="http://schemas.openxmlformats.org/officeDocument/2006/relationships/hyperlink" Target="http://novagromada.gov.ua/images/sesiu/2021/280121/2021.01.28.21_%D0%B7%D0%B5%D0%BC%D0%BB.doc" TargetMode="External"/><Relationship Id="rId109" Type="http://schemas.openxmlformats.org/officeDocument/2006/relationships/hyperlink" Target="http://novagromada.gov.ua/images/%D0%9F%D1%80%D0%BE%D0%B5%D0%BA%D1%82%D0%B8_%D1%81%D0%B5%D1%81%D1%96%D1%8F/2021/29.04.2021/2021.04.29.39.%D0%B7%D0%B5%D0%BC%D0%BB%D1%8F%D0%B7%D0%BC%D1%96%D0%BD%D0%B0.doc" TargetMode="External"/><Relationship Id="rId260" Type="http://schemas.openxmlformats.org/officeDocument/2006/relationships/hyperlink" Target="http://novagromada.gov.ua/images/%D0%9F%D1%80%D0%BE%D0%B5%D0%BA%D1%82%D0%B8_%D1%81%D0%B5%D1%81%D1%96%D1%8F/2021/29.07.2021/29.07.2021.16.%D0%B7%D0%B5%D0%BC%D0%BB%D1%8F%D0%BF%D1%80%D0%B8%D0%BF%D0%B8%D0%BD%D0%B5%D0%BD%D0%BD%D1%8F.doc" TargetMode="External"/><Relationship Id="rId281" Type="http://schemas.openxmlformats.org/officeDocument/2006/relationships/hyperlink" Target="http://novagromada.gov.ua/images/%D0%9F%D1%80%D0%BE%D0%B5%D0%BA%D1%82%D0%B8_%D1%81%D0%B5%D1%81%D1%96%D1%8F/2021/29.07.2021/29.07.2021.23.%D0%B7%D0%B5%D0%BC%D0%BB%D1%8F%D1%96%D0%B4%D0%BE%D0%B7%D0%B2%D1%96%D0%BB.doc" TargetMode="External"/><Relationship Id="rId316" Type="http://schemas.openxmlformats.org/officeDocument/2006/relationships/hyperlink" Target="http://novagromada.gov.ua/images/%D0%9F%D1%80%D0%BE%D0%B5%D0%BA%D1%82%D0%B8_%D1%81%D0%B5%D1%81%D1%96%D1%8F/2021/29.07.2021/29.07.2021.35.%D0%B7%D0%B5%D0%BC%D0%BB%D1%8F%D0%9A%D0%BE%D1%81%D0%B8%D0%BA%D1%96%D0%B2%D1%86%D1%96.doc" TargetMode="External"/><Relationship Id="rId337" Type="http://schemas.openxmlformats.org/officeDocument/2006/relationships/hyperlink" Target="http://novagromada.gov.ua/images/%D0%9F%D1%80%D0%BE%D0%B5%D0%BA%D1%82%D0%B8_%D1%81%D0%B5%D1%81%D1%96%D1%8F/2021/29.07.2021/29.07.2021.42.%D0%B7%D0%B5%D0%BC%D0%BB%D1%8F%D0%A5%D1%80%D0%B5%D0%B1%D1%82%D1%96%D1%97%D0%B2.doc" TargetMode="External"/><Relationship Id="rId34" Type="http://schemas.openxmlformats.org/officeDocument/2006/relationships/hyperlink" Target="http://novagromada.gov.ua/images/sesiu/2021/280121/2021.01.28.24_%D0%BA%D0%BE%D0%BC%D1%83%D0%BD%D0%B0%D0%BB%D1%8C%D0%BD%D0%B0.doc" TargetMode="External"/><Relationship Id="rId55" Type="http://schemas.openxmlformats.org/officeDocument/2006/relationships/hyperlink" Target="http://novagromada.gov.ua/images/%D0%9F%D1%80%D0%BE%D0%B5%D0%BA%D1%82%D0%B8_%D1%81%D0%B5%D1%81%D1%96%D1%8F/2021/25.03.2021/2021.03.25.40.%D0%B2%D1%96%D0%B4%D0%BD%D0%BE%D0%B2%D0%BB%D0%B5%D0%BD%D0%BD.doc" TargetMode="External"/><Relationship Id="rId76" Type="http://schemas.openxmlformats.org/officeDocument/2006/relationships/hyperlink" Target="http://novagromada.gov.ua/images/%D0%9F%D1%80%D0%BE%D0%B5%D0%BA%D1%82%D0%B8_%D1%81%D0%B5%D1%81%D1%96%D1%8F/2021/25.03.2021/2021.03.25.31.%D0%B2%D1%96%D0%B4%D0%B2%D0%B5%D0%B4%D0%B5%D0%BD%D0%BD2.doc" TargetMode="External"/><Relationship Id="rId97" Type="http://schemas.openxmlformats.org/officeDocument/2006/relationships/hyperlink" Target="http://novagromada.gov.ua/images/%D0%9F%D1%80%D0%BE%D0%B5%D0%BA%D1%82%D0%B8_%D1%81%D0%B5%D1%81%D1%96%D1%8F/2021/25.03.2021/2021.03.25.43.%D1%82%D0%BE%D1%80%D0%B3%D0%B8.doc" TargetMode="External"/><Relationship Id="rId120" Type="http://schemas.openxmlformats.org/officeDocument/2006/relationships/hyperlink" Target="http://novagromada.gov.ua/images/%D0%9F%D1%80%D0%BE%D0%B5%D0%BA%D1%82%D0%B8_%D1%81%D0%B5%D1%81%D1%96%D1%8F/2021/29.04.2021/2021.04.29.29.%D0%BF%D0%BE%D1%80%D1%8F%D0%B4%D0%BE%D0%BA.doc" TargetMode="External"/><Relationship Id="rId141" Type="http://schemas.openxmlformats.org/officeDocument/2006/relationships/hyperlink" Target="http://novagromada.gov.ua/images/%D0%9F%D1%80%D0%BE%D0%B5%D0%BA%D1%82%D0%B8_%D1%81%D0%B5%D1%81%D1%96%D1%8F/2021/29.04.2021/2021.04.29.37.%D0%B7%D0%B5%D0%BC%D0%BB%D1%8F%D0%BE%D1%80%D0%B5%D0%BD%D0%B4%D0%B0.doc" TargetMode="External"/><Relationship Id="rId358" Type="http://schemas.openxmlformats.org/officeDocument/2006/relationships/hyperlink" Target="http://novagromada.gov.ua/images/%D0%9F%D1%80%D0%BE%D0%B5%D0%BA%D1%82%D0%B8_%D1%81%D0%B5%D1%81%D1%96%D1%8F/2021/26.08.2021/26.08.2021.26.%D0%B7%D0%B5%D0%BC%D0%BB%D1%8F%D0%B2%D1%96%D0%B4%D0%BD%D0%BE%D0%B2%D0%BB%D0%B5%D0%BD%D0%BD%D1%8F1.doc" TargetMode="External"/><Relationship Id="rId379" Type="http://schemas.openxmlformats.org/officeDocument/2006/relationships/hyperlink" Target="http://novagromada.gov.ua/images/%D0%9F%D1%80%D0%BE%D0%B5%D0%BA%D1%82%D0%B8_%D1%81%D0%B5%D1%81%D1%96%D1%8F/2021/26.08.2021/26.08.2021.45.%D0%B7%D0%B5%D0%BC%D0%BB%D1%8F%D0%BF%D1%80%D0%BE%D0%B4%D0%B0%D0%B61.doc" TargetMode="External"/><Relationship Id="rId7" Type="http://schemas.openxmlformats.org/officeDocument/2006/relationships/hyperlink" Target="http://novagromada.gov.ua/images/%D0%9F%D1%80%D0%BE%D0%B5%D0%BA%D1%82%D0%B8_%D1%81%D0%B5%D1%81%D1%96%D1%8F/2020/24122020/2020.12.24.12_%D0%B6%D0%BA%D0%B3_1.doc" TargetMode="External"/><Relationship Id="rId162" Type="http://schemas.openxmlformats.org/officeDocument/2006/relationships/hyperlink" Target="http://novagromada.gov.ua/images/%D0%9F%D1%80%D0%BE%D0%B5%D0%BA%D1%82%D0%B8_%D1%81%D0%B5%D1%81%D1%96%D1%8F/2021/27.05.2021/2021.05.27.21.%D0%BF%D1%80%D0%B8%D0%BF%D0%B8%D0%BD%D0%B5%D0%BD%D0%BD%D1%8F.doc" TargetMode="External"/><Relationship Id="rId183" Type="http://schemas.openxmlformats.org/officeDocument/2006/relationships/hyperlink" Target="http://novagromada.gov.ua/images/%D0%9F%D1%80%D0%BE%D0%B5%D0%BA%D1%82%D0%B8_%D1%81%D0%B5%D1%81%D1%96%D1%8F/2021/27.05.2021/2021.05.27.20.%D0%BF%D1%80%D0%B8%D0%BF%D0%B8%D0%BD%D0%B5%D0%BD%D0%BD%D1%8F.docx" TargetMode="External"/><Relationship Id="rId218" Type="http://schemas.openxmlformats.org/officeDocument/2006/relationships/hyperlink" Target="http://novagromada.gov.ua/images/%D0%9F%D1%80%D0%BE%D0%B5%D0%BA%D1%82%D0%B8_%D1%81%D0%B5%D1%81%D1%96%D1%8F/2021/27.05.2021/2021.05.27.31.%D0%B2%D1%96%D0%B4%D0%BC%D0%BE%D0%B2%D0%B0.doc" TargetMode="External"/><Relationship Id="rId239" Type="http://schemas.openxmlformats.org/officeDocument/2006/relationships/hyperlink" Target="http://novagromada.gov.ua/images/%D0%9F%D1%80%D0%BE%D0%B5%D0%BA%D1%82%D0%B8_%D1%81%D0%B5%D1%81%D1%96%D1%8F/2021/29.07.2021/29.07.2021.31.%D0%B7%D0%B5%D0%BC%D0%BB%D1%8F%D0%96%D0%B0%D0%B1%D0%B8%D0%BD%D1%86%D1%96.doc" TargetMode="External"/><Relationship Id="rId390" Type="http://schemas.openxmlformats.org/officeDocument/2006/relationships/hyperlink" Target="http://novagromada.gov.ua/images/sesiu/2021/26.08.2021/2021.08.26.21.%D0%B7%D0%B5%D0%BC%D0%BB%D1%8F%D0%B7%D0%BC%D1%96%D0%BD%D0%B0.doc" TargetMode="External"/><Relationship Id="rId404" Type="http://schemas.openxmlformats.org/officeDocument/2006/relationships/hyperlink" Target="http://novagromada.gov.ua/images/%D0%9F%D1%80%D0%BE%D0%B5%D0%BA%D1%82%D0%B8_%D1%81%D0%B5%D1%81%D1%96%D1%8F/2021/26.08.2021/2021.08.26.26.%D0%B7%D0%B5%D0%BC%D0%BB%D1%8F%D0%BF%D0%B0%D1%81%D0%BE%D0%B2%D0%B8%D1%89%D0%B0.doc" TargetMode="External"/><Relationship Id="rId425" Type="http://schemas.openxmlformats.org/officeDocument/2006/relationships/hyperlink" Target="http://novagromada.gov.ua/images/%D0%9F%D1%80%D0%BE%D0%B5%D0%BA%D1%82%D0%B8_%D1%81%D0%B5%D1%81%D1%96%D1%8F/2021/26.08.2021/26.08.2021._.%D0%B7%D0%B5%D0%BC%D0%BB%D1%8F%D0%93%D0%BB%D0%B8%D0%B1%D1%96%D0%B2%D0%BA%D0%B0.doc" TargetMode="External"/><Relationship Id="rId446" Type="http://schemas.openxmlformats.org/officeDocument/2006/relationships/hyperlink" Target="http://novagromada.gov.ua/images/%D0%9F%D1%80%D0%BE%D0%B5%D0%BA%D1%82%D0%B8_%D1%81%D0%B5%D1%81%D1%96%D1%8F/2021/26.08.2021/26.08.2021.38.%D0%B7%D0%B5%D0%BC%D0%BB%D1%8F%D0%9F%D0%B5%D1%81%D0%B5%D1%86%D1%8C1.doc" TargetMode="External"/><Relationship Id="rId250" Type="http://schemas.openxmlformats.org/officeDocument/2006/relationships/hyperlink" Target="http://novagromada.gov.ua/images/%D0%9F%D1%80%D0%BE%D0%B5%D0%BA%D1%82%D0%B8_%D1%81%D0%B5%D1%81%D1%96%D1%8F/2021/29.07.2021/29.07.2021.42.%D0%B7%D0%B5%D0%BC%D0%BB%D1%8F%D0%A5%D1%80%D0%B5%D0%B1%D1%82%D1%96%D1%97%D0%B2.doc" TargetMode="External"/><Relationship Id="rId271" Type="http://schemas.openxmlformats.org/officeDocument/2006/relationships/hyperlink" Target="http://novagromada.gov.ua/images/%D0%9F%D1%80%D0%BE%D0%B5%D0%BA%D1%82%D0%B8_%D1%81%D0%B5%D1%81%D1%96%D1%8F/2021/29.07.2021/29.07.2021.20.%D0%B7%D0%B5%D0%BC%D0%BB%D1%8F%D0%B2i%D0%B4%D0%B2%D0%B5%D0%B4%D0%B5%D0%BD%D0%BD%D0%BD%D1%8F.docx" TargetMode="External"/><Relationship Id="rId292" Type="http://schemas.openxmlformats.org/officeDocument/2006/relationships/hyperlink" Target="http://novagromada.gov.ua/images/%D0%9F%D1%80%D0%BE%D0%B5%D0%BA%D1%82%D0%B8_%D1%81%D0%B5%D1%81%D1%96%D1%8F/2021/29.07.2021/29.07.2021.27.%D0%B7%D0%B5%D0%BC%D0%BB%D1%8F%D0%90%D0%BD%D1%82%D0%BE%D0%BD%D1%96%D0%B2%D0%BA%D0%B0.doc" TargetMode="External"/><Relationship Id="rId306" Type="http://schemas.openxmlformats.org/officeDocument/2006/relationships/hyperlink" Target="http://novagromada.gov.ua/images/%D0%9F%D1%80%D0%BE%D0%B5%D0%BA%D1%82%D0%B8_%D1%81%D0%B5%D1%81%D1%96%D1%8F/2021/29.07.2021/29.07.2021.32.%D0%B7%D0%B5%D0%BC%D0%BB%D1%8F%D0%97%D0%B5%D0%BB%D0%B5%D0%BD%D1%96.doc" TargetMode="External"/><Relationship Id="rId24" Type="http://schemas.openxmlformats.org/officeDocument/2006/relationships/hyperlink" Target="http://novagromada.gov.ua/images/sesiu/2021/280121/2021.01.28.15_%D0%B7%D0%B5%D0%BC%D0%BB.doc" TargetMode="External"/><Relationship Id="rId45" Type="http://schemas.openxmlformats.org/officeDocument/2006/relationships/hyperlink" Target="http://novagromada.gov.ua/images/%D0%9F%D1%80%D0%BE%D0%B5%D0%BA%D1%82%D0%B8_%D1%81%D0%B5%D1%81%D1%96%D1%8F/2021/25.03.2021/2021.03.25.30.%D0%B2%D1%96%D0%B4%D0%B2%D0%B5%D0%B4%D0%B5%D0%BD%D0%BD.doc" TargetMode="External"/><Relationship Id="rId66" Type="http://schemas.openxmlformats.org/officeDocument/2006/relationships/hyperlink" Target="http://novagromada.gov.ua/images/%D0%9F%D1%80%D0%BE%D0%B5%D0%BA%D1%82%D0%B8_%D1%81%D0%B5%D1%81%D1%96%D1%8F/2021/25.03.2021/2021.03.25.28.%D0%B4%D0%BE%D0%B7%D0%B2%D1%96%D0%BB.doc" TargetMode="External"/><Relationship Id="rId87" Type="http://schemas.openxmlformats.org/officeDocument/2006/relationships/hyperlink" Target="http://novagromada.gov.ua/images/%D0%9F%D1%80%D0%BE%D0%B5%D0%BA%D1%82%D0%B8_%D1%81%D0%B5%D1%81%D1%96%D1%8F/2021/25.03.2021/2021.03.25.36.%D1%80%D0%BE%D0%B7%D1%8B%D1%80%D0%B2%D0%B0%D0%BD%D0%BD.doc" TargetMode="External"/><Relationship Id="rId110" Type="http://schemas.openxmlformats.org/officeDocument/2006/relationships/hyperlink" Target="http://novagromada.gov.ua/images/%D0%9F%D1%80%D0%BE%D0%B5%D0%BA%D1%82%D0%B8_%D1%81%D0%B5%D1%81%D1%96%D1%8F/2021/29.04.2021/2021.04.29.40.%D0%B7%D0%B5%D0%BC%D0%BB%D1%8F%D0%BF%D0%BE%D0%B4%D1%96%D0%BB.doc" TargetMode="External"/><Relationship Id="rId131" Type="http://schemas.openxmlformats.org/officeDocument/2006/relationships/hyperlink" Target="http://novagromada.gov.ua/images/%D0%9F%D1%80%D0%BE%D0%B5%D0%BA%D1%82%D0%B8_%D1%81%D0%B5%D1%81%D1%96%D1%8F/2021/29.04.2021/2021.04.29.33.%D0%B7%D0%B5%D0%BC%D0%BB%D1%8F%D0%B7%D0%B0%D1%82%D0%B2%D0%B5%D1%80%D0%B4%D0%B6%D0%B5%D0%BD%D0%BD%D1%8F.doc" TargetMode="External"/><Relationship Id="rId327" Type="http://schemas.openxmlformats.org/officeDocument/2006/relationships/hyperlink" Target="http://novagromada.gov.ua/images/%D0%9F%D1%80%D0%BE%D0%B5%D0%BA%D1%82%D0%B8_%D1%81%D0%B5%D1%81%D1%96%D1%8F/2021/29.07.2021/29.07.2021.39.%D0%B7%D0%B5%D0%BC%D0%BB%D1%8F%D0%A0%D1%83%D0%B4%D0%BA%D1%96%D0%B2%D1%86%D1%96.doc" TargetMode="External"/><Relationship Id="rId348" Type="http://schemas.openxmlformats.org/officeDocument/2006/relationships/hyperlink" Target="http://novagromada.gov.ua/images/%D0%9F%D1%80%D0%BE%D0%B5%D0%BA%D1%82%D0%B8_%D1%81%D0%B5%D1%81%D1%96%D1%8F/2021/29.07.2021/29.07.2021.46.%D0%B7%D0%B5%D0%BC%D0%BB%D1%8F%D0%BF%D0%B0%D1%81%D0%BE%D0%B2%D0%B8%D1%89%D0%B0.docx" TargetMode="External"/><Relationship Id="rId369" Type="http://schemas.openxmlformats.org/officeDocument/2006/relationships/hyperlink" Target="http://novagromada.gov.ua/images/%D0%9F%D1%80%D0%BE%D0%B5%D0%BA%D1%82%D0%B8_%D1%81%D0%B5%D1%81%D1%96%D1%8F/2021/26.08.2021/26.08.2021._.%D0%B7%D0%B5%D0%BC%D0%BB%D1%8F%D0%86%D0%B2%D0%B0%D1%88%D0%BA%D1%96%D0%B2%D1%86%D1%96.doc" TargetMode="External"/><Relationship Id="rId152" Type="http://schemas.openxmlformats.org/officeDocument/2006/relationships/hyperlink" Target="http://novagromada.gov.ua/images/%D0%9F%D1%80%D0%BE%D0%B5%D0%BA%D1%82%D0%B8_%D1%81%D0%B5%D1%81%D1%96%D1%8F/2021/29.04.2021/2021.04.29.43.%D0%B7%D0%B5%D0%BC%D0%BB%D1%8F%D0%BF%D1%80%D0%BE%D0%B4%D0%B0%D0%B6.doc" TargetMode="External"/><Relationship Id="rId173" Type="http://schemas.openxmlformats.org/officeDocument/2006/relationships/hyperlink" Target="http://novagromada.gov.ua/images/%D0%9F%D1%80%D0%BE%D0%B5%D0%BA%D1%82%D0%B8_%D1%81%D0%B5%D1%81%D1%96%D1%8F/2021/27.05.2021/2021.05.27.32.%D0%B2%D1%96%D0%B4%D0%BC%D0%BE%D0%B2%D0%B0.docx" TargetMode="External"/><Relationship Id="rId194" Type="http://schemas.openxmlformats.org/officeDocument/2006/relationships/hyperlink" Target="http://novagromada.gov.ua/images/%D0%9F%D1%80%D0%BE%D0%B5%D0%BA%D1%82%D0%B8_%D1%81%D0%B5%D1%81%D1%96%D1%8F/2021/27.05.2021/2021.05.27.23.%D0%B2%D0%B8%D0%B4i%D0%BB%D0%B5%D0%BD%D0%BD%D1%8F.doc" TargetMode="External"/><Relationship Id="rId208" Type="http://schemas.openxmlformats.org/officeDocument/2006/relationships/hyperlink" Target="http://novagromada.gov.ua/images/%D0%9F%D1%80%D0%BE%D0%B5%D0%BA%D1%82%D0%B8_%D1%81%D0%B5%D1%81%D1%96%D1%8F/2021/27.05.2021/2021.05.27.28.%D0%B4%D0%BE%D0%B7%D0%B2%D0%BE%D0%BB%D0%B8.doc" TargetMode="External"/><Relationship Id="rId229" Type="http://schemas.openxmlformats.org/officeDocument/2006/relationships/hyperlink" Target="http://novagromada.gov.ua/images/%D0%9F%D1%80%D0%BE%D0%B5%D0%BA%D1%82%D0%B8_%D1%81%D0%B5%D1%81%D1%96%D1%8F/2021/29.07.2021/29.07.2021.21.%D0%B7%D0%B5%D0%BC%D0%BB%D1%8F%D0%BF%D0%BE%D1%81%D1%82%D0%BA%D0%BE%D1%80.docx" TargetMode="External"/><Relationship Id="rId380" Type="http://schemas.openxmlformats.org/officeDocument/2006/relationships/hyperlink" Target="http://novagromada.gov.ua/images/%D0%9F%D1%80%D0%BE%D0%B5%D0%BA%D1%82%D0%B8_%D1%81%D0%B5%D1%81%D1%96%D1%8F/2021/26.08.2021/26.08.2021.45.%D0%B7%D0%B5%D0%BC%D0%BB%D1%8F%D0%BF%D1%80%D0%BE%D0%B4%D0%B0%D0%B62.doc" TargetMode="External"/><Relationship Id="rId415" Type="http://schemas.openxmlformats.org/officeDocument/2006/relationships/hyperlink" Target="http://novagromada.gov.ua/images/%D0%9F%D1%80%D0%BE%D0%B5%D0%BA%D1%82%D0%B8_%D1%81%D0%B5%D1%81%D1%96%D1%8F/2021/26.08.2021/26.08.2021.29.%D0%B7%D0%B5%D0%BC%D0%BB%D1%8F%D0%91%D0%BE%D1%80%D1%81%D1%83%D0%BA%D0%B8.doc" TargetMode="External"/><Relationship Id="rId436" Type="http://schemas.openxmlformats.org/officeDocument/2006/relationships/hyperlink" Target="http://novagromada.gov.ua/images/%D0%9F%D1%80%D0%BE%D0%B5%D0%BA%D1%82%D0%B8_%D1%81%D0%B5%D1%81%D1%96%D1%8F/2021/26.08.2021/26.08.2021._.%D0%B7%D0%B5%D0%BC%D0%BB%D1%8F%D0%86%D0%B2%D0%B0%D1%88%D0%BA%D1%96%D0%B2%D1%86%D1%96.doc" TargetMode="External"/><Relationship Id="rId457" Type="http://schemas.openxmlformats.org/officeDocument/2006/relationships/hyperlink" Target="http://novagromada.gov.ua/images/%D0%9F%D1%80%D0%BE%D0%B5%D0%BA%D1%82%D0%B8_%D1%81%D0%B5%D1%81%D1%96%D1%8F/2021/26.08.2021/26.08.2021.42.%D0%B7%D0%B5%D0%BC%D0%BB%D1%8F%D0%A1%D1%83%D0%B4.doc" TargetMode="External"/><Relationship Id="rId240" Type="http://schemas.openxmlformats.org/officeDocument/2006/relationships/hyperlink" Target="http://novagromada.gov.ua/images/%D0%9F%D1%80%D0%BE%D0%B5%D0%BA%D1%82%D0%B8_%D1%81%D0%B5%D1%81%D1%96%D1%8F/2021/29.07.2021/29.07.2021.32.%D0%B7%D0%B5%D0%BC%D0%BB%D1%8F%D0%97%D0%B5%D0%BB%D0%B5%D0%BD%D1%96.doc" TargetMode="External"/><Relationship Id="rId261" Type="http://schemas.openxmlformats.org/officeDocument/2006/relationships/hyperlink" Target="http://novagromada.gov.ua/images/%D0%9F%D1%80%D0%BE%D0%B5%D0%BA%D1%82%D0%B8_%D1%81%D0%B5%D1%81%D1%96%D1%8F/2021/29.07.2021/29.07.2021.17.%D0%B7%D0%B5%D0%BC%D0%BB%D1%8F%D0%B2%D0%B8%D0%B4%D1%96%D0%BB%D0%B5%D0%BD%D0%BD%D1%8F.docx" TargetMode="External"/><Relationship Id="rId14" Type="http://schemas.openxmlformats.org/officeDocument/2006/relationships/hyperlink" Target="http://novagromada.gov.ua/images/sesiu/2021/280121/2021.01.28.22_%D0%B7%D0%B5%D0%BC%D0%BB.doc" TargetMode="External"/><Relationship Id="rId35" Type="http://schemas.openxmlformats.org/officeDocument/2006/relationships/hyperlink" Target="http://novagromada.gov.ua/images/sesiu/2021/280121/2021.01.28.24_%D0%BA%D0%BE%D0%BC%D1%83%D0%BD%D0%B0%D0%BB%D1%8C%D0%BD%D0%B0.doc" TargetMode="External"/><Relationship Id="rId56" Type="http://schemas.openxmlformats.org/officeDocument/2006/relationships/hyperlink" Target="http://novagromada.gov.ua/images/%D0%9F%D1%80%D0%BE%D0%B5%D0%BA%D1%82%D0%B8_%D1%81%D0%B5%D1%81%D1%96%D1%8F/2021/25.03.2021/2021.03.25.43.%D1%82%D0%BE%D1%80%D0%B3%D0%B8.doc" TargetMode="External"/><Relationship Id="rId77" Type="http://schemas.openxmlformats.org/officeDocument/2006/relationships/hyperlink" Target="http://novagromada.gov.ua/images/%D0%9F%D1%80%D0%BE%D0%B5%D0%BA%D1%82%D0%B8_%D1%81%D0%B5%D1%81%D1%96%D1%8F/2021/25.03.2021/2021.03.25.33.%D0%BF%D0%BE%D0%B4%D1%96%D0%BB.doc" TargetMode="External"/><Relationship Id="rId100" Type="http://schemas.openxmlformats.org/officeDocument/2006/relationships/hyperlink" Target="http://novagromada.gov.ua/images/%D0%9F%D1%80%D0%BE%D0%B5%D0%BA%D1%82%D0%B8_%D1%81%D0%B5%D1%81%D1%96%D1%8F/2021/29.04.2021/2021.04.29.29.%D0%BF%D0%BE%D1%80%D1%8F%D0%B4%D0%BE%D0%BA.doc" TargetMode="External"/><Relationship Id="rId282" Type="http://schemas.openxmlformats.org/officeDocument/2006/relationships/hyperlink" Target="http://novagromada.gov.ua/images/%D0%9F%D1%80%D0%BE%D0%B5%D0%BA%D1%82%D0%B8_%D1%81%D0%B5%D1%81%D1%96%D1%8F/2021/29.07.2021/29.07.2021.24.%D0%B7%D0%B5%D0%BC%D0%BB%D1%8F%D1%96%D0%BD%D0%B2%D0%B5%D0%BD%D1%82%D0%B0%D1%80%D0%B8%D0%B7%D0%B0%D1%86%D1%96%D1%8F.docx" TargetMode="External"/><Relationship Id="rId317" Type="http://schemas.openxmlformats.org/officeDocument/2006/relationships/hyperlink" Target="http://novagromada.gov.ua/images/%D0%9F%D1%80%D0%BE%D0%B5%D0%BA%D1%82%D0%B8_%D1%81%D0%B5%D1%81%D1%96%D1%8F/2021/29.07.2021/29.07.2021.35.%D0%B7%D0%B5%D0%BC%D0%BB%D1%8F%D0%9A%D0%BE%D1%81%D0%B8%D0%BA%D1%96%D0%B2%D1%86%D1%96.doc" TargetMode="External"/><Relationship Id="rId338" Type="http://schemas.openxmlformats.org/officeDocument/2006/relationships/hyperlink" Target="http://novagromada.gov.ua/images/%D0%9F%D1%80%D0%BE%D0%B5%D0%BA%D1%82%D0%B8_%D1%81%D0%B5%D1%81%D1%96%D1%8F/2021/29.07.2021/29.07.2021.42.%D0%B7%D0%B5%D0%BC%D0%BB%D1%8F%D0%A5%D1%80%D0%B5%D0%B1%D1%82%D1%96%D1%97%D0%B2.doc" TargetMode="External"/><Relationship Id="rId359" Type="http://schemas.openxmlformats.org/officeDocument/2006/relationships/hyperlink" Target="http://novagromada.gov.ua/images/%D0%9F%D1%80%D0%BE%D0%B5%D0%BA%D1%82%D0%B8_%D1%81%D0%B5%D1%81%D1%96%D1%8F/2021/26.08.2021/2021.08.26.26.%D0%B7%D0%B5%D0%BC%D0%BB%D1%8F%D0%BF%D0%B0%D1%81%D0%BE%D0%B2%D0%B8%D1%89%D0%B0.doc" TargetMode="External"/><Relationship Id="rId8" Type="http://schemas.openxmlformats.org/officeDocument/2006/relationships/hyperlink" Target="http://novagromada.gov.ua/images/%D0%9F%D1%80%D0%BE%D0%B5%D0%BA%D1%82%D0%B8_%D1%81%D0%B5%D1%81%D1%96%D1%8F/2020/24122020/2020.12.24.12_%D0%B6%D0%BA%D0%B3_1.doc" TargetMode="External"/><Relationship Id="rId98" Type="http://schemas.openxmlformats.org/officeDocument/2006/relationships/hyperlink" Target="http://novagromada.gov.ua/images/%D0%9F%D1%80%D0%BE%D0%B5%D0%BA%D1%82%D0%B8_%D1%81%D0%B5%D1%81%D1%96%D1%8F/2021/25.03.2021/2021.03.25.43.%D1%82%D0%BE%D1%80%D0%B3%D0%B8.doc" TargetMode="External"/><Relationship Id="rId121" Type="http://schemas.openxmlformats.org/officeDocument/2006/relationships/hyperlink" Target="http://novagromada.gov.ua/images/%D0%9F%D1%80%D0%BE%D0%B5%D0%BA%D1%82%D0%B8_%D1%81%D0%B5%D1%81%D1%96%D1%8F/2021/29.04.2021/2021.04.29.30.%D0%B7%D0%B5%D0%BC%D0%BB%D1%8F%D0%B2%D1%96%D0%B4%D0%B2%D0%B5%D0%B4%D0%B5%D0%BD%D0%BD%D1%8F.doc" TargetMode="External"/><Relationship Id="rId142" Type="http://schemas.openxmlformats.org/officeDocument/2006/relationships/hyperlink" Target="http://novagromada.gov.ua/images/%D0%9F%D1%80%D0%BE%D0%B5%D0%BA%D1%82%D0%B8_%D1%81%D0%B5%D1%81%D1%96%D1%8F/2021/29.04.2021/2021.04.29.38.%D0%B7%D0%B5%D0%BC%D0%BB%D1%8F%D0%B4%D0%BE%D0%B7%D0%B2%D1%96%D0%BB.doc" TargetMode="External"/><Relationship Id="rId163" Type="http://schemas.openxmlformats.org/officeDocument/2006/relationships/hyperlink" Target="http://novagromada.gov.ua/images/%D0%9F%D1%80%D0%BE%D0%B5%D0%BA%D1%82%D0%B8_%D1%81%D0%B5%D1%81%D1%96%D1%8F/2021/27.05.2021/2021.05.27.22.%D0%95%D0%93%D0%9E.docx" TargetMode="External"/><Relationship Id="rId184" Type="http://schemas.openxmlformats.org/officeDocument/2006/relationships/hyperlink" Target="http://novagromada.gov.ua/images/%D0%9F%D1%80%D0%BE%D0%B5%D0%BA%D1%82%D0%B8_%D1%81%D0%B5%D1%81%D1%96%D1%8F/2021/27.05.2021/2021.05.27.20.%D0%BF%D1%80%D0%B8%D0%BF%D0%B8%D0%BD%D0%B5%D0%BD%D0%BD%D1%8F.docx" TargetMode="External"/><Relationship Id="rId219" Type="http://schemas.openxmlformats.org/officeDocument/2006/relationships/hyperlink" Target="http://novagromada.gov.ua/images/%D0%9F%D1%80%D0%BE%D0%B5%D0%BA%D1%82%D0%B8_%D1%81%D0%B5%D1%81%D1%96%D1%8F/2021/27.05.2021/2021.05.27.32.%D0%B2%D1%96%D0%B4%D0%BC%D0%BE%D0%B2%D0%B0.docx" TargetMode="External"/><Relationship Id="rId370" Type="http://schemas.openxmlformats.org/officeDocument/2006/relationships/hyperlink" Target="http://novagromada.gov.ua/images/%D0%9F%D1%80%D0%BE%D0%B5%D0%BA%D1%82%D0%B8_%D1%81%D0%B5%D1%81%D1%96%D1%8F/2021/26.08.2021/26.08.2021.34.%D0%B7%D0%B5%D0%BC%D0%BB%D1%8F%D0%9A%D0%B0%D0%BF%D1%83%D1%81%D1%82%D1%8F%D0%BD%D0%B8.doc" TargetMode="External"/><Relationship Id="rId391" Type="http://schemas.openxmlformats.org/officeDocument/2006/relationships/hyperlink" Target="http://novagromada.gov.ua/images/sesiu/2021/26.08.2021/2021.08.26.21.%D0%B7%D0%B5%D0%BC%D0%BB%D1%8F%D0%B7%D0%BC%D1%96%D0%BD%D0%B0.doc" TargetMode="External"/><Relationship Id="rId405" Type="http://schemas.openxmlformats.org/officeDocument/2006/relationships/hyperlink" Target="http://novagromada.gov.ua/images/%D0%9F%D1%80%D0%BE%D0%B5%D0%BA%D1%82%D0%B8_%D1%81%D0%B5%D1%81%D1%96%D1%8F/2021/26.08.2021/2021.08.26.26.%D0%B7%D0%B5%D0%BC%D0%BB%D1%8F%D0%BF%D0%B0%D1%81%D0%BE%D0%B2%D0%B8%D1%89%D0%B0.doc" TargetMode="External"/><Relationship Id="rId426" Type="http://schemas.openxmlformats.org/officeDocument/2006/relationships/hyperlink" Target="http://novagromada.gov.ua/images/%D0%9F%D1%80%D0%BE%D0%B5%D0%BA%D1%82%D0%B8_%D1%81%D0%B5%D1%81%D1%96%D1%8F/2021/26.08.2021/26.08.2021._.%D0%B7%D0%B5%D0%BC%D0%BB%D1%8F%D0%93%D0%BB%D0%B8%D0%B1%D1%96%D0%B2%D0%BA%D0%B0.doc" TargetMode="External"/><Relationship Id="rId447" Type="http://schemas.openxmlformats.org/officeDocument/2006/relationships/hyperlink" Target="http://novagromada.gov.ua/images/%D0%9F%D1%80%D0%BE%D0%B5%D0%BA%D1%82%D0%B8_%D1%81%D0%B5%D1%81%D1%96%D1%8F/2021/26.08.2021/26.08.2021.38.%D0%B7%D0%B5%D0%BC%D0%BB%D1%8F%D0%9F%D0%B5%D1%81%D0%B5%D1%86%D1%8C1.doc" TargetMode="External"/><Relationship Id="rId230" Type="http://schemas.openxmlformats.org/officeDocument/2006/relationships/hyperlink" Target="http://novagromada.gov.ua/images/%D0%9F%D1%80%D0%BE%D0%B5%D0%BA%D1%82%D0%B8_%D1%81%D0%B5%D1%81%D1%96%D1%8F/2021/29.07.2021/29.07.2021.22.%D0%B7%D0%B5%D0%BC%D0%BB%D1%8F%D0%B2%D0%BB%D0%B0%D1%81%D0%BD%D1%96%D1%81%D1%82%D1%8C.doc" TargetMode="External"/><Relationship Id="rId251" Type="http://schemas.openxmlformats.org/officeDocument/2006/relationships/hyperlink" Target="http://novagromada.gov.ua/images/%D0%9F%D1%80%D0%BE%D0%B5%D0%BA%D1%82%D0%B8_%D1%81%D0%B5%D1%81%D1%96%D1%8F/2021/29.07.2021/29.07.2021.43.%D0%B7%D0%B5%D0%BC%D0%BB%D1%8F%D0%A8%D0%B5%D0%B1%D1%83%D1%82%D0%B8%D0%BD%D1%86%D1%96.doc" TargetMode="External"/><Relationship Id="rId25" Type="http://schemas.openxmlformats.org/officeDocument/2006/relationships/hyperlink" Target="http://novagromada.gov.ua/images/sesiu/2021/280121/2021.01.28.16_%D0%B7%D0%B5%D0%BC%D0%BB.doc" TargetMode="External"/><Relationship Id="rId46" Type="http://schemas.openxmlformats.org/officeDocument/2006/relationships/hyperlink" Target="http://novagromada.gov.ua/images/%D0%9F%D1%80%D0%BE%D0%B5%D0%BA%D1%82%D0%B8_%D1%81%D0%B5%D1%81%D1%96%D1%8F/2021/25.03.2021/2021.03.25.31.%D0%B2%D1%96%D0%B4%D0%B2%D0%B5%D0%B4%D0%B5%D0%BD%D0%BD2.doc" TargetMode="External"/><Relationship Id="rId67" Type="http://schemas.openxmlformats.org/officeDocument/2006/relationships/hyperlink" Target="http://novagromada.gov.ua/images/%D0%9F%D1%80%D0%BE%D0%B5%D0%BA%D1%82%D0%B8_%D1%81%D0%B5%D1%81%D1%96%D1%8F/2021/25.03.2021/2021.03.25.28.%D0%B4%D0%BE%D0%B7%D0%B2%D1%96%D0%BB.doc" TargetMode="External"/><Relationship Id="rId272" Type="http://schemas.openxmlformats.org/officeDocument/2006/relationships/hyperlink" Target="http://novagromada.gov.ua/images/%D0%9F%D1%80%D0%BE%D0%B5%D0%BA%D1%82%D0%B8_%D1%81%D0%B5%D1%81%D1%96%D1%8F/2021/29.07.2021/29.07.2021.20.%D0%B7%D0%B5%D0%BC%D0%BB%D1%8F%D0%B2i%D0%B4%D0%B2%D0%B5%D0%B4%D0%B5%D0%BD%D0%BD%D0%BD%D1%8F.docx" TargetMode="External"/><Relationship Id="rId293" Type="http://schemas.openxmlformats.org/officeDocument/2006/relationships/hyperlink" Target="http://novagromada.gov.ua/images/%D0%9F%D1%80%D0%BE%D0%B5%D0%BA%D1%82%D0%B8_%D1%81%D0%B5%D1%81%D1%96%D1%8F/2021/29.07.2021/29.07.2021.27.%D0%B7%D0%B5%D0%BC%D0%BB%D1%8F%D0%90%D0%BD%D1%82%D0%BE%D0%BD%D1%96%D0%B2%D0%BA%D0%B0.doc" TargetMode="External"/><Relationship Id="rId307" Type="http://schemas.openxmlformats.org/officeDocument/2006/relationships/hyperlink" Target="http://novagromada.gov.ua/images/%D0%9F%D1%80%D0%BE%D0%B5%D0%BA%D1%82%D0%B8_%D1%81%D0%B5%D1%81%D1%96%D1%8F/2021/29.07.2021/29.07.2021.32.%D0%B7%D0%B5%D0%BC%D0%BB%D1%8F%D0%97%D0%B5%D0%BB%D0%B5%D0%BD%D1%96.doc" TargetMode="External"/><Relationship Id="rId328" Type="http://schemas.openxmlformats.org/officeDocument/2006/relationships/hyperlink" Target="http://novagromada.gov.ua/images/%D0%9F%D1%80%D0%BE%D0%B5%D0%BA%D1%82%D0%B8_%D1%81%D0%B5%D1%81%D1%96%D1%8F/2021/29.07.2021/29.07.2021.39.%D0%B7%D0%B5%D0%BC%D0%BB%D1%8F%D0%A0%D1%83%D0%B4%D0%BA%D1%96%D0%B2%D1%86%D1%96.doc" TargetMode="External"/><Relationship Id="rId349" Type="http://schemas.openxmlformats.org/officeDocument/2006/relationships/hyperlink" Target="http://novagromada.gov.ua/images/%D0%9F%D1%80%D0%BE%D0%B5%D0%BA%D1%82%D0%B8_%D1%81%D0%B5%D1%81%D1%96%D1%8F/2021/29.07.2021/29.07.2021.46.%D0%B7%D0%B5%D0%BC%D0%BB%D1%8F%D0%BF%D0%B0%D1%81%D0%BE%D0%B2%D0%B8%D1%89%D0%B0.docx" TargetMode="External"/><Relationship Id="rId88" Type="http://schemas.openxmlformats.org/officeDocument/2006/relationships/hyperlink" Target="http://novagromada.gov.ua/images/%D0%9F%D1%80%D0%BE%D0%B5%D0%BA%D1%82%D0%B8_%D1%81%D0%B5%D1%81%D1%96%D1%8F/2021/25.03.2021/2021.03.25.36.%D1%80%D0%BE%D0%B7%D1%8B%D1%80%D0%B2%D0%B0%D0%BD%D0%BD.doc" TargetMode="External"/><Relationship Id="rId111" Type="http://schemas.openxmlformats.org/officeDocument/2006/relationships/hyperlink" Target="http://novagromada.gov.ua/images/%D0%9F%D1%80%D0%BE%D0%B5%D0%BA%D1%82%D0%B8_%D1%81%D0%B5%D1%81%D1%96%D1%8F/2021/29.04.2021/2021.04.29.41.%D0%B7%D0%B5%D0%BC%D0%BB%D1%8F%D0%BF%D1%80%D0%B8%D0%BF%D0%B8%D0%BD%D0%B5%D0%BD%D0%BD%D1%8F.doc" TargetMode="External"/><Relationship Id="rId132" Type="http://schemas.openxmlformats.org/officeDocument/2006/relationships/hyperlink" Target="http://novagromada.gov.ua/images/%D0%9F%D1%80%D0%BE%D0%B5%D0%BA%D1%82%D0%B8_%D1%81%D0%B5%D1%81%D1%96%D1%8F/2021/29.04.2021/2021.04.29.33.%D0%B7%D0%B5%D0%BC%D0%BB%D1%8F%D0%B7%D0%B0%D1%82%D0%B2%D0%B5%D1%80%D0%B4%D0%B6%D0%B5%D0%BD%D0%BD%D1%8F.doc" TargetMode="External"/><Relationship Id="rId153" Type="http://schemas.openxmlformats.org/officeDocument/2006/relationships/hyperlink" Target="http://novagromada.gov.ua/images/%D0%9F%D1%80%D0%BE%D0%B5%D0%BA%D1%82%D0%B8_%D1%81%D0%B5%D1%81%D1%96%D1%8F/2021/29.04.2021/2021.04.29.43.%D0%B7%D0%B5%D0%BC%D0%BB%D1%8F%D0%BF%D1%80%D0%BE%D0%B4%D0%B0%D0%B6.doc" TargetMode="External"/><Relationship Id="rId174" Type="http://schemas.openxmlformats.org/officeDocument/2006/relationships/hyperlink" Target="http://novagromada.gov.ua/images/%D0%9F%D1%80%D0%BE%D0%B5%D0%BA%D1%82%D0%B8_%D1%81%D0%B5%D1%81%D1%96%D1%8F/2021/27.05.2021/2021.05.27.17.%D0%B2%D0%B8%D0%BA%D0%BB%D1%8E%D1%87%D0%B5%D0%BD%D0%BD%D1%8F.docx" TargetMode="External"/><Relationship Id="rId195" Type="http://schemas.openxmlformats.org/officeDocument/2006/relationships/hyperlink" Target="http://novagromada.gov.ua/images/%D0%9F%D1%80%D0%BE%D0%B5%D0%BA%D1%82%D0%B8_%D1%81%D0%B5%D1%81%D1%96%D1%8F/2021/27.05.2021/2021.05.27.24.%D0%B4%D0%BE%D0%B7%D0%B2%D0%BE%D0%BB%D0%B8.docx" TargetMode="External"/><Relationship Id="rId209" Type="http://schemas.openxmlformats.org/officeDocument/2006/relationships/hyperlink" Target="http://novagromada.gov.ua/images/%D0%9F%D1%80%D0%BE%D0%B5%D0%BA%D1%82%D0%B8_%D1%81%D0%B5%D1%81%D1%96%D1%8F/2021/27.05.2021/2021.05.27.28.%D0%B4%D0%BE%D0%B7%D0%B2%D0%BE%D0%BB%D0%B8.doc" TargetMode="External"/><Relationship Id="rId360" Type="http://schemas.openxmlformats.org/officeDocument/2006/relationships/hyperlink" Target="http://novagromada.gov.ua/images/%D0%9F%D1%80%D0%BE%D0%B5%D0%BA%D1%82%D0%B8_%D1%81%D0%B5%D1%81%D1%96%D1%8F/2021/26.08.2021/26.08.2021.27.%D0%B7%D0%B5%D0%BC%D0%BB%D1%8F%D0%BF%D0%BE%D1%81%D1%82%D1%96%D0%BD%D0%B5.doc" TargetMode="External"/><Relationship Id="rId381" Type="http://schemas.openxmlformats.org/officeDocument/2006/relationships/hyperlink" Target="http://novagromada.gov.ua/images/%D0%9F%D1%80%D0%BE%D0%B5%D0%BA%D1%82%D0%B8_%D1%81%D0%B5%D1%81%D1%96%D1%8F/2021/26.08.2021/26.08.2021.18.%D0%B7%D0%B5%D0%BC%D0%BB%D1%8F%D0%97%D0%BC%D1%96%D0%BD%D0%B837.doc" TargetMode="External"/><Relationship Id="rId416" Type="http://schemas.openxmlformats.org/officeDocument/2006/relationships/hyperlink" Target="http://novagromada.gov.ua/images/%D0%9F%D1%80%D0%BE%D0%B5%D0%BA%D1%82%D0%B8_%D1%81%D0%B5%D1%81%D1%96%D1%8F/2021/26.08.2021/26.08.2021.30.%D0%B7%D0%B5%D0%BC%D0%BB%D1%8F%D0%91%D1%80%D0%B0%D1%97%D0%BB%D1%96%D0%B2%D0%BA%D0%B0.doc" TargetMode="External"/><Relationship Id="rId220" Type="http://schemas.openxmlformats.org/officeDocument/2006/relationships/hyperlink" Target="http://novagromada.gov.ua/images/%D0%9F%D1%80%D0%BE%D0%B5%D0%BA%D1%82%D0%B8_%D1%81%D0%B5%D1%81%D1%96%D1%8F/2021/27.05.2021/2021.05.27.32.%D0%B2%D1%96%D0%B4%D0%BC%D0%BE%D0%B2%D0%B0.docx" TargetMode="External"/><Relationship Id="rId241" Type="http://schemas.openxmlformats.org/officeDocument/2006/relationships/hyperlink" Target="http://novagromada.gov.ua/images/%D0%9F%D1%80%D0%BE%D0%B5%D0%BA%D1%82%D0%B8_%D1%81%D0%B5%D1%81%D1%96%D1%8F/2021/29.07.2021/29.07.2021.33.%D0%B7%D0%B5%D0%BC%D0%BB%D1%8F%D0%86%D0%B2%D0%B0%D1%88%D0%BA%D1%96%D0%B2%D1%86%D1%96.doc" TargetMode="External"/><Relationship Id="rId437" Type="http://schemas.openxmlformats.org/officeDocument/2006/relationships/hyperlink" Target="http://novagromada.gov.ua/images/%D0%9F%D1%80%D0%BE%D0%B5%D0%BA%D1%82%D0%B8_%D1%81%D0%B5%D1%81%D1%96%D1%8F/2021/26.08.2021/26.08.2021.34.%D0%B7%D0%B5%D0%BC%D0%BB%D1%8F%D0%9A%D0%B0%D0%BF%D1%83%D1%81%D1%82%D1%8F%D0%BD%D0%B8.doc" TargetMode="External"/><Relationship Id="rId458" Type="http://schemas.openxmlformats.org/officeDocument/2006/relationships/hyperlink" Target="http://novagromada.gov.ua/images/%D0%9F%D1%80%D0%BE%D0%B5%D0%BA%D1%82%D0%B8_%D1%81%D0%B5%D1%81%D1%96%D1%8F/2021/26.08.2021/26.08.2021.42.%D0%B7%D0%B5%D0%BC%D0%BB%D1%8F%D0%A1%D1%83%D0%B4.doc" TargetMode="External"/><Relationship Id="rId15" Type="http://schemas.openxmlformats.org/officeDocument/2006/relationships/hyperlink" Target="http://novagromada.gov.ua/images/sesiu/2021/280121/2021.01.28.23_%D0%B7%D0%B5%D0%BC%D0%BB%D1%8F.doc" TargetMode="External"/><Relationship Id="rId36" Type="http://schemas.openxmlformats.org/officeDocument/2006/relationships/hyperlink" Target="http://novagromada.gov.ua/images/sesiu/2021/280121/2021.01.28.24_%D0%BA%D0%BE%D0%BC%D1%83%D0%BD%D0%B0%D0%BB%D1%8C%D0%BD%D0%B0.doc" TargetMode="External"/><Relationship Id="rId57" Type="http://schemas.openxmlformats.org/officeDocument/2006/relationships/hyperlink" Target="http://novagromada.gov.ua/images/%D0%9F%D1%80%D0%BE%D0%B5%D0%BA%D1%82%D0%B8_%D1%81%D0%B5%D1%81%D1%96%D1%8F/2021/25.03.2021/2021.03.25.25.%D0%B2%D1%96%D0%B4%D0%B2%D0%B5%D0%B4%D0%B5%D0%BD%D0%BD.doc" TargetMode="External"/><Relationship Id="rId262" Type="http://schemas.openxmlformats.org/officeDocument/2006/relationships/hyperlink" Target="http://novagromada.gov.ua/images/%D0%9F%D1%80%D0%BE%D0%B5%D0%BA%D1%82%D0%B8_%D1%81%D0%B5%D1%81%D1%96%D1%8F/2021/29.07.2021/29.07.2021.17.%D0%B7%D0%B5%D0%BC%D0%BB%D1%8F%D0%B2%D0%B8%D0%B4%D1%96%D0%BB%D0%B5%D0%BD%D0%BD%D1%8F.docx" TargetMode="External"/><Relationship Id="rId283" Type="http://schemas.openxmlformats.org/officeDocument/2006/relationships/hyperlink" Target="http://novagromada.gov.ua/images/%D0%9F%D1%80%D0%BE%D0%B5%D0%BA%D1%82%D0%B8_%D1%81%D0%B5%D1%81%D1%96%D1%8F/2021/29.07.2021/29.07.2021.24.%D0%B7%D0%B5%D0%BC%D0%BB%D1%8F%D1%96%D0%BD%D0%B2%D0%B5%D0%BD%D1%82%D0%B0%D1%80%D0%B8%D0%B7%D0%B0%D1%86%D1%96%D1%8F.docx" TargetMode="External"/><Relationship Id="rId318" Type="http://schemas.openxmlformats.org/officeDocument/2006/relationships/hyperlink" Target="http://novagromada.gov.ua/images/%D0%9F%D1%80%D0%BE%D0%B5%D0%BA%D1%82%D0%B8_%D1%81%D0%B5%D1%81%D1%96%D1%8F/2021/29.07.2021/29.07.2021.36.%D0%B7%D0%B5%D0%BC%D0%BB%D1%8F%D0%9A%D1%83%D1%80%D0%B0%D0%B6%D0%B8%D0%BD1.doc" TargetMode="External"/><Relationship Id="rId339" Type="http://schemas.openxmlformats.org/officeDocument/2006/relationships/hyperlink" Target="http://novagromada.gov.ua/images/%D0%9F%D1%80%D0%BE%D0%B5%D0%BA%D1%82%D0%B8_%D1%81%D0%B5%D1%81%D1%96%D1%8F/2021/29.07.2021/29.07.2021.43.%D0%B7%D0%B5%D0%BC%D0%BB%D1%8F%D0%A8%D0%B5%D0%B1%D1%83%D1%82%D0%B8%D0%BD%D1%86%D1%96.doc" TargetMode="External"/><Relationship Id="rId78" Type="http://schemas.openxmlformats.org/officeDocument/2006/relationships/hyperlink" Target="http://novagromada.gov.ua/images/%D0%9F%D1%80%D0%BE%D0%B5%D0%BA%D1%82%D0%B8_%D1%81%D0%B5%D1%81%D1%96%D1%8F/2021/25.03.2021/2021.03.25.33.%D0%BF%D0%BE%D0%B4%D1%96%D0%BB.doc" TargetMode="External"/><Relationship Id="rId99" Type="http://schemas.openxmlformats.org/officeDocument/2006/relationships/hyperlink" Target="http://novagromada.gov.ua/images/%D0%9F%D1%80%D0%BE%D0%B5%D0%BA%D1%82%D0%B8_%D1%81%D0%B5%D1%81%D1%96%D1%8F/2021/29.04.2021/2021.04.29.28.%D0%B7%D0%B5%D0%BC%D0%BB%D1%8F%D0%B2%D0%B8%D0%B4%D1%96%D0%BB%D0%B5%D0%BD%D0%BD%D1%8F.doc" TargetMode="External"/><Relationship Id="rId101" Type="http://schemas.openxmlformats.org/officeDocument/2006/relationships/hyperlink" Target="http://novagromada.gov.ua/images/%D0%9F%D1%80%D0%BE%D0%B5%D0%BA%D1%82%D0%B8_%D1%81%D0%B5%D1%81%D1%96%D1%8F/2021/29.04.2021/2021.04.29.30.%D0%B7%D0%B5%D0%BC%D0%BB%D1%8F%D0%B2%D1%96%D0%B4%D0%B2%D0%B5%D0%B4%D0%B5%D0%BD%D0%BD%D1%8F.doc" TargetMode="External"/><Relationship Id="rId122" Type="http://schemas.openxmlformats.org/officeDocument/2006/relationships/hyperlink" Target="http://novagromada.gov.ua/images/%D0%9F%D1%80%D0%BE%D0%B5%D0%BA%D1%82%D0%B8_%D1%81%D0%B5%D1%81%D1%96%D1%8F/2021/29.04.2021/2021.04.29.30.%D0%B7%D0%B5%D0%BC%D0%BB%D1%8F%D0%B2%D1%96%D0%B4%D0%B2%D0%B5%D0%B4%D0%B5%D0%BD%D0%BD%D1%8F.doc" TargetMode="External"/><Relationship Id="rId143" Type="http://schemas.openxmlformats.org/officeDocument/2006/relationships/hyperlink" Target="http://novagromada.gov.ua/images/%D0%9F%D1%80%D0%BE%D0%B5%D0%BA%D1%82%D0%B8_%D1%81%D0%B5%D1%81%D1%96%D1%8F/2021/29.04.2021/2021.04.29.38.%D0%B7%D0%B5%D0%BC%D0%BB%D1%8F%D0%B4%D0%BE%D0%B7%D0%B2%D1%96%D0%BB.doc" TargetMode="External"/><Relationship Id="rId164" Type="http://schemas.openxmlformats.org/officeDocument/2006/relationships/hyperlink" Target="http://novagromada.gov.ua/images/%D0%9F%D1%80%D0%BE%D0%B5%D0%BA%D1%82%D0%B8_%D1%81%D0%B5%D1%81%D1%96%D1%8F/2021/27.05.2021/2021.05.27.23.%D0%B2%D0%B8%D0%B4i%D0%BB%D0%B5%D0%BD%D0%BD%D1%8F.doc" TargetMode="External"/><Relationship Id="rId185" Type="http://schemas.openxmlformats.org/officeDocument/2006/relationships/hyperlink" Target="http://novagromada.gov.ua/images/%D0%9F%D1%80%D0%BE%D0%B5%D0%BA%D1%82%D0%B8_%D1%81%D0%B5%D1%81%D1%96%D1%8F/2021/27.05.2021/2021.05.27.20.%D0%BF%D1%80%D0%B8%D0%BF%D0%B8%D0%BD%D0%B5%D0%BD%D0%BD%D1%8F.docx" TargetMode="External"/><Relationship Id="rId350" Type="http://schemas.openxmlformats.org/officeDocument/2006/relationships/hyperlink" Target="http://novagromada.gov.ua/images/%D0%9F%D1%80%D0%BE%D0%B5%D0%BA%D1%82%D0%B8_%D1%81%D0%B5%D1%81%D1%96%D1%8F/2021/29.07.2021/29.07.2021.46.%D0%B7%D0%B5%D0%BC%D0%BB%D1%8F%D0%BF%D0%B0%D1%81%D0%BE%D0%B2%D0%B8%D1%89%D0%B0.docx" TargetMode="External"/><Relationship Id="rId371" Type="http://schemas.openxmlformats.org/officeDocument/2006/relationships/hyperlink" Target="http://novagromada.gov.ua/images/%D0%9F%D1%80%D0%BE%D0%B5%D0%BA%D1%82%D0%B8_%D1%81%D0%B5%D1%81%D1%96%D1%8F/2021/26.08.2021/26.08.2021.35.%D0%B7%D0%B5%D0%BC%D0%BB%D1%8F%D0%9A%D1%83%D1%87%D0%B0.doc" TargetMode="External"/><Relationship Id="rId406" Type="http://schemas.openxmlformats.org/officeDocument/2006/relationships/hyperlink" Target="http://novagromada.gov.ua/images/%D0%9F%D1%80%D0%BE%D0%B5%D0%BA%D1%82%D0%B8_%D1%81%D0%B5%D1%81%D1%96%D1%8F/2021/26.08.2021/2021.08.26.26.%D0%B7%D0%B5%D0%BC%D0%BB%D1%8F%D0%BF%D0%B0%D1%81%D0%BE%D0%B2%D0%B8%D1%89%D0%B0.doc" TargetMode="External"/><Relationship Id="rId9" Type="http://schemas.openxmlformats.org/officeDocument/2006/relationships/hyperlink" Target="http://novagromada.gov.ua/images/sesiu/2021/280121/2021.01.28.15_%D0%B7%D0%B5%D0%BC%D0%BB.doc" TargetMode="External"/><Relationship Id="rId210" Type="http://schemas.openxmlformats.org/officeDocument/2006/relationships/hyperlink" Target="http://novagromada.gov.ua/images/%D0%9F%D1%80%D0%BE%D0%B5%D0%BA%D1%82%D0%B8_%D1%81%D0%B5%D1%81%D1%96%D1%8F/2021/27.05.2021/2021.05.27.29._%D0%B7%D0%B0%D1%82%D0%B2%D0%B5%D1%80%D0%B4%D0%B6%D0%B5%D0%BD%D0%BD%D1%8F.doc" TargetMode="External"/><Relationship Id="rId392" Type="http://schemas.openxmlformats.org/officeDocument/2006/relationships/hyperlink" Target="http://novagromada.gov.ua/images/%D0%9F%D1%80%D0%BE%D0%B5%D0%BA%D1%82%D0%B8_%D1%81%D0%B5%D1%81%D1%96%D1%8F/2021/26.08.2021/2021.08.26.22.%D0%B7%D0%B5%D0%BC%D0%BB%D1%8F%D0%BF%D0%BE%D1%81%D1%82%D1%96%D0%B9%D0%BD%D0%B5.doc" TargetMode="External"/><Relationship Id="rId427" Type="http://schemas.openxmlformats.org/officeDocument/2006/relationships/hyperlink" Target="http://novagromada.gov.ua/images/%D0%9F%D1%80%D0%BE%D0%B5%D0%BA%D1%82%D0%B8_%D1%81%D0%B5%D1%81%D1%96%D1%8F/2021/26.08.2021/26.08.2021._.%D0%B7%D0%B5%D0%BC%D0%BB%D1%8F%D0%93%D0%BB%D0%B8%D0%B1%D1%96%D0%B2%D0%BA%D0%B0.doc" TargetMode="External"/><Relationship Id="rId448" Type="http://schemas.openxmlformats.org/officeDocument/2006/relationships/hyperlink" Target="http://novagromada.gov.ua/images/%D0%9F%D1%80%D0%BE%D0%B5%D0%BA%D1%82%D0%B8_%D1%81%D0%B5%D1%81%D1%96%D1%8F/2021/26.08.2021/26.08.2021.38.%D0%B7%D0%B5%D0%BC%D0%BB%D1%8F%D0%9F%D0%B5%D1%81%D0%B5%D1%86%D1%8C1.doc" TargetMode="External"/><Relationship Id="rId26" Type="http://schemas.openxmlformats.org/officeDocument/2006/relationships/hyperlink" Target="http://novagromada.gov.ua/images/sesiu/2021/280121/2021.01.28.16_%D0%B7%D0%B5%D0%BC%D0%BB.doc" TargetMode="External"/><Relationship Id="rId231" Type="http://schemas.openxmlformats.org/officeDocument/2006/relationships/hyperlink" Target="http://novagromada.gov.ua/images/%D0%9F%D1%80%D0%BE%D0%B5%D0%BA%D1%82%D0%B8_%D1%81%D0%B5%D1%81%D1%96%D1%8F/2021/29.07.2021/29.07.2021.23.%D0%B7%D0%B5%D0%BC%D0%BB%D1%8F%D1%96%D0%B4%D0%BE%D0%B7%D0%B2%D1%96%D0%BB.doc" TargetMode="External"/><Relationship Id="rId252" Type="http://schemas.openxmlformats.org/officeDocument/2006/relationships/hyperlink" Target="http://novagromada.gov.ua/images/%D0%9F%D1%80%D0%BE%D0%B5%D0%BA%D1%82%D0%B8_%D1%81%D0%B5%D1%81%D1%96%D1%8F/2021/29.07.2021/29.07.2021.44.%D0%B7%D0%B5%D0%BC%D0%BB%D1%8F%D0%A3%D1%88%D0%B8%D1%86%D1%8F.doc" TargetMode="External"/><Relationship Id="rId273" Type="http://schemas.openxmlformats.org/officeDocument/2006/relationships/hyperlink" Target="http://novagromada.gov.ua/images/%D0%9F%D1%80%D0%BE%D0%B5%D0%BA%D1%82%D0%B8_%D1%81%D0%B5%D1%81%D1%96%D1%8F/2021/29.07.2021/29.07.2021.21.%D0%B7%D0%B5%D0%BC%D0%BB%D1%8F%D0%BF%D0%BE%D1%81%D1%82%D0%BA%D0%BE%D1%80.docx" TargetMode="External"/><Relationship Id="rId294" Type="http://schemas.openxmlformats.org/officeDocument/2006/relationships/hyperlink" Target="http://novagromada.gov.ua/images/%D0%9F%D1%80%D0%BE%D0%B5%D0%BA%D1%82%D0%B8_%D1%81%D0%B5%D1%81%D1%96%D1%8F/2021/29.07.2021/29.07.2021.28.%D0%B7%D0%B5%D0%BC%D0%BB%D1%8F%D0%91%D1%80%D0%B0%D1%97%D0%BB%D1%96%D0%B2%D0%BA%D0%B0.doc" TargetMode="External"/><Relationship Id="rId308" Type="http://schemas.openxmlformats.org/officeDocument/2006/relationships/hyperlink" Target="http://novagromada.gov.ua/images/%D0%9F%D1%80%D0%BE%D0%B5%D0%BA%D1%82%D0%B8_%D1%81%D0%B5%D1%81%D1%96%D1%8F/2021/29.07.2021/29.07.2021.32.%D0%B7%D0%B5%D0%BC%D0%BB%D1%8F%D0%97%D0%B5%D0%BB%D0%B5%D0%BD%D1%96.doc" TargetMode="External"/><Relationship Id="rId329" Type="http://schemas.openxmlformats.org/officeDocument/2006/relationships/hyperlink" Target="http://novagromada.gov.ua/images/%D0%9F%D1%80%D0%BE%D0%B5%D0%BA%D1%82%D0%B8_%D1%81%D0%B5%D1%81%D1%96%D1%8F/2021/29.07.2021/29.07.2021.39.%D0%B7%D0%B5%D0%BC%D0%BB%D1%8F%D0%A0%D1%83%D0%B4%D0%BA%D1%96%D0%B2%D1%86%D1%96.doc" TargetMode="External"/><Relationship Id="rId47" Type="http://schemas.openxmlformats.org/officeDocument/2006/relationships/hyperlink" Target="http://novagromada.gov.ua/images/%D0%9F%D1%80%D0%BE%D0%B5%D0%BA%D1%82%D0%B8_%D1%81%D0%B5%D1%81%D1%96%D1%8F/2021/25.03.2021/2021.03.25.32.%D0%B7%D0%BC%D1%96%D0%BD%D0%B0.doc" TargetMode="External"/><Relationship Id="rId68" Type="http://schemas.openxmlformats.org/officeDocument/2006/relationships/hyperlink" Target="http://novagromada.gov.ua/images/%D0%9F%D1%80%D0%BE%D0%B5%D0%BA%D1%82%D0%B8_%D1%81%D0%B5%D1%81%D1%96%D1%8F/2021/25.03.2021/2021.03.25.29.%D1%96%D0%BD%D0%B2%D0%B5%D0%BD%D1%82%D0%B0%D1%80%D0%B8%D0%B7%D0%B0%D1%86%D1%96.doc" TargetMode="External"/><Relationship Id="rId89" Type="http://schemas.openxmlformats.org/officeDocument/2006/relationships/hyperlink" Target="http://novagromada.gov.ua/images/%D0%9F%D1%80%D0%BE%D0%B5%D0%BA%D1%82%D0%B8_%D1%81%D0%B5%D1%81%D1%96%D1%8F/2021/25.03.2021/2021.03.25.37.%D0%BE%D1%80%D0%B5%D0%BD%D0%B4%D0%B0.doc" TargetMode="External"/><Relationship Id="rId112" Type="http://schemas.openxmlformats.org/officeDocument/2006/relationships/hyperlink" Target="http://novagromada.gov.ua/images/%D0%9F%D1%80%D0%BE%D0%B5%D0%BA%D1%82%D0%B8_%D1%81%D0%B5%D1%81%D1%96%D1%8F/2021/29.04.2021/2021.04.29.42.%D0%B7%D0%B5%D0%BC%D0%BB%D1%8F%D0%B5%D0%BA%D1%81%D0%BF%D0%B5%D1%80%D1%82%D0%BD%D0%B0.doc" TargetMode="External"/><Relationship Id="rId133" Type="http://schemas.openxmlformats.org/officeDocument/2006/relationships/hyperlink" Target="http://novagromada.gov.ua/images/%D0%9F%D1%80%D0%BE%D0%B5%D0%BA%D1%82%D0%B8_%D1%81%D0%B5%D1%81%D1%96%D1%8F/2021/29.04.2021/2021.04.29.35.%D0%B7%D0%B5%D0%BC%D0%BB%D1%8F%D1%96%D0%BD%D0%B2%D0%B5%D0%BD%D1%82%D0%B0%D1%80%D0%B8%D0%B7%D0%B0%D1%86%D1%96%D1%8F.doc" TargetMode="External"/><Relationship Id="rId154" Type="http://schemas.openxmlformats.org/officeDocument/2006/relationships/hyperlink" Target="http://novagromada.gov.ua/images/%D0%9F%D1%80%D0%BE%D0%B5%D0%BA%D1%82%D0%B8_%D1%81%D0%B5%D1%81%D1%96%D1%8F/2021/29.04.2021/2021.04.29.44.%D0%B1%D0%B4%D0%B6%D0%BE%D0%BB%D0%B8.doc" TargetMode="External"/><Relationship Id="rId175" Type="http://schemas.openxmlformats.org/officeDocument/2006/relationships/hyperlink" Target="http://novagromada.gov.ua/images/%D0%9F%D1%80%D0%BE%D0%B5%D0%BA%D1%82%D0%B8_%D1%81%D0%B5%D1%81%D1%96%D1%8F/2021/25.03.2021/2021.03.25.25.%D0%B2%D1%96%D0%B4%D0%B2%D0%B5%D0%B4%D0%B5%D0%BD%D0%BD.doc" TargetMode="External"/><Relationship Id="rId340" Type="http://schemas.openxmlformats.org/officeDocument/2006/relationships/hyperlink" Target="http://novagromada.gov.ua/images/%D0%9F%D1%80%D0%BE%D0%B5%D0%BA%D1%82%D0%B8_%D1%81%D0%B5%D1%81%D1%96%D1%8F/2021/29.07.2021/29.07.2021.43.%D0%B7%D0%B5%D0%BC%D0%BB%D1%8F%D0%A8%D0%B5%D0%B1%D1%83%D1%82%D0%B8%D0%BD%D1%86%D1%96.doc" TargetMode="External"/><Relationship Id="rId361" Type="http://schemas.openxmlformats.org/officeDocument/2006/relationships/hyperlink" Target="http://novagromada.gov.ua/images/%D0%9F%D1%80%D0%BE%D0%B5%D0%BA%D1%82%D0%B8_%D1%81%D0%B5%D1%81%D1%96%D1%8F/2021/26.08.2021/26.08.2021.28.%D0%B7%D0%B5%D0%BC%D0%BB%D1%8F%D0%90%D0%BD%D1%82%D0%BE%D0%BD%D1%96%D0%B2%D0%BA%D0%B01.doc" TargetMode="External"/><Relationship Id="rId196" Type="http://schemas.openxmlformats.org/officeDocument/2006/relationships/hyperlink" Target="http://novagromada.gov.ua/images/%D0%9F%D1%80%D0%BE%D0%B5%D0%BA%D1%82%D0%B8_%D1%81%D0%B5%D1%81%D1%96%D1%8F/2021/27.05.2021/2021.05.27.24.%D0%B4%D0%BE%D0%B7%D0%B2%D0%BE%D0%BB%D0%B8.docx" TargetMode="External"/><Relationship Id="rId200" Type="http://schemas.openxmlformats.org/officeDocument/2006/relationships/hyperlink" Target="http://novagromada.gov.ua/images/%D0%9F%D1%80%D0%BE%D0%B5%D0%BA%D1%82%D0%B8_%D1%81%D0%B5%D1%81%D1%96%D1%8F/2021/27.05.2021/2021.05.27.25.%D0%B4%D0%BE%D0%B7%D0%B2%D0%BE%D0%BB%D0%B8.docx" TargetMode="External"/><Relationship Id="rId382" Type="http://schemas.openxmlformats.org/officeDocument/2006/relationships/hyperlink" Target="http://novagromada.gov.ua/images/%D0%9F%D1%80%D0%BE%D0%B5%D0%BA%D1%82%D0%B8_%D1%81%D0%B5%D1%81%D1%96%D1%8F/2021/26.08.2021/26.08.2021.18.%D0%B7%D0%B5%D0%BC%D0%BB%D1%8F%D0%97%D0%BC%D1%96%D0%BD%D0%B837.doc" TargetMode="External"/><Relationship Id="rId417" Type="http://schemas.openxmlformats.org/officeDocument/2006/relationships/hyperlink" Target="http://novagromada.gov.ua/images/%D0%9F%D1%80%D0%BE%D0%B5%D0%BA%D1%82%D0%B8_%D1%81%D0%B5%D1%81%D1%96%D1%8F/2021/26.08.2021/26.08.2021.30.%D0%B7%D0%B5%D0%BC%D0%BB%D1%8F%D0%91%D1%80%D0%B0%D1%97%D0%BB%D1%96%D0%B2%D0%BA%D0%B0.doc" TargetMode="External"/><Relationship Id="rId438" Type="http://schemas.openxmlformats.org/officeDocument/2006/relationships/hyperlink" Target="http://novagromada.gov.ua/images/%D0%9F%D1%80%D0%BE%D0%B5%D0%BA%D1%82%D0%B8_%D1%81%D0%B5%D1%81%D1%96%D1%8F/2021/26.08.2021/26.08.2021.34.%D0%B7%D0%B5%D0%BC%D0%BB%D1%8F%D0%9A%D0%B0%D0%BF%D1%83%D1%81%D1%82%D1%8F%D0%BD%D0%B8.doc" TargetMode="External"/><Relationship Id="rId459" Type="http://schemas.openxmlformats.org/officeDocument/2006/relationships/hyperlink" Target="http://novagromada.gov.ua/images/%D0%9F%D1%80%D0%BE%D0%B5%D0%BA%D1%82%D0%B8_%D1%81%D0%B5%D1%81%D1%96%D1%8F/2021/26.08.2021/26.08.2021.45.%D0%B7%D0%B5%D0%BC%D0%BB%D1%8F%D0%BF%D1%80%D0%BE%D0%B4%D0%B0%D0%B61.doc" TargetMode="External"/><Relationship Id="rId16" Type="http://schemas.openxmlformats.org/officeDocument/2006/relationships/hyperlink" Target="http://novagromada.gov.ua/images/sesiu/2021/280121/2021.01.28.24_%D0%BA%D0%BE%D0%BC%D1%83%D0%BD%D0%B0%D0%BB%D1%8C%D0%BD%D0%B0.doc" TargetMode="External"/><Relationship Id="rId221" Type="http://schemas.openxmlformats.org/officeDocument/2006/relationships/hyperlink" Target="http://novagromada.gov.ua/images/%D0%9F%D1%80%D0%BE%D0%B5%D0%BA%D1%82%D0%B8_%D1%81%D0%B5%D1%81%D1%96%D1%8F/2021/27.05.2021/2021.05.27.32.%D0%B2%D1%96%D0%B4%D0%BC%D0%BE%D0%B2%D0%B0.docx" TargetMode="External"/><Relationship Id="rId242" Type="http://schemas.openxmlformats.org/officeDocument/2006/relationships/hyperlink" Target="http://novagromada.gov.ua/images/%D0%9F%D1%80%D0%BE%D0%B5%D0%BA%D1%82%D0%B8_%D1%81%D0%B5%D1%81%D1%96%D1%8F/2021/29.07.2021/29.07.2021.34.%D0%B7%D0%B5%D0%BC%D0%BB%D1%8F%D0%9A%D0%B0%D0%BF%D1%83%D1%81%D1%82%D1%8F%D0%BD%D0%B8.doc" TargetMode="External"/><Relationship Id="rId263" Type="http://schemas.openxmlformats.org/officeDocument/2006/relationships/hyperlink" Target="http://novagromada.gov.ua/images/%D0%9F%D1%80%D0%BE%D0%B5%D0%BA%D1%82%D0%B8_%D1%81%D0%B5%D1%81%D1%96%D1%8F/2021/29.07.2021/29.07.2021.17.%D0%B7%D0%B5%D0%BC%D0%BB%D1%8F%D0%B2%D0%B8%D0%B4%D1%96%D0%BB%D0%B5%D0%BD%D0%BD%D1%8F.docx" TargetMode="External"/><Relationship Id="rId284" Type="http://schemas.openxmlformats.org/officeDocument/2006/relationships/hyperlink" Target="http://novagromada.gov.ua/images/%D0%9F%D1%80%D0%BE%D0%B5%D0%BA%D1%82%D0%B8_%D1%81%D0%B5%D1%81%D1%96%D1%8F/2021/29.07.2021/29.07.2021.24.%D0%B7%D0%B5%D0%BC%D0%BB%D1%8F%D1%96%D0%BD%D0%B2%D0%B5%D0%BD%D1%82%D0%B0%D1%80%D0%B8%D0%B7%D0%B0%D1%86%D1%96%D1%8F.docx" TargetMode="External"/><Relationship Id="rId319" Type="http://schemas.openxmlformats.org/officeDocument/2006/relationships/hyperlink" Target="http://novagromada.gov.ua/images/%D0%9F%D1%80%D0%BE%D0%B5%D0%BA%D1%82%D0%B8_%D1%81%D0%B5%D1%81%D1%96%D1%8F/2021/29.07.2021/29.07.2021.36.%D0%B7%D0%B5%D0%BC%D0%BB%D1%8F%D0%9A%D1%83%D1%80%D0%B0%D0%B6%D0%B8%D0%BD1.doc" TargetMode="External"/><Relationship Id="rId37" Type="http://schemas.openxmlformats.org/officeDocument/2006/relationships/hyperlink" Target="http://novagromada.gov.ua/images/sesiu/2021/280121/2021.01.28.25_%D0%B7%D0%B5%D0%BC%D0%BB%D1%8F.doc" TargetMode="External"/><Relationship Id="rId58" Type="http://schemas.openxmlformats.org/officeDocument/2006/relationships/hyperlink" Target="http://novagromada.gov.ua/images/%D0%9F%D1%80%D0%BE%D0%B5%D0%BA%D1%82%D0%B8_%D1%81%D0%B5%D1%81%D1%96%D1%8F/2021/25.03.2021/2021.03.25.25.%D0%B2%D1%96%D0%B4%D0%B2%D0%B5%D0%B4%D0%B5%D0%BD%D0%BD.doc" TargetMode="External"/><Relationship Id="rId79" Type="http://schemas.openxmlformats.org/officeDocument/2006/relationships/hyperlink" Target="http://novagromada.gov.ua/images/%D0%9F%D1%80%D0%BE%D0%B5%D0%BA%D1%82%D0%B8_%D1%81%D0%B5%D1%81%D1%96%D1%8F/2021/25.03.2021/2021.03.25.33.%D0%BF%D0%BE%D0%B4%D1%96%D0%BB.doc" TargetMode="External"/><Relationship Id="rId102" Type="http://schemas.openxmlformats.org/officeDocument/2006/relationships/hyperlink" Target="http://novagromada.gov.ua/images/%D0%9F%D1%80%D0%BE%D0%B5%D0%BA%D1%82%D0%B8_%D1%81%D0%B5%D1%81%D1%96%D1%8F/2021/29.04.2021/2021.04.29.31.%D0%B7%D0%B5%D0%BC%D0%BB%D1%8F%D0%B7%D0%BC%D1%96%D0%BD%D0%B0.doc" TargetMode="External"/><Relationship Id="rId123" Type="http://schemas.openxmlformats.org/officeDocument/2006/relationships/hyperlink" Target="http://novagromada.gov.ua/images/%D0%9F%D1%80%D0%BE%D0%B5%D0%BA%D1%82%D0%B8_%D1%81%D0%B5%D1%81%D1%96%D1%8F/2021/29.04.2021/2021.04.29.30.%D0%B7%D0%B5%D0%BC%D0%BB%D1%8F%D0%B2%D1%96%D0%B4%D0%B2%D0%B5%D0%B4%D0%B5%D0%BD%D0%BD%D1%8F.doc" TargetMode="External"/><Relationship Id="rId144" Type="http://schemas.openxmlformats.org/officeDocument/2006/relationships/hyperlink" Target="http://novagromada.gov.ua/images/%D0%9F%D1%80%D0%BE%D0%B5%D0%BA%D1%82%D0%B8_%D1%81%D0%B5%D1%81%D1%96%D1%8F/2021/29.04.2021/2021.04.29.38.%D0%B7%D0%B5%D0%BC%D0%BB%D1%8F%D0%B4%D0%BE%D0%B7%D0%B2%D1%96%D0%BB.doc" TargetMode="External"/><Relationship Id="rId330" Type="http://schemas.openxmlformats.org/officeDocument/2006/relationships/hyperlink" Target="http://novagromada.gov.ua/images/%D0%9F%D1%80%D0%BE%D0%B5%D0%BA%D1%82%D0%B8_%D1%81%D0%B5%D1%81%D1%96%D1%8F/2021/29.07.2021/29.07.2021.40.%D0%B7%D0%B5%D0%BC%D0%BB%D1%8F%D0%A1%D1%82%D0%B0%D0%B2%D1%87%D0%B0%D0%BD%D0%B8.doc" TargetMode="External"/><Relationship Id="rId90" Type="http://schemas.openxmlformats.org/officeDocument/2006/relationships/hyperlink" Target="http://novagromada.gov.ua/images/%D0%9F%D1%80%D0%BE%D0%B5%D0%BA%D1%82%D0%B8_%D1%81%D0%B5%D1%81%D1%96%D1%8F/2021/25.03.2021/2021.03.25.37.%D0%BE%D1%80%D0%B5%D0%BD%D0%B4%D0%B0.doc" TargetMode="External"/><Relationship Id="rId165" Type="http://schemas.openxmlformats.org/officeDocument/2006/relationships/hyperlink" Target="http://novagromada.gov.ua/images/%D0%9F%D1%80%D0%BE%D0%B5%D0%BA%D1%82%D0%B8_%D1%81%D0%B5%D1%81%D1%96%D1%8F/2021/27.05.2021/2021.05.27.24.%D0%B4%D0%BE%D0%B7%D0%B2%D0%BE%D0%BB%D0%B8.docx" TargetMode="External"/><Relationship Id="rId186" Type="http://schemas.openxmlformats.org/officeDocument/2006/relationships/hyperlink" Target="http://novagromada.gov.ua/images/%D0%9F%D1%80%D0%BE%D0%B5%D0%BA%D1%82%D0%B8_%D1%81%D0%B5%D1%81%D1%96%D1%8F/2021/27.05.2021/2021.05.27.21.%D0%BF%D1%80%D0%B8%D0%BF%D0%B8%D0%BD%D0%B5%D0%BD%D0%BD%D1%8F.doc" TargetMode="External"/><Relationship Id="rId351" Type="http://schemas.openxmlformats.org/officeDocument/2006/relationships/hyperlink" Target="http://novagromada.gov.ua/images/%D0%9F%D1%80%D0%BE%D0%B5%D0%BA%D1%82%D0%B8_%D1%81%D0%B5%D1%81%D1%96%D1%8F/2021/26.08.2021/26.08.2021.18.%D0%B7%D0%B5%D0%BC%D0%BB%D1%8F%D0%97%D0%BC%D1%96%D0%BD%D0%B837.doc" TargetMode="External"/><Relationship Id="rId372" Type="http://schemas.openxmlformats.org/officeDocument/2006/relationships/hyperlink" Target="http://novagromada.gov.ua/images/%D0%9F%D1%80%D0%BE%D0%B5%D0%BA%D1%82%D0%B8_%D1%81%D0%B5%D1%81%D1%96%D1%8F/2021/26.08.2021/26.08.2021.36.%D0%B7%D0%B5%D0%BC%D0%BB%D1%8F%D0%9C%D0%A1%D1%82%D1%80%D1%83%D0%B6%D0%BA%D0%B0.doc" TargetMode="External"/><Relationship Id="rId393" Type="http://schemas.openxmlformats.org/officeDocument/2006/relationships/hyperlink" Target="http://novagromada.gov.ua/images/%D0%9F%D1%80%D0%BE%D0%B5%D0%BA%D1%82%D0%B8_%D1%81%D0%B5%D1%81%D1%96%D1%8F/2021/26.08.2021/2021.08.26.22.%D0%B7%D0%B5%D0%BC%D0%BB%D1%8F%D0%BF%D0%BE%D1%81%D1%82%D1%96%D0%B9%D0%BD%D0%B5.doc" TargetMode="External"/><Relationship Id="rId407" Type="http://schemas.openxmlformats.org/officeDocument/2006/relationships/hyperlink" Target="http://novagromada.gov.ua/images/%D0%9F%D1%80%D0%BE%D0%B5%D0%BA%D1%82%D0%B8_%D1%81%D0%B5%D1%81%D1%96%D1%8F/2021/26.08.2021/26.08.2021.27.%D0%B7%D0%B5%D0%BC%D0%BB%D1%8F%D0%BF%D0%BE%D1%81%D1%82%D1%96%D0%BD%D0%B5.doc" TargetMode="External"/><Relationship Id="rId428" Type="http://schemas.openxmlformats.org/officeDocument/2006/relationships/hyperlink" Target="http://novagromada.gov.ua/images/%D0%9F%D1%80%D0%BE%D0%B5%D0%BA%D1%82%D0%B8_%D1%81%D0%B5%D1%81%D1%96%D1%8F/2021/26.08.2021/26.08.2021._.%D0%B7%D0%B5%D0%BC%D0%BB%D1%8F%D0%97%D0%B0%D0%BC%D1%96%D1%85%D1%96%D0%B2.doc" TargetMode="External"/><Relationship Id="rId449" Type="http://schemas.openxmlformats.org/officeDocument/2006/relationships/hyperlink" Target="http://novagromada.gov.ua/images/%D0%9F%D1%80%D0%BE%D0%B5%D0%BA%D1%82%D0%B8_%D1%81%D0%B5%D1%81%D1%96%D1%8F/2021/26.08.2021/26.08.2021.39.%D0%B7%D0%B5%D0%BC%D0%BB%D1%8F%D0%9F%D0%B8%D0%B6%D1%96%D0%B2%D0%BA%D0%B0.doc" TargetMode="External"/><Relationship Id="rId211" Type="http://schemas.openxmlformats.org/officeDocument/2006/relationships/hyperlink" Target="http://novagromada.gov.ua/images/%D0%9F%D1%80%D0%BE%D0%B5%D0%BA%D1%82%D0%B8_%D1%81%D0%B5%D1%81%D1%96%D1%8F/2021/27.05.2021/2021.05.27.29._%D0%B7%D0%B0%D1%82%D0%B2%D0%B5%D1%80%D0%B4%D0%B6%D0%B5%D0%BD%D0%BD%D1%8F.doc" TargetMode="External"/><Relationship Id="rId232" Type="http://schemas.openxmlformats.org/officeDocument/2006/relationships/hyperlink" Target="http://novagromada.gov.ua/images/%D0%9F%D1%80%D0%BE%D0%B5%D0%BA%D1%82%D0%B8_%D1%81%D0%B5%D1%81%D1%96%D1%8F/2021/29.07.2021/29.07.2021.24.%D0%B7%D0%B5%D0%BC%D0%BB%D1%8F%D1%96%D0%BD%D0%B2%D0%B5%D0%BD%D1%82%D0%B0%D1%80%D0%B8%D0%B7%D0%B0%D1%86%D1%96%D1%8F.docx" TargetMode="External"/><Relationship Id="rId253" Type="http://schemas.openxmlformats.org/officeDocument/2006/relationships/hyperlink" Target="http://novagromada.gov.ua/images/%D0%9F%D1%80%D0%BE%D0%B5%D0%BA%D1%82%D0%B8_%D1%81%D0%B5%D1%81%D1%96%D1%8F/2021/29.07.2021/29.07.2021.45.%D0%B7%D0%B5%D0%BC%D0%BB%D1%8F%D0%A0%D1%83%D0%B4%D0%BAi%D0%B2%D1%86i.docx" TargetMode="External"/><Relationship Id="rId274" Type="http://schemas.openxmlformats.org/officeDocument/2006/relationships/hyperlink" Target="http://novagromada.gov.ua/images/%D0%9F%D1%80%D0%BE%D0%B5%D0%BA%D1%82%D0%B8_%D1%81%D0%B5%D1%81%D1%96%D1%8F/2021/29.07.2021/29.07.2021.21.%D0%B7%D0%B5%D0%BC%D0%BB%D1%8F%D0%BF%D0%BE%D1%81%D1%82%D0%BA%D0%BE%D1%80.docx" TargetMode="External"/><Relationship Id="rId295" Type="http://schemas.openxmlformats.org/officeDocument/2006/relationships/hyperlink" Target="http://novagromada.gov.ua/images/%D0%9F%D1%80%D0%BE%D0%B5%D0%BA%D1%82%D0%B8_%D1%81%D0%B5%D1%81%D1%96%D1%8F/2021/29.07.2021/29.07.2021.28.%D0%B7%D0%B5%D0%BC%D0%BB%D1%8F%D0%91%D1%80%D0%B0%D1%97%D0%BB%D1%96%D0%B2%D0%BA%D0%B0.doc" TargetMode="External"/><Relationship Id="rId309" Type="http://schemas.openxmlformats.org/officeDocument/2006/relationships/hyperlink" Target="http://novagromada.gov.ua/images/%D0%9F%D1%80%D0%BE%D0%B5%D0%BA%D1%82%D0%B8_%D1%81%D0%B5%D1%81%D1%96%D1%8F/2021/29.07.2021/29.07.2021.33.%D0%B7%D0%B5%D0%BC%D0%BB%D1%8F%D0%86%D0%B2%D0%B0%D1%88%D0%BA%D1%96%D0%B2%D1%86%D1%96.doc" TargetMode="External"/><Relationship Id="rId460" Type="http://schemas.openxmlformats.org/officeDocument/2006/relationships/hyperlink" Target="http://novagromada.gov.ua/images/%D0%9F%D1%80%D0%BE%D0%B5%D0%BA%D1%82%D0%B8_%D1%81%D0%B5%D1%81%D1%96%D1%8F/2021/26.08.2021/26.08.2021.45.%D0%B7%D0%B5%D0%BC%D0%BB%D1%8F%D0%BF%D1%80%D0%BE%D0%B4%D0%B0%D0%B61.doc" TargetMode="External"/><Relationship Id="rId27" Type="http://schemas.openxmlformats.org/officeDocument/2006/relationships/hyperlink" Target="http://novagromada.gov.ua/images/sesiu/2021/280121/2021.01.28.16_%D0%B7%D0%B5%D0%BC%D0%BB.doc" TargetMode="External"/><Relationship Id="rId48" Type="http://schemas.openxmlformats.org/officeDocument/2006/relationships/hyperlink" Target="http://novagromada.gov.ua/images/%D0%9F%D1%80%D0%BE%D0%B5%D0%BA%D1%82%D0%B8_%D1%81%D0%B5%D1%81%D1%96%D1%8F/2021/25.03.2021/2021.03.25.33.%D0%BF%D0%BE%D0%B4%D1%96%D0%BB.doc" TargetMode="External"/><Relationship Id="rId69" Type="http://schemas.openxmlformats.org/officeDocument/2006/relationships/hyperlink" Target="http://novagromada.gov.ua/images/%D0%9F%D1%80%D0%BE%D0%B5%D0%BA%D1%82%D0%B8_%D1%81%D0%B5%D1%81%D1%96%D1%8F/2021/25.03.2021/2021.03.25.29.%D1%96%D0%BD%D0%B2%D0%B5%D0%BD%D1%82%D0%B0%D1%80%D0%B8%D0%B7%D0%B0%D1%86%D1%96.doc" TargetMode="External"/><Relationship Id="rId113" Type="http://schemas.openxmlformats.org/officeDocument/2006/relationships/hyperlink" Target="http://novagromada.gov.ua/images/%D0%9F%D1%80%D0%BE%D0%B5%D0%BA%D1%82%D0%B8_%D1%81%D0%B5%D1%81%D1%96%D1%8F/2021/29.04.2021/2021.04.29.43.%D0%B7%D0%B5%D0%BC%D0%BB%D1%8F%D0%BF%D1%80%D0%BE%D0%B4%D0%B0%D0%B6.doc" TargetMode="External"/><Relationship Id="rId134" Type="http://schemas.openxmlformats.org/officeDocument/2006/relationships/hyperlink" Target="http://novagromada.gov.ua/images/%D0%9F%D1%80%D0%BE%D0%B5%D0%BA%D1%82%D0%B8_%D1%81%D0%B5%D1%81%D1%96%D1%8F/2021/29.04.2021/2021.04.29.35.%D0%B7%D0%B5%D0%BC%D0%BB%D1%8F%D1%96%D0%BD%D0%B2%D0%B5%D0%BD%D1%82%D0%B0%D1%80%D0%B8%D0%B7%D0%B0%D1%86%D1%96%D1%8F.doc" TargetMode="External"/><Relationship Id="rId320" Type="http://schemas.openxmlformats.org/officeDocument/2006/relationships/hyperlink" Target="http://novagromada.gov.ua/images/%D0%9F%D1%80%D0%BE%D0%B5%D0%BA%D1%82%D0%B8_%D1%81%D0%B5%D1%81%D1%96%D1%8F/2021/29.07.2021/29.07.2021.36.%D0%B7%D0%B5%D0%BC%D0%BB%D1%8F%D0%9A%D1%83%D1%80%D0%B0%D0%B6%D0%B8%D0%BD1.doc" TargetMode="External"/><Relationship Id="rId80" Type="http://schemas.openxmlformats.org/officeDocument/2006/relationships/hyperlink" Target="http://novagromada.gov.ua/images/%D0%9F%D1%80%D0%BE%D0%B5%D0%BA%D1%82%D0%B8_%D1%81%D0%B5%D1%81%D1%96%D1%8F/2021/25.03.2021/2021.03.25.34.%D0%B7%D0%B0%D1%82%D0%B2%D0%B5%D1%80%D0%B4%D0%B6%D0%B5%D0%BD%D0%BD.doc" TargetMode="External"/><Relationship Id="rId155" Type="http://schemas.openxmlformats.org/officeDocument/2006/relationships/hyperlink" Target="http://novagromada.gov.ua/images/%D0%9F%D1%80%D0%BE%D0%B5%D0%BA%D1%82%D0%B8_%D1%81%D0%B5%D1%81%D1%96%D1%8F/2021/29.04.2021/2021.04.29.44.%D0%B1%D0%B4%D0%B6%D0%BE%D0%BB%D0%B8.doc" TargetMode="External"/><Relationship Id="rId176" Type="http://schemas.openxmlformats.org/officeDocument/2006/relationships/hyperlink" Target="http://novagromada.gov.ua/images/%D0%9F%D1%80%D0%BE%D0%B5%D0%BA%D1%82%D0%B8_%D1%81%D0%B5%D1%81%D1%96%D1%8F/2021/25.03.2021/2021.03.25.25.%D0%B2%D1%96%D0%B4%D0%B2%D0%B5%D0%B4%D0%B5%D0%BD%D0%BD.doc" TargetMode="External"/><Relationship Id="rId197" Type="http://schemas.openxmlformats.org/officeDocument/2006/relationships/hyperlink" Target="http://novagromada.gov.ua/images/%D0%9F%D1%80%D0%BE%D0%B5%D0%BA%D1%82%D0%B8_%D1%81%D0%B5%D1%81%D1%96%D1%8F/2021/27.05.2021/2021.05.27.24.%D0%B4%D0%BE%D0%B7%D0%B2%D0%BE%D0%BB%D0%B8.docx" TargetMode="External"/><Relationship Id="rId341" Type="http://schemas.openxmlformats.org/officeDocument/2006/relationships/hyperlink" Target="http://novagromada.gov.ua/images/%D0%9F%D1%80%D0%BE%D0%B5%D0%BA%D1%82%D0%B8_%D1%81%D0%B5%D1%81%D1%96%D1%8F/2021/29.07.2021/29.07.2021.43.%D0%B7%D0%B5%D0%BC%D0%BB%D1%8F%D0%A8%D0%B5%D0%B1%D1%83%D1%82%D0%B8%D0%BD%D1%86%D1%96.doc" TargetMode="External"/><Relationship Id="rId362" Type="http://schemas.openxmlformats.org/officeDocument/2006/relationships/hyperlink" Target="http://novagromada.gov.ua/images/%D0%9F%D1%80%D0%BE%D0%B5%D0%BA%D1%82%D0%B8_%D1%81%D0%B5%D1%81%D1%96%D1%8F/2021/26.08.2021/26.08.2021.29.%D0%B7%D0%B5%D0%BC%D0%BB%D1%8F%D0%91%D0%BE%D1%80%D1%81%D1%83%D0%BA%D0%B8.doc" TargetMode="External"/><Relationship Id="rId383" Type="http://schemas.openxmlformats.org/officeDocument/2006/relationships/hyperlink" Target="http://novagromada.gov.ua/images/%D0%9F%D1%80%D0%BE%D0%B5%D0%BA%D1%82%D0%B8_%D1%81%D0%B5%D1%81%D1%96%D1%8F/2021/26.08.2021/26.08.2021.18.%D0%B7%D0%B5%D0%BC%D0%BB%D1%8F%D0%97%D0%BC%D1%96%D0%BD%D0%B837.doc" TargetMode="External"/><Relationship Id="rId418" Type="http://schemas.openxmlformats.org/officeDocument/2006/relationships/hyperlink" Target="http://novagromada.gov.ua/images/%D0%9F%D1%80%D0%BE%D0%B5%D0%BA%D1%82%D0%B8_%D1%81%D0%B5%D1%81%D1%96%D1%8F/2021/26.08.2021/26.08.2021.30.%D0%B7%D0%B5%D0%BC%D0%BB%D1%8F%D0%91%D1%80%D0%B0%D1%97%D0%BB%D1%96%D0%B2%D0%BA%D0%B0.doc" TargetMode="External"/><Relationship Id="rId439" Type="http://schemas.openxmlformats.org/officeDocument/2006/relationships/hyperlink" Target="http://novagromada.gov.ua/images/%D0%9F%D1%80%D0%BE%D0%B5%D0%BA%D1%82%D0%B8_%D1%81%D0%B5%D1%81%D1%96%D1%8F/2021/26.08.2021/26.08.2021.34.%D0%B7%D0%B5%D0%BC%D0%BB%D1%8F%D0%9A%D0%B0%D0%BF%D1%83%D1%81%D1%82%D1%8F%D0%BD%D0%B8.doc" TargetMode="External"/><Relationship Id="rId201" Type="http://schemas.openxmlformats.org/officeDocument/2006/relationships/hyperlink" Target="http://novagromada.gov.ua/images/%D0%9F%D1%80%D0%BE%D0%B5%D0%BA%D1%82%D0%B8_%D1%81%D0%B5%D1%81%D1%96%D1%8F/2021/27.05.2021/2021.05.27.26._%D0%BE%D1%80%D0%B5%D0%BD%D0%B4%D0%B0.docx" TargetMode="External"/><Relationship Id="rId222" Type="http://schemas.openxmlformats.org/officeDocument/2006/relationships/hyperlink" Target="http://novagromada.gov.ua/images/%D0%9F%D1%80%D0%BE%D0%B5%D0%BA%D1%82%D0%B8_%D1%81%D0%B5%D1%81%D1%96%D1%8F/2021/29.07.2021/29.07.2021.14.%D0%B7%D0%B5%D0%BC%D0%BB%D1%8F%D1%82%D0%BE%D1%80%D0%B3%D0%B8.docx" TargetMode="External"/><Relationship Id="rId243" Type="http://schemas.openxmlformats.org/officeDocument/2006/relationships/hyperlink" Target="http://novagromada.gov.ua/images/%D0%9F%D1%80%D0%BE%D0%B5%D0%BA%D1%82%D0%B8_%D1%81%D0%B5%D1%81%D1%96%D1%8F/2021/29.07.2021/29.07.2021.35.%D0%B7%D0%B5%D0%BC%D0%BB%D1%8F%D0%9A%D0%BE%D1%81%D0%B8%D0%BA%D1%96%D0%B2%D1%86%D1%96.doc" TargetMode="External"/><Relationship Id="rId264" Type="http://schemas.openxmlformats.org/officeDocument/2006/relationships/hyperlink" Target="http://novagromada.gov.ua/images/%D0%9F%D1%80%D0%BE%D0%B5%D0%BA%D1%82%D0%B8_%D1%81%D0%B5%D1%81%D1%96%D1%8F/2021/29.07.2021/29.07.2021.18.%D0%B7%D0%B5%D0%BC%D0%BB%D1%8F%D0%BE%D1%80%D0%B5%D0%BD%D0%B4%D0%B0.docx" TargetMode="External"/><Relationship Id="rId285" Type="http://schemas.openxmlformats.org/officeDocument/2006/relationships/hyperlink" Target="http://novagromada.gov.ua/images/%D0%9F%D1%80%D0%BE%D0%B5%D0%BA%D1%82%D0%B8_%D1%81%D0%B5%D1%81%D1%96%D1%8F/2021/29.07.2021/29.07.2021.25.%D0%B7%D0%B5%D0%BC%D0%BB%D1%8F%D0%B7%D0%B0%D1%82%D0%B2%D0%B5%D1%80%D0%B4%D0%B6%D0%B5%D0%BD%D0%BD%D1%8F.doc" TargetMode="External"/><Relationship Id="rId450" Type="http://schemas.openxmlformats.org/officeDocument/2006/relationships/hyperlink" Target="http://novagromada.gov.ua/images/%D0%9F%D1%80%D0%BE%D0%B5%D0%BA%D1%82%D0%B8_%D1%81%D0%B5%D1%81%D1%96%D1%8F/2021/26.08.2021/26.08.2021.40.%D0%B7%D0%B5%D0%BC%D0%BB%D1%8F%D0%9F%D0%B8%D0%BB%D0%B8%D0%BF%D0%BA%D1%96%D0%B2%D1%86%D1%96.doc" TargetMode="External"/><Relationship Id="rId17" Type="http://schemas.openxmlformats.org/officeDocument/2006/relationships/hyperlink" Target="http://novagromada.gov.ua/images/sesiu/2021/280121/2021.01.28.25_%D0%B7%D0%B5%D0%BC%D0%BB%D1%8F.doc" TargetMode="External"/><Relationship Id="rId38" Type="http://schemas.openxmlformats.org/officeDocument/2006/relationships/hyperlink" Target="http://novagromada.gov.ua/images/sesiu/2021/280121/2021.01.28.25_%D0%B7%D0%B5%D0%BC%D0%BB%D1%8F.doc" TargetMode="External"/><Relationship Id="rId59" Type="http://schemas.openxmlformats.org/officeDocument/2006/relationships/hyperlink" Target="http://novagromada.gov.ua/images/%D0%9F%D1%80%D0%BE%D0%B5%D0%BA%D1%82%D0%B8_%D1%81%D0%B5%D1%81%D1%96%D1%8F/2021/25.03.2021/2021.03.25.25.%D0%B2%D1%96%D0%B4%D0%B2%D0%B5%D0%B4%D0%B5%D0%BD%D0%BD.doc" TargetMode="External"/><Relationship Id="rId103" Type="http://schemas.openxmlformats.org/officeDocument/2006/relationships/hyperlink" Target="http://novagromada.gov.ua/images/%D0%9F%D1%80%D0%BE%D0%B5%D0%BA%D1%82%D0%B8_%D1%81%D0%B5%D1%81%D1%96%D1%8F/2021/29.04.2021/2021.04.29.32.%D0%B7%D0%B5%D0%BC%D0%BB%D1%8F%D0%B7%D0%B0%D1%82%D0%B2%D0%B5%D1%80%D0%B4%D0%B6%D0%B5%D0%BD%D0%BD%D1%8F.doc" TargetMode="External"/><Relationship Id="rId124" Type="http://schemas.openxmlformats.org/officeDocument/2006/relationships/hyperlink" Target="http://novagromada.gov.ua/images/%D0%9F%D1%80%D0%BE%D0%B5%D0%BA%D1%82%D0%B8_%D1%81%D0%B5%D1%81%D1%96%D1%8F/2021/29.04.2021/2021.04.29.31.%D0%B7%D0%B5%D0%BC%D0%BB%D1%8F%D0%B7%D0%BC%D1%96%D0%BD%D0%B0.doc" TargetMode="External"/><Relationship Id="rId310" Type="http://schemas.openxmlformats.org/officeDocument/2006/relationships/hyperlink" Target="http://novagromada.gov.ua/images/%D0%9F%D1%80%D0%BE%D0%B5%D0%BA%D1%82%D0%B8_%D1%81%D0%B5%D1%81%D1%96%D1%8F/2021/29.07.2021/29.07.2021.33.%D0%B7%D0%B5%D0%BC%D0%BB%D1%8F%D0%86%D0%B2%D0%B0%D1%88%D0%BA%D1%96%D0%B2%D1%86%D1%96.doc" TargetMode="External"/><Relationship Id="rId70" Type="http://schemas.openxmlformats.org/officeDocument/2006/relationships/hyperlink" Target="http://novagromada.gov.ua/images/%D0%9F%D1%80%D0%BE%D0%B5%D0%BA%D1%82%D0%B8_%D1%81%D0%B5%D1%81%D1%96%D1%8F/2021/25.03.2021/2021.03.25.29.%D1%96%D0%BD%D0%B2%D0%B5%D0%BD%D1%82%D0%B0%D1%80%D0%B8%D0%B7%D0%B0%D1%86%D1%96.doc" TargetMode="External"/><Relationship Id="rId91" Type="http://schemas.openxmlformats.org/officeDocument/2006/relationships/hyperlink" Target="http://novagromada.gov.ua/images/%D0%9F%D1%80%D0%BE%D0%B5%D0%BA%D1%82%D0%B8_%D1%81%D0%B5%D1%81%D1%96%D1%8F/2021/25.03.2021/2021.03.25.37.%D0%BE%D1%80%D0%B5%D0%BD%D0%B4%D0%B0.doc" TargetMode="External"/><Relationship Id="rId145" Type="http://schemas.openxmlformats.org/officeDocument/2006/relationships/hyperlink" Target="http://novagromada.gov.ua/images/%D0%9F%D1%80%D0%BE%D0%B5%D0%BA%D1%82%D0%B8_%D1%81%D0%B5%D1%81%D1%96%D1%8F/2021/29.04.2021/2021.04.29.39.%D0%B7%D0%B5%D0%BC%D0%BB%D1%8F%D0%B7%D0%BC%D1%96%D0%BD%D0%B0.doc" TargetMode="External"/><Relationship Id="rId166" Type="http://schemas.openxmlformats.org/officeDocument/2006/relationships/hyperlink" Target="http://novagromada.gov.ua/images/%D0%9F%D1%80%D0%BE%D0%B5%D0%BA%D1%82%D0%B8_%D1%81%D0%B5%D1%81%D1%96%D1%8F/2021/27.05.2021/2021.05.27.25.%D0%B4%D0%BE%D0%B7%D0%B2%D0%BE%D0%BB%D0%B8.docx" TargetMode="External"/><Relationship Id="rId187" Type="http://schemas.openxmlformats.org/officeDocument/2006/relationships/hyperlink" Target="http://novagromada.gov.ua/images/%D0%9F%D1%80%D0%BE%D0%B5%D0%BA%D1%82%D0%B8_%D1%81%D0%B5%D1%81%D1%96%D1%8F/2021/27.05.2021/2021.05.27.21.%D0%BF%D1%80%D0%B8%D0%BF%D0%B8%D0%BD%D0%B5%D0%BD%D0%BD%D1%8F.doc" TargetMode="External"/><Relationship Id="rId331" Type="http://schemas.openxmlformats.org/officeDocument/2006/relationships/hyperlink" Target="http://novagromada.gov.ua/images/%D0%9F%D1%80%D0%BE%D0%B5%D0%BA%D1%82%D0%B8_%D1%81%D0%B5%D1%81%D1%96%D1%8F/2021/29.07.2021/29.07.2021.40.%D0%B7%D0%B5%D0%BC%D0%BB%D1%8F%D0%A1%D1%82%D0%B0%D0%B2%D1%87%D0%B0%D0%BD%D0%B8.doc" TargetMode="External"/><Relationship Id="rId352" Type="http://schemas.openxmlformats.org/officeDocument/2006/relationships/hyperlink" Target="http://novagromada.gov.ua/images/%D0%9F%D1%80%D0%BE%D0%B5%D0%BA%D1%82%D0%B8_%D1%81%D0%B5%D1%81%D1%96%D1%8F/2021/26.08.2021/2021.08.26.19.%D0%B7%D0%B5%D0%BC%D0%BB%D1%8F%D1%82%D0%BE%D1%80%D0%B3%D0%B8.doc" TargetMode="External"/><Relationship Id="rId373" Type="http://schemas.openxmlformats.org/officeDocument/2006/relationships/hyperlink" Target="http://novagromada.gov.ua/images/%D0%9F%D1%80%D0%BE%D0%B5%D0%BA%D1%82%D0%B8_%D1%81%D0%B5%D1%81%D1%96%D1%8F/2021/26.08.2021/26.08.2021.38.%D0%B7%D0%B5%D0%BC%D0%BB%D1%8F%D0%9F%D0%B5%D1%81%D0%B5%D1%86%D1%8C1.doc" TargetMode="External"/><Relationship Id="rId394" Type="http://schemas.openxmlformats.org/officeDocument/2006/relationships/hyperlink" Target="http://novagromada.gov.ua/images/%D0%9F%D1%80%D0%BE%D0%B5%D0%BA%D1%82%D0%B8_%D1%81%D0%B5%D1%81%D1%96%D1%8F/2021/26.08.2021/2021.08.26.22.%D0%B7%D0%B5%D0%BC%D0%BB%D1%8F%D0%BF%D0%BE%D1%81%D1%82%D1%96%D0%B9%D0%BD%D0%B5.doc" TargetMode="External"/><Relationship Id="rId408" Type="http://schemas.openxmlformats.org/officeDocument/2006/relationships/hyperlink" Target="http://novagromada.gov.ua/images/%D0%9F%D1%80%D0%BE%D0%B5%D0%BA%D1%82%D0%B8_%D1%81%D0%B5%D1%81%D1%96%D1%8F/2021/26.08.2021/26.08.2021.27.%D0%B7%D0%B5%D0%BC%D0%BB%D1%8F%D0%BF%D0%BE%D1%81%D1%82%D1%96%D0%BD%D0%B5.doc" TargetMode="External"/><Relationship Id="rId429" Type="http://schemas.openxmlformats.org/officeDocument/2006/relationships/hyperlink" Target="http://novagromada.gov.ua/images/%D0%9F%D1%80%D0%BE%D0%B5%D0%BA%D1%82%D0%B8_%D1%81%D0%B5%D1%81%D1%96%D1%8F/2021/26.08.2021/26.08.2021._.%D0%B7%D0%B5%D0%BC%D0%BB%D1%8F%D0%97%D0%B0%D0%BC%D1%96%D1%85%D1%96%D0%B2.doc" TargetMode="External"/><Relationship Id="rId1" Type="http://schemas.openxmlformats.org/officeDocument/2006/relationships/numbering" Target="numbering.xml"/><Relationship Id="rId212" Type="http://schemas.openxmlformats.org/officeDocument/2006/relationships/hyperlink" Target="http://novagromada.gov.ua/images/%D0%9F%D1%80%D0%BE%D0%B5%D0%BA%D1%82%D0%B8_%D1%81%D0%B5%D1%81%D1%96%D1%8F/2021/27.05.2021/2021.05.27.29._%D0%B7%D0%B0%D1%82%D0%B2%D0%B5%D1%80%D0%B4%D0%B6%D0%B5%D0%BD%D0%BD%D1%8F.doc" TargetMode="External"/><Relationship Id="rId233" Type="http://schemas.openxmlformats.org/officeDocument/2006/relationships/hyperlink" Target="http://novagromada.gov.ua/images/%D0%9F%D1%80%D0%BE%D0%B5%D0%BA%D1%82%D0%B8_%D1%81%D0%B5%D1%81%D1%96%D1%8F/2021/29.07.2021/29.07.2021.25.%D0%B7%D0%B5%D0%BC%D0%BB%D1%8F%D0%B7%D0%B0%D1%82%D0%B2%D0%B5%D1%80%D0%B4%D0%B6%D0%B5%D0%BD%D0%BD%D1%8F.doc" TargetMode="External"/><Relationship Id="rId254" Type="http://schemas.openxmlformats.org/officeDocument/2006/relationships/hyperlink" Target="http://novagromada.gov.ua/images/%D0%9F%D1%80%D0%BE%D0%B5%D0%BA%D1%82%D0%B8_%D1%81%D0%B5%D1%81%D1%96%D1%8F/2021/29.07.2021/29.07.2021.46.%D0%B7%D0%B5%D0%BC%D0%BB%D1%8F%D0%BF%D0%B0%D1%81%D0%BE%D0%B2%D0%B8%D1%89%D0%B0.docx" TargetMode="External"/><Relationship Id="rId440" Type="http://schemas.openxmlformats.org/officeDocument/2006/relationships/hyperlink" Target="http://novagromada.gov.ua/images/%D0%9F%D1%80%D0%BE%D0%B5%D0%BA%D1%82%D0%B8_%D1%81%D0%B5%D1%81%D1%96%D1%8F/2021/26.08.2021/26.08.2021.35.%D0%B7%D0%B5%D0%BC%D0%BB%D1%8F%D0%9A%D1%83%D1%87%D0%B0.doc" TargetMode="External"/><Relationship Id="rId28" Type="http://schemas.openxmlformats.org/officeDocument/2006/relationships/hyperlink" Target="http://novagromada.gov.ua/images/sesiu/2021/280121/2021.01.28.17_%D0%B7%D0%BC%D1%96%D0%BD%D0%B8.doc" TargetMode="External"/><Relationship Id="rId49" Type="http://schemas.openxmlformats.org/officeDocument/2006/relationships/hyperlink" Target="http://novagromada.gov.ua/images/%D0%9F%D1%80%D0%BE%D0%B5%D0%BA%D1%82%D0%B8_%D1%81%D0%B5%D1%81%D1%96%D1%8F/2021/25.03.2021/2021.03.25.34.%D0%B7%D0%B0%D1%82%D0%B2%D0%B5%D1%80%D0%B4%D0%B6%D0%B5%D0%BD%D0%BD.doc" TargetMode="External"/><Relationship Id="rId114" Type="http://schemas.openxmlformats.org/officeDocument/2006/relationships/hyperlink" Target="http://novagromada.gov.ua/images/%D0%9F%D1%80%D0%BE%D0%B5%D0%BA%D1%82%D0%B8_%D1%81%D0%B5%D1%81%D1%96%D1%8F/2021/29.04.2021/2021.04.29.44.%D0%B1%D0%B4%D0%B6%D0%BE%D0%BB%D0%B8.doc" TargetMode="External"/><Relationship Id="rId275" Type="http://schemas.openxmlformats.org/officeDocument/2006/relationships/hyperlink" Target="http://novagromada.gov.ua/images/%D0%9F%D1%80%D0%BE%D0%B5%D0%BA%D1%82%D0%B8_%D1%81%D0%B5%D1%81%D1%96%D1%8F/2021/29.07.2021/29.07.2021.21.%D0%B7%D0%B5%D0%BC%D0%BB%D1%8F%D0%BF%D0%BE%D1%81%D1%82%D0%BA%D0%BE%D1%80.docx" TargetMode="External"/><Relationship Id="rId296" Type="http://schemas.openxmlformats.org/officeDocument/2006/relationships/hyperlink" Target="http://novagromada.gov.ua/images/%D0%9F%D1%80%D0%BE%D0%B5%D0%BA%D1%82%D0%B8_%D1%81%D0%B5%D1%81%D1%96%D1%8F/2021/29.07.2021/29.07.2021.28.%D0%B7%D0%B5%D0%BC%D0%BB%D1%8F%D0%91%D1%80%D0%B0%D1%97%D0%BB%D1%96%D0%B2%D0%BA%D0%B0.doc" TargetMode="External"/><Relationship Id="rId300" Type="http://schemas.openxmlformats.org/officeDocument/2006/relationships/hyperlink" Target="http://novagromada.gov.ua/images/%D0%9F%D1%80%D0%BE%D0%B5%D0%BA%D1%82%D0%B8_%D1%81%D0%B5%D1%81%D1%96%D1%8F/2021/29.07.2021/29.07.2021.30.%D0%B7%D0%B5%D0%BC%D0%BB%D1%8F%D0%93%D1%83%D0%B1%D0%B0%D1%80%D1%96%D0%B2.doc" TargetMode="External"/><Relationship Id="rId461" Type="http://schemas.openxmlformats.org/officeDocument/2006/relationships/hyperlink" Target="http://novagromada.gov.ua/images/%D0%9F%D1%80%D0%BE%D0%B5%D0%BA%D1%82%D0%B8_%D1%81%D0%B5%D1%81%D1%96%D1%8F/2021/26.08.2021/26.08.2021.45.%D0%B7%D0%B5%D0%BC%D0%BB%D1%8F%D0%BF%D1%80%D0%BE%D0%B4%D0%B0%D0%B61.doc" TargetMode="External"/><Relationship Id="rId60" Type="http://schemas.openxmlformats.org/officeDocument/2006/relationships/hyperlink" Target="http://novagromada.gov.ua/images/%D0%9F%D1%80%D0%BE%D0%B5%D0%BA%D1%82%D0%B8_%D1%81%D0%B5%D1%81%D1%96%D1%8F/2021/25.03.2021/2021.03.25.26.%D0%BE%D1%80%D0%B5%D0%BD%D0%B4%D0%B0.doc" TargetMode="External"/><Relationship Id="rId81" Type="http://schemas.openxmlformats.org/officeDocument/2006/relationships/hyperlink" Target="http://novagromada.gov.ua/images/%D0%9F%D1%80%D0%BE%D0%B5%D0%BA%D1%82%D0%B8_%D1%81%D0%B5%D1%81%D1%96%D1%8F/2021/25.03.2021/2021.03.25.34.%D0%B7%D0%B0%D1%82%D0%B2%D0%B5%D1%80%D0%B4%D0%B6%D0%B5%D0%BD%D0%BD.doc" TargetMode="External"/><Relationship Id="rId135" Type="http://schemas.openxmlformats.org/officeDocument/2006/relationships/hyperlink" Target="http://novagromada.gov.ua/images/%D0%9F%D1%80%D0%BE%D0%B5%D0%BA%D1%82%D0%B8_%D1%81%D0%B5%D1%81%D1%96%D1%8F/2021/29.04.2021/2021.04.29.35.%D0%B7%D0%B5%D0%BC%D0%BB%D1%8F%D1%96%D0%BD%D0%B2%D0%B5%D0%BD%D1%82%D0%B0%D1%80%D0%B8%D0%B7%D0%B0%D1%86%D1%96%D1%8F.doc" TargetMode="External"/><Relationship Id="rId156" Type="http://schemas.openxmlformats.org/officeDocument/2006/relationships/hyperlink" Target="http://novagromada.gov.ua/images/%D0%9F%D1%80%D0%BE%D0%B5%D0%BA%D1%82%D0%B8_%D1%81%D0%B5%D1%81%D1%96%D1%8F/2021/29.04.2021/2021.04.29.43.%D0%B7%D0%B5%D0%BC%D0%BB%D1%8F%D0%BF%D1%80%D0%BE%D0%B4%D0%B0%D0%B6.doc" TargetMode="External"/><Relationship Id="rId177" Type="http://schemas.openxmlformats.org/officeDocument/2006/relationships/hyperlink" Target="http://novagromada.gov.ua/images/%D0%9F%D1%80%D0%BE%D0%B5%D0%BA%D1%82%D0%B8_%D1%81%D0%B5%D1%81%D1%96%D1%8F/2021/25.03.2021/2021.03.25.26.%D0%BE%D1%80%D0%B5%D0%BD%D0%B4%D0%B0.doc" TargetMode="External"/><Relationship Id="rId198" Type="http://schemas.openxmlformats.org/officeDocument/2006/relationships/hyperlink" Target="http://novagromada.gov.ua/images/%D0%9F%D1%80%D0%BE%D0%B5%D0%BA%D1%82%D0%B8_%D1%81%D0%B5%D1%81%D1%96%D1%8F/2021/27.05.2021/2021.05.27.25.%D0%B4%D0%BE%D0%B7%D0%B2%D0%BE%D0%BB%D0%B8.docx" TargetMode="External"/><Relationship Id="rId321" Type="http://schemas.openxmlformats.org/officeDocument/2006/relationships/hyperlink" Target="http://novagromada.gov.ua/images/%D0%9F%D1%80%D0%BE%D0%B5%D0%BA%D1%82%D0%B8_%D1%81%D0%B5%D1%81%D1%96%D1%8F/2021/29.07.2021/29.07.2021.37.%D0%B7%D0%B5%D0%BC%D0%BB%D1%8F%D0%9A%D1%83%D1%87%D0%B01.doc" TargetMode="External"/><Relationship Id="rId342" Type="http://schemas.openxmlformats.org/officeDocument/2006/relationships/hyperlink" Target="http://novagromada.gov.ua/images/%D0%9F%D1%80%D0%BE%D0%B5%D0%BA%D1%82%D0%B8_%D1%81%D0%B5%D1%81%D1%96%D1%8F/2021/29.07.2021/29.07.2021.44.%D0%B7%D0%B5%D0%BC%D0%BB%D1%8F%D0%A3%D1%88%D0%B8%D1%86%D1%8F.doc" TargetMode="External"/><Relationship Id="rId363" Type="http://schemas.openxmlformats.org/officeDocument/2006/relationships/hyperlink" Target="http://novagromada.gov.ua/images/%D0%9F%D1%80%D0%BE%D0%B5%D0%BA%D1%82%D0%B8_%D1%81%D0%B5%D1%81%D1%96%D1%8F/2021/26.08.2021/26.08.2021.30.%D0%B7%D0%B5%D0%BC%D0%BB%D1%8F%D0%91%D1%80%D0%B0%D1%97%D0%BB%D1%96%D0%B2%D0%BA%D0%B0.doc" TargetMode="External"/><Relationship Id="rId384" Type="http://schemas.openxmlformats.org/officeDocument/2006/relationships/hyperlink" Target="http://novagromada.gov.ua/images/%D0%9F%D1%80%D0%BE%D0%B5%D0%BA%D1%82%D0%B8_%D1%81%D0%B5%D1%81%D1%96%D1%8F/2021/26.08.2021/2021.08.26.19.%D0%B7%D0%B5%D0%BC%D0%BB%D1%8F%D1%82%D0%BE%D1%80%D0%B3%D0%B8.doc" TargetMode="External"/><Relationship Id="rId419" Type="http://schemas.openxmlformats.org/officeDocument/2006/relationships/hyperlink" Target="http://novagromada.gov.ua/images/%D0%9F%D1%80%D0%BE%D0%B5%D0%BA%D1%82%D0%B8_%D1%81%D0%B5%D1%81%D1%96%D1%8F/2021/26.08.2021/26.08.2021.31.%D0%B7%D0%B5%D0%BC%D0%BB%D1%8F%D0%92%D0%B0%D1%85%D0%BD%D1%96%D0%B2%D1%86%D1%96_%D0%93%D1%83%D0%B1%D0%B0%D1%80%D1%96%D0%B2.doc" TargetMode="External"/><Relationship Id="rId202" Type="http://schemas.openxmlformats.org/officeDocument/2006/relationships/hyperlink" Target="http://novagromada.gov.ua/images/%D0%9F%D1%80%D0%BE%D0%B5%D0%BA%D1%82%D0%B8_%D1%81%D0%B5%D1%81%D1%96%D1%8F/2021/27.05.2021/2021.05.27.26._%D0%BE%D1%80%D0%B5%D0%BD%D0%B4%D0%B0.docx" TargetMode="External"/><Relationship Id="rId223" Type="http://schemas.openxmlformats.org/officeDocument/2006/relationships/hyperlink" Target="http://novagromada.gov.ua/images/%D0%9F%D1%80%D0%BE%D0%B5%D0%BA%D1%82%D0%B8_%D1%81%D0%B5%D1%81%D1%96%D1%8F/2021/29.07.2021/29.07.2021.15.%D0%B7%D0%B5%D0%BC%D0%BB%D1%8F%D0%B7%D0%BC%D1%96%D0%BD%D0%B8.doc" TargetMode="External"/><Relationship Id="rId244" Type="http://schemas.openxmlformats.org/officeDocument/2006/relationships/hyperlink" Target="http://novagromada.gov.ua/images/%D0%9F%D1%80%D0%BE%D0%B5%D0%BA%D1%82%D0%B8_%D1%81%D0%B5%D1%81%D1%96%D1%8F/2021/29.07.2021/29.07.2021.36.%D0%B7%D0%B5%D0%BC%D0%BB%D1%8F%D0%9A%D1%83%D1%80%D0%B0%D0%B6%D0%B8%D0%BD1.doc" TargetMode="External"/><Relationship Id="rId430" Type="http://schemas.openxmlformats.org/officeDocument/2006/relationships/hyperlink" Target="http://novagromada.gov.ua/images/%D0%9F%D1%80%D0%BE%D0%B5%D0%BA%D1%82%D0%B8_%D1%81%D0%B5%D1%81%D1%96%D1%8F/2021/26.08.2021/26.08.2021._.%D0%B7%D0%B5%D0%BC%D0%BB%D1%8F%D0%97%D0%B0%D0%BC%D1%96%D1%85%D1%96%D0%B2.doc" TargetMode="External"/><Relationship Id="rId18" Type="http://schemas.openxmlformats.org/officeDocument/2006/relationships/hyperlink" Target="http://novagromada.gov.ua/images/sesiu/2021/280121/2021.01.28.26_%D0%B7%D0%B5%D0%BC%D0%BB%D1%8F.doc" TargetMode="External"/><Relationship Id="rId39" Type="http://schemas.openxmlformats.org/officeDocument/2006/relationships/hyperlink" Target="http://novagromada.gov.ua/images/sesiu/2021/280121/2021.01.28.25_%D0%B7%D0%B5%D0%BC%D0%BB%D1%8F.doc" TargetMode="External"/><Relationship Id="rId265" Type="http://schemas.openxmlformats.org/officeDocument/2006/relationships/hyperlink" Target="http://novagromada.gov.ua/images/%D0%9F%D1%80%D0%BE%D0%B5%D0%BA%D1%82%D0%B8_%D1%81%D0%B5%D1%81%D1%96%D1%8F/2021/29.07.2021/29.07.2021.18.%D0%B7%D0%B5%D0%BC%D0%BB%D1%8F%D0%BE%D1%80%D0%B5%D0%BD%D0%B4%D0%B0.docx" TargetMode="External"/><Relationship Id="rId286" Type="http://schemas.openxmlformats.org/officeDocument/2006/relationships/hyperlink" Target="http://novagromada.gov.ua/images/%D0%9F%D1%80%D0%BE%D0%B5%D0%BA%D1%82%D0%B8_%D1%81%D0%B5%D1%81%D1%96%D1%8F/2021/29.07.2021/29.07.2021.25.%D0%B7%D0%B5%D0%BC%D0%BB%D1%8F%D0%B7%D0%B0%D1%82%D0%B2%D0%B5%D1%80%D0%B4%D0%B6%D0%B5%D0%BD%D0%BD%D1%8F.doc" TargetMode="External"/><Relationship Id="rId451" Type="http://schemas.openxmlformats.org/officeDocument/2006/relationships/hyperlink" Target="http://novagromada.gov.ua/images/%D0%9F%D1%80%D0%BE%D0%B5%D0%BA%D1%82%D0%B8_%D1%81%D0%B5%D1%81%D1%96%D1%8F/2021/26.08.2021/26.08.2021.40.%D0%B7%D0%B5%D0%BC%D0%BB%D1%8F%D0%9F%D0%B8%D0%BB%D0%B8%D0%BF%D0%BA%D1%96%D0%B2%D1%86%D1%96.doc" TargetMode="External"/><Relationship Id="rId50" Type="http://schemas.openxmlformats.org/officeDocument/2006/relationships/hyperlink" Target="http://novagromada.gov.ua/images/%D0%9F%D1%80%D0%BE%D0%B5%D0%BA%D1%82%D0%B8_%D1%81%D0%B5%D1%81%D1%96%D1%8F/2021/25.03.2021/2021.03.25.35.%D0%BE%D1%80%D0%B5%D0%BD%D0%B4%D0%B0.doc" TargetMode="External"/><Relationship Id="rId104" Type="http://schemas.openxmlformats.org/officeDocument/2006/relationships/hyperlink" Target="http://novagromada.gov.ua/images/%D0%9F%D1%80%D0%BE%D0%B5%D0%BA%D1%82%D0%B8_%D1%81%D0%B5%D1%81%D1%96%D1%8F/2021/29.04.2021/2021.04.29.33.%D0%B7%D0%B5%D0%BC%D0%BB%D1%8F%D0%B7%D0%B0%D1%82%D0%B2%D0%B5%D1%80%D0%B4%D0%B6%D0%B5%D0%BD%D0%BD%D1%8F.doc" TargetMode="External"/><Relationship Id="rId125" Type="http://schemas.openxmlformats.org/officeDocument/2006/relationships/hyperlink" Target="http://novagromada.gov.ua/images/%D0%9F%D1%80%D0%BE%D0%B5%D0%BA%D1%82%D0%B8_%D1%81%D0%B5%D1%81%D1%96%D1%8F/2021/29.04.2021/2021.04.29.31.%D0%B7%D0%B5%D0%BC%D0%BB%D1%8F%D0%B7%D0%BC%D1%96%D0%BD%D0%B0.doc" TargetMode="External"/><Relationship Id="rId146" Type="http://schemas.openxmlformats.org/officeDocument/2006/relationships/hyperlink" Target="http://novagromada.gov.ua/images/%D0%9F%D1%80%D0%BE%D0%B5%D0%BA%D1%82%D0%B8_%D1%81%D0%B5%D1%81%D1%96%D1%8F/2021/29.04.2021/2021.04.29.39.%D0%B7%D0%B5%D0%BC%D0%BB%D1%8F%D0%B7%D0%BC%D1%96%D0%BD%D0%B0.doc" TargetMode="External"/><Relationship Id="rId167" Type="http://schemas.openxmlformats.org/officeDocument/2006/relationships/hyperlink" Target="http://novagromada.gov.ua/images/%D0%9F%D1%80%D0%BE%D0%B5%D0%BA%D1%82%D0%B8_%D1%81%D0%B5%D1%81%D1%96%D1%8F/2021/27.05.2021/2021.05.27.26._%D0%BE%D1%80%D0%B5%D0%BD%D0%B4%D0%B0.docx" TargetMode="External"/><Relationship Id="rId188" Type="http://schemas.openxmlformats.org/officeDocument/2006/relationships/hyperlink" Target="http://novagromada.gov.ua/images/%D0%9F%D1%80%D0%BE%D0%B5%D0%BA%D1%82%D0%B8_%D1%81%D0%B5%D1%81%D1%96%D1%8F/2021/27.05.2021/2021.05.27.21.%D0%BF%D1%80%D0%B8%D0%BF%D0%B8%D0%BD%D0%B5%D0%BD%D0%BD%D1%8F.doc" TargetMode="External"/><Relationship Id="rId311" Type="http://schemas.openxmlformats.org/officeDocument/2006/relationships/hyperlink" Target="http://novagromada.gov.ua/images/%D0%9F%D1%80%D0%BE%D0%B5%D0%BA%D1%82%D0%B8_%D1%81%D0%B5%D1%81%D1%96%D1%8F/2021/29.07.2021/29.07.2021.33.%D0%B7%D0%B5%D0%BC%D0%BB%D1%8F%D0%86%D0%B2%D0%B0%D1%88%D0%BA%D1%96%D0%B2%D1%86%D1%96.doc" TargetMode="External"/><Relationship Id="rId332" Type="http://schemas.openxmlformats.org/officeDocument/2006/relationships/hyperlink" Target="http://novagromada.gov.ua/images/%D0%9F%D1%80%D0%BE%D0%B5%D0%BA%D1%82%D0%B8_%D1%81%D0%B5%D1%81%D1%96%D1%8F/2021/29.07.2021/29.07.2021.40.%D0%B7%D0%B5%D0%BC%D0%BB%D1%8F%D0%A1%D1%82%D0%B0%D0%B2%D1%87%D0%B0%D0%BD%D0%B8.doc" TargetMode="External"/><Relationship Id="rId353" Type="http://schemas.openxmlformats.org/officeDocument/2006/relationships/hyperlink" Target="http://novagromada.gov.ua/images/%D0%9F%D1%80%D0%BE%D0%B5%D0%BA%D1%82%D0%B8_%D1%81%D0%B5%D1%81%D1%96%D1%8F/2021/26.08.2021/26.08.2021.20.%D0%B7%D0%B5%D0%BC%D0%BB%D1%8F%D0%9F%D1%80%D0%B8%D0%BF%D0%B8%D0%BD%D0%B5%D0%BD%D0%BD%D1%8F.doc" TargetMode="External"/><Relationship Id="rId374" Type="http://schemas.openxmlformats.org/officeDocument/2006/relationships/hyperlink" Target="http://novagromada.gov.ua/images/%D0%9F%D1%80%D0%BE%D0%B5%D0%BA%D1%82%D0%B8_%D1%81%D0%B5%D1%81%D1%96%D1%8F/2021/26.08.2021/26.08.2021.39.%D0%B7%D0%B5%D0%BC%D0%BB%D1%8F%D0%9F%D0%B8%D0%B6%D1%96%D0%B2%D0%BA%D0%B0.doc" TargetMode="External"/><Relationship Id="rId395" Type="http://schemas.openxmlformats.org/officeDocument/2006/relationships/hyperlink" Target="http://novagromada.gov.ua/images/sesiu/2021/26.08.2021/2021.08.26.23.%D0%B7%D0%B5%D0%BC%D0%BB%D1%8F%D0%BE%D1%80%D0%B5%D0%BD%D0%B4%D0%B0.doc" TargetMode="External"/><Relationship Id="rId409" Type="http://schemas.openxmlformats.org/officeDocument/2006/relationships/hyperlink" Target="http://novagromada.gov.ua/images/%D0%9F%D1%80%D0%BE%D0%B5%D0%BA%D1%82%D0%B8_%D1%81%D0%B5%D1%81%D1%96%D1%8F/2021/26.08.2021/26.08.2021.27.%D0%B7%D0%B5%D0%BC%D0%BB%D1%8F%D0%BF%D0%BE%D1%81%D1%82%D1%96%D0%BD%D0%B5.doc" TargetMode="External"/><Relationship Id="rId71" Type="http://schemas.openxmlformats.org/officeDocument/2006/relationships/hyperlink" Target="http://novagromada.gov.ua/images/%D0%9F%D1%80%D0%BE%D0%B5%D0%BA%D1%82%D0%B8_%D1%81%D0%B5%D1%81%D1%96%D1%8F/2021/25.03.2021/2021.03.25.30.%D0%B2%D1%96%D0%B4%D0%B2%D0%B5%D0%B4%D0%B5%D0%BD%D0%BD.doc" TargetMode="External"/><Relationship Id="rId92" Type="http://schemas.openxmlformats.org/officeDocument/2006/relationships/hyperlink" Target="http://novagromada.gov.ua/images/%D0%9F%D1%80%D0%BE%D0%B5%D0%BA%D1%82%D0%B8_%D1%81%D0%B5%D1%81%D1%96%D1%8F/2021/25.03.2021/2021.03.25.39_1.doc" TargetMode="External"/><Relationship Id="rId213" Type="http://schemas.openxmlformats.org/officeDocument/2006/relationships/hyperlink" Target="http://novagromada.gov.ua/images/%D0%9F%D1%80%D0%BE%D0%B5%D0%BA%D1%82%D0%B8_%D1%81%D0%B5%D1%81%D1%96%D1%8F/2021/27.05.2021/2021.05.27.30.%D0%B7%D0%B0%D1%82%D0%B2%D0%B5%D1%80%D0%B4%D0%B6%D0%B5%D0%BD%D0%BD%D1%8F.docx" TargetMode="External"/><Relationship Id="rId234" Type="http://schemas.openxmlformats.org/officeDocument/2006/relationships/hyperlink" Target="http://novagromada.gov.ua/images/%D0%9F%D1%80%D0%BE%D0%B5%D0%BA%D1%82%D0%B8_%D1%81%D0%B5%D1%81%D1%96%D1%8F/2021/29.07.2021/29.07.2021.26.%D0%B7%D0%B5%D0%BC%D0%BB%D1%8F%D0%B7%D0%B0%D1%82%D0%B2%D0%B5%D1%80%D0%B4%D0%B6%D0%B5%D0%BD%D0%BD%D1%8F.doc" TargetMode="External"/><Relationship Id="rId420" Type="http://schemas.openxmlformats.org/officeDocument/2006/relationships/hyperlink" Target="http://novagromada.gov.ua/images/%D0%9F%D1%80%D0%BE%D0%B5%D0%BA%D1%82%D0%B8_%D1%81%D0%B5%D1%81%D1%96%D1%8F/2021/26.08.2021/26.08.2021.31.%D0%B7%D0%B5%D0%BC%D0%BB%D1%8F%D0%92%D0%B0%D1%85%D0%BD%D1%96%D0%B2%D1%86%D1%96_%D0%93%D1%83%D0%B1%D0%B0%D1%80%D1%96%D0%B2.doc" TargetMode="External"/><Relationship Id="rId2" Type="http://schemas.openxmlformats.org/officeDocument/2006/relationships/styles" Target="styles.xml"/><Relationship Id="rId29" Type="http://schemas.openxmlformats.org/officeDocument/2006/relationships/hyperlink" Target="http://novagromada.gov.ua/images/sesiu/2021/280121/2021.01.28.17_%D0%B7%D0%BC%D1%96%D0%BD%D0%B8.doc" TargetMode="External"/><Relationship Id="rId255" Type="http://schemas.openxmlformats.org/officeDocument/2006/relationships/hyperlink" Target="http://novagromada.gov.ua/images/%D0%9F%D1%80%D0%BE%D0%B5%D0%BA%D1%82%D0%B8_%D1%81%D0%B5%D1%81%D1%96%D1%8F/2021/29.07.2021/29.07.2021.15.%D0%B7%D0%B5%D0%BC%D0%BB%D1%8F%D0%B7%D0%BC%D1%96%D0%BD%D0%B8.doc" TargetMode="External"/><Relationship Id="rId276" Type="http://schemas.openxmlformats.org/officeDocument/2006/relationships/hyperlink" Target="http://novagromada.gov.ua/images/%D0%9F%D1%80%D0%BE%D0%B5%D0%BA%D1%82%D0%B8_%D1%81%D0%B5%D1%81%D1%96%D1%8F/2021/29.07.2021/29.07.2021.22.%D0%B7%D0%B5%D0%BC%D0%BB%D1%8F%D0%B2%D0%BB%D0%B0%D1%81%D0%BD%D1%96%D1%81%D1%82%D1%8C.doc" TargetMode="External"/><Relationship Id="rId297" Type="http://schemas.openxmlformats.org/officeDocument/2006/relationships/hyperlink" Target="http://novagromada.gov.ua/images/%D0%9F%D1%80%D0%BE%D0%B5%D0%BA%D1%82%D0%B8_%D1%81%D0%B5%D1%81%D1%96%D1%8F/2021/29.07.2021/29.07.2021.29.%D0%B7%D0%B5%D0%BC%D0%BB%D1%8F%D0%92%D1%96%D0%BB%D1%8C%D1%85%D0%BE%D0%B2%D0%B5%D1%86%D1%8C.doc" TargetMode="External"/><Relationship Id="rId441" Type="http://schemas.openxmlformats.org/officeDocument/2006/relationships/hyperlink" Target="http://novagromada.gov.ua/images/%D0%9F%D1%80%D0%BE%D0%B5%D0%BA%D1%82%D0%B8_%D1%81%D0%B5%D1%81%D1%96%D1%8F/2021/26.08.2021/26.08.2021.35.%D0%B7%D0%B5%D0%BC%D0%BB%D1%8F%D0%9A%D1%83%D1%87%D0%B0.doc" TargetMode="External"/><Relationship Id="rId462" Type="http://schemas.openxmlformats.org/officeDocument/2006/relationships/hyperlink" Target="http://novagromada.gov.ua/images/%D0%9F%D1%80%D0%BE%D0%B5%D0%BA%D1%82%D0%B8_%D1%81%D0%B5%D1%81%D1%96%D1%8F/2021/26.08.2021/26.08.2021.45.%D0%B7%D0%B5%D0%BC%D0%BB%D1%8F%D0%BF%D1%80%D0%BE%D0%B4%D0%B0%D0%B62.doc" TargetMode="External"/><Relationship Id="rId40" Type="http://schemas.openxmlformats.org/officeDocument/2006/relationships/hyperlink" Target="http://novagromada.gov.ua/images/%D0%9F%D1%80%D0%BE%D0%B5%D0%BA%D1%82%D0%B8_%D1%81%D0%B5%D1%81%D1%96%D1%8F/2021/25.03.2021/2021.03.25.25.%D0%B2%D1%96%D0%B4%D0%B2%D0%B5%D0%B4%D0%B5%D0%BD%D0%BD.doc" TargetMode="External"/><Relationship Id="rId115" Type="http://schemas.openxmlformats.org/officeDocument/2006/relationships/hyperlink" Target="http://novagromada.gov.ua/images/%D0%9F%D1%80%D0%BE%D0%B5%D0%BA%D1%82%D0%B8_%D1%81%D0%B5%D1%81%D1%96%D1%8F/2021/29.04.2021/2021.04.29.28.%D0%B7%D0%B5%D0%BC%D0%BB%D1%8F%D0%B2%D0%B8%D0%B4%D1%96%D0%BB%D0%B5%D0%BD%D0%BD%D1%8F.doc" TargetMode="External"/><Relationship Id="rId136" Type="http://schemas.openxmlformats.org/officeDocument/2006/relationships/hyperlink" Target="http://novagromada.gov.ua/images/%D0%9F%D1%80%D0%BE%D0%B5%D0%BA%D1%82%D0%B8_%D1%81%D0%B5%D1%81%D1%96%D1%8F/2021/29.04.2021/2021.04.29.36.%D0%B7%D0%B5%D0%BC%D0%BB%D1%8F%D0%B4%D0%BE%D0%B7%D0%B2%D1%96%D0%BB_1.doc" TargetMode="External"/><Relationship Id="rId157" Type="http://schemas.openxmlformats.org/officeDocument/2006/relationships/hyperlink" Target="http://novagromada.gov.ua/images/%D0%9F%D1%80%D0%BE%D0%B5%D0%BA%D1%82%D0%B8_%D1%81%D0%B5%D1%81%D1%96%D1%8F/2021/29.04.2021/2021.04.29.44.%D0%B1%D0%B4%D0%B6%D0%BE%D0%BB%D0%B8.doc" TargetMode="External"/><Relationship Id="rId178" Type="http://schemas.openxmlformats.org/officeDocument/2006/relationships/hyperlink" Target="http://novagromada.gov.ua/images/%D0%9F%D1%80%D0%BE%D0%B5%D0%BA%D1%82%D0%B8_%D1%81%D0%B5%D1%81%D1%96%D1%8F/2021/27.05.2021/2021.05.27.18.%D0%BF%D0%BE%D0%BB%D0%BE%D0%B6%D0%B5%D0%BD%D0%BD%D1%8F.docx" TargetMode="External"/><Relationship Id="rId301" Type="http://schemas.openxmlformats.org/officeDocument/2006/relationships/hyperlink" Target="http://novagromada.gov.ua/images/%D0%9F%D1%80%D0%BE%D0%B5%D0%BA%D1%82%D0%B8_%D1%81%D0%B5%D1%81%D1%96%D1%8F/2021/29.07.2021/29.07.2021.30.%D0%B7%D0%B5%D0%BC%D0%BB%D1%8F%D0%93%D1%83%D0%B1%D0%B0%D1%80%D1%96%D0%B2.doc" TargetMode="External"/><Relationship Id="rId322" Type="http://schemas.openxmlformats.org/officeDocument/2006/relationships/hyperlink" Target="http://novagromada.gov.ua/images/%D0%9F%D1%80%D0%BE%D0%B5%D0%BA%D1%82%D0%B8_%D1%81%D0%B5%D1%81%D1%96%D1%8F/2021/29.07.2021/29.07.2021.37.%D0%B7%D0%B5%D0%BC%D0%BB%D1%8F%D0%9A%D1%83%D1%87%D0%B01.doc" TargetMode="External"/><Relationship Id="rId343" Type="http://schemas.openxmlformats.org/officeDocument/2006/relationships/hyperlink" Target="http://novagromada.gov.ua/images/%D0%9F%D1%80%D0%BE%D0%B5%D0%BA%D1%82%D0%B8_%D1%81%D0%B5%D1%81%D1%96%D1%8F/2021/29.07.2021/29.07.2021.44.%D0%B7%D0%B5%D0%BC%D0%BB%D1%8F%D0%A3%D1%88%D0%B8%D1%86%D1%8F.doc" TargetMode="External"/><Relationship Id="rId364" Type="http://schemas.openxmlformats.org/officeDocument/2006/relationships/hyperlink" Target="http://novagromada.gov.ua/images/%D0%9F%D1%80%D0%BE%D0%B5%D0%BA%D1%82%D0%B8_%D1%81%D0%B5%D1%81%D1%96%D1%8F/2021/26.08.2021/26.08.2021.31.%D0%B7%D0%B5%D0%BC%D0%BB%D1%8F%D0%92%D0%B0%D1%85%D0%BD%D1%96%D0%B2%D1%86%D1%96_%D0%93%D1%83%D0%B1%D0%B0%D1%80%D1%96%D0%B2.doc" TargetMode="External"/><Relationship Id="rId61" Type="http://schemas.openxmlformats.org/officeDocument/2006/relationships/hyperlink" Target="http://novagromada.gov.ua/images/%D0%9F%D1%80%D0%BE%D0%B5%D0%BA%D1%82%D0%B8_%D1%81%D0%B5%D1%81%D1%96%D1%8F/2021/25.03.2021/2021.03.25.26.%D0%BE%D1%80%D0%B5%D0%BD%D0%B4%D0%B0.doc" TargetMode="External"/><Relationship Id="rId82" Type="http://schemas.openxmlformats.org/officeDocument/2006/relationships/hyperlink" Target="http://novagromada.gov.ua/images/%D0%9F%D1%80%D0%BE%D0%B5%D0%BA%D1%82%D0%B8_%D1%81%D0%B5%D1%81%D1%96%D1%8F/2021/25.03.2021/2021.03.25.34.%D0%B7%D0%B0%D1%82%D0%B2%D0%B5%D1%80%D0%B4%D0%B6%D0%B5%D0%BD%D0%BD.doc" TargetMode="External"/><Relationship Id="rId199" Type="http://schemas.openxmlformats.org/officeDocument/2006/relationships/hyperlink" Target="http://novagromada.gov.ua/images/%D0%9F%D1%80%D0%BE%D0%B5%D0%BA%D1%82%D0%B8_%D1%81%D0%B5%D1%81%D1%96%D1%8F/2021/27.05.2021/2021.05.27.25.%D0%B4%D0%BE%D0%B7%D0%B2%D0%BE%D0%BB%D0%B8.docx" TargetMode="External"/><Relationship Id="rId203" Type="http://schemas.openxmlformats.org/officeDocument/2006/relationships/hyperlink" Target="http://novagromada.gov.ua/images/%D0%9F%D1%80%D0%BE%D0%B5%D0%BA%D1%82%D0%B8_%D1%81%D0%B5%D1%81%D1%96%D1%8F/2021/27.05.2021/2021.05.27.26._%D0%BE%D1%80%D0%B5%D0%BD%D0%B4%D0%B0.docx" TargetMode="External"/><Relationship Id="rId385" Type="http://schemas.openxmlformats.org/officeDocument/2006/relationships/hyperlink" Target="http://novagromada.gov.ua/images/%D0%9F%D1%80%D0%BE%D0%B5%D0%BA%D1%82%D0%B8_%D1%81%D0%B5%D1%81%D1%96%D1%8F/2021/26.08.2021/2021.08.26.19.%D0%B7%D0%B5%D0%BC%D0%BB%D1%8F%D1%82%D0%BE%D1%80%D0%B3%D0%B8.doc" TargetMode="External"/><Relationship Id="rId19" Type="http://schemas.openxmlformats.org/officeDocument/2006/relationships/hyperlink" Target="http://novagromada.gov.ua/images/sesiu/2021/280121/2021.01.28.27_%D0%BE%D1%80%D0%B5%D0%BD%D0%B4%D0%B0.doc" TargetMode="External"/><Relationship Id="rId224" Type="http://schemas.openxmlformats.org/officeDocument/2006/relationships/hyperlink" Target="http://novagromada.gov.ua/images/%D0%9F%D1%80%D0%BE%D0%B5%D0%BA%D1%82%D0%B8_%D1%81%D0%B5%D1%81%D1%96%D1%8F/2021/29.07.2021/29.07.2021.16.%D0%B7%D0%B5%D0%BC%D0%BB%D1%8F%D0%BF%D1%80%D0%B8%D0%BF%D0%B8%D0%BD%D0%B5%D0%BD%D0%BD%D1%8F.doc" TargetMode="External"/><Relationship Id="rId245" Type="http://schemas.openxmlformats.org/officeDocument/2006/relationships/hyperlink" Target="http://novagromada.gov.ua/images/%D0%9F%D1%80%D0%BE%D0%B5%D0%BA%D1%82%D0%B8_%D1%81%D0%B5%D1%81%D1%96%D1%8F/2021/29.07.2021/29.07.2021.37.%D0%B7%D0%B5%D0%BC%D0%BB%D1%8F%D0%9A%D1%83%D1%87%D0%B01.doc" TargetMode="External"/><Relationship Id="rId266" Type="http://schemas.openxmlformats.org/officeDocument/2006/relationships/hyperlink" Target="http://novagromada.gov.ua/images/%D0%9F%D1%80%D0%BE%D0%B5%D0%BA%D1%82%D0%B8_%D1%81%D0%B5%D1%81%D1%96%D1%8F/2021/29.07.2021/29.07.2021.18.%D0%B7%D0%B5%D0%BC%D0%BB%D1%8F%D0%BE%D1%80%D0%B5%D0%BD%D0%B4%D0%B0.docx" TargetMode="External"/><Relationship Id="rId287" Type="http://schemas.openxmlformats.org/officeDocument/2006/relationships/hyperlink" Target="http://novagromada.gov.ua/images/%D0%9F%D1%80%D0%BE%D0%B5%D0%BA%D1%82%D0%B8_%D1%81%D0%B5%D1%81%D1%96%D1%8F/2021/29.07.2021/29.07.2021.25.%D0%B7%D0%B5%D0%BC%D0%BB%D1%8F%D0%B7%D0%B0%D1%82%D0%B2%D0%B5%D1%80%D0%B4%D0%B6%D0%B5%D0%BD%D0%BD%D1%8F.doc" TargetMode="External"/><Relationship Id="rId410" Type="http://schemas.openxmlformats.org/officeDocument/2006/relationships/hyperlink" Target="http://novagromada.gov.ua/images/%D0%9F%D1%80%D0%BE%D0%B5%D0%BA%D1%82%D0%B8_%D1%81%D0%B5%D1%81%D1%96%D1%8F/2021/26.08.2021/26.08.2021.28.%D0%B7%D0%B5%D0%BC%D0%BB%D1%8F%D0%90%D0%BD%D1%82%D0%BE%D0%BD%D1%96%D0%B2%D0%BA%D0%B01.doc" TargetMode="External"/><Relationship Id="rId431" Type="http://schemas.openxmlformats.org/officeDocument/2006/relationships/hyperlink" Target="http://novagromada.gov.ua/images/%D0%9F%D1%80%D0%BE%D0%B5%D0%BA%D1%82%D0%B8_%D1%81%D0%B5%D1%81%D1%96%D1%8F/2021/26.08.2021/26.08.2021.33.%D0%97%D0%B5%D0%BB%D0%B5%D0%BD%D1%96_%D0%9A%D1%83%D1%80%D0%B8%D0%BB%D1%96%D0%B2%D1%86%D1%96.doc" TargetMode="External"/><Relationship Id="rId452" Type="http://schemas.openxmlformats.org/officeDocument/2006/relationships/hyperlink" Target="http://novagromada.gov.ua/images/%D0%9F%D1%80%D0%BE%D0%B5%D0%BA%D1%82%D0%B8_%D1%81%D0%B5%D1%81%D1%96%D1%8F/2021/26.08.2021/26.08.2021.40.%D0%B7%D0%B5%D0%BC%D0%BB%D1%8F%D0%9F%D0%B8%D0%BB%D0%B8%D0%BF%D0%BA%D1%96%D0%B2%D1%86%D1%96.doc" TargetMode="External"/><Relationship Id="rId30" Type="http://schemas.openxmlformats.org/officeDocument/2006/relationships/hyperlink" Target="http://novagromada.gov.ua/images/sesiu/2021/280121/2021.01.28.17_%D0%B7%D0%BC%D1%96%D0%BD%D0%B8.doc" TargetMode="External"/><Relationship Id="rId105" Type="http://schemas.openxmlformats.org/officeDocument/2006/relationships/hyperlink" Target="http://novagromada.gov.ua/images/%D0%9F%D1%80%D0%BE%D0%B5%D0%BA%D1%82%D0%B8_%D1%81%D0%B5%D1%81%D1%96%D1%8F/2021/29.04.2021/2021.04.29.35.%D0%B7%D0%B5%D0%BC%D0%BB%D1%8F%D1%96%D0%BD%D0%B2%D0%B5%D0%BD%D1%82%D0%B0%D1%80%D0%B8%D0%B7%D0%B0%D1%86%D1%96%D1%8F.doc" TargetMode="External"/><Relationship Id="rId126" Type="http://schemas.openxmlformats.org/officeDocument/2006/relationships/hyperlink" Target="http://novagromada.gov.ua/images/%D0%9F%D1%80%D0%BE%D0%B5%D0%BA%D1%82%D0%B8_%D1%81%D0%B5%D1%81%D1%96%D1%8F/2021/29.04.2021/2021.04.29.31.%D0%B7%D0%B5%D0%BC%D0%BB%D1%8F%D0%B7%D0%BC%D1%96%D0%BD%D0%B0.doc" TargetMode="External"/><Relationship Id="rId147" Type="http://schemas.openxmlformats.org/officeDocument/2006/relationships/hyperlink" Target="http://novagromada.gov.ua/images/%D0%9F%D1%80%D0%BE%D0%B5%D0%BA%D1%82%D0%B8_%D1%81%D0%B5%D1%81%D1%96%D1%8F/2021/29.04.2021/2021.04.29.39.%D0%B7%D0%B5%D0%BC%D0%BB%D1%8F%D0%B7%D0%BC%D1%96%D0%BD%D0%B0.doc" TargetMode="External"/><Relationship Id="rId168" Type="http://schemas.openxmlformats.org/officeDocument/2006/relationships/hyperlink" Target="http://novagromada.gov.ua/images/%D0%9F%D1%80%D0%BE%D0%B5%D0%BA%D1%82%D0%B8_%D1%81%D0%B5%D1%81%D1%96%D1%8F/2021/27.05.2021/2021.05.27.27.%D0%BE%D1%80%D0%B5%D0%BD%D0%B4%D0%B0.docx" TargetMode="External"/><Relationship Id="rId312" Type="http://schemas.openxmlformats.org/officeDocument/2006/relationships/hyperlink" Target="http://novagromada.gov.ua/images/%D0%9F%D1%80%D0%BE%D0%B5%D0%BA%D1%82%D0%B8_%D1%81%D0%B5%D1%81%D1%96%D1%8F/2021/29.07.2021/29.07.2021.34.%D0%B7%D0%B5%D0%BC%D0%BB%D1%8F%D0%9A%D0%B0%D0%BF%D1%83%D1%81%D1%82%D1%8F%D0%BD%D0%B8.doc" TargetMode="External"/><Relationship Id="rId333" Type="http://schemas.openxmlformats.org/officeDocument/2006/relationships/hyperlink" Target="http://novagromada.gov.ua/images/%D0%9F%D1%80%D0%BE%D0%B5%D0%BA%D1%82%D0%B8_%D1%81%D0%B5%D1%81%D1%96%D1%8F/2021/29.07.2021/29.07.2021.41.%D0%B7%D0%B5%D0%BC%D0%BB%D1%8F%D0%A1%D1%82%D1%80%D1%83%D0%B3%D0%B0.doc" TargetMode="External"/><Relationship Id="rId354" Type="http://schemas.openxmlformats.org/officeDocument/2006/relationships/hyperlink" Target="http://novagromada.gov.ua/images/sesiu/2021/26.08.2021/2021.08.26.21.%D0%B7%D0%B5%D0%BC%D0%BB%D1%8F%D0%B7%D0%BC%D1%96%D0%BD%D0%B0.doc" TargetMode="External"/><Relationship Id="rId51" Type="http://schemas.openxmlformats.org/officeDocument/2006/relationships/hyperlink" Target="http://novagromada.gov.ua/images/%D0%9F%D1%80%D0%BE%D0%B5%D0%BA%D1%82%D0%B8_%D1%81%D0%B5%D1%81%D1%96%D1%8F/2021/25.03.2021/2021.03.25.36.%D1%80%D0%BE%D0%B7%D1%8B%D1%80%D0%B2%D0%B0%D0%BD%D0%BD.doc" TargetMode="External"/><Relationship Id="rId72" Type="http://schemas.openxmlformats.org/officeDocument/2006/relationships/hyperlink" Target="http://novagromada.gov.ua/images/%D0%9F%D1%80%D0%BE%D0%B5%D0%BA%D1%82%D0%B8_%D1%81%D0%B5%D1%81%D1%96%D1%8F/2021/25.03.2021/2021.03.25.30.%D0%B2%D1%96%D0%B4%D0%B2%D0%B5%D0%B4%D0%B5%D0%BD%D0%BD.doc" TargetMode="External"/><Relationship Id="rId93" Type="http://schemas.openxmlformats.org/officeDocument/2006/relationships/hyperlink" Target="http://novagromada.gov.ua/images/%D0%9F%D1%80%D0%BE%D0%B5%D0%BA%D1%82%D0%B8_%D1%81%D0%B5%D1%81%D1%96%D1%8F/2021/25.03.2021/2021.03.25.40.%D0%B2%D1%96%D0%B4%D0%BD%D0%BE%D0%B2%D0%BB%D0%B5%D0%BD%D0%BD.doc" TargetMode="External"/><Relationship Id="rId189" Type="http://schemas.openxmlformats.org/officeDocument/2006/relationships/hyperlink" Target="http://novagromada.gov.ua/images/%D0%9F%D1%80%D0%BE%D0%B5%D0%BA%D1%82%D0%B8_%D1%81%D0%B5%D1%81%D1%96%D1%8F/2021/27.05.2021/2021.05.27.22.%D0%95%D0%93%D0%9E.docx" TargetMode="External"/><Relationship Id="rId375" Type="http://schemas.openxmlformats.org/officeDocument/2006/relationships/hyperlink" Target="http://novagromada.gov.ua/images/%D0%9F%D1%80%D0%BE%D0%B5%D0%BA%D1%82%D0%B8_%D1%81%D0%B5%D1%81%D1%96%D1%8F/2021/26.08.2021/26.08.2021.40.%D0%B7%D0%B5%D0%BC%D0%BB%D1%8F%D0%9F%D0%B8%D0%BB%D0%B8%D0%BF%D0%BA%D1%96%D0%B2%D1%86%D1%96.doc" TargetMode="External"/><Relationship Id="rId396" Type="http://schemas.openxmlformats.org/officeDocument/2006/relationships/hyperlink" Target="http://novagromada.gov.ua/images/sesiu/2021/26.08.2021/2021.08.26.23.%D0%B7%D0%B5%D0%BC%D0%BB%D1%8F%D0%BE%D1%80%D0%B5%D0%BD%D0%B4%D0%B0.doc" TargetMode="External"/><Relationship Id="rId3" Type="http://schemas.openxmlformats.org/officeDocument/2006/relationships/settings" Target="settings.xml"/><Relationship Id="rId214" Type="http://schemas.openxmlformats.org/officeDocument/2006/relationships/hyperlink" Target="http://novagromada.gov.ua/images/%D0%9F%D1%80%D0%BE%D0%B5%D0%BA%D1%82%D0%B8_%D1%81%D0%B5%D1%81%D1%96%D1%8F/2021/27.05.2021/2021.05.27.30.%D0%B7%D0%B0%D1%82%D0%B2%D0%B5%D1%80%D0%B4%D0%B6%D0%B5%D0%BD%D0%BD%D1%8F.docx" TargetMode="External"/><Relationship Id="rId235" Type="http://schemas.openxmlformats.org/officeDocument/2006/relationships/hyperlink" Target="http://novagromada.gov.ua/images/%D0%9F%D1%80%D0%BE%D0%B5%D0%BA%D1%82%D0%B8_%D1%81%D0%B5%D1%81%D1%96%D1%8F/2021/29.07.2021/29.07.2021.27.%D0%B7%D0%B5%D0%BC%D0%BB%D1%8F%D0%90%D0%BD%D1%82%D0%BE%D0%BD%D1%96%D0%B2%D0%BA%D0%B0.doc" TargetMode="External"/><Relationship Id="rId256" Type="http://schemas.openxmlformats.org/officeDocument/2006/relationships/hyperlink" Target="http://novagromada.gov.ua/images/%D0%9F%D1%80%D0%BE%D0%B5%D0%BA%D1%82%D0%B8_%D1%81%D0%B5%D1%81%D1%96%D1%8F/2021/29.07.2021/29.07.2021.15.%D0%B7%D0%B5%D0%BC%D0%BB%D1%8F%D0%B7%D0%BC%D1%96%D0%BD%D0%B8.doc" TargetMode="External"/><Relationship Id="rId277" Type="http://schemas.openxmlformats.org/officeDocument/2006/relationships/hyperlink" Target="http://novagromada.gov.ua/images/%D0%9F%D1%80%D0%BE%D0%B5%D0%BA%D1%82%D0%B8_%D1%81%D0%B5%D1%81%D1%96%D1%8F/2021/29.07.2021/29.07.2021.22.%D0%B7%D0%B5%D0%BC%D0%BB%D1%8F%D0%B2%D0%BB%D0%B0%D1%81%D0%BD%D1%96%D1%81%D1%82%D1%8C.doc" TargetMode="External"/><Relationship Id="rId298" Type="http://schemas.openxmlformats.org/officeDocument/2006/relationships/hyperlink" Target="http://novagromada.gov.ua/images/%D0%9F%D1%80%D0%BE%D0%B5%D0%BA%D1%82%D0%B8_%D1%81%D0%B5%D1%81%D1%96%D1%8F/2021/29.07.2021/29.07.2021.29.%D0%B7%D0%B5%D0%BC%D0%BB%D1%8F%D0%92%D1%96%D0%BB%D1%8C%D1%85%D0%BE%D0%B2%D0%B5%D1%86%D1%8C.doc" TargetMode="External"/><Relationship Id="rId400" Type="http://schemas.openxmlformats.org/officeDocument/2006/relationships/hyperlink" Target="http://novagromada.gov.ua/images/%D0%9F%D1%80%D0%BE%D0%B5%D0%BA%D1%82%D0%B8_%D1%81%D0%B5%D1%81%D1%96%D1%8F/2021/26.08.2021/26.08.2021.25.%D0%B7%D0%B5%D0%BC%D0%BB%D1%8F%D0%B2%D0%BB%D0%B0%D1%81%D0%BD%D1%96%D1%81%D1%82%D1%8C1.doc" TargetMode="External"/><Relationship Id="rId421" Type="http://schemas.openxmlformats.org/officeDocument/2006/relationships/hyperlink" Target="http://novagromada.gov.ua/images/%D0%9F%D1%80%D0%BE%D0%B5%D0%BA%D1%82%D0%B8_%D1%81%D0%B5%D1%81%D1%96%D1%8F/2021/26.08.2021/26.08.2021.31.%D0%B7%D0%B5%D0%BC%D0%BB%D1%8F%D0%92%D0%B0%D1%85%D0%BD%D1%96%D0%B2%D1%86%D1%96_%D0%93%D1%83%D0%B1%D0%B0%D1%80%D1%96%D0%B2.doc" TargetMode="External"/><Relationship Id="rId442" Type="http://schemas.openxmlformats.org/officeDocument/2006/relationships/hyperlink" Target="http://novagromada.gov.ua/images/%D0%9F%D1%80%D0%BE%D0%B5%D0%BA%D1%82%D0%B8_%D1%81%D0%B5%D1%81%D1%96%D1%8F/2021/26.08.2021/26.08.2021.35.%D0%B7%D0%B5%D0%BC%D0%BB%D1%8F%D0%9A%D1%83%D1%87%D0%B0.doc" TargetMode="External"/><Relationship Id="rId463" Type="http://schemas.openxmlformats.org/officeDocument/2006/relationships/hyperlink" Target="http://novagromada.gov.ua/images/%D0%9F%D1%80%D0%BE%D0%B5%D0%BA%D1%82%D0%B8_%D1%81%D0%B5%D1%81%D1%96%D1%8F/2021/26.08.2021/26.08.2021.45.%D0%B7%D0%B5%D0%BC%D0%BB%D1%8F%D0%BF%D1%80%D0%BE%D0%B4%D0%B0%D0%B62.doc" TargetMode="External"/><Relationship Id="rId116" Type="http://schemas.openxmlformats.org/officeDocument/2006/relationships/hyperlink" Target="http://novagromada.gov.ua/images/%D0%9F%D1%80%D0%BE%D0%B5%D0%BA%D1%82%D0%B8_%D1%81%D0%B5%D1%81%D1%96%D1%8F/2021/29.04.2021/2021.04.29.28.%D0%B7%D0%B5%D0%BC%D0%BB%D1%8F%D0%B2%D0%B8%D0%B4%D1%96%D0%BB%D0%B5%D0%BD%D0%BD%D1%8F.doc" TargetMode="External"/><Relationship Id="rId137" Type="http://schemas.openxmlformats.org/officeDocument/2006/relationships/hyperlink" Target="http://novagromada.gov.ua/images/%D0%9F%D1%80%D0%BE%D0%B5%D0%BA%D1%82%D0%B8_%D1%81%D0%B5%D1%81%D1%96%D1%8F/2021/29.04.2021/2021.04.29.36.%D0%B7%D0%B5%D0%BC%D0%BB%D1%8F%D0%B4%D0%BE%D0%B7%D0%B2%D1%96%D0%BB_1.doc" TargetMode="External"/><Relationship Id="rId158" Type="http://schemas.openxmlformats.org/officeDocument/2006/relationships/hyperlink" Target="http://novagromada.gov.ua/images/%D0%9F%D1%80%D0%BE%D0%B5%D0%BA%D1%82%D0%B8_%D1%81%D0%B5%D1%81%D1%96%D1%8F/2021/27.05.2021/2021.05.27.17.%D0%B2%D0%B8%D0%BA%D0%BB%D1%8E%D1%87%D0%B5%D0%BD%D0%BD%D1%8F.docx" TargetMode="External"/><Relationship Id="rId302" Type="http://schemas.openxmlformats.org/officeDocument/2006/relationships/hyperlink" Target="http://novagromada.gov.ua/images/%D0%9F%D1%80%D0%BE%D0%B5%D0%BA%D1%82%D0%B8_%D1%81%D0%B5%D1%81%D1%96%D1%8F/2021/29.07.2021/29.07.2021.30.%D0%B7%D0%B5%D0%BC%D0%BB%D1%8F%D0%93%D1%83%D0%B1%D0%B0%D1%80%D1%96%D0%B2.doc" TargetMode="External"/><Relationship Id="rId323" Type="http://schemas.openxmlformats.org/officeDocument/2006/relationships/hyperlink" Target="http://novagromada.gov.ua/images/%D0%9F%D1%80%D0%BE%D0%B5%D0%BA%D1%82%D0%B8_%D1%81%D0%B5%D1%81%D1%96%D1%8F/2021/29.07.2021/29.07.2021.37.%D0%B7%D0%B5%D0%BC%D0%BB%D1%8F%D0%9A%D1%83%D1%87%D0%B01.doc" TargetMode="External"/><Relationship Id="rId344" Type="http://schemas.openxmlformats.org/officeDocument/2006/relationships/hyperlink" Target="http://novagromada.gov.ua/images/%D0%9F%D1%80%D0%BE%D0%B5%D0%BA%D1%82%D0%B8_%D1%81%D0%B5%D1%81%D1%96%D1%8F/2021/29.07.2021/29.07.2021.44.%D0%B7%D0%B5%D0%BC%D0%BB%D1%8F%D0%A3%D1%88%D0%B8%D1%86%D1%8F.doc" TargetMode="External"/><Relationship Id="rId20" Type="http://schemas.openxmlformats.org/officeDocument/2006/relationships/hyperlink" Target="http://novagromada.gov.ua/images/sesiu/2021/280121/2021.01.28.28_%D0%BF%D1%80%D0%B8%D0%BF%D0%B8%D0%BD%D0%B5%D0%BD%D0%BD%D1%8F.doc" TargetMode="External"/><Relationship Id="rId41" Type="http://schemas.openxmlformats.org/officeDocument/2006/relationships/hyperlink" Target="http://novagromada.gov.ua/images/%D0%9F%D1%80%D0%BE%D0%B5%D0%BA%D1%82%D0%B8_%D1%81%D0%B5%D1%81%D1%96%D1%8F/2021/25.03.2021/2021.03.25.26.%D0%BE%D1%80%D0%B5%D0%BD%D0%B4%D0%B0.doc" TargetMode="External"/><Relationship Id="rId62" Type="http://schemas.openxmlformats.org/officeDocument/2006/relationships/hyperlink" Target="http://novagromada.gov.ua/images/%D0%9F%D1%80%D0%BE%D0%B5%D0%BA%D1%82%D0%B8_%D1%81%D0%B5%D1%81%D1%96%D1%8F/2021/25.03.2021/2021.03.25.27.%D0%B7%D0%B5%D0%BC%D0%BB%D1%8F.doc" TargetMode="External"/><Relationship Id="rId83" Type="http://schemas.openxmlformats.org/officeDocument/2006/relationships/hyperlink" Target="http://novagromada.gov.ua/images/%D0%9F%D1%80%D0%BE%D0%B5%D0%BA%D1%82%D0%B8_%D1%81%D0%B5%D1%81%D1%96%D1%8F/2021/25.03.2021/2021.03.25.35.%D0%BE%D1%80%D0%B5%D0%BD%D0%B4%D0%B0.doc" TargetMode="External"/><Relationship Id="rId179" Type="http://schemas.openxmlformats.org/officeDocument/2006/relationships/hyperlink" Target="http://novagromada.gov.ua/images/%D0%9F%D1%80%D0%BE%D0%B5%D0%BA%D1%82%D0%B8_%D1%81%D0%B5%D1%81%D1%96%D1%8F/2021/27.05.2021/2021.05.27.18.%D0%BF%D0%BE%D0%BB%D0%BE%D0%B6%D0%B5%D0%BD%D0%BD%D1%8F.docx" TargetMode="External"/><Relationship Id="rId365" Type="http://schemas.openxmlformats.org/officeDocument/2006/relationships/hyperlink" Target="http://novagromada.gov.ua/images/%D0%9F%D1%80%D0%BE%D0%B5%D0%BA%D1%82%D0%B8_%D1%81%D0%B5%D1%81%D1%96%D1%8F/2021/26.08.2021/26.08.2021.32.%D0%B7%D0%B5%D0%BC%D0%BB%D1%8F%D0%92%D1%96%D0%BB%D1%8C%D1%85%D0%BE%D0%B2%D0%B5%D1%86%D1%8C.doc" TargetMode="External"/><Relationship Id="rId386" Type="http://schemas.openxmlformats.org/officeDocument/2006/relationships/hyperlink" Target="http://novagromada.gov.ua/images/%D0%9F%D1%80%D0%BE%D0%B5%D0%BA%D1%82%D0%B8_%D1%81%D0%B5%D1%81%D1%96%D1%8F/2021/26.08.2021/26.08.2021.20.%D0%B7%D0%B5%D0%BC%D0%BB%D1%8F%D0%9F%D1%80%D0%B8%D0%BF%D0%B8%D0%BD%D0%B5%D0%BD%D0%BD%D1%8F.doc" TargetMode="External"/><Relationship Id="rId190" Type="http://schemas.openxmlformats.org/officeDocument/2006/relationships/hyperlink" Target="http://novagromada.gov.ua/images/%D0%9F%D1%80%D0%BE%D0%B5%D0%BA%D1%82%D0%B8_%D1%81%D0%B5%D1%81%D1%96%D1%8F/2021/27.05.2021/2021.05.27.22.%D0%95%D0%93%D0%9E.docx" TargetMode="External"/><Relationship Id="rId204" Type="http://schemas.openxmlformats.org/officeDocument/2006/relationships/hyperlink" Target="http://novagromada.gov.ua/images/%D0%9F%D1%80%D0%BE%D0%B5%D0%BA%D1%82%D0%B8_%D1%81%D0%B5%D1%81%D1%96%D1%8F/2021/27.05.2021/2021.05.27.27.%D0%BE%D1%80%D0%B5%D0%BD%D0%B4%D0%B0.docx" TargetMode="External"/><Relationship Id="rId225" Type="http://schemas.openxmlformats.org/officeDocument/2006/relationships/hyperlink" Target="http://novagromada.gov.ua/images/%D0%9F%D1%80%D0%BE%D0%B5%D0%BA%D1%82%D0%B8_%D1%81%D0%B5%D1%81%D1%96%D1%8F/2021/29.07.2021/29.07.2021.17.%D0%B7%D0%B5%D0%BC%D0%BB%D1%8F%D0%B2%D0%B8%D0%B4%D1%96%D0%BB%D0%B5%D0%BD%D0%BD%D1%8F.docx" TargetMode="External"/><Relationship Id="rId246" Type="http://schemas.openxmlformats.org/officeDocument/2006/relationships/hyperlink" Target="http://novagromada.gov.ua/images/%D0%9F%D1%80%D0%BE%D0%B5%D0%BA%D1%82%D0%B8_%D1%81%D0%B5%D1%81%D1%96%D1%8F/2021/29.07.2021/29.07.2021.38.%D0%B7%D0%B5%D0%BC%D0%BB%D1%8F%D0%9C%D0%B0%D0%BB%D0%B0.doc" TargetMode="External"/><Relationship Id="rId267" Type="http://schemas.openxmlformats.org/officeDocument/2006/relationships/hyperlink" Target="http://novagromada.gov.ua/images/%D0%9F%D1%80%D0%BE%D0%B5%D0%BA%D1%82%D0%B8_%D1%81%D0%B5%D1%81%D1%96%D1%8F/2021/29.07.2021/29.07.2021.19.%D0%B7%D0%B5%D0%BC%D0%BB%D1%8F%D0%BE%D1%80%D0%B5%D0%BD%D0%B4%D0%B0.docx" TargetMode="External"/><Relationship Id="rId288" Type="http://schemas.openxmlformats.org/officeDocument/2006/relationships/hyperlink" Target="http://novagromada.gov.ua/images/%D0%9F%D1%80%D0%BE%D0%B5%D0%BA%D1%82%D0%B8_%D1%81%D0%B5%D1%81%D1%96%D1%8F/2021/29.07.2021/29.07.2021.26.%D0%B7%D0%B5%D0%BC%D0%BB%D1%8F%D0%B7%D0%B0%D1%82%D0%B2%D0%B5%D1%80%D0%B4%D0%B6%D0%B5%D0%BD%D0%BD%D1%8F.doc" TargetMode="External"/><Relationship Id="rId411" Type="http://schemas.openxmlformats.org/officeDocument/2006/relationships/hyperlink" Target="http://novagromada.gov.ua/images/%D0%9F%D1%80%D0%BE%D0%B5%D0%BA%D1%82%D0%B8_%D1%81%D0%B5%D1%81%D1%96%D1%8F/2021/26.08.2021/26.08.2021.28.%D0%B7%D0%B5%D0%BC%D0%BB%D1%8F%D0%90%D0%BD%D1%82%D0%BE%D0%BD%D1%96%D0%B2%D0%BA%D0%B01.doc" TargetMode="External"/><Relationship Id="rId432" Type="http://schemas.openxmlformats.org/officeDocument/2006/relationships/hyperlink" Target="http://novagromada.gov.ua/images/%D0%9F%D1%80%D0%BE%D0%B5%D0%BA%D1%82%D0%B8_%D1%81%D0%B5%D1%81%D1%96%D1%8F/2021/26.08.2021/26.08.2021.33.%D0%97%D0%B5%D0%BB%D0%B5%D0%BD%D1%96_%D0%9A%D1%83%D1%80%D0%B8%D0%BB%D1%96%D0%B2%D1%86%D1%96.doc" TargetMode="External"/><Relationship Id="rId453" Type="http://schemas.openxmlformats.org/officeDocument/2006/relationships/hyperlink" Target="http://novagromada.gov.ua/images/%D0%9F%D1%80%D0%BE%D0%B5%D0%BA%D1%82%D0%B8_%D1%81%D0%B5%D1%81%D1%96%D1%8F/2021/26.08.2021/26.08.2021.41.%D0%9D%D0%A3%D1%88%D0%B8%D1%86%D1%8F.doc" TargetMode="External"/><Relationship Id="rId106" Type="http://schemas.openxmlformats.org/officeDocument/2006/relationships/hyperlink" Target="http://novagromada.gov.ua/images/%D0%9F%D1%80%D0%BE%D0%B5%D0%BA%D1%82%D0%B8_%D1%81%D0%B5%D1%81%D1%96%D1%8F/2021/29.04.2021/2021.04.29.36.%D0%B7%D0%B5%D0%BC%D0%BB%D1%8F%D0%B4%D0%BE%D0%B7%D0%B2%D1%96%D0%BB_1.doc" TargetMode="External"/><Relationship Id="rId127" Type="http://schemas.openxmlformats.org/officeDocument/2006/relationships/hyperlink" Target="http://novagromada.gov.ua/images/%D0%9F%D1%80%D0%BE%D0%B5%D0%BA%D1%82%D0%B8_%D1%81%D0%B5%D1%81%D1%96%D1%8F/2021/29.04.2021/2021.04.29.32.%D0%B7%D0%B5%D0%BC%D0%BB%D1%8F%D0%B7%D0%B0%D1%82%D0%B2%D0%B5%D1%80%D0%B4%D0%B6%D0%B5%D0%BD%D0%BD%D1%8F.doc" TargetMode="External"/><Relationship Id="rId313" Type="http://schemas.openxmlformats.org/officeDocument/2006/relationships/hyperlink" Target="http://novagromada.gov.ua/images/%D0%9F%D1%80%D0%BE%D0%B5%D0%BA%D1%82%D0%B8_%D1%81%D0%B5%D1%81%D1%96%D1%8F/2021/29.07.2021/29.07.2021.34.%D0%B7%D0%B5%D0%BC%D0%BB%D1%8F%D0%9A%D0%B0%D0%BF%D1%83%D1%81%D1%82%D1%8F%D0%BD%D0%B8.doc" TargetMode="External"/><Relationship Id="rId10" Type="http://schemas.openxmlformats.org/officeDocument/2006/relationships/hyperlink" Target="http://novagromada.gov.ua/images/sesiu/2021/280121/2021.01.28.16_%D0%B7%D0%B5%D0%BC%D0%BB.doc" TargetMode="External"/><Relationship Id="rId31" Type="http://schemas.openxmlformats.org/officeDocument/2006/relationships/hyperlink" Target="http://novagromada.gov.ua/images/sesiu/2021/280121/2021.01.28.23_%D0%B7%D0%B5%D0%BC%D0%BB%D1%8F.doc" TargetMode="External"/><Relationship Id="rId52" Type="http://schemas.openxmlformats.org/officeDocument/2006/relationships/hyperlink" Target="http://novagromada.gov.ua/images/%D0%9F%D1%80%D0%BE%D0%B5%D0%BA%D1%82%D0%B8_%D1%81%D0%B5%D1%81%D1%96%D1%8F/2021/25.03.2021/2021.03.25.37.%D0%BE%D1%80%D0%B5%D0%BD%D0%B4%D0%B0.doc" TargetMode="External"/><Relationship Id="rId73" Type="http://schemas.openxmlformats.org/officeDocument/2006/relationships/hyperlink" Target="http://novagromada.gov.ua/images/%D0%9F%D1%80%D0%BE%D0%B5%D0%BA%D1%82%D0%B8_%D1%81%D0%B5%D1%81%D1%96%D1%8F/2021/25.03.2021/2021.03.25.30.%D0%B2%D1%96%D0%B4%D0%B2%D0%B5%D0%B4%D0%B5%D0%BD%D0%BD.doc" TargetMode="External"/><Relationship Id="rId94" Type="http://schemas.openxmlformats.org/officeDocument/2006/relationships/hyperlink" Target="http://novagromada.gov.ua/images/%D0%9F%D1%80%D0%BE%D0%B5%D0%BA%D1%82%D0%B8_%D1%81%D0%B5%D1%81%D1%96%D1%8F/2021/25.03.2021/2021.03.25.40.%D0%B2%D1%96%D0%B4%D0%BD%D0%BE%D0%B2%D0%BB%D0%B5%D0%BD%D0%BD.doc" TargetMode="External"/><Relationship Id="rId148" Type="http://schemas.openxmlformats.org/officeDocument/2006/relationships/hyperlink" Target="http://novagromada.gov.ua/images/%D0%9F%D1%80%D0%BE%D0%B5%D0%BA%D1%82%D0%B8_%D1%81%D0%B5%D1%81%D1%96%D1%8F/2021/29.04.2021/2021.04.29.41.%D0%B7%D0%B5%D0%BC%D0%BB%D1%8F%D0%BF%D1%80%D0%B8%D0%BF%D0%B8%D0%BD%D0%B5%D0%BD%D0%BD%D1%8F.doc" TargetMode="External"/><Relationship Id="rId169" Type="http://schemas.openxmlformats.org/officeDocument/2006/relationships/hyperlink" Target="http://novagromada.gov.ua/images/%D0%9F%D1%80%D0%BE%D0%B5%D0%BA%D1%82%D0%B8_%D1%81%D0%B5%D1%81%D1%96%D1%8F/2021/27.05.2021/2021.05.27.28.%D0%B4%D0%BE%D0%B7%D0%B2%D0%BE%D0%BB%D0%B8.doc" TargetMode="External"/><Relationship Id="rId334" Type="http://schemas.openxmlformats.org/officeDocument/2006/relationships/hyperlink" Target="http://novagromada.gov.ua/images/%D0%9F%D1%80%D0%BE%D0%B5%D0%BA%D1%82%D0%B8_%D1%81%D0%B5%D1%81%D1%96%D1%8F/2021/29.07.2021/29.07.2021.41.%D0%B7%D0%B5%D0%BC%D0%BB%D1%8F%D0%A1%D1%82%D1%80%D1%83%D0%B3%D0%B0.doc" TargetMode="External"/><Relationship Id="rId355" Type="http://schemas.openxmlformats.org/officeDocument/2006/relationships/hyperlink" Target="http://novagromada.gov.ua/images/%D0%9F%D1%80%D0%BE%D0%B5%D0%BA%D1%82%D0%B8_%D1%81%D0%B5%D1%81%D1%96%D1%8F/2021/26.08.2021/2021.08.26.22.%D0%B7%D0%B5%D0%BC%D0%BB%D1%8F%D0%BF%D0%BE%D1%81%D1%82%D1%96%D0%B9%D0%BD%D0%B5.doc" TargetMode="External"/><Relationship Id="rId376" Type="http://schemas.openxmlformats.org/officeDocument/2006/relationships/hyperlink" Target="http://novagromada.gov.ua/images/%D0%9F%D1%80%D0%BE%D0%B5%D0%BA%D1%82%D0%B8_%D1%81%D0%B5%D1%81%D1%96%D1%8F/2021/26.08.2021/26.08.2021.41.%D0%9D%D0%A3%D1%88%D0%B8%D1%86%D1%8F.doc" TargetMode="External"/><Relationship Id="rId397" Type="http://schemas.openxmlformats.org/officeDocument/2006/relationships/hyperlink" Target="http://novagromada.gov.ua/images/sesiu/2021/26.08.2021/2021.08.26.23.%D0%B7%D0%B5%D0%BC%D0%BB%D1%8F%D0%BE%D1%80%D0%B5%D0%BD%D0%B4%D0%B0.doc" TargetMode="External"/><Relationship Id="rId4" Type="http://schemas.openxmlformats.org/officeDocument/2006/relationships/webSettings" Target="webSettings.xml"/><Relationship Id="rId180" Type="http://schemas.openxmlformats.org/officeDocument/2006/relationships/hyperlink" Target="http://novagromada.gov.ua/images/%D0%9F%D1%80%D0%BE%D0%B5%D0%BA%D1%82%D0%B8_%D1%81%D0%B5%D1%81%D1%96%D1%8F/2021/27.05.2021/2021.05.27.19.%D0%BF%D0%B0%D1%81%D0%BE%D0%B2%D0%B8%D1%89%D0%B0.doc" TargetMode="External"/><Relationship Id="rId215" Type="http://schemas.openxmlformats.org/officeDocument/2006/relationships/hyperlink" Target="http://novagromada.gov.ua/images/%D0%9F%D1%80%D0%BE%D0%B5%D0%BA%D1%82%D0%B8_%D1%81%D0%B5%D1%81%D1%96%D1%8F/2021/27.05.2021/2021.05.27.30.%D0%B7%D0%B0%D1%82%D0%B2%D0%B5%D1%80%D0%B4%D0%B6%D0%B5%D0%BD%D0%BD%D1%8F.docx" TargetMode="External"/><Relationship Id="rId236" Type="http://schemas.openxmlformats.org/officeDocument/2006/relationships/hyperlink" Target="http://novagromada.gov.ua/images/%D0%9F%D1%80%D0%BE%D0%B5%D0%BA%D1%82%D0%B8_%D1%81%D0%B5%D1%81%D1%96%D1%8F/2021/29.07.2021/29.07.2021.28.%D0%B7%D0%B5%D0%BC%D0%BB%D1%8F%D0%91%D1%80%D0%B0%D1%97%D0%BB%D1%96%D0%B2%D0%BA%D0%B0.doc" TargetMode="External"/><Relationship Id="rId257" Type="http://schemas.openxmlformats.org/officeDocument/2006/relationships/hyperlink" Target="http://novagromada.gov.ua/images/%D0%9F%D1%80%D0%BE%D0%B5%D0%BA%D1%82%D0%B8_%D1%81%D0%B5%D1%81%D1%96%D1%8F/2021/29.07.2021/29.07.2021.15.%D0%B7%D0%B5%D0%BC%D0%BB%D1%8F%D0%B7%D0%BC%D1%96%D0%BD%D0%B8.doc" TargetMode="External"/><Relationship Id="rId278" Type="http://schemas.openxmlformats.org/officeDocument/2006/relationships/hyperlink" Target="http://novagromada.gov.ua/images/%D0%9F%D1%80%D0%BE%D0%B5%D0%BA%D1%82%D0%B8_%D1%81%D0%B5%D1%81%D1%96%D1%8F/2021/29.07.2021/29.07.2021.22.%D0%B7%D0%B5%D0%BC%D0%BB%D1%8F%D0%B2%D0%BB%D0%B0%D1%81%D0%BD%D1%96%D1%81%D1%82%D1%8C.doc" TargetMode="External"/><Relationship Id="rId401" Type="http://schemas.openxmlformats.org/officeDocument/2006/relationships/hyperlink" Target="http://novagromada.gov.ua/images/%D0%9F%D1%80%D0%BE%D0%B5%D0%BA%D1%82%D0%B8_%D1%81%D0%B5%D1%81%D1%96%D1%8F/2021/26.08.2021/26.08.2021.26.%D0%B7%D0%B5%D0%BC%D0%BB%D1%8F%D0%B2%D1%96%D0%B4%D0%BD%D0%BE%D0%B2%D0%BB%D0%B5%D0%BD%D0%BD%D1%8F1.doc" TargetMode="External"/><Relationship Id="rId422" Type="http://schemas.openxmlformats.org/officeDocument/2006/relationships/hyperlink" Target="http://novagromada.gov.ua/images/%D0%9F%D1%80%D0%BE%D0%B5%D0%BA%D1%82%D0%B8_%D1%81%D0%B5%D1%81%D1%96%D1%8F/2021/26.08.2021/26.08.2021.32.%D0%B7%D0%B5%D0%BC%D0%BB%D1%8F%D0%92%D1%96%D0%BB%D1%8C%D1%85%D0%BE%D0%B2%D0%B5%D1%86%D1%8C.doc" TargetMode="External"/><Relationship Id="rId443" Type="http://schemas.openxmlformats.org/officeDocument/2006/relationships/hyperlink" Target="http://novagromada.gov.ua/images/%D0%9F%D1%80%D0%BE%D0%B5%D0%BA%D1%82%D0%B8_%D1%81%D0%B5%D1%81%D1%96%D1%8F/2021/26.08.2021/26.08.2021.36.%D0%B7%D0%B5%D0%BC%D0%BB%D1%8F%D0%9C%D0%A1%D1%82%D1%80%D1%83%D0%B6%D0%BA%D0%B0.doc" TargetMode="External"/><Relationship Id="rId464" Type="http://schemas.openxmlformats.org/officeDocument/2006/relationships/hyperlink" Target="http://novagromada.gov.ua/images/%D0%9F%D1%80%D0%BE%D0%B5%D0%BA%D1%82%D0%B8_%D1%81%D0%B5%D1%81%D1%96%D1%8F/2021/26.08.2021/26.08.2021.45.%D0%B7%D0%B5%D0%BC%D0%BB%D1%8F%D0%BF%D1%80%D0%BE%D0%B4%D0%B0%D0%B62.doc" TargetMode="External"/><Relationship Id="rId303" Type="http://schemas.openxmlformats.org/officeDocument/2006/relationships/hyperlink" Target="http://novagromada.gov.ua/images/%D0%9F%D1%80%D0%BE%D0%B5%D0%BA%D1%82%D0%B8_%D1%81%D0%B5%D1%81%D1%96%D1%8F/2021/29.07.2021/29.07.2021.31.%D0%B7%D0%B5%D0%BC%D0%BB%D1%8F%D0%96%D0%B0%D0%B1%D0%B8%D0%BD%D1%86%D1%96.doc" TargetMode="External"/><Relationship Id="rId42" Type="http://schemas.openxmlformats.org/officeDocument/2006/relationships/hyperlink" Target="http://novagromada.gov.ua/images/%D0%9F%D1%80%D0%BE%D0%B5%D0%BA%D1%82%D0%B8_%D1%81%D0%B5%D1%81%D1%96%D1%8F/2021/25.03.2021/2021.03.25.27.%D0%B7%D0%B5%D0%BC%D0%BB%D1%8F.doc" TargetMode="External"/><Relationship Id="rId84" Type="http://schemas.openxmlformats.org/officeDocument/2006/relationships/hyperlink" Target="http://novagromada.gov.ua/images/%D0%9F%D1%80%D0%BE%D0%B5%D0%BA%D1%82%D0%B8_%D1%81%D0%B5%D1%81%D1%96%D1%8F/2021/25.03.2021/2021.03.25.35.%D0%BE%D1%80%D0%B5%D0%BD%D0%B4%D0%B0.doc" TargetMode="External"/><Relationship Id="rId138" Type="http://schemas.openxmlformats.org/officeDocument/2006/relationships/hyperlink" Target="http://novagromada.gov.ua/images/%D0%9F%D1%80%D0%BE%D0%B5%D0%BA%D1%82%D0%B8_%D1%81%D0%B5%D1%81%D1%96%D1%8F/2021/29.04.2021/2021.04.29.36.%D0%B7%D0%B5%D0%BC%D0%BB%D1%8F%D0%B4%D0%BE%D0%B7%D0%B2%D1%96%D0%BB_1.doc" TargetMode="External"/><Relationship Id="rId345" Type="http://schemas.openxmlformats.org/officeDocument/2006/relationships/hyperlink" Target="http://novagromada.gov.ua/images/%D0%9F%D1%80%D0%BE%D0%B5%D0%BA%D1%82%D0%B8_%D1%81%D0%B5%D1%81%D1%96%D1%8F/2021/29.07.2021/29.07.2021.45.%D0%B7%D0%B5%D0%BC%D0%BB%D1%8F%D0%A0%D1%83%D0%B4%D0%BAi%D0%B2%D1%86i.docx" TargetMode="External"/><Relationship Id="rId387" Type="http://schemas.openxmlformats.org/officeDocument/2006/relationships/hyperlink" Target="http://novagromada.gov.ua/images/%D0%9F%D1%80%D0%BE%D0%B5%D0%BA%D1%82%D0%B8_%D1%81%D0%B5%D1%81%D1%96%D1%8F/2021/26.08.2021/26.08.2021.20.%D0%B7%D0%B5%D0%BC%D0%BB%D1%8F%D0%9F%D1%80%D0%B8%D0%BF%D0%B8%D0%BD%D0%B5%D0%BD%D0%BD%D1%8F.doc" TargetMode="External"/><Relationship Id="rId191" Type="http://schemas.openxmlformats.org/officeDocument/2006/relationships/hyperlink" Target="http://novagromada.gov.ua/images/%D0%9F%D1%80%D0%BE%D0%B5%D0%BA%D1%82%D0%B8_%D1%81%D0%B5%D1%81%D1%96%D1%8F/2021/27.05.2021/2021.05.27.22.%D0%95%D0%93%D0%9E.docx" TargetMode="External"/><Relationship Id="rId205" Type="http://schemas.openxmlformats.org/officeDocument/2006/relationships/hyperlink" Target="http://novagromada.gov.ua/images/%D0%9F%D1%80%D0%BE%D0%B5%D0%BA%D1%82%D0%B8_%D1%81%D0%B5%D1%81%D1%96%D1%8F/2021/27.05.2021/2021.05.27.27.%D0%BE%D1%80%D0%B5%D0%BD%D0%B4%D0%B0.docx" TargetMode="External"/><Relationship Id="rId247" Type="http://schemas.openxmlformats.org/officeDocument/2006/relationships/hyperlink" Target="http://novagromada.gov.ua/images/%D0%9F%D1%80%D0%BE%D0%B5%D0%BA%D1%82%D0%B8_%D1%81%D0%B5%D1%81%D1%96%D1%8F/2021/29.07.2021/29.07.2021.39.%D0%B7%D0%B5%D0%BC%D0%BB%D1%8F%D0%A0%D1%83%D0%B4%D0%BA%D1%96%D0%B2%D1%86%D1%96.doc" TargetMode="External"/><Relationship Id="rId412" Type="http://schemas.openxmlformats.org/officeDocument/2006/relationships/hyperlink" Target="http://novagromada.gov.ua/images/%D0%9F%D1%80%D0%BE%D0%B5%D0%BA%D1%82%D0%B8_%D1%81%D0%B5%D1%81%D1%96%D1%8F/2021/26.08.2021/26.08.2021.28.%D0%B7%D0%B5%D0%BC%D0%BB%D1%8F%D0%90%D0%BD%D1%82%D0%BE%D0%BD%D1%96%D0%B2%D0%BA%D0%B01.doc" TargetMode="External"/><Relationship Id="rId107" Type="http://schemas.openxmlformats.org/officeDocument/2006/relationships/hyperlink" Target="http://novagromada.gov.ua/images/%D0%9F%D1%80%D0%BE%D0%B5%D0%BA%D1%82%D0%B8_%D1%81%D0%B5%D1%81%D1%96%D1%8F/2021/29.04.2021/2021.04.29.37.%D0%B7%D0%B5%D0%BC%D0%BB%D1%8F%D0%BE%D1%80%D0%B5%D0%BD%D0%B4%D0%B0.doc" TargetMode="External"/><Relationship Id="rId289" Type="http://schemas.openxmlformats.org/officeDocument/2006/relationships/hyperlink" Target="http://novagromada.gov.ua/images/%D0%9F%D1%80%D0%BE%D0%B5%D0%BA%D1%82%D0%B8_%D1%81%D0%B5%D1%81%D1%96%D1%8F/2021/29.07.2021/29.07.2021.26.%D0%B7%D0%B5%D0%BC%D0%BB%D1%8F%D0%B7%D0%B0%D1%82%D0%B2%D0%B5%D1%80%D0%B4%D0%B6%D0%B5%D0%BD%D0%BD%D1%8F.doc" TargetMode="External"/><Relationship Id="rId454" Type="http://schemas.openxmlformats.org/officeDocument/2006/relationships/hyperlink" Target="http://novagromada.gov.ua/images/%D0%9F%D1%80%D0%BE%D0%B5%D0%BA%D1%82%D0%B8_%D1%81%D0%B5%D1%81%D1%96%D1%8F/2021/26.08.2021/26.08.2021.41.%D0%9D%D0%A3%D1%88%D0%B8%D1%86%D1%8F.doc" TargetMode="External"/><Relationship Id="rId11" Type="http://schemas.openxmlformats.org/officeDocument/2006/relationships/hyperlink" Target="http://novagromada.gov.ua/images/sesiu/2021/280121/2021.01.28.17_%D0%B7%D0%BC%D1%96%D0%BD%D0%B8.doc" TargetMode="External"/><Relationship Id="rId53" Type="http://schemas.openxmlformats.org/officeDocument/2006/relationships/hyperlink" Target="http://novagromada.gov.ua/images/%D0%9F%D1%80%D0%BE%D0%B5%D0%BA%D1%82%D0%B8_%D1%81%D0%B5%D1%81%D1%96%D1%8F/2021/25.03.2021/2021.03.25.38.%D0%BF%D1%80%D0%B8%D0%BF%D0%B8%D0%BD%D0%B5%D0%BD%D0%BD%D1%8F.doc" TargetMode="External"/><Relationship Id="rId149" Type="http://schemas.openxmlformats.org/officeDocument/2006/relationships/hyperlink" Target="http://novagromada.gov.ua/images/%D0%9F%D1%80%D0%BE%D0%B5%D0%BA%D1%82%D0%B8_%D1%81%D0%B5%D1%81%D1%96%D1%8F/2021/29.04.2021/2021.04.29.41.%D0%B7%D0%B5%D0%BC%D0%BB%D1%8F%D0%BF%D1%80%D0%B8%D0%BF%D0%B8%D0%BD%D0%B5%D0%BD%D0%BD%D1%8F.doc" TargetMode="External"/><Relationship Id="rId314" Type="http://schemas.openxmlformats.org/officeDocument/2006/relationships/hyperlink" Target="http://novagromada.gov.ua/images/%D0%9F%D1%80%D0%BE%D0%B5%D0%BA%D1%82%D0%B8_%D1%81%D0%B5%D1%81%D1%96%D1%8F/2021/29.07.2021/29.07.2021.34.%D0%B7%D0%B5%D0%BC%D0%BB%D1%8F%D0%9A%D0%B0%D0%BF%D1%83%D1%81%D1%82%D1%8F%D0%BD%D0%B8.doc" TargetMode="External"/><Relationship Id="rId356" Type="http://schemas.openxmlformats.org/officeDocument/2006/relationships/hyperlink" Target="http://novagromada.gov.ua/images/sesiu/2021/26.08.2021/2021.08.26.23.%D0%B7%D0%B5%D0%BC%D0%BB%D1%8F%D0%BE%D1%80%D0%B5%D0%BD%D0%B4%D0%B0.doc" TargetMode="External"/><Relationship Id="rId398" Type="http://schemas.openxmlformats.org/officeDocument/2006/relationships/hyperlink" Target="http://novagromada.gov.ua/images/%D0%9F%D1%80%D0%BE%D0%B5%D0%BA%D1%82%D0%B8_%D1%81%D0%B5%D1%81%D1%96%D1%8F/2021/26.08.2021/26.08.2021.25.%D0%B7%D0%B5%D0%BC%D0%BB%D1%8F%D0%B2%D0%BB%D0%B0%D1%81%D0%BD%D1%96%D1%81%D1%82%D1%8C1.doc" TargetMode="External"/><Relationship Id="rId95" Type="http://schemas.openxmlformats.org/officeDocument/2006/relationships/hyperlink" Target="http://novagromada.gov.ua/images/%D0%9F%D1%80%D0%BE%D0%B5%D0%BA%D1%82%D0%B8_%D1%81%D0%B5%D1%81%D1%96%D1%8F/2021/25.03.2021/2021.03.25.40.%D0%B2%D1%96%D0%B4%D0%BD%D0%BE%D0%B2%D0%BB%D0%B5%D0%BD%D0%BD.doc" TargetMode="External"/><Relationship Id="rId160" Type="http://schemas.openxmlformats.org/officeDocument/2006/relationships/hyperlink" Target="http://novagromada.gov.ua/images/%D0%9F%D1%80%D0%BE%D0%B5%D0%BA%D1%82%D0%B8_%D1%81%D0%B5%D1%81%D1%96%D1%8F/2021/27.05.2021/2021.05.27.19.%D0%BF%D0%B0%D1%81%D0%BE%D0%B2%D0%B8%D1%89%D0%B0.doc" TargetMode="External"/><Relationship Id="rId216" Type="http://schemas.openxmlformats.org/officeDocument/2006/relationships/hyperlink" Target="http://novagromada.gov.ua/images/%D0%9F%D1%80%D0%BE%D0%B5%D0%BA%D1%82%D0%B8_%D1%81%D0%B5%D1%81%D1%96%D1%8F/2021/27.05.2021/2021.05.27.31.%D0%B2%D1%96%D0%B4%D0%BC%D0%BE%D0%B2%D0%B0.doc" TargetMode="External"/><Relationship Id="rId423" Type="http://schemas.openxmlformats.org/officeDocument/2006/relationships/hyperlink" Target="http://novagromada.gov.ua/images/%D0%9F%D1%80%D0%BE%D0%B5%D0%BA%D1%82%D0%B8_%D1%81%D0%B5%D1%81%D1%96%D1%8F/2021/26.08.2021/26.08.2021.32.%D0%B7%D0%B5%D0%BC%D0%BB%D1%8F%D0%92%D1%96%D0%BB%D1%8C%D1%85%D0%BE%D0%B2%D0%B5%D1%86%D1%8C.doc" TargetMode="External"/><Relationship Id="rId258" Type="http://schemas.openxmlformats.org/officeDocument/2006/relationships/hyperlink" Target="http://novagromada.gov.ua/images/%D0%9F%D1%80%D0%BE%D0%B5%D0%BA%D1%82%D0%B8_%D1%81%D0%B5%D1%81%D1%96%D1%8F/2021/29.07.2021/29.07.2021.16.%D0%B7%D0%B5%D0%BC%D0%BB%D1%8F%D0%BF%D1%80%D0%B8%D0%BF%D0%B8%D0%BD%D0%B5%D0%BD%D0%BD%D1%8F.doc" TargetMode="External"/><Relationship Id="rId465" Type="http://schemas.openxmlformats.org/officeDocument/2006/relationships/fontTable" Target="fontTable.xml"/><Relationship Id="rId22" Type="http://schemas.openxmlformats.org/officeDocument/2006/relationships/hyperlink" Target="http://novagromada.gov.ua/images/sesiu/2021/280121/2021.01.28.15_%D0%B7%D0%B5%D0%BC%D0%BB.doc" TargetMode="External"/><Relationship Id="rId64" Type="http://schemas.openxmlformats.org/officeDocument/2006/relationships/hyperlink" Target="http://novagromada.gov.ua/images/%D0%9F%D1%80%D0%BE%D0%B5%D0%BA%D1%82%D0%B8_%D1%81%D0%B5%D1%81%D1%96%D1%8F/2021/25.03.2021/2021.03.25.27.%D0%B7%D0%B5%D0%BC%D0%BB%D1%8F.doc" TargetMode="External"/><Relationship Id="rId118" Type="http://schemas.openxmlformats.org/officeDocument/2006/relationships/hyperlink" Target="http://novagromada.gov.ua/images/%D0%9F%D1%80%D0%BE%D0%B5%D0%BA%D1%82%D0%B8_%D1%81%D0%B5%D1%81%D1%96%D1%8F/2021/29.04.2021/2021.04.29.29.%D0%BF%D0%BE%D1%80%D1%8F%D0%B4%D0%BE%D0%BA.doc" TargetMode="External"/><Relationship Id="rId325" Type="http://schemas.openxmlformats.org/officeDocument/2006/relationships/hyperlink" Target="http://novagromada.gov.ua/images/%D0%9F%D1%80%D0%BE%D0%B5%D0%BA%D1%82%D0%B8_%D1%81%D0%B5%D1%81%D1%96%D1%8F/2021/29.07.2021/29.07.2021.38.%D0%B7%D0%B5%D0%BC%D0%BB%D1%8F%D0%9C%D0%B0%D0%BB%D0%B0.doc" TargetMode="External"/><Relationship Id="rId367" Type="http://schemas.openxmlformats.org/officeDocument/2006/relationships/hyperlink" Target="http://novagromada.gov.ua/images/%D0%9F%D1%80%D0%BE%D0%B5%D0%BA%D1%82%D0%B8_%D1%81%D0%B5%D1%81%D1%96%D1%8F/2021/26.08.2021/26.08.2021._.%D0%B7%D0%B5%D0%BC%D0%BB%D1%8F%D0%97%D0%B0%D0%BC%D1%96%D1%85%D1%96%D0%B2.doc" TargetMode="External"/><Relationship Id="rId171" Type="http://schemas.openxmlformats.org/officeDocument/2006/relationships/hyperlink" Target="http://novagromada.gov.ua/images/%D0%9F%D1%80%D0%BE%D0%B5%D0%BA%D1%82%D0%B8_%D1%81%D0%B5%D1%81%D1%96%D1%8F/2021/27.05.2021/2021.05.27.30.%D0%B7%D0%B0%D1%82%D0%B2%D0%B5%D1%80%D0%B4%D0%B6%D0%B5%D0%BD%D0%BD%D1%8F.docx" TargetMode="External"/><Relationship Id="rId227" Type="http://schemas.openxmlformats.org/officeDocument/2006/relationships/hyperlink" Target="http://novagromada.gov.ua/images/%D0%9F%D1%80%D0%BE%D0%B5%D0%BA%D1%82%D0%B8_%D1%81%D0%B5%D1%81%D1%96%D1%8F/2021/29.07.2021/29.07.2021.19.%D0%B7%D0%B5%D0%BC%D0%BB%D1%8F%D0%BE%D1%80%D0%B5%D0%BD%D0%B4%D0%B0.docx" TargetMode="External"/><Relationship Id="rId269" Type="http://schemas.openxmlformats.org/officeDocument/2006/relationships/hyperlink" Target="http://novagromada.gov.ua/images/%D0%9F%D1%80%D0%BE%D0%B5%D0%BA%D1%82%D0%B8_%D1%81%D0%B5%D1%81%D1%96%D1%8F/2021/29.07.2021/29.07.2021.19.%D0%B7%D0%B5%D0%BC%D0%BB%D1%8F%D0%BE%D1%80%D0%B5%D0%BD%D0%B4%D0%B0.docx" TargetMode="External"/><Relationship Id="rId434" Type="http://schemas.openxmlformats.org/officeDocument/2006/relationships/hyperlink" Target="http://novagromada.gov.ua/images/%D0%9F%D1%80%D0%BE%D0%B5%D0%BA%D1%82%D0%B8_%D1%81%D0%B5%D1%81%D1%96%D1%8F/2021/26.08.2021/26.08.2021._.%D0%B7%D0%B5%D0%BC%D0%BB%D1%8F%D0%86%D0%B2%D0%B0%D1%88%D0%BA%D1%96%D0%B2%D1%86%D1%96.doc" TargetMode="External"/><Relationship Id="rId33" Type="http://schemas.openxmlformats.org/officeDocument/2006/relationships/hyperlink" Target="http://novagromada.gov.ua/images/sesiu/2021/280121/2021.01.28.23_%D0%B7%D0%B5%D0%BC%D0%BB%D1%8F.doc" TargetMode="External"/><Relationship Id="rId129" Type="http://schemas.openxmlformats.org/officeDocument/2006/relationships/hyperlink" Target="http://novagromada.gov.ua/images/%D0%9F%D1%80%D0%BE%D0%B5%D0%BA%D1%82%D0%B8_%D1%81%D0%B5%D1%81%D1%96%D1%8F/2021/29.04.2021/2021.04.29.32.%D0%B7%D0%B5%D0%BC%D0%BB%D1%8F%D0%B7%D0%B0%D1%82%D0%B2%D0%B5%D1%80%D0%B4%D0%B6%D0%B5%D0%BD%D0%BD%D1%8F.doc" TargetMode="External"/><Relationship Id="rId280" Type="http://schemas.openxmlformats.org/officeDocument/2006/relationships/hyperlink" Target="http://novagromada.gov.ua/images/%D0%9F%D1%80%D0%BE%D0%B5%D0%BA%D1%82%D0%B8_%D1%81%D0%B5%D1%81%D1%96%D1%8F/2021/29.07.2021/29.07.2021.23.%D0%B7%D0%B5%D0%BC%D0%BB%D1%8F%D1%96%D0%B4%D0%BE%D0%B7%D0%B2%D1%96%D0%BB.doc" TargetMode="External"/><Relationship Id="rId336" Type="http://schemas.openxmlformats.org/officeDocument/2006/relationships/hyperlink" Target="http://novagromada.gov.ua/images/%D0%9F%D1%80%D0%BE%D0%B5%D0%BA%D1%82%D0%B8_%D1%81%D0%B5%D1%81%D1%96%D1%8F/2021/29.07.2021/29.07.2021.42.%D0%B7%D0%B5%D0%BC%D0%BB%D1%8F%D0%A5%D1%80%D0%B5%D0%B1%D1%82%D1%96%D1%97%D0%B2.doc" TargetMode="External"/><Relationship Id="rId75" Type="http://schemas.openxmlformats.org/officeDocument/2006/relationships/hyperlink" Target="http://novagromada.gov.ua/images/%D0%9F%D1%80%D0%BE%D0%B5%D0%BA%D1%82%D0%B8_%D1%81%D0%B5%D1%81%D1%96%D1%8F/2021/25.03.2021/2021.03.25.31.%D0%B2%D1%96%D0%B4%D0%B2%D0%B5%D0%B4%D0%B5%D0%BD%D0%BD2.doc" TargetMode="External"/><Relationship Id="rId140" Type="http://schemas.openxmlformats.org/officeDocument/2006/relationships/hyperlink" Target="http://novagromada.gov.ua/images/%D0%9F%D1%80%D0%BE%D0%B5%D0%BA%D1%82%D0%B8_%D1%81%D0%B5%D1%81%D1%96%D1%8F/2021/29.04.2021/2021.04.29.37.%D0%B7%D0%B5%D0%BC%D0%BB%D1%8F%D0%BE%D1%80%D0%B5%D0%BD%D0%B4%D0%B0.doc" TargetMode="External"/><Relationship Id="rId182" Type="http://schemas.openxmlformats.org/officeDocument/2006/relationships/hyperlink" Target="http://novagromada.gov.ua/images/%D0%9F%D1%80%D0%BE%D0%B5%D0%BA%D1%82%D0%B8_%D1%81%D0%B5%D1%81%D1%96%D1%8F/2021/27.05.2021/2021.05.27.19.%D0%BF%D0%B0%D1%81%D0%BE%D0%B2%D0%B8%D1%89%D0%B0.doc" TargetMode="External"/><Relationship Id="rId378" Type="http://schemas.openxmlformats.org/officeDocument/2006/relationships/hyperlink" Target="http://novagromada.gov.ua/images/%D0%9F%D1%80%D0%BE%D0%B5%D0%BA%D1%82%D0%B8_%D1%81%D0%B5%D1%81%D1%96%D1%8F/2021/26.08.2021/26.08.2021.43.%D0%B7%D0%B5%D0%BC%D0%BB%D1%8F%D0%B7%D0%B0%D1%82%D0%B2%D0%B5%D1%80%D0%B4%D0%B6%D0%B5%D0%BD%D0%BD%D1%8F.doc" TargetMode="External"/><Relationship Id="rId403" Type="http://schemas.openxmlformats.org/officeDocument/2006/relationships/hyperlink" Target="http://novagromada.gov.ua/images/%D0%9F%D1%80%D0%BE%D0%B5%D0%BA%D1%82%D0%B8_%D1%81%D0%B5%D1%81%D1%96%D1%8F/2021/26.08.2021/26.08.2021.26.%D0%B7%D0%B5%D0%BC%D0%BB%D1%8F%D0%B2%D1%96%D0%B4%D0%BD%D0%BE%D0%B2%D0%BB%D0%B5%D0%BD%D0%BD%D1%8F1.doc" TargetMode="External"/><Relationship Id="rId6" Type="http://schemas.openxmlformats.org/officeDocument/2006/relationships/hyperlink" Target="http://novagromada.gov.ua/images/%D0%9F%D1%80%D0%BE%D0%B5%D0%BA%D1%82%D0%B8_%D1%81%D0%B5%D1%81%D1%96%D1%8F/2020/24122020/2020.12.24.13_%D0%B4%D0%BE%D1%80%D0%BE%D0%B3%D0%B8_2.doc" TargetMode="External"/><Relationship Id="rId238" Type="http://schemas.openxmlformats.org/officeDocument/2006/relationships/hyperlink" Target="http://novagromada.gov.ua/images/%D0%9F%D1%80%D0%BE%D0%B5%D0%BA%D1%82%D0%B8_%D1%81%D0%B5%D1%81%D1%96%D1%8F/2021/29.07.2021/29.07.2021.30.%D0%B7%D0%B5%D0%BC%D0%BB%D1%8F%D0%93%D1%83%D0%B1%D0%B0%D1%80%D1%96%D0%B2.doc" TargetMode="External"/><Relationship Id="rId445" Type="http://schemas.openxmlformats.org/officeDocument/2006/relationships/hyperlink" Target="http://novagromada.gov.ua/images/%D0%9F%D1%80%D0%BE%D0%B5%D0%BA%D1%82%D0%B8_%D1%81%D0%B5%D1%81%D1%96%D1%8F/2021/26.08.2021/26.08.2021.36.%D0%B7%D0%B5%D0%BC%D0%BB%D1%8F%D0%9C%D0%A1%D1%82%D1%80%D1%83%D0%B6%D0%BA%D0%B0.doc" TargetMode="External"/><Relationship Id="rId291" Type="http://schemas.openxmlformats.org/officeDocument/2006/relationships/hyperlink" Target="http://novagromada.gov.ua/images/%D0%9F%D1%80%D0%BE%D0%B5%D0%BA%D1%82%D0%B8_%D1%81%D0%B5%D1%81%D1%96%D1%8F/2021/29.07.2021/29.07.2021.27.%D0%B7%D0%B5%D0%BC%D0%BB%D1%8F%D0%90%D0%BD%D1%82%D0%BE%D0%BD%D1%96%D0%B2%D0%BA%D0%B0.doc" TargetMode="External"/><Relationship Id="rId305" Type="http://schemas.openxmlformats.org/officeDocument/2006/relationships/hyperlink" Target="http://novagromada.gov.ua/images/%D0%9F%D1%80%D0%BE%D0%B5%D0%BA%D1%82%D0%B8_%D1%81%D0%B5%D1%81%D1%96%D1%8F/2021/29.07.2021/29.07.2021.31.%D0%B7%D0%B5%D0%BC%D0%BB%D1%8F%D0%96%D0%B0%D0%B1%D0%B8%D0%BD%D1%86%D1%96.doc" TargetMode="External"/><Relationship Id="rId347" Type="http://schemas.openxmlformats.org/officeDocument/2006/relationships/hyperlink" Target="http://novagromada.gov.ua/images/%D0%9F%D1%80%D0%BE%D0%B5%D0%BA%D1%82%D0%B8_%D1%81%D0%B5%D1%81%D1%96%D1%8F/2021/29.07.2021/29.07.2021.45.%D0%B7%D0%B5%D0%BC%D0%BB%D1%8F%D0%A0%D1%83%D0%B4%D0%BAi%D0%B2%D1%86i.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2649</TotalTime>
  <Pages>74</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№43</dc:title>
  <dc:subject/>
  <dc:creator>Юрченко Світлана Володимирівна</dc:creator>
  <cp:keywords/>
  <dc:description/>
  <cp:lastModifiedBy>Пользователь Windows</cp:lastModifiedBy>
  <cp:revision>41</cp:revision>
  <cp:lastPrinted>2021-07-02T08:37:00Z</cp:lastPrinted>
  <dcterms:created xsi:type="dcterms:W3CDTF">2020-12-10T11:37:00Z</dcterms:created>
  <dcterms:modified xsi:type="dcterms:W3CDTF">2021-08-20T08:24:00Z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